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4048" w:rsidRPr="003B50D1" w:rsidRDefault="008B4048" w:rsidP="008B40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</w:t>
      </w:r>
      <w:r w:rsidRPr="003B50D1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ОЕКТ</w:t>
      </w:r>
    </w:p>
    <w:p w:rsidR="008B4048" w:rsidRPr="003B50D1" w:rsidRDefault="008B4048" w:rsidP="008B40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8B4048" w:rsidRPr="003B50D1" w:rsidRDefault="008B4048" w:rsidP="008B40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B50D1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894DD88" wp14:editId="42037509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2476" name="Группа 1247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2477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4048" w:rsidRDefault="008B4048" w:rsidP="008B40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8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4048" w:rsidRDefault="008B4048" w:rsidP="008B40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79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4048" w:rsidRDefault="008B4048" w:rsidP="008B40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80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4048" w:rsidRDefault="008B4048" w:rsidP="008B40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81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4048" w:rsidRDefault="008B4048" w:rsidP="008B40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82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4048" w:rsidRDefault="008B4048" w:rsidP="008B40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83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4048" w:rsidRDefault="008B4048" w:rsidP="008B40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84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4048" w:rsidRDefault="008B4048" w:rsidP="008B40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85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4048" w:rsidRDefault="008B4048" w:rsidP="008B40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86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4048" w:rsidRDefault="008B4048" w:rsidP="008B40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87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4048" w:rsidRDefault="008B4048" w:rsidP="008B40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88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4048" w:rsidRDefault="008B4048" w:rsidP="008B40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89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4048" w:rsidRDefault="008B4048" w:rsidP="008B40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0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4048" w:rsidRDefault="008B4048" w:rsidP="008B40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1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4048" w:rsidRDefault="008B4048" w:rsidP="008B40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2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4048" w:rsidRDefault="008B4048" w:rsidP="008B40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3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4048" w:rsidRDefault="008B4048" w:rsidP="008B40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4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4048" w:rsidRDefault="008B4048" w:rsidP="008B40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5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4048" w:rsidRDefault="008B4048" w:rsidP="008B40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6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B4048" w:rsidRDefault="008B4048" w:rsidP="008B40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7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4048" w:rsidRDefault="008B4048" w:rsidP="008B40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8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4048" w:rsidRDefault="008B4048" w:rsidP="008B40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99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4048" w:rsidRDefault="008B4048" w:rsidP="008B40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00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4048" w:rsidRDefault="008B4048" w:rsidP="008B40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01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4048" w:rsidRDefault="008B4048" w:rsidP="008B40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02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4048" w:rsidRDefault="008B4048" w:rsidP="008B40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03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4048" w:rsidRDefault="008B4048" w:rsidP="008B40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0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4048" w:rsidRDefault="008B4048" w:rsidP="008B40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05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4048" w:rsidRDefault="008B4048" w:rsidP="008B40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06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B4048" w:rsidRDefault="008B4048" w:rsidP="008B404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476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itrMMA&#10;AADeAAAADwAAAGRycy9kb3ducmV2LnhtbERPS2vCQBC+C/0PyxR6042xNBJdQyhtyUEovu5DdkyC&#10;2dmQ3Zr4792C4G0+vuess9G04kq9aywrmM8iEMSl1Q1XCo6H7+kShPPIGlvLpOBGDrLNy2SNqbYD&#10;7+i695UIIexSVFB736VSurImg25mO+LAnW1v0AfYV1L3OIRw08o4ij6kwYZDQ40dfdZUXvZ/RoFd&#10;/BTbUxXvFl+ceM5/l+fTuFXq7XXMVyA8jf4pfrgLHebH70kC/++EG+TmD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citrM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B4048" w:rsidRDefault="008B4048" w:rsidP="008B4048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pOLfckA&#10;AADeAAAADwAAAGRycy9kb3ducmV2LnhtbESPT0sDMRDF74LfIYzgpdisRdq6Ni1SWP8dCq2C12Ez&#10;blY3kyWJ7dpP3zkUvM3w3rz3m8Vq8J3aU0xtYAO34wIUcR1sy42Bj/fqZg4qZWSLXWAy8EcJVsvL&#10;iwWWNhx4S/tdbpSEcCrRgMu5L7VOtSOPaRx6YtG+QvSYZY2NthEPEu47PSmKqfbYsjQ47GntqP7Z&#10;/XoD39XGfa5nx6c4ut/ScVS9PXevU2Our4bHB1CZhvxvPl+/WMGf3M2EV96RGfTyB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DpOLfc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B4048" w:rsidRDefault="008B4048" w:rsidP="008B4048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yK58cA&#10;AADeAAAADwAAAGRycy9kb3ducmV2LnhtbESPzWrDMBCE74W8g9hCLiWR45QmdS2HUJJScgn5eYDF&#10;2lim1spYqu28fVUo9LbLzM43m29G24ieOl87VrCYJyCIS6drrhRcL/vZGoQPyBobx6TgTh42xeQh&#10;x0y7gU/Un0MlYgj7DBWYENpMSl8asujnriWO2s11FkNcu0rqDocYbhuZJsmLtFhzJBhs6d1Q+XX+&#10;thFyXOLxcBsu+48RB9wdDD9tT0pNH8ftG4hAY/g3/11/6lg/fV69wu87cQZZ/A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/Miuf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B4048" w:rsidRDefault="008B4048" w:rsidP="008B4048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dGZ8cA&#10;AADeAAAADwAAAGRycy9kb3ducmV2LnhtbESPT0vDQBDF70K/wzIFb3ZjqLWk3ZbSKojgoVWQ3obs&#10;NAlm/7A7NvHbOwfB2wzz5r33W29H16srpdwFb+B+VoAiXwfb+cbAx/vz3RJUZvQW++DJwA9l2G4m&#10;N2usbBj8ka4nbpSY+FyhgZY5VlrnuiWHeRYiebldQnLIsqZG24SDmLtel0Wx0A47LwktRtq3VH+d&#10;vp2Bt+Epvj4uHi7xnOalzgfLn3s25nY67lagmEb+F/99v1ipX86XAiA4MoPe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6nRmf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B4048" w:rsidRDefault="008B4048" w:rsidP="008B4048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/2xsUA&#10;AADeAAAADwAAAGRycy9kb3ducmV2LnhtbESP3YrCMBCF74V9hzDC3sg29QeRrlFk0UW8EX8eYGim&#10;TbGZlCba7ttvBMG7Gc6Z851Zrntbiwe1vnKsYJykIIhzpysuFVwvu68FCB+QNdaOScEfeVivPgZL&#10;zLTr+ESPcyhFDGGfoQITQpNJ6XNDFn3iGuKoFa61GOLallK32MVwW8tJms6lxYojwWBDP4by2/lu&#10;I+Q4xeOh6C673x473B4MjzYnpT6H/eYbRKA+vM2v672O9SezxRie78QZ5Oo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b/bG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B4048" w:rsidRDefault="008B4048" w:rsidP="008B4048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Tl9i8QA&#10;AADeAAAADwAAAGRycy9kb3ducmV2LnhtbERPTUsDMRC9C/0PYYTebNal1rI2LaVWEMGDVSi9DZvp&#10;7uJmEpKxu/57Iwje5vE+Z7UZXa8uFFPn2cDtrABFXHvbcWPg4/3pZgkqCbLF3jMZ+KYEm/XkaoWV&#10;9QO/0eUgjcohnCo00IqESutUt+QwzXwgztzZR4eSYWy0jTjkcNfrsigW2mHHuaHFQLuW6s/DlzPw&#10;OuzDy/3i7hxOcV7q9GjluBNjptfj9gGU0Cj/4j/3s83zy/myhN938g16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E5fYv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B4048" w:rsidRDefault="008B4048" w:rsidP="008B4048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DF+cUA&#10;AADeAAAADwAAAGRycy9kb3ducmV2LnhtbERP32vCMBB+H/g/hBP2IjNV55DOKDoIEybI3GCvR3O2&#10;Zc2lJJmt/70RhL3dx/fzluveNuJMPtSOFUzGGQjiwpmaSwXfX/ppASJEZIONY1JwoQDr1eBhiblx&#10;HX/S+RhLkUI45KigirHNpQxFRRbD2LXEiTs5bzEm6EtpPHYp3DZymmUv0mLNqaHClt4qKn6Pf1bB&#10;9tCVMz8qtr37OL3/zLU2eq+Vehz2m1cQkfr4L767dybNnz4vZnB7J90gV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rcMX5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B4048" w:rsidRDefault="008B4048" w:rsidP="008B4048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kXcsIA&#10;AADeAAAADwAAAGRycy9kb3ducmV2LnhtbERPS2rDMBDdF3oHMYXsGjnGCcaNEkKLIZRs8jnAYE0t&#10;J9bISIrj3r4qFLqbx/vOejvZXozkQ+dYwWKegSBunO64VXA5168liBCRNfaOScE3Bdhunp/WWGn3&#10;4CONp9iKFMKhQgUmxqGSMjSGLIa5G4gT9+W8xZigb6X2+Ejhtpd5lq2kxY5Tg8GB3g01t9PdKqg/&#10;88N4u2tfu91UWFqaa/lhlJq9TLs3EJGm+C/+c+91mp8XZQG/76Qb5O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qRdy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B4048" w:rsidRDefault="008B4048" w:rsidP="008B4048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X4FsUA&#10;AADeAAAADwAAAGRycy9kb3ducmV2LnhtbERP22oCMRB9L/gPYQp9KTVbq0VWo2ghVFAQL+DrsBl3&#10;l24mS5K6279vhELf5nCuM1/2thE38qF2rOB1mIEgLpypuVRwPumXKYgQkQ02jknBDwVYLgYPc8yN&#10;6/hAt2MsRQrhkKOCKsY2lzIUFVkMQ9cSJ+7qvMWYoC+l8dilcNvIUZa9S4s1p4YKW/qoqPg6flsF&#10;631XvvnnYt277fXzMtHa6J1W6umxX81AROrjv/jPvTFp/mg8ncD9nXSDXP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1fgW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B4048" w:rsidRDefault="008B4048" w:rsidP="008B4048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csnsIA&#10;AADeAAAADwAAAGRycy9kb3ducmV2LnhtbERP3WrCMBS+H+wdwhnsbqYrKqUzimwUhnij7gEOzbGp&#10;NiclibV7eyMI3p2P7/csVqPtxEA+tI4VfE4yEMS10y03Cv4O1UcBIkRkjZ1jUvBPAVbL15cFltpd&#10;eUfDPjYihXAoUYGJsS+lDLUhi2HieuLEHZ23GBP0jdQeryncdjLPsrm02HJqMNjTt6H6vL9YBdUm&#10;3w7ni/aVW49TSzNzKn6MUu9v4/oLRKQxPsUP969O8/NpMYf7O+kGub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Nyye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B4048" w:rsidRDefault="008B4048" w:rsidP="008B4048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rUX7cMA&#10;AADeAAAADwAAAGRycy9kb3ducmV2LnhtbERPS2rDMBDdF3oHMYXsGinOp8G1HEogoVnGyQEGa2qb&#10;WCPXUm3n9lWhkN083ney3WRbMVDvG8caFnMFgrh0puFKw/VyeN2C8AHZYOuYNNzJwy5/fsowNW7k&#10;Mw1FqEQMYZ+ihjqELpXSlzVZ9HPXEUfuy/UWQ4R9JU2PYwy3rUyU2kiLDceGGjva11Teih+rYXUf&#10;j9/F+qYOxtLitOxOHMq11rOX6eMdRKApPMT/7k8T5yer7Rv8vRNvkPk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rUX7c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B4048" w:rsidRDefault="008B4048" w:rsidP="008B4048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iVMMUA&#10;AADeAAAADwAAAGRycy9kb3ducmV2LnhtbESPQWvCQBCF74L/YRnBm24MIjZ1FVEU6alN1fOQHZPQ&#10;7GzIrhr/fedQ6G2G9+a9b1ab3jXqQV2oPRuYTRNQxIW3NZcGzt+HyRJUiMgWG89k4EUBNuvhYIWZ&#10;9U/+okceSyUhHDI0UMXYZlqHoiKHYepbYtFuvnMYZe1KbTt8SrhrdJokC+2wZmmosKVdRcVPfncG&#10;7otreubbh/3M96/j2/6wDfpSGjMe9dt3UJH6+G/+uz5ZwU/nS+GVd2QGvf4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FKJUw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B4048" w:rsidRDefault="008B4048" w:rsidP="008B4048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uAtsYA&#10;AADeAAAADwAAAGRycy9kb3ducmV2LnhtbERPTWvCQBC9C/0PyxS8mU2thJi6ihYK6kGprQdv0+w0&#10;SZudTbOrxn/vCkJv83ifM5l1phYnal1lWcFTFIMgzq2uuFDw+fE2SEE4j6yxtkwKLuRgNn3oTTDT&#10;9szvdNr5QoQQdhkqKL1vMildXpJBF9mGOHDftjXoA2wLqVs8h3BTy2EcJ9JgxaGhxIZeS8p/d0ej&#10;YL9Nk/F2sRr9rDdf+Gz030FXiVL9x27+AsJT5//Fd/dSh/nDUTqG2zvhBjm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QuAts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B4048" w:rsidRDefault="008B4048" w:rsidP="008B4048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EoYscA&#10;AADeAAAADwAAAGRycy9kb3ducmV2LnhtbESPT2vCQBDF74LfYRmhN90YRTR1FVuplp78B70O2WkS&#10;mp0N2a3GfnrnUOhthnnz3vst152r1ZXaUHk2MB4loIhzbysuDFzOb8M5qBCRLdaeycCdAqxX/d4S&#10;M+tvfKTrKRZKTDhkaKCMscm0DnlJDsPIN8Ry+/KtwyhrW2jb4k3MXa3TJJlphxVLQokNvZaUf59+&#10;nIHf2Scewj592U5spPt0vvMfh50xT4Nu8wwqUhf/xX/f71bqp9OFAAiOzKB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URKGL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B4048" w:rsidRDefault="008B4048" w:rsidP="008B4048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GTkV8MA&#10;AADeAAAADwAAAGRycy9kb3ducmV2LnhtbERPzYrCMBC+L/gOYQRva2rpLlqNIqLgbdfqAwzNmBab&#10;SW2iVp9+s7Cwt/n4fmex6m0j7tT52rGCyTgBQVw6XbNRcDru3qcgfEDW2DgmBU/ysFoO3haYa/fg&#10;A92LYEQMYZ+jgiqENpfSlxVZ9GPXEkfu7DqLIcLOSN3hI4bbRqZJ8ikt1hwbKmxpU1F5KW5WwdWl&#10;H7ovtvh12c6+a2Oy6+uQKTUa9us5iEB9+Bf/ufc6zk+z2QR+34k3yO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GTkV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B4048" w:rsidRDefault="008B4048" w:rsidP="008B4048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ocy8MA&#10;AADeAAAADwAAAGRycy9kb3ducmV2LnhtbERPPW/CMBDdkfgP1iGxgUOgFFIMAiQkVmiHjlf7SFLi&#10;c4gNhP76uhJSt3t6n7dYtbYSN2p86VjBaJiAINbOlJwr+HjfDWYgfEA2WDkmBQ/ysFp2OwvMjLvz&#10;gW7HkIsYwj5DBUUIdSal1wVZ9ENXE0fu5BqLIcIml6bBewy3lUyTZCotlhwbCqxpW5A+H69Wwb78&#10;opepPs3tbKMPnz+XMH79Nkr1e+36DUSgNvyLn+69ifPTyTyFv3fiD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ocy8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B4048" w:rsidRDefault="008B4048" w:rsidP="008B4048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dAh8YA&#10;AADeAAAADwAAAGRycy9kb3ducmV2LnhtbERPXWvCQBB8L/gfjhX6Vi+mUmr0FC0UKlXBD/R1ya25&#10;YG4v5K4x/vueUOjb7M7OzM503tlKtNT40rGC4SABQZw7XXKh4Hj4fHkH4QOyxsoxKbiTh/ms9zTF&#10;TLsb76jdh0JEE/YZKjAh1JmUPjdk0Q9cTRy5i2sshjg2hdQN3qK5rWSaJG/SYskxwWBNH4by6/7H&#10;Kmhxe0/OZrkZr8p1nm6Xp28d9+q53y0mIAJ14f/4T/2l4/vpaPwKjzoRg5z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mdAh8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B4048" w:rsidRDefault="008B4048" w:rsidP="008B4048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MHacMA&#10;AADeAAAADwAAAGRycy9kb3ducmV2LnhtbERPTUvDQBC9C/0PyxS82U1DEY3dllKoeNToweOYnWZT&#10;szNhd9tEf70rCN7m8T5nvZ18ry4UYidsYLkoQBE3YjtuDby9Hm7uQMWEbLEXJgNfFGG7mV2tsbIy&#10;8gtd6tSqHMKxQgMupaHSOjaOPMaFDMSZO0rwmDIMrbYBxxzue10Wxa322HFucDjQ3lHzWZ+9gfGx&#10;+TiVx3frvsMgh/pZTmUvxlzPp90DqERT+hf/uZ9snl+u7lfw+06+QW9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IMHa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B4048" w:rsidRDefault="008B4048" w:rsidP="008B4048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ey5cYA&#10;AADeAAAADwAAAGRycy9kb3ducmV2LnhtbERP22oCMRB9L/QfwhR8q9kubdXVKFYrlFIRb+/jZrq7&#10;mkyWTarr3zeFgm9zONcZTVprxJkaXzlW8NRNQBDnTldcKNhtF499ED4gazSOScGVPEzG93cjzLS7&#10;8JrOm1CIGMI+QwVlCHUmpc9Lsui7riaO3LdrLIYIm0LqBi8x3BqZJsmrtFhxbCixpllJ+WnzYxUs&#10;VnNzTJfr6V6G2XvvYPqfb/MvpToP7XQIIlAbbuJ/94eO89PnwQv8vRNvkO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zey5c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B4048" w:rsidRDefault="008B4048" w:rsidP="008B4048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PxBsUA&#10;AADeAAAADwAAAGRycy9kb3ducmV2LnhtbERP22rCQBB9F/yHZQRfpG7qJWjqKkUQLbRgbcHXMTtN&#10;gtnZkF1j/PuuIPg2h3Odxao1pWiodoVlBa/DCARxanXBmYLfn83LDITzyBpLy6TgRg5Wy25ngYm2&#10;V/6m5uAzEULYJagg975KpHRpTgbd0FbEgfuztUEfYJ1JXeM1hJtSjqIolgYLDg05VrTOKT0fLkZB&#10;s/88ZbvGVR/n2cBNx6ft9ksfler32vc3EJ5a/xQ/3Dsd5o8m8xju74Qb5P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IE/EG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B4048" w:rsidRDefault="008B4048" w:rsidP="008B4048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MqgMYA&#10;AADeAAAADwAAAGRycy9kb3ducmV2LnhtbERPTWvCQBC9F/wPyxR6azYN2mp0FRUKvQjV9lBvY3ZM&#10;gtnZuLvV6K/vCgVv83ifM5l1phEncr62rOAlSUEQF1bXXCr4/np/HoLwAVljY5kUXMjDbNp7mGCu&#10;7ZnXdNqEUsQQ9jkqqEJocyl9UZFBn9iWOHJ76wyGCF0ptcNzDDeNzNL0VRqsOTZU2NKyouKw+TUK&#10;FqPh4vjZ59V1vdvS9md3GGQuVerpsZuPQQTqwl387/7QcX7WH73B7Z14g5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MqgMYAAADeAAAADwAAAAAAAAAAAAAAAACYAgAAZHJz&#10;L2Rvd25yZXYueG1sUEsFBgAAAAAEAAQA9QAAAIsDAAAAAA==&#10;" fillcolor="black" stroked="f">
                  <v:textbox>
                    <w:txbxContent>
                      <w:p w:rsidR="008B4048" w:rsidRDefault="008B4048" w:rsidP="008B4048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m+w8skA&#10;AADeAAAADwAAAGRycy9kb3ducmV2LnhtbESPT0/CQBDF7yZ+h82YeJOtjRCsLET8k5gIB5ADx7E7&#10;tpt2Z5vuCsVP7xxIuM3kvXnvN7PF4Ft1oD66wAbuRxko4jJYx5WB3df73RRUTMgW28Bk4EQRFvPr&#10;qxkWNhx5Q4dtqpSEcCzQQJ1SV2gdy5o8xlHoiEX7Cb3HJGtfadvjUcJ9q/Msm2iPjqWhxo5eaiqb&#10;7a83sP+cuOnGUf69+lu+2dW4Wa5fG2Nub4bnJ1CJhnQxn68/rODnD4/CK+/IDHr+Dw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+m+w8s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B4048" w:rsidRDefault="008B4048" w:rsidP="008B4048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F4W8QA&#10;AADeAAAADwAAAGRycy9kb3ducmV2LnhtbERPS2sCMRC+F/wPYYTealYpRbdGEYvoxYMveh020812&#10;N5NtEnX11zdCobf5+J4znXe2ERfyoXKsYDjIQBAXTldcKjgeVi9jECEia2wck4IbBZjPek9TzLW7&#10;8o4u+1iKFMIhRwUmxjaXMhSGLIaBa4kT9+W8xZigL6X2eE3htpGjLHuTFitODQZbWhoq6v3ZKvCL&#10;z4/6zudTnd23t7D+7n7GaJR67neLdxCRuvgv/nNvdJo/ep1M4PFOukH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NxeFv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B4048" w:rsidRDefault="008B4048" w:rsidP="008B4048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H9l8cA&#10;AADeAAAADwAAAGRycy9kb3ducmV2LnhtbESP3UoDQQyF7wXfYYjgjdgZF/zp2mkRQRAsQmsfIN2J&#10;u4szmWUntluf3lwI3iXk5JzzLVZTiuZAY+kze7iZOTDETQ49tx52Hy/XD2CKIAeMmcnDiQqsludn&#10;C6xDPvKGDltpjZpwqdFDJzLU1pamo4RllgdivX3mMaHoOrY2jHhU8xRt5dydTdizJnQ40HNHzdf2&#10;O3mI1T7O3+7LWk47u3Y/STZX78H7y4vp6RGM0CT/4r/v16D1q1unAIqjM9jl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/R/Zf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B4048" w:rsidRDefault="008B4048" w:rsidP="008B4048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00ZVsQA&#10;AADeAAAADwAAAGRycy9kb3ducmV2LnhtbERPTWvCQBC9C/0PyxR6042BFkldxVaEXHowRryO2Wk2&#10;uDsbsltN++vdQqG3ebzPWa5HZ8WVhtB5VjCfZSCIG687bhXUh910ASJEZI3WMyn4pgDr1cNkiYX2&#10;N97TtYqtSCEcClRgYuwLKUNjyGGY+Z44cZ9+cBgTHFqpB7ylcGdlnmUv0mHHqcFgT++Gmkv15RRs&#10;q97mdWnewun4cT7b8mdHp61ST4/j5hVEpDH+i//cpU7z8+dsDr/vpBvk6g4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dNGVb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B4048" w:rsidRDefault="008B4048" w:rsidP="008B4048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o1F8MA&#10;AADeAAAADwAAAGRycy9kb3ducmV2LnhtbERPS2vCQBC+C/6HZYTedNdAtaSuQcSA4Kk+Dr0Nu9Mk&#10;bXY2ZLcm/fduodDbfHzP2RSja8Wd+tB41rBcKBDExtuGKw3XSzl/AREissXWM2n4oQDFdjrZYG79&#10;wG90P8dKpBAOOWqoY+xyKYOpyWFY+I44cR++dxgT7CtpexxSuGtlptRKOmw4NdTY0b4m83X+dho+&#10;S3nyRqG5XW/D0a7fDytqldZPs3H3CiLSGP/Ff+6jTfOzZ5XB7zvpBrl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po1F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B4048" w:rsidRDefault="008B4048" w:rsidP="008B4048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5j68QA&#10;AADeAAAADwAAAGRycy9kb3ducmV2LnhtbERPTWvCQBC9F/wPywje6sZIi6RuggqCtHioFvE4zY5J&#10;SHY27K6a/nu3UOhtHu9zlsVgOnEj5xvLCmbTBARxaXXDlYKv4/Z5AcIHZI2dZVLwQx6KfPS0xEzb&#10;O3/S7RAqEUPYZ6igDqHPpPRlTQb91PbEkbtYZzBE6CqpHd5juOlkmiSv0mDDsaHGnjY1le3hahSc&#10;rx982c/fV24dTnY4+jb9XrRKTcbD6g1EoCH8i//cOx3npy/JHH7fiTfI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w+Y+v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B4048" w:rsidRDefault="008B4048" w:rsidP="008B4048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ou7cUA&#10;AADeAAAADwAAAGRycy9kb3ducmV2LnhtbERPTWsCMRC9C/6HMEJvmrho0dUotVDopaC2h3obN+Pu&#10;4mayTVLd9tc3gtDbPN7nLNedbcSFfKgdaxiPFAjiwpmaSw0f7y/DGYgQkQ02jknDDwVYr/q9JebG&#10;XXlHl30sRQrhkKOGKsY2lzIUFVkMI9cSJ+7kvMWYoC+l8XhN4baRmVKP0mLNqaHClp4rKs77b6th&#10;M59tvrYTfvvdHQ90+Dyep5lXWj8MuqcFiEhd/Bff3a8mzc+magK3d9INcvU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Ci7txQAAAN4AAAAPAAAAAAAAAAAAAAAAAJgCAABkcnMv&#10;ZG93bnJldi54bWxQSwUGAAAAAAQABAD1AAAAigMAAAAA&#10;" fillcolor="black" stroked="f">
                  <v:textbox>
                    <w:txbxContent>
                      <w:p w:rsidR="008B4048" w:rsidRDefault="008B4048" w:rsidP="008B4048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CA3MQA&#10;AADeAAAADwAAAGRycy9kb3ducmV2LnhtbERPTWsCMRC9F/ofwhS81WwVpWyNsgil4mm1Lb2Om+lm&#10;6WayJGlc/70pFLzN433OajPaXiTyoXOs4GlagCBunO64VfDx/vr4DCJEZI29Y1JwoQCb9f3dCkvt&#10;znygdIytyCEcSlRgYhxKKUNjyGKYuoE4c9/OW4wZ+lZqj+ccbns5K4qltNhxbjA40NZQ83P8tQrS&#10;aVtX8/SVzGHvq9a7+u3zVCs1eRirFxCRxngT/7t3Os+fLYoF/L2Tb5DrK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wgNzEAAAA3gAAAA8AAAAAAAAAAAAAAAAAmAIAAGRycy9k&#10;b3ducmV2LnhtbFBLBQYAAAAABAAEAPUAAACJAwAAAAA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B4048" w:rsidRDefault="008B4048" w:rsidP="008B4048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5aosUA&#10;AADeAAAADwAAAGRycy9kb3ducmV2LnhtbERPTWvCQBC9F/wPywi91Y1Cg0ZXEbHF9tI2CnocsmM2&#10;mJ0N2TWm/fVdodDbPN7nLFa9rUVHra8cKxiPEhDEhdMVlwoO+5enKQgfkDXWjknBN3lYLQcPC8y0&#10;u/EXdXkoRQxhn6ECE0KTSekLQxb9yDXEkTu71mKIsC2lbvEWw20tJ0mSSosVxwaDDW0MFZf8ahX4&#10;8WZ7fLc/s+70avgjfzPpZ2mUehz26zmIQH34F/+5dzrOnzwnKdzfiTfI5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lqi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B4048" w:rsidRDefault="008B4048" w:rsidP="008B4048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B4048" w:rsidRPr="003B50D1" w:rsidRDefault="008B4048" w:rsidP="008B404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8B4048" w:rsidRPr="003B50D1" w:rsidRDefault="008B4048" w:rsidP="008B40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8B4048" w:rsidRPr="003B50D1" w:rsidRDefault="008B4048" w:rsidP="008B404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8B4048" w:rsidRPr="003B50D1" w:rsidRDefault="008B4048" w:rsidP="008B40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 РАЙОНУ</w:t>
      </w:r>
    </w:p>
    <w:p w:rsidR="008B4048" w:rsidRPr="003B50D1" w:rsidRDefault="008B4048" w:rsidP="008B40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8B4048" w:rsidRPr="003B50D1" w:rsidRDefault="008B4048" w:rsidP="008B404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B4048" w:rsidRPr="003B50D1" w:rsidRDefault="008B4048" w:rsidP="008B404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8B4048" w:rsidRPr="003B50D1" w:rsidRDefault="008B4048" w:rsidP="008B404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B4048" w:rsidRPr="003B50D1" w:rsidRDefault="008B4048" w:rsidP="008B4048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8B4048" w:rsidRPr="003B50D1" w:rsidRDefault="008B4048" w:rsidP="008B4048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8B4048" w:rsidRPr="003B50D1" w:rsidRDefault="008B4048" w:rsidP="008B4048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8B4048" w:rsidRPr="003B50D1" w:rsidRDefault="008B4048" w:rsidP="008B4048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__.0</w:t>
      </w:r>
      <w:r w:rsidRPr="00065B72">
        <w:rPr>
          <w:rFonts w:ascii="Times New Roman" w:eastAsia="Calibri" w:hAnsi="Times New Roman" w:cs="Times New Roman"/>
          <w:sz w:val="24"/>
          <w:lang w:val="ru-RU"/>
        </w:rPr>
        <w:t>2</w:t>
      </w:r>
      <w:r w:rsidRPr="003B50D1">
        <w:rPr>
          <w:rFonts w:ascii="Times New Roman" w:eastAsia="Calibri" w:hAnsi="Times New Roman" w:cs="Times New Roman"/>
          <w:sz w:val="24"/>
        </w:rPr>
        <w:t>.2022р.                         Крупець                                        №_____</w:t>
      </w:r>
    </w:p>
    <w:p w:rsidR="008B4048" w:rsidRPr="003B50D1" w:rsidRDefault="008B4048" w:rsidP="008B4048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B4048" w:rsidRPr="003B50D1" w:rsidRDefault="008B4048" w:rsidP="008B4048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8B4048" w:rsidRPr="003B50D1" w:rsidRDefault="008B4048" w:rsidP="008B404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8B4048" w:rsidRPr="003B50D1" w:rsidRDefault="008B4048" w:rsidP="008B404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8B4048" w:rsidRPr="003B50D1" w:rsidRDefault="008B4048" w:rsidP="008B404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(відновлення) меж земельної ділянки</w:t>
      </w:r>
    </w:p>
    <w:p w:rsidR="008B4048" w:rsidRPr="003B50D1" w:rsidRDefault="008B4048" w:rsidP="008B404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</w:p>
    <w:p w:rsidR="008B4048" w:rsidRPr="0061236C" w:rsidRDefault="008B4048" w:rsidP="008B404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Руденок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А. А.</w:t>
      </w:r>
    </w:p>
    <w:p w:rsidR="008B4048" w:rsidRPr="003B50D1" w:rsidRDefault="008B4048" w:rsidP="008B404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8B4048" w:rsidRPr="003B50D1" w:rsidRDefault="008B4048" w:rsidP="008B404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8B4048" w:rsidRPr="003B50D1" w:rsidRDefault="008B4048" w:rsidP="008B404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Руденок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А. А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 сільська  рада </w:t>
      </w:r>
    </w:p>
    <w:p w:rsidR="008B4048" w:rsidRPr="003B50D1" w:rsidRDefault="008B4048" w:rsidP="008B404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8B4048" w:rsidRPr="003B50D1" w:rsidRDefault="008B4048" w:rsidP="008B404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8B4048" w:rsidRPr="003B50D1" w:rsidRDefault="008B4048" w:rsidP="008B404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1.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Затвердити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Руденок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Антоніні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Анатоліївній</w:t>
      </w:r>
      <w:proofErr w:type="spellEnd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</w:t>
      </w:r>
      <w:r w:rsidRPr="003B50D1">
        <w:rPr>
          <w:rFonts w:ascii="Times New Roman" w:eastAsia="Calibri" w:hAnsi="Times New Roman" w:cs="Times New Roman"/>
          <w:sz w:val="24"/>
        </w:rPr>
        <w:t xml:space="preserve">  зар</w:t>
      </w:r>
      <w:r>
        <w:rPr>
          <w:rFonts w:ascii="Times New Roman" w:eastAsia="Calibri" w:hAnsi="Times New Roman" w:cs="Times New Roman"/>
          <w:sz w:val="24"/>
        </w:rPr>
        <w:t xml:space="preserve">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0646EA" w:rsidRPr="000646EA">
        <w:rPr>
          <w:rFonts w:ascii="Times New Roman" w:eastAsia="Calibri" w:hAnsi="Times New Roman" w:cs="Times New Roman"/>
          <w:sz w:val="24"/>
        </w:rPr>
        <w:t>________________________________________________________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дентифікаційний номер </w:t>
      </w:r>
      <w:r w:rsidR="000646EA" w:rsidRPr="000646EA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____________</w:t>
      </w:r>
      <w:bookmarkStart w:id="0" w:name="_GoBack"/>
      <w:bookmarkEnd w:id="0"/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технічну документацію із землеустрою щодо встановлення (відновлення) меж земельної ділянки в натурі (на місцев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ості), на земельну ділянку для будівництва та обслуговування житлового будинку, господарських будівель і споруд (присадибна ділянка), площею 0,1088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га,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кадастровий номер: 6823984000:01:010:0043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 яка розташована Хмельницька область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Шепетівський район, </w:t>
      </w:r>
      <w:r>
        <w:rPr>
          <w:rFonts w:ascii="Times New Roman" w:eastAsia="Calibri" w:hAnsi="Times New Roman" w:cs="Times New Roman"/>
          <w:sz w:val="24"/>
        </w:rPr>
        <w:t>с. Крупець, вул. Незалежності 101.</w:t>
      </w:r>
    </w:p>
    <w:p w:rsidR="008B4048" w:rsidRPr="003B50D1" w:rsidRDefault="008B4048" w:rsidP="008B404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 xml:space="preserve">    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Руденок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А. А.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8B4048" w:rsidRDefault="008B4048" w:rsidP="008B404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B4048" w:rsidRPr="008B4048" w:rsidRDefault="008B4048" w:rsidP="008B4048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8B4048" w:rsidRDefault="008B4048" w:rsidP="008B4048">
      <w:pPr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        Валерій   МИХАЛЮК</w:t>
      </w:r>
    </w:p>
    <w:sectPr w:rsidR="008B4048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5C0B" w:rsidRDefault="00A75C0B" w:rsidP="008B4048">
      <w:pPr>
        <w:spacing w:after="0" w:line="240" w:lineRule="auto"/>
      </w:pPr>
      <w:r>
        <w:separator/>
      </w:r>
    </w:p>
  </w:endnote>
  <w:endnote w:type="continuationSeparator" w:id="0">
    <w:p w:rsidR="00A75C0B" w:rsidRDefault="00A75C0B" w:rsidP="008B4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5C0B" w:rsidRDefault="00A75C0B" w:rsidP="008B4048">
      <w:pPr>
        <w:spacing w:after="0" w:line="240" w:lineRule="auto"/>
      </w:pPr>
      <w:r>
        <w:separator/>
      </w:r>
    </w:p>
  </w:footnote>
  <w:footnote w:type="continuationSeparator" w:id="0">
    <w:p w:rsidR="00A75C0B" w:rsidRDefault="00A75C0B" w:rsidP="008B404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4048"/>
    <w:rsid w:val="000216B3"/>
    <w:rsid w:val="000646EA"/>
    <w:rsid w:val="007A630F"/>
    <w:rsid w:val="008B4048"/>
    <w:rsid w:val="00A75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048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af3">
    <w:name w:val="header"/>
    <w:basedOn w:val="a"/>
    <w:link w:val="af4"/>
    <w:uiPriority w:val="99"/>
    <w:unhideWhenUsed/>
    <w:rsid w:val="008B4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8B4048"/>
    <w:rPr>
      <w:rFonts w:eastAsiaTheme="minorHAnsi"/>
      <w:lang w:val="uk-UA" w:eastAsia="en-US"/>
    </w:rPr>
  </w:style>
  <w:style w:type="paragraph" w:styleId="af5">
    <w:name w:val="footer"/>
    <w:basedOn w:val="a"/>
    <w:link w:val="af6"/>
    <w:uiPriority w:val="99"/>
    <w:unhideWhenUsed/>
    <w:rsid w:val="008B4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8B4048"/>
    <w:rPr>
      <w:rFonts w:eastAsiaTheme="minorHAnsi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048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af3">
    <w:name w:val="header"/>
    <w:basedOn w:val="a"/>
    <w:link w:val="af4"/>
    <w:uiPriority w:val="99"/>
    <w:unhideWhenUsed/>
    <w:rsid w:val="008B4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Верхний колонтитул Знак"/>
    <w:basedOn w:val="a0"/>
    <w:link w:val="af3"/>
    <w:uiPriority w:val="99"/>
    <w:rsid w:val="008B4048"/>
    <w:rPr>
      <w:rFonts w:eastAsiaTheme="minorHAnsi"/>
      <w:lang w:val="uk-UA" w:eastAsia="en-US"/>
    </w:rPr>
  </w:style>
  <w:style w:type="paragraph" w:styleId="af5">
    <w:name w:val="footer"/>
    <w:basedOn w:val="a"/>
    <w:link w:val="af6"/>
    <w:uiPriority w:val="99"/>
    <w:unhideWhenUsed/>
    <w:rsid w:val="008B40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6">
    <w:name w:val="Нижний колонтитул Знак"/>
    <w:basedOn w:val="a0"/>
    <w:link w:val="af5"/>
    <w:uiPriority w:val="99"/>
    <w:rsid w:val="008B4048"/>
    <w:rPr>
      <w:rFonts w:eastAsiaTheme="minorHAnsi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1</TotalTime>
  <Pages>1</Pages>
  <Words>266</Words>
  <Characters>1518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2022-02-11T12:56:00Z</dcterms:created>
  <dcterms:modified xsi:type="dcterms:W3CDTF">2022-02-14T07:30:00Z</dcterms:modified>
</cp:coreProperties>
</file>