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92D" w:rsidRPr="003F14A5" w:rsidRDefault="009B492D" w:rsidP="009B492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92D" w:rsidRDefault="009B492D" w:rsidP="009B49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492D" w:rsidRDefault="009B492D" w:rsidP="009B492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9B492D" w:rsidRDefault="009B492D" w:rsidP="009B492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492D" w:rsidRDefault="009B492D" w:rsidP="009B492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9B492D" w:rsidRDefault="009B492D" w:rsidP="009B492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492D" w:rsidRDefault="009B492D" w:rsidP="009B492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492D" w:rsidRDefault="009B492D" w:rsidP="009B492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492D" w:rsidRDefault="009B492D" w:rsidP="009B49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92D" w:rsidRDefault="009B492D" w:rsidP="009B49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92D" w:rsidRDefault="009B492D" w:rsidP="009B49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92D" w:rsidRDefault="009B492D" w:rsidP="009B49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92D" w:rsidRDefault="009B492D" w:rsidP="009B49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492D" w:rsidRDefault="009B492D" w:rsidP="009B492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492D" w:rsidRDefault="009B492D" w:rsidP="009B49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B492D" w:rsidRDefault="009B492D" w:rsidP="009B49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492D" w:rsidRDefault="009B492D" w:rsidP="009B49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92D" w:rsidRDefault="009B492D" w:rsidP="009B49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B492D" w:rsidRDefault="009B492D" w:rsidP="009B49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92D" w:rsidRDefault="009B492D" w:rsidP="009B49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B492D" w:rsidRDefault="009B492D" w:rsidP="009B492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492D" w:rsidRPr="00A36D1A" w:rsidRDefault="009B492D" w:rsidP="009B492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 w:rsidRPr="00A36D1A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30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A36D1A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9B492D" w:rsidRDefault="009B492D" w:rsidP="009B492D"/>
    <w:p w:rsidR="009B492D" w:rsidRDefault="009B492D" w:rsidP="009B492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затвердження керуючого справами </w:t>
      </w:r>
    </w:p>
    <w:p w:rsidR="009B492D" w:rsidRPr="008B65C5" w:rsidRDefault="009B492D" w:rsidP="009B492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(секретаря) виконавчого комітету сільської ради </w:t>
      </w:r>
      <w:r w:rsidRPr="008B6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9B492D" w:rsidRPr="005B006C" w:rsidRDefault="009B492D" w:rsidP="009B49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925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пропозицію </w:t>
      </w:r>
      <w:proofErr w:type="spellStart"/>
      <w:r w:rsidRPr="00925B7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Крупецького</w:t>
      </w:r>
      <w:proofErr w:type="spellEnd"/>
      <w:r w:rsidRPr="00925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сільського голови </w:t>
      </w:r>
      <w:proofErr w:type="spellStart"/>
      <w:r w:rsidRPr="00925B7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Михалюка</w:t>
      </w:r>
      <w:proofErr w:type="spellEnd"/>
      <w:r w:rsidRPr="00925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еруючись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пунктом 3 частини 1 статті 26 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абзацом четвертим</w:t>
      </w:r>
      <w:r w:rsidRPr="00F3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частини першої статті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Закону України «Про службу в органах місцевого самоврядування», сільська рада</w:t>
      </w:r>
      <w:r w:rsidRPr="0079638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9B492D" w:rsidRPr="00F02A17" w:rsidRDefault="009B492D" w:rsidP="009B49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9B492D" w:rsidRDefault="009B492D" w:rsidP="009B492D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ЗУБОВУ Жанну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Олександрівну на посаду керуючого справами (секретаря) викон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авчого комітету сільської ради VIII скликання з 14.07.2021 року.</w:t>
      </w:r>
    </w:p>
    <w:p w:rsidR="009B492D" w:rsidRPr="00BC0993" w:rsidRDefault="009B492D" w:rsidP="009B49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Взяти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в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ідома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Зубовій Ж.О. присвоєний 12 ранг посадової особи місцевого самоврядування.</w:t>
      </w:r>
    </w:p>
    <w:p w:rsidR="009B492D" w:rsidRDefault="009B492D" w:rsidP="009B492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виконанням цього рішення покласти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Крупецького</w:t>
      </w:r>
      <w:proofErr w:type="spellEnd"/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сільського </w:t>
      </w:r>
      <w:proofErr w:type="spellStart"/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</w:t>
      </w:r>
    </w:p>
    <w:p w:rsidR="009B492D" w:rsidRPr="008B65C5" w:rsidRDefault="009B492D" w:rsidP="009B49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92D" w:rsidRPr="008B65C5" w:rsidRDefault="009B492D" w:rsidP="009B49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92D" w:rsidRDefault="009B492D" w:rsidP="009B49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</w:t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Валерій МИХАЛЮК</w:t>
      </w:r>
    </w:p>
    <w:p w:rsidR="00252D32" w:rsidRDefault="00252D32">
      <w:bookmarkStart w:id="0" w:name="_GoBack"/>
      <w:bookmarkEnd w:id="0"/>
    </w:p>
    <w:sectPr w:rsidR="00252D3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2D"/>
    <w:rsid w:val="00252D32"/>
    <w:rsid w:val="009B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C3EFA-887D-4290-97A6-BE430F11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92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9B492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9B492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B492D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163</Words>
  <Characters>935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2021-06-22T05:14:00Z</dcterms:created>
  <dcterms:modified xsi:type="dcterms:W3CDTF">2021-06-22T05:14:00Z</dcterms:modified>
</cp:coreProperties>
</file>