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874" w:rsidRDefault="00312874" w:rsidP="0031287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9E59B0" wp14:editId="0AE395A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714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71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874" w:rsidRDefault="00312874" w:rsidP="003128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Bkt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7AusMA&#10;AADdAAAADwAAAGRycy9kb3ducmV2LnhtbESPQYvCMBSE74L/ITzBm6bVRaUaRUTFgyB11/ujebbF&#10;5qU0Ueu/NwuCx2FmvmEWq9ZU4kGNKy0riIcRCOLM6pJzBX+/u8EMhPPIGivLpOBFDlbLbmeBibZP&#10;Tulx9rkIEHYJKii8rxMpXVaQQTe0NXHwrrYx6INscqkbfAa4qeQoiibSYMlhocCaNgVlt/PdKLDj&#10;/eF4yUfpeMtTz+vT7Hppj0r1e+16DsJT67/hT/ugFUzjnxj+34Qn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7Au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qaw8gA&#10;AADdAAAADwAAAGRycy9kb3ducmV2LnhtbESPT2sCMRTE70K/Q3iFXkSzStG6NUoRVmsPBf9Ar4/N&#10;c7N287IkqW799E2h0OMwM79h5svONuJCPtSOFYyGGQji0umaKwXHQzF4AhEissbGMSn4pgDLxV1v&#10;jrl2V97RZR8rkSAcclRgYmxzKUNpyGIYupY4eSfnLcYkfSW1x2uC20aOs2wiLdacFgy2tDJUfu6/&#10;rIJz8W4+VtPb2vdnO7r1i7dNs50o9XDfvTyDiNTF//Bf+1UrmI4ex/D7Jj0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qpr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5dJ8UA&#10;AADdAAAADwAAAGRycy9kb3ducmV2LnhtbESP3WrCQBCF7wu+wzJCb4pubEor0U0QqaXkRvx5gCE7&#10;ZoPZ2ZDdmvj2bqHQy8P5+TjrYrStuFHvG8cKFvMEBHHldMO1gvNpN1uC8AFZY+uYFNzJQ5FPntaY&#10;aTfwgW7HUIs4wj5DBSaELpPSV4Ys+rnriKN3cb3FEGVfS93jEMdtK1+T5F1abDgSDHa0NVRdjz82&#10;QvYp7svLcNp9jTjgZ2n4ZXNQ6nk6blYgAo3hP/zX/tYKPhZvK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Pl0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Q88YA&#10;AADdAAAADwAAAGRycy9kb3ducmV2LnhtbESPQUsDMRSE74L/ITzBm822rK2sTUtpFUTw0FYQb4/N&#10;6+7i5iUkz+76740g9DjMzDfMcj26Xp0pps6zgemkAEVce9txY+D9+Hz3ACoJssXeMxn4oQTr1fXV&#10;EivrB97T+SCNyhBOFRpoRUKldapbcpgmPhBn7+SjQ8kyNtpGHDLc9XpWFHPtsOO80GKgbUv11+Hb&#10;GXgbnsLrYn5/Cp+xnOm0s/KxFWNub8bNIyihUS7h//aLNbCYli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wQ8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gyMMA&#10;AADdAAAADwAAAGRycy9kb3ducmV2LnhtbESP3YrCMBCF74V9hzDC3sia6uoq1Sgiq4g34s8DDM3Y&#10;FJtJabK2+/ZGELw8nJ+PM1+2thR3qn3hWMGgn4AgzpwuOFdwOW++piB8QNZYOiYF/+RhufjozDHV&#10;ruEj3U8hF3GEfYoKTAhVKqXPDFn0fVcRR+/qaoshyjqXusYmjttSDpPkR1osOBIMVrQ2lN1OfzZC&#10;Dt942F+b82bbYoO/e8O91VGpz267moEI1IZ3+NXeaQWTwWgM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tgy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IrH8YA&#10;AADdAAAADwAAAGRycy9kb3ducmV2LnhtbESPQUsDMRSE74L/ITzBm8221K2sTYtUhSJ4aCuIt8fm&#10;dXdx8xKSZ3f7740g9DjMzDfMcj26Xp0ops6zgemkAEVce9txY+Dj8Hr3ACoJssXeMxk4U4L16vpq&#10;iZX1A+/otJdGZQinCg20IqHSOtUtOUwTH4izd/TRoWQZG20jDhnuej0rilI77DgvtBho01L9vf9x&#10;Bt6Hl/C2KO+P4SvOZzo9W/nciDG3N+PTIyihUS7h//bWGlhM5y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IrH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u+scA&#10;AADdAAAADwAAAGRycy9kb3ducmV2LnhtbESPQWsCMRSE7wX/Q3hCL1Kz1raW1ShVCAoWSm2h18fm&#10;ubu4eVmS1F3/vSkIPQ4z8w2zWPW2EWfyoXasYDLOQBAXztRcKvj+0g+vIEJENtg4JgUXCrBaDu4W&#10;mBvX8SedD7EUCcIhRwVVjG0uZSgqshjGriVO3tF5izFJX0rjsUtw28jHLHuRFmtOCxW2tKmoOB1+&#10;rYL1R1dO/ahY925/3P48a230u1bqfti/zUFE6uN/+NbeGQWzydMM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+Lv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ngzcAA&#10;AADdAAAADwAAAGRycy9kb3ducmV2LnhtbERPy4rCMBTdC/5DuMLsxlRxRqlGEYeCDG58fMCluTbV&#10;5qYksda/nywGXB7Oe7XpbSM68qF2rGAyzkAQl07XXCm4nIvPBYgQkTU2jknBiwJs1sPBCnPtnnyk&#10;7hQrkUI45KjAxNjmUobSkMUwdi1x4q7OW4wJ+kpqj88Ubhs5zbJvabHm1GCwpZ2h8n56WAXF7/TQ&#10;3R/aF27bzyx9mdvixyj1Meq3SxCR+vgW/7v3WsF8Mkt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ngz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0fE8cA&#10;AADdAAAADwAAAGRycy9kb3ducmV2LnhtbESPQWsCMRSE74X+h/AKvRTN2larq1GqECpYKFXB62Pz&#10;3F26eVmS6G7/fVMo9DjMzDfMYtXbRlzJh9qxgtEwA0FcOFNzqeB40IMpiBCRDTaOScE3BVgtb28W&#10;mBvX8Sdd97EUCcIhRwVVjG0uZSgqshiGriVO3tl5izFJX0rjsUtw28jHLJtIizWnhQpb2lRUfO0v&#10;VsH6oyuf/EOx7t3u/HYaa230u1bq/q5/nYOI1Mf/8F97axS8jJ5n8PsmPQ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tHx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Z6FsAA&#10;AADdAAAADwAAAGRycy9kb3ducmV2LnhtbERPzYrCMBC+C75DGMHbmirrKtUo4lJYZC+rPsDQjE21&#10;mZQk1vr2m4Pg8eP7X29724iOfKgdK5hOMhDEpdM1VwrOp+JjCSJEZI2NY1LwpADbzXCwxly7B/9R&#10;d4yVSCEcclRgYmxzKUNpyGKYuJY4cRfnLcYEfSW1x0cKt42cZdmXtFhzajDY0t5QeTverYLiMPvt&#10;bnftC7frPy3NzXX5bZQaj/rdCkSkPr7FL/ePVrCYztP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Z6F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/Fq8IA&#10;AADdAAAADwAAAGRycy9kb3ducmV2LnhtbESP0YrCMBRE3wX/IdwF32xatbp0jSKCiz5a/YBLc7ct&#10;Nje1ibb+/WZhwcdhZs4w6+1gGvGkztWWFSRRDIK4sLrmUsH1cph+gnAeWWNjmRS8yMF2Mx6tMdO2&#10;5zM9c1+KAGGXoYLK+zaT0hUVGXSRbYmD92M7gz7IrpS6wz7ATSNncbyUBmsOCxW2tK+ouOUPo2Dx&#10;6r/veXqLD9pQcpq3J/ZFqtTkY9h9gfA0+Hf4v33UClZJmsDfm/A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8Wr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9CwMQA&#10;AADdAAAADwAAAGRycy9kb3ducmV2LnhtbESPQYvCMBSE78L+h/AW9mZTC6tuNYqsuIgn7arnR/Ns&#10;i81LaaLWf28EweMwM98w03lnanGl1lWWFQyiGARxbnXFhYL9/6o/BuE8ssbaMim4k4P57KM3xVTb&#10;G+/omvlCBAi7FBWU3jeplC4vyaCLbEMcvJNtDfog20LqFm8BbmqZxPFQGqw4LJTY0G9J+Tm7GAWX&#10;4THZ82mjt9ny/vezXC2cPBRKfX12iwkIT51/h1/ttVYwGnwn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/Qs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CYXMgA&#10;AADdAAAADwAAAGRycy9kb3ducmV2LnhtbESPzW7CMBCE75X6DtZW4lYcoA0QMAgqVaIcQPwdetvG&#10;SxKI12nsQvr2GKlSj6OZ+UYznjamFBeqXWFZQacdgSBOrS44U7DfvT8PQDiPrLG0TAp+ycF08vgw&#10;xkTbK2/osvWZCBB2CSrIva8SKV2ak0HXthVx8I62NuiDrDOpa7wGuCllN4piabDgsJBjRW85peft&#10;j1FwWA/i4Xr+8XJarr6wZ/T3py5ipVpPzWwEwlPj/8N/7YVW0O+89uD+JjwBObk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EJh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HC28UA&#10;AADdAAAADwAAAGRycy9kb3ducmV2LnhtbESPS4vCQBCE74L/YegFbzrR9UXWUXTFB558wV6bTG8S&#10;zPSEzKhxf/2OIHgsquorajKrTSFuVLncsoJuJwJBnFidc6rgfFq1xyCcR9ZYWCYFD3IwmzYbE4y1&#10;vfOBbkefigBhF6OCzPsyltIlGRl0HVsSB+/XVgZ9kFUqdYX3ADeF7EXRUBrMOSxkWNJ3RsnleDUK&#10;/oY/uHeb3mL5qT09+uO13e3XSrU+6vkXCE+1f4df7a1WMOoO+vB8E56An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gcLb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0+MUA&#10;AADdAAAADwAAAGRycy9kb3ducmV2LnhtbESP0WrCQBRE3wv+w3KFvjUbxdQ2zSoiFvpmjX7AJXu7&#10;Ccnejdmtpv16t1DwcZiZM0yxHm0nLjT4xrGCWZKCIK6cbtgoOB3fn15A+ICssXNMCn7Iw3o1eSgw&#10;1+7KB7qUwYgIYZ+jgjqEPpfSVzVZ9InriaP35QaLIcrBSD3gNcJtJ+dp+iwtNhwXauxpW1PVlt9W&#10;wdnNMz2WO9y3u9fPxpjF+fewUOpxOm7eQAQawz383/7QCpazLIO/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TT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Yg58UA&#10;AADdAAAADwAAAGRycy9kb3ducmV2LnhtbESPwW7CMBBE70j9B2srcQMHKhIIGEQrIXEFeuhxsZck&#10;NF6nsQuBr68rIXEczcwbzWLV2VpcqPWVYwWjYQKCWDtTcaHg87AZTEH4gGywdkwKbuRhtXzpLTA3&#10;7so7uuxDISKEfY4KyhCaXEqvS7Loh64hjt7JtRZDlG0hTYvXCLe1HCdJKi1WHBdKbOijJP29/7UK&#10;ttWRJqk+zez0Xe++7j/hLTsbpfqv3XoOIlAXnuFHe2sUZKNJCv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5iD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N2iMMA&#10;AADdAAAADwAAAGRycy9kb3ducmV2LnhtbERPW2vCMBR+H/gfwhH2NtMKm1qNZQ4GG3OCF/T10Byb&#10;YnNSmqzWf78MhD1+d75F3ttadNT6yrGCdJSAIC6crrhUcNi/P01B+ICssXZMCm7kIV8OHhaYaXfl&#10;LXW7UIpYwj5DBSaEJpPSF4Ys+pFriKN2dq3FEGFbSt3iNZbbWo6T5EVarDguGGzozVBx2f1YBR1u&#10;bsnJrL5nn9W6GG9Wxy8defU47F/nIAL14d98T39oBZP0eQJ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N2i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cmsIA&#10;AADdAAAADwAAAGRycy9kb3ducmV2LnhtbERPPU/DMBDdkfofrKvERp1GAqpQt6qQihghdOh4xNc4&#10;bXwX2aYJ/Ho8IDE+ve/1dvK9ulKInbCB5aIARdyI7bg1cPjY361AxYRssRcmA98UYbuZ3ayxsjLy&#10;O13r1KocwrFCAy6lodI6No48xoUMxJk7SfCYMgyttgHHHO57XRbFg/bYcW5wONCzo+ZSf3kD40vz&#10;eS5PR+t+wiD7+k3OZS/G3M6n3ROoRFP6F/+5X62Bx+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B1y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C/pscA&#10;AADdAAAADwAAAGRycy9kb3ducmV2LnhtbESPW2sCMRSE3wv9D+EUfKtZBauuRrFeQIpFvL0fN6e7&#10;2yYnyybV7b83QsHHYWa+YcbTxhpxodqXjhV02gkI4szpknMFx8PqdQDCB2SNxjEp+CMP08nz0xhT&#10;7a68o8s+5CJC2KeooAihSqX0WUEWfdtVxNH7crXFEGWdS13jNcKtkd0keZMWS44LBVY0Lyj72f9a&#10;Bavtwnx3P3ezkwzzZf9sBh/vi41SrZdmNgIRqAmP8H97rRX0O70h3N/EJyA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gv6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ERP8IA&#10;AADdAAAADwAAAGRycy9kb3ducmV2LnhtbERPy4rCMBTdC/MP4Q64EU0dGZVqFBEGFUbwBW6vzbUt&#10;NjelibX+vVkILg/nPZ03phA1VS63rKDfi0AQJ1bnnCo4Hf+6YxDOI2ssLJOCJzmYz75aU4y1ffCe&#10;6oNPRQhhF6OCzPsyltIlGRl0PVsSB+5qK4M+wCqVusJHCDeF/ImioTSYc2jIsKRlRsntcDcK6t3/&#10;JV3Xrtzcxh33O7isVlt9Vqr93SwmIDw1/iN+u9dawag/DPvDm/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0RE/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zIbccA&#10;AADdAAAADwAAAGRycy9kb3ducmV2LnhtbESPQWvCQBSE74X+h+UJvTWbSGs1ukoVCr0I1fZQb8/s&#10;Mwlm38bdrUZ/vSsUPA4z8w0zmXWmEUdyvrasIEtSEMSF1TWXCn6+P56HIHxA1thYJgVn8jCbPj5M&#10;MNf2xCs6rkMpIoR9jgqqENpcSl9UZNAntiWO3s46gyFKV0rt8BThppH9NB1IgzXHhQpbWlRU7Nd/&#10;RsF8NJwfvl54eVltN7T53e5f+y5V6qnXvY9BBOrCPfzf/tQK3rJBB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8yG3HAAAA3QAAAA8AAAAAAAAAAAAAAAAAmAIAAGRy&#10;cy9kb3ducmV2LnhtbFBLBQYAAAAABAAEAPUAAACMAwAAAAA=&#10;" fillcolor="black" stroked="f"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eVFMgA&#10;AADdAAAADwAAAGRycy9kb3ducmV2LnhtbESPzWvCQBTE70L/h+UVetONgUZJXaX2A4TqwY9Dj8/s&#10;M1mSfRuyW43967sFweMwM79hZoveNuJMnTeOFYxHCQjiwmnDpYLD/nM4BeEDssbGMSm4kofF/GEw&#10;w1y7C2/pvAuliBD2OSqoQmhzKX1RkUU/ci1x9E6usxii7EqpO7xEuG1kmiSZtGg4LlTY0ltFRb37&#10;sQq+vzIz3RpKj+vf5YdeP9fLzXut1NNj//oCIlAf7uFbe6UVTMZZCv9v4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x5U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4OOsYA&#10;AADdAAAADwAAAGRycy9kb3ducmV2LnhtbESPT2sCMRTE74V+h/AKvWlWC1a2RhGl1IsH/9HrY/O6&#10;2e7mZU2irn56UxB6HGbmN8xk1tlGnMmHyrGCQT8DQVw4XXGpYL/77I1BhIissXFMCq4UYDZ9fppg&#10;rt2FN3TexlIkCIccFZgY21zKUBiyGPquJU7ej/MWY5K+lNrjJcFtI4dZNpIWK04LBltaGCrq7ckq&#10;8PPvZX3j06HObutr+PrtjmM0Sr2+dPMPEJG6+B9+tFdawftg9AZ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4OO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Mz/MUA&#10;AADdAAAADwAAAGRycy9kb3ducmV2LnhtbESPUWsCMRCE34X+h7BCX6TmFNH2apQiFAqKoPUHbC/b&#10;u8Nkc1xWPfvrjSD0cZiZb5j5svNOnamNdWADo2EGirgItubSwOH78+UVVBRkiy4wGbhShOXiqTfH&#10;3IYL7+i8l1IlCMccDVQiTa51LCryGIehIU7eb2g9SpJtqW2LlwT3To+zbKo91pwWKmxoVVFx3J+8&#10;ATf+cW/rWdzI9aA32Z+X3WBrjXnudx/voIQ6+Q8/2l/WwGw0ncD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0zP8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OZI8YA&#10;AADdAAAADwAAAGRycy9kb3ducmV2LnhtbESPQWsCMRSE7wX/Q3hCb5pVqJbVKLYi7KUHV4vX5+a5&#10;WUxelk2q2/56Uyj0OMzMN8xy3TsrbtSFxrOCyTgDQVx53XCt4HjYjV5BhIis0XomBd8UYL0aPC0x&#10;1/7Oe7qVsRYJwiFHBSbGNpcyVIYchrFviZN38Z3DmGRXS93hPcGdldMsm0mHDacFgy29G6qu5ZdT&#10;sC1bOz0W5i2cPj/OZ1v87Oi0Vep52G8WICL18T/81y60gvlk9gK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OZ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I5cQA&#10;AADdAAAADwAAAGRycy9kb3ducmV2LnhtbESPwWrDMBBE74X8g9hAb42UHuziRgklJBDoqa5z6G2R&#10;trZba2Us1Xb+PioEchxm5g2z2c2uEyMNofWsYb1SIIiNty3XGqrP49MLiBCRLXaeScOFAuy2i4cN&#10;FtZP/EFjGWuRIBwK1NDE2BdSBtOQw7DyPXHyvv3gMCY51NIOOCW46+SzUpl02HJaaLCnfUPmt/xz&#10;Gn6O8t0bheZcnaeTzb8OGXVK68fl/PYKItIc7+Fb+2Q15Ossg/836QnI7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WSO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NPUMYA&#10;AADdAAAADwAAAGRycy9kb3ducmV2LnhtbESPQWvCQBSE7wX/w/IEb3UThSipq0ShUCw9VEvp8TX7&#10;TEKyb8PuauK/7xYKPQ4z8w2z2Y2mEzdyvrGsIJ0nIIhLqxuuFHycnx/XIHxA1thZJgV38rDbTh42&#10;mGs78DvdTqESEcI+RwV1CH0upS9rMujntieO3sU6gyFKV0ntcIhw08lFkmTSYMNxocaeDjWV7elq&#10;FHxdX/nytjwWbh8+7Xj27eJ73So1m47FE4hAY/gP/7VftIJVmq3g901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NPU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h8MQA&#10;AADdAAAADwAAAGRycy9kb3ducmV2LnhtbERPy2oCMRTdF/oP4Ra6qxlFrY5GUaHQjeBrobvr5Doz&#10;OLkZk1RHv94shC4P5z2eNqYSV3K+tKyg3UpAEGdWl5wr2G1/vgYgfEDWWFkmBXfyMJ28v40x1fbG&#10;a7puQi5iCPsUFRQh1KmUPivIoG/ZmjhyJ+sMhghdLrXDWww3lewkSV8aLDk2FFjToqDsvPkzCubD&#10;wfyy6vLysT4e6LA/nnsdlyj1+dHMRiACNeFf/HL/agXf7X6cG9/EJ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GYfDEAAAA3QAAAA8AAAAAAAAAAAAAAAAAmAIAAGRycy9k&#10;b3ducmV2LnhtbFBLBQYAAAAABAAEAPUAAACJAwAAAAA=&#10;" fillcolor="black" stroked="f"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Y+asUA&#10;AADdAAAADwAAAGRycy9kb3ducmV2LnhtbESPQUsDMRSE74L/ITzBm83WQm3XpmUpSMXTtlV6fd08&#10;N4ublyWJ6frvjSD0OMzMN8xqM9peJPKhc6xgOilAEDdOd9wqeD++PCxAhIissXdMCn4owGZ9e7PC&#10;UrsL7ykdYisyhEOJCkyMQyllaAxZDBM3EGfv03mLMUvfSu3xkuG2l49FMZcWO84LBgfaGmq+Dt9W&#10;QTpv62qWTsns33zVelfvPs61Uvd3Y/UMItIYr+H/9qtW8DSdL+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j5q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Lh2MMA&#10;AADdAAAADwAAAGRycy9kb3ducmV2LnhtbERPz2vCMBS+C/4P4Qm7rWl30FmNIrKNbZdpFfT4aJ5N&#10;sXkpTVa7/fXLYeDx4/u9XA+2ET11vnasIEtSEMSl0zVXCo6H18dnED4ga2wck4If8rBejUdLzLW7&#10;8Z76IlQihrDPUYEJoc2l9KUhiz5xLXHkLq6zGCLsKqk7vMVw28inNJ1KizXHBoMtbQ2V1+LbKvDZ&#10;9uX0aX/n/fnN8FfxYaa7yij1MBk2CxCBhnAX/7vftYJZNov745v4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Lh2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2874" w:rsidRDefault="00312874" w:rsidP="003128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2874" w:rsidRDefault="00312874" w:rsidP="0031287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12874" w:rsidRDefault="00312874" w:rsidP="0031287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2874" w:rsidRDefault="00312874" w:rsidP="003128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12874" w:rsidRDefault="00312874" w:rsidP="003128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2874" w:rsidRDefault="00312874" w:rsidP="003128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</w:t>
      </w:r>
    </w:p>
    <w:p w:rsidR="00312874" w:rsidRPr="001062B6" w:rsidRDefault="00312874" w:rsidP="00312874">
      <w:pPr>
        <w:tabs>
          <w:tab w:val="left" w:pos="4424"/>
        </w:tabs>
        <w:spacing w:after="0"/>
        <w:rPr>
          <w:rFonts w:ascii="Times New Roman" w:eastAsia="Arial Unicode MS" w:hAnsi="Times New Roman" w:cs="Arial"/>
          <w:color w:val="000000"/>
          <w:sz w:val="24"/>
          <w:szCs w:val="24"/>
        </w:rPr>
      </w:pPr>
    </w:p>
    <w:p w:rsidR="00312874" w:rsidRPr="001062B6" w:rsidRDefault="00312874" w:rsidP="00312874">
      <w:pPr>
        <w:tabs>
          <w:tab w:val="left" w:pos="4424"/>
        </w:tabs>
        <w:spacing w:after="0"/>
        <w:rPr>
          <w:rFonts w:ascii="Times New Roman" w:eastAsia="Arial Unicode MS" w:hAnsi="Times New Roman" w:cs="Arial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Arial"/>
          <w:b/>
          <w:color w:val="000000"/>
          <w:sz w:val="24"/>
          <w:szCs w:val="24"/>
        </w:rPr>
        <w:t>розгляд</w:t>
      </w:r>
      <w:proofErr w:type="spellEnd"/>
      <w:r>
        <w:rPr>
          <w:rFonts w:ascii="Times New Roman" w:eastAsia="Arial Unicode MS" w:hAnsi="Times New Roman" w:cs="Arial"/>
          <w:b/>
          <w:color w:val="000000"/>
          <w:sz w:val="24"/>
          <w:szCs w:val="24"/>
        </w:rPr>
        <w:t xml:space="preserve"> заяви Приходько В.Г.</w:t>
      </w:r>
    </w:p>
    <w:p w:rsidR="00312874" w:rsidRPr="001062B6" w:rsidRDefault="00312874" w:rsidP="00312874">
      <w:pPr>
        <w:tabs>
          <w:tab w:val="left" w:pos="4424"/>
        </w:tabs>
        <w:spacing w:after="0"/>
        <w:rPr>
          <w:rFonts w:ascii="Times New Roman" w:eastAsia="Arial Unicode MS" w:hAnsi="Times New Roman" w:cs="Arial"/>
          <w:color w:val="000000"/>
          <w:sz w:val="24"/>
          <w:szCs w:val="24"/>
        </w:rPr>
      </w:pPr>
    </w:p>
    <w:p w:rsidR="00312874" w:rsidRPr="001062B6" w:rsidRDefault="00312874" w:rsidP="00312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        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Відповідно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</w:t>
      </w:r>
      <w:proofErr w:type="gram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до</w:t>
      </w:r>
      <w:proofErr w:type="gram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</w:t>
      </w:r>
      <w:proofErr w:type="gram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пункту</w:t>
      </w:r>
      <w:proofErr w:type="gram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34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частини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1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статті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26, 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статті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42 Закону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«Про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місцеве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самоврядування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в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Україні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», статей 141,142 Земельного кодексу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,  Закону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«Про 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землеустрій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Arial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Arial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 Приходько  В.Г.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,  </w:t>
      </w:r>
      <w:proofErr w:type="spellStart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сільська</w:t>
      </w:r>
      <w:proofErr w:type="spellEnd"/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 рада </w:t>
      </w:r>
    </w:p>
    <w:p w:rsidR="00312874" w:rsidRPr="001062B6" w:rsidRDefault="00312874" w:rsidP="00312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ВИРІШИЛА:</w:t>
      </w:r>
    </w:p>
    <w:p w:rsidR="00312874" w:rsidRPr="001062B6" w:rsidRDefault="00312874" w:rsidP="0031287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зв’язку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добровільною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Приходько  Владислава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Геннадійовича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зареєстрований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  <w:r w:rsidR="00E36D0D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припинити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0,30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га, яка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.Д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Гора,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запасу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ради. </w:t>
      </w:r>
    </w:p>
    <w:p w:rsidR="00312874" w:rsidRPr="001062B6" w:rsidRDefault="00312874" w:rsidP="0031287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територій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12874" w:rsidRPr="001062B6" w:rsidRDefault="00312874" w:rsidP="0031287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2874" w:rsidRPr="001062B6" w:rsidRDefault="00312874" w:rsidP="0031287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2874" w:rsidRDefault="00312874" w:rsidP="0031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</w:rPr>
      </w:pPr>
    </w:p>
    <w:p w:rsidR="00312874" w:rsidRPr="001062B6" w:rsidRDefault="00312874" w:rsidP="0031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</w:rPr>
      </w:pPr>
    </w:p>
    <w:p w:rsidR="00312874" w:rsidRPr="001062B6" w:rsidRDefault="00312874" w:rsidP="0031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</w:rPr>
      </w:pPr>
    </w:p>
    <w:p w:rsidR="00312874" w:rsidRDefault="00312874" w:rsidP="0031287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062B6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                            </w:t>
      </w:r>
      <w:proofErr w:type="spellStart"/>
      <w:r w:rsidRPr="001062B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062B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6764C6" w:rsidRDefault="006764C6"/>
    <w:sectPr w:rsidR="006764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74"/>
    <w:rsid w:val="00312874"/>
    <w:rsid w:val="006764C6"/>
    <w:rsid w:val="00E3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7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1287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1287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1287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7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1287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1287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1287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2021-09-13T06:31:00Z</dcterms:created>
  <dcterms:modified xsi:type="dcterms:W3CDTF">2021-09-13T13:02:00Z</dcterms:modified>
</cp:coreProperties>
</file>