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10" w:rsidRPr="009517FC" w:rsidRDefault="003F6F10" w:rsidP="003F6F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F6F10" w:rsidRPr="00DE6ED3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SimSun" w:hAnsi="Calibri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6914BE" wp14:editId="4B4D884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57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6F10" w:rsidRDefault="003F6F10" w:rsidP="003F6F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CQuAlsx3AABlWQQADgAA&#10;AAAAAAAAAAAAAAAuAgAAZHJzL2Uyb0RvYy54bWxQSwECLQAUAAYACAAAACEAsh1Mm+AAAAAKAQAA&#10;DwAAAAAAAAAAAAAAAAAmegAAZHJzL2Rvd25yZXYueG1sUEsFBgAAAAAEAAQA8wAAAD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eB8YA&#10;AADeAAAADwAAAGRycy9kb3ducmV2LnhtbESPT2vCQBDF74LfYRnBm240bZXoKiK2eBCK/+5DdkyC&#10;2dmQXTX99p1DobcZ3pv3frNcd65WT2pD5dnAZJyAIs69rbgwcDl/juagQkS2WHsmAz8UYL3q95aY&#10;Wf/iIz1PsVASwiFDA2WMTaZ1yEtyGMa+IRbt5luHUda20LbFl4S7Wk+T5EM7rFgaSmxoW1J+Pz2c&#10;AZ9+7Q/XYnpMdzyLvPme367dwZjhoNssQEXq4r/573pvBT99exdeeUdm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meB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JP8cA&#10;AADeAAAADwAAAGRycy9kb3ducmV2LnhtbERPS2sCMRC+F/wPYQQvUrO1rdbVKCJsX4eCWuh12Ew3&#10;azeTJYm69dc3hUJv8/E9Z7HqbCNO5EPtWMHNKANBXDpdc6XgfV9cP4AIEVlj45gUfFOA1bJ3tcBc&#10;uzNv6bSLlUghHHJUYGJscylDachiGLmWOHGfzluMCfpKao/nFG4bOc6yibRYc2ow2NLGUPm1O1oF&#10;h+LNfGyml0c/nG3pMixen5qXiVKDfreeg4jUxX/xn/tZp/m3d/cz+H0n3S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xiT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ROHsUA&#10;AADeAAAADwAAAGRycy9kb3ducmV2LnhtbESPQWvCQBCF7wX/wzIFL6VuqiIldRURFfEian/AkB2z&#10;odnZkN2a+O+dg+BthnnvffPmy97X6kZtrAIb+BploIiLYCsuDfxetp/foGJCtlgHJgN3irBcDN7m&#10;mNvQ8Ylu51QqCeGYowGXUpNrHQtHHuMoNMRyu4bWY5K1LbVtsZNwX+txls20x4qF4LChtaPi7/zv&#10;BXKc4PFw7S7bXY8dbg6OP1YnY4bv/eoHVKI+vcRP997K+5PpTApIHZlB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E4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+v8UA&#10;AADeAAAADwAAAGRycy9kb3ducmV2LnhtbERPTUsDMRC9C/0PYQRvNttaV1mbllIVitCDVRBvw2a6&#10;u7iZhGTsrv/eFARv83ifs1yPrlcniqnzbGA2LUAR19523Bh4f3u+vgeVBNli75kM/FCC9WpyscTK&#10;+oFf6XSQRuUQThUaaEVCpXWqW3KYpj4QZ+7oo0PJMDbaRhxyuOv1vChK7bDj3NBioG1L9dfh2xnY&#10;D0/h5a68PYbPuJjr9GjlYyvGXF2OmwdQQqP8i//cO5vn3yzKGZzfyTf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P6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18s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6/e10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p18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FU8UA&#10;AADeAAAADwAAAGRycy9kb3ducmV2LnhtbERPTUsDMRC9C/0PYQrebNa2rrI2LVIVROihrSDehs10&#10;d3EzCcnYXf+9EQRv83ifs9qMrldniqnzbOB6VoAirr3tuDHwdny+ugOVBNli75kMfFOCzXpyscLK&#10;+oH3dD5Io3IIpwoNtCKh0jrVLTlMMx+IM3fy0aFkGBttIw453PV6XhSldthxbmgx0Lal+vPw5Qzs&#10;hqfwelvenMJHXM51erTyvhVjLqfjwz0ooVH+xX/uF5vnL5b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sV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5AzsUA&#10;AADeAAAADwAAAGRycy9kb3ducmV2LnhtbERP22oCMRB9F/oPYQp9KTXrlbI1igqhgoLUFvo6bMbd&#10;pZvJkqTu9u+NUPBtDuc6i1VvG3EhH2rHCkbDDARx4UzNpYKvT/3yCiJEZIONY1LwRwFWy4fBAnPj&#10;Ov6gyymWIoVwyFFBFWObSxmKiiyGoWuJE3d23mJM0JfSeOxSuG3kOMvm0mLNqaHClrYVFT+nX6tg&#10;c+zKiX8uNr3bn9+/Z1obfdBKPT326zcQkfp4F/+7dybNn0znU7i9k26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kD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Kvqs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tdkNoX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Mq+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B7IsUA&#10;AADeAAAADwAAAGRycy9kb3ducmV2LnhtbERP32vCMBB+H/g/hBvsRWbqnGV0RlEhONhg6AZ7PZqz&#10;LWsuJYm2/vdmIOztPr6ft1gNthVn8qFxrGA6yUAQl840XCn4/tKPLyBCRDbYOiYFFwqwWo7uFlgY&#10;1/OezodYiRTCoUAFdYxdIWUoa7IYJq4jTtzReYsxQV9J47FP4baVT1mWS4sNp4YaO9rWVP4eTlbB&#10;5rOvZn5cbgb3ftz9zLU2+kMr9XA/rF9BRBriv/jmfjNp/uw5z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0Hs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URsMA&#10;AADeAAAADwAAAGRycy9kb3ducmV2LnhtbERP22oCMRB9L/gPYYS+1azWqqxGEctCKX3x8gHDZtys&#10;biZLEtft3zcFwbc5nOusNr1tREc+1I4VjEcZCOLS6ZorBadj8bYAESKyxsYxKfilAJv14GWFuXZ3&#10;3lN3iJVIIRxyVGBibHMpQ2nIYhi5ljhxZ+ctxgR9JbXHewq3jZxk2UxarDk1GGxpZ6i8Hm5WQfE9&#10;+emuN+0Lt+2nlj7MZfFplHod9tsliEh9fIof7i+d5r9PZ3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yUR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2e3MQA&#10;AADeAAAADwAAAGRycy9kb3ducmV2LnhtbESPQYvCQAyF74L/YYjgTaeuWpauo8iCsh6t+wNCJ9sW&#10;O5naGW399+aw4C3hvbz3ZbMbXKMe1IXas4HFPAFFXHhbc2ng93KYfYIKEdli45kMPCnAbjsebTCz&#10;vuczPfJYKgnhkKGBKsY20zoUFTkMc98Si/bnO4dR1q7UtsNewl2jP5Ik1Q5rloYKW/quqLjmd2dg&#10;9eyPt3x9TQ7W0eK0bE8ci7Ux08mw/wIVaYhv8//1jxX85SoVXnlHZt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9nt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t6MQA&#10;AADeAAAADwAAAGRycy9kb3ducmV2LnhtbERPS2vCQBC+F/wPywi9NRsfhJq6iigp0lObpj0P2TEJ&#10;ZmdDdo3x33cFobf5+J6z3o6mFQP1rrGsYBbFIIhLqxuuFBTf2csrCOeRNbaWScGNHGw3k6c1ptpe&#10;+YuG3FcihLBLUUHtfZdK6cqaDLrIdsSBO9neoA+wr6Tu8RrCTSvncZxIgw2Hhho72tdUnvOLUXBJ&#10;fucFnz70Z364va8O2c7Jn0qp5+m4ewPhafT/4of7qMP8xTJZwf2dcIP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zLe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+itckA&#10;AADeAAAADwAAAGRycy9kb3ducmV2LnhtbESPQU/CQBCF7yb8h82YeJOtQCpWFiImJsABIuqB29Ad&#10;22J3tnQXKP/eOZh4m8m8ee99k1nnanWmNlSeDTz0E1DEubcVFwY+P97ux6BCRLZYeyYDVwowm/Zu&#10;JphZf+F3Om9jocSEQ4YGyhibTOuQl+Qw9H1DLLdv3zqMsraFti1exNzVepAkqXZYsSSU2NBrSfnP&#10;9uQMfG3G6dNmvhwdVus9Dp097myVGnN32708g4rUxX/x3/fCSv3h6FEABEdm0N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T+it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qQusUA&#10;AADeAAAADwAAAGRycy9kb3ducmV2LnhtbERPS2vCQBC+F/wPyxR6qxs1WImuYluaiqf4AK9DdkxC&#10;s7MhuzVJf323IPQ2H99zVpve1OJGrassK5iMIxDEudUVFwrOp4/nBQjnkTXWlknBQA4269HDChNt&#10;Oz7Q7egLEULYJaig9L5JpHR5SQbd2DbEgbva1qAPsC2kbrEL4aaW0yiaS4MVh4YSG3orKf86fhsF&#10;P/MLZu5z+vo+056GeJHafZYq9fTYb5cgPPX+X3x373SYP4tfJvD3Tr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pC6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nY8QA&#10;AADeAAAADwAAAGRycy9kb3ducmV2LnhtbERPzWrCQBC+F/oOywjedGNMraauUkSht2rsAwzZ6SaY&#10;nY3ZVWOfvlsQepuP73eW69424kqdrx0rmIwTEMSl0zUbBV/H3WgOwgdkjY1jUnAnD+vV89MSc+1u&#10;fKBrEYyIIexzVFCF0OZS+rIii37sWuLIfbvOYoiwM1J3eIvhtpFpksykxZpjQ4UtbSoqT8XFKji7&#10;9EX3xRY/T9vFvjYmO/8cMqWGg/79DUSgPvyLH+4PHedPs9cU/t6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hZ2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GkE8QA&#10;AADeAAAADwAAAGRycy9kb3ducmV2LnhtbERPyW7CMBC9I/UfrKnEDZw2lCWNg1okJK5QDhwHe0jS&#10;xuM0NhD69XUlpN7m6a2TL3vbiAt1vnas4GmcgCDWztRcKth/rEdzED4gG2wck4IbeVgWD4McM+Ou&#10;vKXLLpQihrDPUEEVQptJ6XVFFv3YtcSRO7nOYoiwK6Xp8BrDbSOfk2QqLdYcGypsaVWR/tqdrYJN&#10;faSXqT4t7Pxdbw8/3yGdfRqlho/92yuIQH34F9/dGxPnp5NZCn/vxBt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RpB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FsMYA&#10;AADeAAAADwAAAGRycy9kb3ducmV2LnhtbERPXWsCMRB8F/ofwhZ801xVWj2NUgtCix9QlfZ1uayX&#10;o5fNcYnn+e9NQfBtdmdnZme2aG0pGqp94VjBSz8BQZw5XXCu4HhY9cYgfEDWWDomBVfysJg/dWaY&#10;anfhb2r2IRfRhH2KCkwIVSqlzwxZ9H1XEUfu5GqLIY51LnWNl2huSzlIkldpseCYYLCiD0PZ3/5s&#10;FTS4uya/ZrmdfBWbbLBb/qx13Kvuc/s+BRGoDY/ju/pTx/eHo7cR/NeJG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nFs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/scMA&#10;AADeAAAADwAAAGRycy9kb3ducmV2LnhtbERPS0/DMAy+I+0/RJ7EjaWUp8qyCSEN7QiFA0fTeE1H&#10;Y1dJWDt+PUFC2s2fvqeX68n36kAhdsIGLhcFKOJGbMetgfe3zcU9qJiQLfbCZOBIEdar2dkSKysj&#10;v9KhTq3KIRwrNOBSGiqtY+PIY1zIQJy5nQSPKcPQahtwzOG+12VR3GqPHecGhwM9OWq+6m9vYHxu&#10;Pvfl7sO6nzDIpn6RfdmLMefz6fEBVKIpncT/7q3N86+u727g7518g1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i/s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x0cUA&#10;AADeAAAADwAAAGRycy9kb3ducmV2LnhtbERP22oCMRB9L/gPYQq+1Wy1qGyNYr2AFKV46fu4GXfX&#10;JpNlk+r2740g9G0O5zqjSWONuFDtS8cKXjsJCOLM6ZJzBYf98mUIwgdkjcYxKfgjD5Nx62mEqXZX&#10;3tJlF3IRQ9inqKAIoUql9FlBFn3HVcSRO7naYoiwzqWu8RrDrZHdJOlLiyXHhgIrmhWU/ex+rYLl&#10;19ycu5vt9FuG2WJwNMPPj/laqfZzM30HEagJ/+KHe6Xj/N7boA/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jH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J3sYA&#10;AADeAAAADwAAAGRycy9kb3ducmV2LnhtbERPTWvCQBC9F/oflil4kbppY6ukrlIKEgWFNhW8jtlp&#10;EszOhuwa4793BaG3ebzPmS16U4uOWldZVvAyikAQ51ZXXCjY/S6fpyCcR9ZYWyYFF3KwmD8+zDDR&#10;9sw/1GW+ECGEXYIKSu+bREqXl2TQjWxDHLg/2xr0AbaF1C2eQ7ip5WsUvUuDFYeGEhv6Kik/Ziej&#10;oPveHIpV55r1cTp0b/EhTbd6r9Tgqf/8AOGp9//iu3ulw/x4PJnA7Z1w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hJ3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jsckA&#10;AADeAAAADwAAAGRycy9kb3ducmV2LnhtbESPT08CQQzF7yZ+h0lNvMmsiIIrAxETEi4m/DvArezU&#10;3Q07nXVmhMVPTw8m3tq81/d+HU8716gThVh7NvDYy0ARF97WXBrYbuYPI1AxIVtsPJOBC0WYTm5v&#10;xphbf+YVndapVBLCMUcDVUptrnUsKnIYe74lFu3LB4dJ1lBqG/As4a7R/Sx70Q5rloYKW/qoqDiu&#10;f5yB2eto9r0c8Ofv6rCn/e5wfO6HzJj7u+79DVSiLv2b/64XVvCfBkPhlXdkBj25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3ujsckAAADeAAAADwAAAAAAAAAAAAAAAACYAgAA&#10;ZHJzL2Rvd25yZXYueG1sUEsFBgAAAAAEAAQA9QAAAI4DAAAAAA==&#10;" fillcolor="black" stroked="f"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IKscA&#10;AADeAAAADwAAAGRycy9kb3ducmV2LnhtbERPS08CMRC+m/AfmiHxJl1AeawUAqKJiXDgceA4bofd&#10;ZrfTzbbC6q+nJibe5sv3nNmitZW4UOONYwX9XgKCOHPacK7geHh7mIDwAVlj5ZgUfJOHxbxzN8NU&#10;uyvv6LIPuYgh7FNUUIRQp1L6rCCLvudq4sidXWMxRNjkUjd4jeG2koMkGUmLhmNDgTW9FJSV+y+r&#10;4PQxMpOdocHn5mf1qjdP5Wq7LpW677bLZxCB2vAv/nO/6zh/+Diewu878QY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0CCr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m8oscA&#10;AADeAAAADwAAAGRycy9kb3ducmV2LnhtbESPT0/DMAzF70j7DpEncWMpf4Sqbtk0DSG4cGCAuFqN&#10;15Q2TpdkW7dPjw9I3Gz5+b33W6xG36sjxdQGNnA7K0AR18G23Bj4/Hi+KUGljGyxD0wGzpRgtZxc&#10;LbCy4cTvdNzmRokJpwoNuJyHSutUO/KYZmEgltsuRI9Z1thoG/Ek5r7Xd0XxqD22LAkOB9o4qrvt&#10;wRuI6++n7sKHr664vJ3Ty8+4L9EZcz0d13NQmcb8L/77frVS//6hFA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JvK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SvcsQA&#10;AADeAAAADwAAAGRycy9kb3ducmV2LnhtbERP22oCMRB9L/gPYQRfRLPa0urWKEUoFJSC1g8YN+Pu&#10;0mSybKa69utNQejbHM51FqvOO3WmNtaBDUzGGSjiItiaSwOHr/fRDFQUZIsuMBm4UoTVsvewwNyG&#10;C+/ovJdSpRCOORqoRJpc61hU5DGOQ0OcuFNoPUqCbalti5cU7p2eZtmz9lhzaqiwoXVFxff+xxtw&#10;06Obb17iVq4Hvc1+veyGn9aYQb97ewUl1Mm/+O7+sGn+49NsAn/vpBv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0r3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wX8UA&#10;AADeAAAADwAAAGRycy9kb3ducmV2LnhtbERPTWsCMRC9C/0PYQreNOu2FNkaxVaEvfTg1uJ13Iyb&#10;xWSybFJd++sbodDbPN7nLFaDs+JCfWg9K5hNMxDEtdctNwr2n9vJHESIyBqtZ1JwowCr5cNogYX2&#10;V97RpYqNSCEcClRgYuwKKUNtyGGY+o44cSffO4wJ9o3UPV5TuLMyz7IX6bDl1GCwo3dD9bn6dgo2&#10;VWfzfWnewuHr43i05c+WDhulxo/D+hVEpCH+i//cpU7zn57nO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dnB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9n8sMA&#10;AADeAAAADwAAAGRycy9kb3ducmV2LnhtbERPTWsCMRC9F/ofwhR6q4larKxmFxEFoadaPXgbknF3&#10;dTNZNqm7/ntTKPQ2j/c5y2JwjbhRF2rPGsYjBYLYeFtzqeHwvX2bgwgR2WLjmTTcKUCRPz8tMbO+&#10;5y+67WMpUgiHDDVUMbaZlMFU5DCMfEucuLPvHMYEu1LaDvsU7ho5UWomHdacGipsaV2Rue5/nIbL&#10;Vn56o9AcD8d+Zz9Omxk1SuvXl2G1ABFpiP/iP/fOpvnT9/kUft9JN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9n8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M4cQA&#10;AADeAAAADwAAAGRycy9kb3ducmV2LnhtbERPS2vCQBC+C/0PyxR6040PJKSuokKhtHgwltLjmB2T&#10;kOxs2F01/feuIHibj+85i1VvWnEh52vLCsajBARxYXXNpYKfw8cwBeEDssbWMin4Jw+r5ctggZm2&#10;V97TJQ+liCHsM1RQhdBlUvqiIoN+ZDviyJ2sMxgidKXUDq8x3LRykiRzabDm2FBhR9uKiiY/GwV/&#10;528+7aZfa7cJv7Y/+GZyTBul3l779TuIQH14ih/uTx3nT2fpDO7vx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+DO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8CMYA&#10;AADeAAAADwAAAGRycy9kb3ducmV2LnhtbERPS2sCMRC+F/ofwhR6q1lfZV2NUgXBi6C2h3obN+Pu&#10;4mayTVJd/fWmIPQ2H99zJrPW1OJMzleWFXQ7CQji3OqKCwVfn8u3FIQPyBpry6TgSh5m0+enCWba&#10;XnhL510oRAxhn6GCMoQmk9LnJRn0HdsQR+5oncEQoSukdniJ4aaWvSR5lwYrjg0lNrQoKT/tfo2C&#10;+Sid/2wGvL5tD3vafx9Ow55LlHp9aT/GIAK14V/8cK90nN8fpE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98CMYAAADeAAAADwAAAAAAAAAAAAAAAACYAgAAZHJz&#10;L2Rvd25yZXYueG1sUEsFBgAAAAAEAAQA9QAAAIsDAAAAAA==&#10;" fillcolor="black" stroked="f"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vp1cQA&#10;AADeAAAADwAAAGRycy9kb3ducmV2LnhtbERPTWsCMRC9F/wPYYTeatZaRLZGWQRp6WnVll7HzbhZ&#10;3EyWJI3bf98UCr3N433OejvaXiTyoXOsYD4rQBA3TnfcKng/7R9WIEJE1tg7JgXfFGC7mdytsdTu&#10;xgdKx9iKHMKhRAUmxqGUMjSGLIaZG4gzd3HeYszQt1J7vOVw28vHolhKix3nBoMD7Qw11+OXVZDO&#10;u7papM9kDm++ar2rXz7OtVL307F6BhFpjP/iP/erzvMXT6s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L6d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IR8YA&#10;AADeAAAADwAAAGRycy9kb3ducmV2LnhtbERPTWvCQBC9C/0PyxR60422aJq6ikhb1IttKtjjkJ1m&#10;Q7OzIbuNsb++WxC8zeN9znzZ21p01PrKsYLxKAFBXDhdcang8PEyTEH4gKyxdkwKzuRhubgZzDHT&#10;7sTv1OWhFDGEfYYKTAhNJqUvDFn0I9cQR+7LtRZDhG0pdYunGG5rOUmSqbRYcWww2NDaUPGd/1gF&#10;frx+Pu7s72P3+Wp4n2/N9K00St3d9qsnEIH6cBVf3Bsd598/pDP4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sIR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6F10" w:rsidRDefault="003F6F10" w:rsidP="003F6F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6F10" w:rsidRPr="00DE6ED3" w:rsidRDefault="003F6F10" w:rsidP="003F6F1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6F10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6F10" w:rsidRPr="00DE6ED3" w:rsidRDefault="003F6F10" w:rsidP="003F6F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6F10" w:rsidRPr="00DE6ED3" w:rsidRDefault="003F6F10" w:rsidP="003F6F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F6F10" w:rsidRPr="00DE6ED3" w:rsidRDefault="003F6F10" w:rsidP="003F6F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6F10" w:rsidRPr="00DE6ED3" w:rsidRDefault="003F6F10" w:rsidP="003F6F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.03.2021 року                                        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3F6F10" w:rsidRDefault="003F6F10" w:rsidP="003F6F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F6F10" w:rsidRPr="00B60227" w:rsidRDefault="003F6F10" w:rsidP="003F6F1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3F6F10" w:rsidRDefault="003F6F10" w:rsidP="003F6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договору </w:t>
      </w:r>
      <w:proofErr w:type="spellStart"/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оренди</w:t>
      </w:r>
      <w:proofErr w:type="spellEnd"/>
    </w:p>
    <w:p w:rsidR="003F6F10" w:rsidRPr="00126E65" w:rsidRDefault="003F6F10" w:rsidP="003F6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землі</w:t>
      </w:r>
      <w:proofErr w:type="spellEnd"/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</w:rPr>
        <w:t>.2012 р.</w:t>
      </w:r>
    </w:p>
    <w:p w:rsidR="003F6F10" w:rsidRDefault="003F6F10" w:rsidP="003F6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6F10" w:rsidRDefault="003F6F10" w:rsidP="003F6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6F10" w:rsidRPr="00126E65" w:rsidRDefault="003F6F10" w:rsidP="003F6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6F10" w:rsidRPr="00126E65" w:rsidRDefault="003F6F10" w:rsidP="003F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 пункту 34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частини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26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місцеве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самоврядування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31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оренду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реє</w:t>
      </w:r>
      <w:proofErr w:type="gram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</w:t>
      </w:r>
      <w:proofErr w:type="gram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14.11.2012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сільська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рада </w:t>
      </w:r>
    </w:p>
    <w:p w:rsidR="003F6F10" w:rsidRDefault="003F6F10" w:rsidP="003F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3F6F10" w:rsidRPr="00126E65" w:rsidRDefault="003F6F10" w:rsidP="003F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F6F10" w:rsidRPr="00126E65" w:rsidRDefault="003F6F10" w:rsidP="003F6F10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Розірвати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Договір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оренди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від</w:t>
      </w:r>
      <w:r>
        <w:rPr>
          <w:rFonts w:ascii="Times New Roman" w:eastAsia="Calibri" w:hAnsi="Times New Roman" w:cs="Times New Roman"/>
          <w:sz w:val="24"/>
          <w:szCs w:val="24"/>
        </w:rPr>
        <w:t xml:space="preserve">23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реєстрі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№6823900040007176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14.11.2012 р. та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укладеного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Славутською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районною державною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адміністрацією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Шуст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Ніною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ікторівною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яким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передано  в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довгострокове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14,4555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сінокосіння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випасання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худоби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 6823984700:05:007:0001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шляхом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укладення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відповідної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додаткової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угоди.</w:t>
      </w:r>
    </w:p>
    <w:p w:rsidR="003F6F10" w:rsidRPr="00126E65" w:rsidRDefault="003F6F10" w:rsidP="003F6F10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Уповноважити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сільського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голову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Валерія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Михалюка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  Шуст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Ніною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Вікторівною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додаткову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угоду про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Договору,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зазначеного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пункті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цього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3F6F10" w:rsidRPr="00126E65" w:rsidRDefault="003F6F10" w:rsidP="003F6F10">
      <w:pPr>
        <w:numPr>
          <w:ilvl w:val="0"/>
          <w:numId w:val="12"/>
        </w:numPr>
        <w:tabs>
          <w:tab w:val="left" w:pos="708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Контроль за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26E6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житлово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комунального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енергозбереження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та транспорту та 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інфраструктури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126E65">
        <w:rPr>
          <w:rFonts w:ascii="Times New Roman" w:eastAsia="Calibri" w:hAnsi="Times New Roman" w:cs="Times New Roman"/>
          <w:sz w:val="24"/>
          <w:szCs w:val="24"/>
        </w:rPr>
        <w:t>Качаровський</w:t>
      </w:r>
      <w:proofErr w:type="spellEnd"/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М.Г.).</w:t>
      </w: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proofErr w:type="spellStart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Сільський</w:t>
      </w:r>
      <w:proofErr w:type="spellEnd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</w:t>
      </w:r>
      <w:proofErr w:type="spellStart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Валерій</w:t>
      </w:r>
      <w:proofErr w:type="spellEnd"/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МИХАЛЮК </w:t>
      </w: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F6F10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F6F10" w:rsidRPr="00126E65" w:rsidRDefault="003F6F10" w:rsidP="003F6F10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Додаток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ішенням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сесії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ради </w:t>
      </w:r>
    </w:p>
    <w:p w:rsidR="003F6F10" w:rsidRPr="00126E65" w:rsidRDefault="003F6F10" w:rsidP="003F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25.03.2021 р. №___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23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серпня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2012 року 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«__»___________2021 року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Шуст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Ніна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Вікторівна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ідставі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паспорта ___________________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виданий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Сторона 1),  з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однієї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 та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рада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spellEnd"/>
      <w:proofErr w:type="gram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року № ___ «Про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.2012 р.»(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Сторона 2), з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окремо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«Сторона»)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ідповідно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23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.08.2012 р.,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зареєстрованого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Державному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реєстрі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14.11.2012 р. (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далі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Договір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та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31 Закону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оренду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уклали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угоду до Договору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, (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іменується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"Угода") про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F6F10" w:rsidRPr="00126E65" w:rsidRDefault="003F6F10" w:rsidP="003F6F10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взаємною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згодою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вирішили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достроково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розірвати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Догові</w:t>
      </w:r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передано в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довгострокове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14,4555</w:t>
      </w:r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га, для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сінокосіння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випасання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sz w:val="24"/>
          <w:szCs w:val="24"/>
        </w:rPr>
        <w:t>худоби</w:t>
      </w:r>
      <w:proofErr w:type="spellEnd"/>
      <w:r w:rsidRPr="00126E6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6823984700:05:007:0001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6F10" w:rsidRPr="00126E65" w:rsidRDefault="003F6F10" w:rsidP="003F6F10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Дострокове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звільняє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зобов’язань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виникли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них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відповідальності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порушення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яке мало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під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6F10" w:rsidRPr="00126E65" w:rsidRDefault="003F6F10" w:rsidP="003F6F10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вимагати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повернення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того,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виконане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ними за Договором,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домоменту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6F10" w:rsidRPr="00126E65" w:rsidRDefault="003F6F10" w:rsidP="003F6F10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повному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мовою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двох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силу – по одному для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кожної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Сторін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6F10" w:rsidRPr="00126E65" w:rsidRDefault="003F6F10" w:rsidP="003F6F10">
      <w:pPr>
        <w:numPr>
          <w:ilvl w:val="0"/>
          <w:numId w:val="13"/>
        </w:numPr>
        <w:shd w:val="clear" w:color="auto" w:fill="FFFFFF"/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Ця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набирає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чинності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моменту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ідписання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Сторонами та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скріплення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печатками </w:t>
      </w:r>
      <w:proofErr w:type="spellStart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Сторін</w:t>
      </w:r>
      <w:proofErr w:type="spellEnd"/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6F10" w:rsidRPr="00126E65" w:rsidRDefault="003F6F10" w:rsidP="003F6F10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5"/>
        <w:gridCol w:w="4746"/>
      </w:tblGrid>
      <w:tr w:rsidR="003F6F10" w:rsidRPr="00126E65" w:rsidTr="00E30BD2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Шуст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НінаВікторівна</w:t>
            </w:r>
            <w:proofErr w:type="spellEnd"/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рада</w:t>
            </w:r>
          </w:p>
        </w:tc>
      </w:tr>
      <w:tr w:rsidR="003F6F10" w:rsidRPr="00126E65" w:rsidTr="00E30BD2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  <w:proofErr w:type="spellEnd"/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26E65">
              <w:rPr>
                <w:rFonts w:ascii="Times New Roman" w:hAnsi="Times New Roman"/>
                <w:sz w:val="24"/>
                <w:szCs w:val="24"/>
              </w:rPr>
              <w:t>Шепетівський</w:t>
            </w:r>
            <w:proofErr w:type="spellEnd"/>
            <w:r w:rsidRPr="00126E65">
              <w:rPr>
                <w:rFonts w:ascii="Times New Roman" w:hAnsi="Times New Roman"/>
                <w:sz w:val="24"/>
                <w:szCs w:val="24"/>
              </w:rPr>
              <w:t>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</w:t>
            </w:r>
            <w:proofErr w:type="spell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Хмельницька</w:t>
            </w:r>
            <w:proofErr w:type="spell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область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</w:t>
            </w:r>
            <w:proofErr w:type="spell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_________________________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gramStart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__________________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F10" w:rsidRPr="00126E65" w:rsidRDefault="003F6F10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вул. Б. Хмельницького, 106,</w:t>
            </w:r>
          </w:p>
          <w:p w:rsidR="003F6F10" w:rsidRPr="00126E65" w:rsidRDefault="003F6F10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с. Крупець, 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Славутський</w:t>
            </w:r>
            <w:proofErr w:type="spellEnd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</w:p>
          <w:p w:rsidR="003F6F10" w:rsidRPr="00126E65" w:rsidRDefault="003F6F10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Шепетівський</w:t>
            </w:r>
            <w:proofErr w:type="spellEnd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) р-н,</w:t>
            </w:r>
          </w:p>
          <w:p w:rsidR="003F6F10" w:rsidRPr="00126E65" w:rsidRDefault="003F6F10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3F6F10" w:rsidRPr="00126E65" w:rsidTr="00E30BD2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F10" w:rsidRPr="00126E65" w:rsidRDefault="003F6F10" w:rsidP="00E30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__________Г. Шуст</w:t>
            </w: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F10" w:rsidRPr="00126E65" w:rsidRDefault="003F6F10" w:rsidP="00E30BD2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Сільський голова _________В. </w:t>
            </w:r>
            <w:proofErr w:type="spellStart"/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Михалюк</w:t>
            </w:r>
            <w:proofErr w:type="spellEnd"/>
          </w:p>
        </w:tc>
      </w:tr>
    </w:tbl>
    <w:p w:rsidR="003F6F10" w:rsidRDefault="003F6F10" w:rsidP="003F6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6BC" w:rsidRPr="003F6F10" w:rsidRDefault="002A46BC">
      <w:pPr>
        <w:rPr>
          <w:lang w:val="en-US"/>
        </w:rPr>
      </w:pPr>
      <w:bookmarkStart w:id="0" w:name="_GoBack"/>
      <w:bookmarkEnd w:id="0"/>
    </w:p>
    <w:sectPr w:rsidR="002A46BC" w:rsidRPr="003F6F10" w:rsidSect="00BC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6D" w:rsidRDefault="00E7396D">
      <w:pPr>
        <w:spacing w:after="0" w:line="240" w:lineRule="auto"/>
      </w:pPr>
      <w:r>
        <w:separator/>
      </w:r>
    </w:p>
  </w:endnote>
  <w:endnote w:type="continuationSeparator" w:id="0">
    <w:p w:rsidR="00E7396D" w:rsidRDefault="00E7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6D" w:rsidRDefault="00E7396D">
      <w:pPr>
        <w:spacing w:after="0" w:line="240" w:lineRule="auto"/>
      </w:pPr>
      <w:r>
        <w:separator/>
      </w:r>
    </w:p>
  </w:footnote>
  <w:footnote w:type="continuationSeparator" w:id="0">
    <w:p w:rsidR="00E7396D" w:rsidRDefault="00E73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10"/>
    <w:rsid w:val="002A46BC"/>
    <w:rsid w:val="003F6F10"/>
    <w:rsid w:val="00E7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1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3F6F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1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customStyle="1" w:styleId="12">
    <w:name w:val="Сетка таблицы1"/>
    <w:basedOn w:val="a1"/>
    <w:uiPriority w:val="59"/>
    <w:rsid w:val="003F6F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2021-03-20T05:03:00Z</dcterms:created>
  <dcterms:modified xsi:type="dcterms:W3CDTF">2021-03-20T05:04:00Z</dcterms:modified>
</cp:coreProperties>
</file>