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7E5B" w:rsidRPr="00AF2E62" w:rsidRDefault="00E77E5B" w:rsidP="00E77E5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E77E5B" w:rsidRPr="00AF2E62" w:rsidRDefault="00E77E5B" w:rsidP="00E77E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F2352A8" wp14:editId="7926C88D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000" name="Группа 140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0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0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1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2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7E5B" w:rsidRDefault="00E77E5B" w:rsidP="00E77E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F2352A8" id="Группа 1400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" fillcolor="black" stroked="f"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" fillcolor="black" stroked="f"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77E5B" w:rsidRDefault="00E77E5B" w:rsidP="00E77E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77E5B" w:rsidRPr="00AF2E62" w:rsidRDefault="00E77E5B" w:rsidP="00E77E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7E5B" w:rsidRPr="00AF2E62" w:rsidRDefault="00E77E5B" w:rsidP="00E77E5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7E5B" w:rsidRPr="00AF2E62" w:rsidRDefault="00E77E5B" w:rsidP="00E77E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7E5B" w:rsidRPr="00AF2E62" w:rsidRDefault="00E77E5B" w:rsidP="00E77E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7E5B" w:rsidRPr="00AF2E62" w:rsidRDefault="00E77E5B" w:rsidP="00E77E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E77E5B" w:rsidRPr="00AF2E62" w:rsidRDefault="00E77E5B" w:rsidP="00E77E5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E77E5B" w:rsidRPr="00AF2E62" w:rsidRDefault="00E77E5B" w:rsidP="00E77E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E77E5B" w:rsidRPr="00AF2E62" w:rsidRDefault="00E77E5B" w:rsidP="00E77E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E77E5B" w:rsidRPr="00AF2E62" w:rsidRDefault="00E77E5B" w:rsidP="00E77E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7E5B" w:rsidRPr="00AF2E62" w:rsidRDefault="00E77E5B" w:rsidP="00E77E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E77E5B" w:rsidRPr="00AF2E62" w:rsidRDefault="00E77E5B" w:rsidP="00E77E5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E77E5B" w:rsidRPr="00AF2E62" w:rsidRDefault="00E77E5B" w:rsidP="00E77E5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E77E5B" w:rsidRPr="00AF2E62" w:rsidRDefault="00E77E5B" w:rsidP="00E77E5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E77E5B" w:rsidRPr="00AF2E62" w:rsidRDefault="00E77E5B" w:rsidP="00E77E5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E77E5B" w:rsidRPr="00AF2E62" w:rsidRDefault="00E77E5B" w:rsidP="00E77E5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77E5B" w:rsidRPr="00AF2E62" w:rsidRDefault="00E77E5B" w:rsidP="00E77E5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77E5B" w:rsidRPr="00AF2E62" w:rsidRDefault="00E77E5B" w:rsidP="00E77E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E77E5B" w:rsidRPr="00AF2E62" w:rsidRDefault="00E77E5B" w:rsidP="00E77E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E77E5B" w:rsidRPr="00AF2E62" w:rsidRDefault="00E77E5B" w:rsidP="00E77E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Нікітіну С.М.</w:t>
      </w:r>
    </w:p>
    <w:p w:rsidR="00E77E5B" w:rsidRPr="00AF2E62" w:rsidRDefault="00E77E5B" w:rsidP="00E77E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E77E5B" w:rsidRPr="00AF2E62" w:rsidRDefault="00E77E5B" w:rsidP="00E77E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E77E5B" w:rsidRPr="00AF2E62" w:rsidRDefault="00E77E5B" w:rsidP="00E77E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Нікітіну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С.М.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  <w:proofErr w:type="gramEnd"/>
    </w:p>
    <w:p w:rsidR="00E77E5B" w:rsidRPr="00AF2E62" w:rsidRDefault="00E77E5B" w:rsidP="00E77E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E77E5B" w:rsidRPr="00AF2E62" w:rsidRDefault="00E77E5B" w:rsidP="00E77E5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77E5B" w:rsidRPr="00AF2E62" w:rsidRDefault="00E77E5B" w:rsidP="00E77E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>Нікітіну  Сергію Миколайовичу, який  зареєстрований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за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81F28">
        <w:rPr>
          <w:rFonts w:ascii="Times New Roman" w:eastAsia="Calibri" w:hAnsi="Times New Roman" w:cs="Times New Roman"/>
          <w:sz w:val="24"/>
          <w:lang w:eastAsia="en-US"/>
        </w:rPr>
        <w:t>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0,08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F048CF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ОК СТ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«Енергетик ХАЕС»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E77E5B" w:rsidRPr="00AF2E62" w:rsidRDefault="00E77E5B" w:rsidP="00E77E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Нікітіну  С.М.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77E5B" w:rsidRPr="00AF2E62" w:rsidRDefault="00E77E5B" w:rsidP="00E77E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77E5B" w:rsidRPr="00AF2E62" w:rsidRDefault="00E77E5B" w:rsidP="00E77E5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77E5B" w:rsidRPr="00AF2E62" w:rsidRDefault="00E77E5B" w:rsidP="00E77E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77E5B" w:rsidRPr="00AF2E62" w:rsidRDefault="00E77E5B" w:rsidP="00E77E5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77E5B" w:rsidRDefault="00E77E5B" w:rsidP="00E77E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77E5B" w:rsidRDefault="00E77E5B" w:rsidP="00E77E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77E5B" w:rsidRDefault="00E77E5B" w:rsidP="00E77E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77E5B" w:rsidRDefault="00E77E5B" w:rsidP="00E77E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22A87" w:rsidRPr="00E77E5B" w:rsidRDefault="00E77E5B" w:rsidP="00E77E5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22A87" w:rsidRPr="00E77E5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E5B"/>
    <w:rsid w:val="00222A87"/>
    <w:rsid w:val="00281F28"/>
    <w:rsid w:val="00E77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E5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E5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53</TotalTime>
  <Pages>1</Pages>
  <Words>236</Words>
  <Characters>1347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2021-06-22T08:25:00Z</dcterms:created>
  <dcterms:modified xsi:type="dcterms:W3CDTF">2021-06-22T13:47:00Z</dcterms:modified>
</cp:coreProperties>
</file>