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1B6" w:rsidRDefault="00913822" w:rsidP="00E711B6">
      <w:pPr>
        <w:jc w:val="both"/>
        <w:rPr>
          <w:rFonts w:ascii="Times New Roman" w:hAnsi="Times New Roman" w:cs="Times New Roman"/>
        </w:rPr>
      </w:pPr>
      <w:r w:rsidRPr="0091382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711B6" w:rsidRDefault="00E711B6" w:rsidP="00E71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11B6" w:rsidRDefault="00E711B6" w:rsidP="00E711B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711B6" w:rsidRDefault="00E711B6" w:rsidP="00E711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1B6" w:rsidRDefault="00E711B6" w:rsidP="00E711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11B6" w:rsidRPr="00012D37" w:rsidRDefault="00E711B6" w:rsidP="00E711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№25</w:t>
      </w: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E711B6" w:rsidRPr="00012D37" w:rsidRDefault="00E711B6" w:rsidP="00E711B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Гаврилюку С.М.</w:t>
      </w:r>
    </w:p>
    <w:p w:rsidR="00E711B6" w:rsidRPr="00012D37" w:rsidRDefault="00E711B6" w:rsidP="00E711B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Гаврилюка С.М.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Гаврилюку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Сергію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Миколайовичу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527E90" w:rsidRPr="00527E9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 для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езалежності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102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2.Гаврилюку С.М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E711B6" w:rsidRPr="00E711B6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711B6" w:rsidRPr="00012D37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641FF" w:rsidRPr="00E711B6" w:rsidRDefault="00E711B6" w:rsidP="00E711B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D641FF" w:rsidRPr="00E711B6" w:rsidSect="00D641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711B6"/>
    <w:rsid w:val="00171A2E"/>
    <w:rsid w:val="00304C90"/>
    <w:rsid w:val="0034565F"/>
    <w:rsid w:val="00505B6D"/>
    <w:rsid w:val="00527E90"/>
    <w:rsid w:val="006D3977"/>
    <w:rsid w:val="007D6C18"/>
    <w:rsid w:val="00913822"/>
    <w:rsid w:val="00D1641A"/>
    <w:rsid w:val="00D641FF"/>
    <w:rsid w:val="00D836BA"/>
    <w:rsid w:val="00E71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1B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2019-12-17T13:43:00Z</dcterms:created>
  <dcterms:modified xsi:type="dcterms:W3CDTF">2019-12-17T14:43:00Z</dcterms:modified>
</cp:coreProperties>
</file>