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B64" w:rsidRPr="00B623A8" w:rsidRDefault="00B7591F" w:rsidP="006B7B64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pict>
          <v:group 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B7B64" w:rsidRDefault="006B7B64" w:rsidP="006B7B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B7B64" w:rsidRDefault="006B7B64" w:rsidP="006B7B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B7B64" w:rsidRDefault="006B7B64" w:rsidP="006B7B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B7B64" w:rsidRDefault="006B7B64" w:rsidP="006B7B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B7B64" w:rsidRDefault="006B7B64" w:rsidP="006B7B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B7B64" w:rsidRDefault="006B7B64" w:rsidP="006B7B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B7B64" w:rsidRDefault="006B7B64" w:rsidP="006B7B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B7B64" w:rsidRDefault="006B7B64" w:rsidP="006B7B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B7B64" w:rsidRDefault="006B7B64" w:rsidP="006B7B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B7B64" w:rsidRDefault="006B7B64" w:rsidP="006B7B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B7B64" w:rsidRDefault="006B7B64" w:rsidP="006B7B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B7B64" w:rsidRDefault="006B7B64" w:rsidP="006B7B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B7B64" w:rsidRDefault="006B7B64" w:rsidP="006B7B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B7B64" w:rsidRDefault="006B7B64" w:rsidP="006B7B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B7B64" w:rsidRDefault="006B7B64" w:rsidP="006B7B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B7B64" w:rsidRDefault="006B7B64" w:rsidP="006B7B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B7B64" w:rsidRDefault="006B7B64" w:rsidP="006B7B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B7B64" w:rsidRDefault="006B7B64" w:rsidP="006B7B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B7B64" w:rsidRDefault="006B7B64" w:rsidP="006B7B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B7B64" w:rsidRDefault="006B7B64" w:rsidP="006B7B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<v:textbox>
                <w:txbxContent>
                  <w:p w:rsidR="006B7B64" w:rsidRDefault="006B7B64" w:rsidP="006B7B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B7B64" w:rsidRDefault="006B7B64" w:rsidP="006B7B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B7B64" w:rsidRDefault="006B7B64" w:rsidP="006B7B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B7B64" w:rsidRDefault="006B7B64" w:rsidP="006B7B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B7B64" w:rsidRDefault="006B7B64" w:rsidP="006B7B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B7B64" w:rsidRDefault="006B7B64" w:rsidP="006B7B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B7B64" w:rsidRDefault="006B7B64" w:rsidP="006B7B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<v:textbox>
                <w:txbxContent>
                  <w:p w:rsidR="006B7B64" w:rsidRDefault="006B7B64" w:rsidP="006B7B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B7B64" w:rsidRDefault="006B7B64" w:rsidP="006B7B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B7B64" w:rsidRDefault="006B7B64" w:rsidP="006B7B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B7B64" w:rsidRDefault="006B7B64" w:rsidP="006B7B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7B64" w:rsidRDefault="006B7B64" w:rsidP="006B7B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7B64" w:rsidRDefault="006B7B64" w:rsidP="006B7B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7B64" w:rsidRDefault="006B7B64" w:rsidP="006B7B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7B64" w:rsidRDefault="006B7B64" w:rsidP="006B7B6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                                                                    УКРАЇНА</w:t>
      </w:r>
    </w:p>
    <w:p w:rsidR="006B7B64" w:rsidRDefault="006B7B64" w:rsidP="006B7B6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B7B64" w:rsidRDefault="006B7B64" w:rsidP="006B7B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B7B64" w:rsidRDefault="006B7B64" w:rsidP="006B7B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B7B64" w:rsidRDefault="006B7B64" w:rsidP="006B7B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7B64" w:rsidRDefault="006B7B64" w:rsidP="006B7B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B7B64" w:rsidRDefault="006B7B64" w:rsidP="006B7B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7B64" w:rsidRDefault="006B7B64" w:rsidP="006B7B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B7B64" w:rsidRDefault="006B7B64" w:rsidP="006B7B6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B7B64" w:rsidRPr="006E3F23" w:rsidRDefault="006B7B64" w:rsidP="006B7B6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27.11.2020 року                                            Крупець                                                       №104</w:t>
      </w:r>
    </w:p>
    <w:p w:rsidR="006B7B64" w:rsidRPr="00F31180" w:rsidRDefault="006B7B64" w:rsidP="006B7B6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B7B64" w:rsidRPr="00795279" w:rsidRDefault="006B7B64" w:rsidP="006B7B64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</w:rPr>
      </w:pPr>
      <w:r w:rsidRPr="00795279">
        <w:rPr>
          <w:rFonts w:ascii="Times New Roman" w:eastAsia="Times New Roman" w:hAnsi="Times New Roman" w:cs="Times New Roman"/>
          <w:b/>
          <w:sz w:val="24"/>
        </w:rPr>
        <w:t xml:space="preserve">Про надання дозволу на розробку </w:t>
      </w:r>
    </w:p>
    <w:p w:rsidR="006B7B64" w:rsidRPr="00795279" w:rsidRDefault="006B7B64" w:rsidP="006B7B6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r w:rsidRPr="00795279">
        <w:rPr>
          <w:rFonts w:ascii="Times New Roman" w:eastAsia="Times New Roman" w:hAnsi="Times New Roman" w:cs="Times New Roman"/>
          <w:b/>
          <w:sz w:val="24"/>
        </w:rPr>
        <w:t xml:space="preserve">проекту  із землеустрою  щодо </w:t>
      </w:r>
    </w:p>
    <w:p w:rsidR="006B7B64" w:rsidRPr="00795279" w:rsidRDefault="006B7B64" w:rsidP="006B7B6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r w:rsidRPr="00795279">
        <w:rPr>
          <w:rFonts w:ascii="Times New Roman" w:eastAsia="Times New Roman" w:hAnsi="Times New Roman" w:cs="Times New Roman"/>
          <w:b/>
          <w:sz w:val="24"/>
        </w:rPr>
        <w:t>відведення земельної  ділянки</w:t>
      </w:r>
    </w:p>
    <w:p w:rsidR="006B7B64" w:rsidRPr="00795279" w:rsidRDefault="006B7B64" w:rsidP="006B7B6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proofErr w:type="spellStart"/>
      <w:r w:rsidRPr="00795279">
        <w:rPr>
          <w:rFonts w:ascii="Times New Roman" w:eastAsia="Times New Roman" w:hAnsi="Times New Roman" w:cs="Times New Roman"/>
          <w:b/>
          <w:sz w:val="24"/>
        </w:rPr>
        <w:t>Мрочко</w:t>
      </w:r>
      <w:proofErr w:type="spellEnd"/>
      <w:r w:rsidRPr="00795279">
        <w:rPr>
          <w:rFonts w:ascii="Times New Roman" w:eastAsia="Times New Roman" w:hAnsi="Times New Roman" w:cs="Times New Roman"/>
          <w:b/>
          <w:sz w:val="24"/>
        </w:rPr>
        <w:t xml:space="preserve"> М.М.</w:t>
      </w:r>
    </w:p>
    <w:p w:rsidR="006B7B64" w:rsidRPr="00795279" w:rsidRDefault="006B7B64" w:rsidP="006B7B6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</w:rPr>
      </w:pPr>
    </w:p>
    <w:p w:rsidR="006B7B64" w:rsidRPr="00795279" w:rsidRDefault="006B7B64" w:rsidP="006B7B6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795279">
        <w:rPr>
          <w:rFonts w:ascii="Times New Roman" w:eastAsia="Times New Roman" w:hAnsi="Times New Roman" w:cs="Times New Roman"/>
          <w:sz w:val="24"/>
        </w:rPr>
        <w:t xml:space="preserve">          Відповідно до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795279">
        <w:rPr>
          <w:rFonts w:ascii="Times New Roman" w:eastAsia="Times New Roman" w:hAnsi="Times New Roman" w:cs="Times New Roman"/>
          <w:sz w:val="24"/>
        </w:rPr>
        <w:t xml:space="preserve">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 </w:t>
      </w:r>
      <w:proofErr w:type="spellStart"/>
      <w:r w:rsidRPr="00795279">
        <w:rPr>
          <w:rFonts w:ascii="Times New Roman" w:eastAsia="Times New Roman" w:hAnsi="Times New Roman" w:cs="Times New Roman"/>
          <w:sz w:val="24"/>
        </w:rPr>
        <w:t>Мрочко</w:t>
      </w:r>
      <w:proofErr w:type="spellEnd"/>
      <w:r w:rsidRPr="00795279">
        <w:rPr>
          <w:rFonts w:ascii="Times New Roman" w:eastAsia="Times New Roman" w:hAnsi="Times New Roman" w:cs="Times New Roman"/>
          <w:sz w:val="24"/>
        </w:rPr>
        <w:t xml:space="preserve"> М.М., сільська рада </w:t>
      </w:r>
    </w:p>
    <w:p w:rsidR="006B7B64" w:rsidRPr="00795279" w:rsidRDefault="006B7B64" w:rsidP="006B7B64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</w:rPr>
      </w:pPr>
      <w:r w:rsidRPr="00795279">
        <w:rPr>
          <w:rFonts w:ascii="Times New Roman" w:eastAsia="Times New Roman" w:hAnsi="Times New Roman" w:cs="Times New Roman"/>
          <w:sz w:val="24"/>
        </w:rPr>
        <w:t>ВИРІШИЛА:</w:t>
      </w:r>
    </w:p>
    <w:p w:rsidR="006B7B64" w:rsidRPr="00795279" w:rsidRDefault="006B7B64" w:rsidP="006B7B6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shd w:val="clear" w:color="auto" w:fill="FFFFFF"/>
        </w:rPr>
      </w:pPr>
      <w:r w:rsidRPr="00795279">
        <w:rPr>
          <w:rFonts w:ascii="Times New Roman" w:eastAsia="Times New Roman" w:hAnsi="Times New Roman" w:cs="Times New Roman"/>
          <w:sz w:val="24"/>
        </w:rPr>
        <w:t xml:space="preserve">        1. Надати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Times New Roman" w:hAnsi="Times New Roman" w:cs="Times New Roman"/>
          <w:sz w:val="24"/>
        </w:rPr>
        <w:t>Мрочко</w:t>
      </w:r>
      <w:proofErr w:type="spellEnd"/>
      <w:r w:rsidRPr="00795279">
        <w:rPr>
          <w:rFonts w:ascii="Times New Roman" w:eastAsia="Times New Roman" w:hAnsi="Times New Roman" w:cs="Times New Roman"/>
          <w:sz w:val="24"/>
        </w:rPr>
        <w:t xml:space="preserve"> Марії Михайлівні,  яка зареєстрована за </w:t>
      </w:r>
      <w:proofErr w:type="spellStart"/>
      <w:r w:rsidRPr="00795279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795279">
        <w:rPr>
          <w:rFonts w:ascii="Times New Roman" w:eastAsia="Times New Roman" w:hAnsi="Times New Roman" w:cs="Times New Roman"/>
          <w:sz w:val="24"/>
        </w:rPr>
        <w:t xml:space="preserve">: </w:t>
      </w:r>
      <w:r w:rsidR="00B7591F" w:rsidRPr="00B7591F">
        <w:rPr>
          <w:rFonts w:ascii="Times New Roman" w:eastAsia="Times New Roman" w:hAnsi="Times New Roman" w:cs="Times New Roman"/>
          <w:sz w:val="24"/>
        </w:rPr>
        <w:t>___________________</w:t>
      </w:r>
      <w:bookmarkStart w:id="0" w:name="_GoBack"/>
      <w:bookmarkEnd w:id="0"/>
      <w:r w:rsidRPr="00795279">
        <w:rPr>
          <w:rFonts w:ascii="Times New Roman" w:eastAsia="Calibri" w:hAnsi="Times New Roman" w:cs="Times New Roman"/>
          <w:sz w:val="24"/>
        </w:rPr>
        <w:t>,</w:t>
      </w:r>
      <w:r w:rsidRPr="00795279">
        <w:rPr>
          <w:rFonts w:ascii="Times New Roman" w:eastAsia="Times New Roman" w:hAnsi="Times New Roman" w:cs="Times New Roman"/>
          <w:sz w:val="24"/>
        </w:rPr>
        <w:t xml:space="preserve">  дозвіл на розробку проекту із землеустрою щодо відведення земельної ділянки для передачі її у власність, орієнтовною площею 0,2500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795279">
        <w:rPr>
          <w:rFonts w:ascii="Times New Roman" w:eastAsia="Times New Roman" w:hAnsi="Times New Roman" w:cs="Times New Roman"/>
          <w:sz w:val="24"/>
        </w:rPr>
        <w:t>га, для будівництва та обслуговування житлового будинку, господарських будівель і споруд, яка розташована в с.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95279">
        <w:rPr>
          <w:rFonts w:ascii="Times New Roman" w:eastAsia="Times New Roman" w:hAnsi="Times New Roman" w:cs="Times New Roman"/>
          <w:sz w:val="24"/>
        </w:rPr>
        <w:t>Комарівка</w:t>
      </w:r>
      <w:proofErr w:type="spellEnd"/>
      <w:r w:rsidRPr="00795279">
        <w:rPr>
          <w:rFonts w:ascii="Times New Roman" w:eastAsia="Times New Roman" w:hAnsi="Times New Roman" w:cs="Times New Roman"/>
          <w:sz w:val="24"/>
        </w:rPr>
        <w:t xml:space="preserve"> по вулиці Лесі Українки</w:t>
      </w:r>
      <w:r w:rsidRPr="00795279">
        <w:rPr>
          <w:rFonts w:ascii="Times New Roman" w:eastAsia="Arial Unicode MS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6B7B64" w:rsidRPr="00795279" w:rsidRDefault="006B7B64" w:rsidP="006B7B6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795279">
        <w:rPr>
          <w:rFonts w:ascii="Times New Roman" w:eastAsia="Times New Roman" w:hAnsi="Times New Roman" w:cs="Times New Roman"/>
          <w:sz w:val="24"/>
        </w:rPr>
        <w:t xml:space="preserve">    2. </w:t>
      </w:r>
      <w:proofErr w:type="spellStart"/>
      <w:r w:rsidRPr="00795279">
        <w:rPr>
          <w:rFonts w:ascii="Times New Roman" w:eastAsia="Times New Roman" w:hAnsi="Times New Roman" w:cs="Times New Roman"/>
          <w:sz w:val="24"/>
        </w:rPr>
        <w:t>Мрочко</w:t>
      </w:r>
      <w:proofErr w:type="spellEnd"/>
      <w:r w:rsidRPr="00795279">
        <w:rPr>
          <w:rFonts w:ascii="Times New Roman" w:eastAsia="Times New Roman" w:hAnsi="Times New Roman" w:cs="Times New Roman"/>
          <w:sz w:val="24"/>
        </w:rPr>
        <w:t xml:space="preserve"> М.М.,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6B7B64" w:rsidRPr="00795279" w:rsidRDefault="006B7B64" w:rsidP="006B7B6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B7B64" w:rsidRPr="00795279" w:rsidRDefault="006B7B64" w:rsidP="006B7B6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B7B64" w:rsidRPr="00795279" w:rsidRDefault="006B7B64" w:rsidP="006B7B6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6B7B64" w:rsidRPr="00795279" w:rsidRDefault="006B7B64" w:rsidP="006B7B64">
      <w:pPr>
        <w:rPr>
          <w:rFonts w:ascii="Times New Roman" w:eastAsia="Calibri" w:hAnsi="Times New Roman" w:cs="Times New Roman"/>
          <w:sz w:val="24"/>
        </w:rPr>
      </w:pPr>
    </w:p>
    <w:p w:rsidR="006B7B64" w:rsidRPr="00795279" w:rsidRDefault="006B7B64" w:rsidP="006B7B64">
      <w:pPr>
        <w:rPr>
          <w:rFonts w:ascii="Times New Roman" w:eastAsia="Calibri" w:hAnsi="Times New Roman" w:cs="Times New Roman"/>
          <w:sz w:val="24"/>
        </w:rPr>
      </w:pPr>
    </w:p>
    <w:p w:rsidR="008F3C7A" w:rsidRPr="006B7B64" w:rsidRDefault="006B7B64" w:rsidP="006B7B6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795279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Валерій   МИХАЛЮК</w:t>
      </w:r>
    </w:p>
    <w:sectPr w:rsidR="008F3C7A" w:rsidRPr="006B7B6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6B7B64"/>
    <w:rsid w:val="00171A2E"/>
    <w:rsid w:val="00304C90"/>
    <w:rsid w:val="00505B6D"/>
    <w:rsid w:val="006B7B64"/>
    <w:rsid w:val="006D3977"/>
    <w:rsid w:val="007D6C18"/>
    <w:rsid w:val="008F3C7A"/>
    <w:rsid w:val="00B7591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B64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6B7B6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6B7B64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B7B64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240</Words>
  <Characters>1369</Characters>
  <Application>Microsoft Office Word</Application>
  <DocSecurity>0</DocSecurity>
  <Lines>11</Lines>
  <Paragraphs>3</Paragraphs>
  <ScaleCrop>false</ScaleCrop>
  <Company>Microsoft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2020-12-02T07:16:00Z</dcterms:created>
  <dcterms:modified xsi:type="dcterms:W3CDTF">2020-12-02T07:20:00Z</dcterms:modified>
</cp:coreProperties>
</file>