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59E" w:rsidRPr="00B623A8" w:rsidRDefault="00452261" w:rsidP="00D0359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zC/sYA&#10;AADdAAAADwAAAGRycy9kb3ducmV2LnhtbESPS2vDMBCE74X8B7GB3ho5dkkTJ0oIpS0+BEoevi/W&#10;+kGslbFU2/33VaHQ4zAz3zC7w2RaMVDvGssKlosIBHFhdcOVgtv1/WkNwnlkja1lUvBNDg772cMO&#10;U21HPtNw8ZUIEHYpKqi971IpXVGTQbewHXHwStsb9EH2ldQ9jgFuWhlH0UoabDgs1NjRa03F/fJl&#10;FNjkIzvlVXxO3vjF8/FzXebTSanH+XTcgvA0+f/wXzvTCp5Xmxh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zC/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aja8kA&#10;AADdAAAADwAAAGRycy9kb3ducmV2LnhtbESPT2sCMRTE74LfIbyCF6nZ/mFbt0YpwrbVQ0Fb6PWx&#10;ed2s3bwsSdStn74pCB6HmfkNM1v0thUH8qFxrOBmkoEgrpxuuFbw+VFeP4IIEVlj65gU/FKAxXw4&#10;mGGh3ZE3dNjGWiQIhwIVmBi7QspQGbIYJq4jTt638xZjkr6W2uMxwW0rb7MslxYbTgsGO1oaqn62&#10;e6tgV76br+XD6cWPpxs6jcv1a7vKlRpd9c9PICL18RI+t9+0gvt8egf/b9ITk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Uaja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dZYMMA&#10;AADdAAAADwAAAGRycy9kb3ducmV2LnhtbESP3YrCMBCF7wXfIYzgjWiqK6LVKCLrsngj/jzA0IxN&#10;sZmUJmvr25sFwcvD+fk4q01rS/Gg2heOFYxHCQjizOmCcwXXy344B+EDssbSMSl4kofNuttZYapd&#10;wyd6nEMu4gj7FBWYEKpUSp8ZsuhHriKO3s3VFkOUdS51jU0ct6WcJMlMWiw4EgxWtDOU3c9/NkKO&#10;X3g83JrL/qfFBr8Phgfbk1L9XrtdggjUhk/43f7VCqazxRT+38Qn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dZY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pW8YA&#10;AADdAAAADwAAAGRycy9kb3ducmV2LnhtbESPQUsDMRSE74L/ITzBm81a2q2uTYtUhSL00CqIt8fm&#10;dXdx8xKSZ3f9940geBxm5htmuR5dr04UU+fZwO2kAEVce9txY+D97eXmDlQSZIu9ZzLwQwnWq8uL&#10;JVbWD7yn00EalSGcKjTQioRK61S35DBNfCDO3tFHh5JlbLSNOGS46/W0KErtsOO80GKgTUv11+Hb&#10;GdgNz+F1Uc6P4TPOpjo9WfnYiDHXV+PjAyihUf7Df+2tNTAr7+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ApW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lijMMA&#10;AADdAAAADwAAAGRycy9kb3ducmV2LnhtbESP3YrCMBCF7wXfIYywN6Kpu1K0GkVkXcQb8ecBhmZs&#10;is2kNNF2336zIHh5OD8fZ7nubCWe1PjSsYLJOAFBnDtdcqHgetmNZiB8QNZYOSYFv+Rhver3lphp&#10;1/KJnudQiDjCPkMFJoQ6k9Lnhiz6sauJo3dzjcUQZVNI3WAbx20lP5MklRZLjgSDNW0N5ffzw0bI&#10;8QuPh1t72f102OL3wfBwc1LqY9BtFiACdeEdfrX3WsE0na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lij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4St8YA&#10;AADdAAAADwAAAGRycy9kb3ducmV2LnhtbESPQUsDMRSE70L/Q3gFbzZrqVtdmxapCiL00FYQb4/N&#10;6+7i5iUkz+76740geBxm5htmtRldr84UU+fZwPWsAEVce9txY+Dt+Hx1CyoJssXeMxn4pgSb9eRi&#10;hZX1A+/pfJBGZQinCg20IqHSOtUtOUwzH4izd/LRoWQZG20jDhnuej0vilI77DgvtBho21L9efhy&#10;BnbDU3hdljen8BEXc50erbxvxZjL6fhwD0polP/wX/vFGliUd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4S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Emu8QA&#10;AADdAAAADwAAAGRycy9kb3ducmV2LnhtbERPXWvCMBR9H/gfwhV8GZrOTZnVKFMIGyiM6cDXS3Nt&#10;i81NSaLt/v3yMNjj4XyvNr1txJ18qB0reJpkIIgLZ2ouFXyf9PgVRIjIBhvHpOCHAmzWg4cV5sZ1&#10;/EX3YyxFCuGQo4IqxjaXMhQVWQwT1xIn7uK8xZigL6Xx2KVw28hpls2lxZpTQ4Ut7SoqrsebVbD9&#10;7Mpn/1hse7e/vJ9nWht90EqNhv3bEkSkPv6L/9wfRsHLfJHmpj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BJr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XZZcQA&#10;AADdAAAADwAAAGRycy9kb3ducmV2LnhtbESP3WoCMRSE7wu+QzhC72pWsaKrUcSyUKQ3/jzAYXPc&#10;rG5OliSu27c3hYKXw8x8w6w2vW1ERz7UjhWMRxkI4tLpmisF51PxMQcRIrLGxjEp+KUAm/XgbYW5&#10;dg8+UHeMlUgQDjkqMDG2uZShNGQxjFxLnLyL8xZjkr6S2uMjwW0jJ1k2kxZrTgsGW9oZKm/Hu1VQ&#10;7Cc/3e2ufeG2/dTSp7nOv4xS78N+uwQRqY+v8H/7WyuYzhYL+HuTn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12W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wp8QA&#10;AADdAAAADwAAAGRycy9kb3ducmV2LnhtbERPW2vCMBR+H+w/hCPsZWjq5o1qFB2ECRuIF/D10Bzb&#10;suakJJnt/v3yMNjjx3dfbXrbiDv5UDtWMB5lIIgLZ2ouFVzOergAESKywcYxKfihAJv148MKc+M6&#10;PtL9FEuRQjjkqKCKsc2lDEVFFsPItcSJuzlvMSboS2k8dincNvIly2bSYs2pocKW3ioqvk7fVsHu&#10;0JWv/rnY9e7j9n6dam30p1bqadBvlyAi9fFf/OfeGwWTeZb2p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csK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hPecMA&#10;AADdAAAADwAAAGRycy9kb3ducmV2LnhtbESP0WoCMRRE3wv+Q7iCbzWr2CqrUURZkNKXqh9w2Vw3&#10;q5ubJYnr+vemUOjjMDNnmNWmt43oyIfasYLJOANBXDpdc6XgfCreFyBCRNbYOCYFTwqwWQ/eVphr&#10;9+Af6o6xEgnCIUcFJsY2lzKUhiyGsWuJk3dx3mJM0ldSe3wkuG3kNMs+pcWa04LBlnaGytvxbhUU&#10;X9Pv7nbXvnDbfmbpw1wXe6PUaNhvlyAi9fE//Nc+aAWzeTaB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hPe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/LKMMA&#10;AADdAAAADwAAAGRycy9kb3ducmV2LnhtbESPwWrDMBBE74H+g9hCb7EUN2mLE8WUQkpyjNMPWKSN&#10;bWKtXEuNnb+vCoUch5k3w2zKyXXiSkNoPWtYZAoEsfG25VrD12k3fwMRIrLFzjNpuFGAcvsw22Bh&#10;/chHulaxFqmEQ4Eamhj7QspgGnIYMt8TJ+/sB4cxyaGWdsAxlbtO5kq9SIctp4UGe/poyFyqH6dh&#10;eRs/v6vVRe2so8XhuT9wNCutnx6n9zWISFO8h//pvU3cq8rh7016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/LK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3r8UA&#10;AADdAAAADwAAAGRycy9kb3ducmV2LnhtbESPQWvCQBSE7wX/w/KE3urGtGgbXUUMKeKpjbbnR/aZ&#10;BLNvQ3Y18d+7QqHHYWa+YZbrwTTiSp2rLSuYTiIQxIXVNZcKjofs5R2E88gaG8uk4EYO1qvR0xIT&#10;bXv+pmvuSxEg7BJUUHnfJlK6oiKDbmJb4uCdbGfQB9mVUnfYB7hpZBxFM2mw5rBQYUvbiopzfjEK&#10;LrPf+Minvf7K09vnR5ptnPwplXoeD5sFCE+D/w//tXdawds8eoXHm/A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Xe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Q3McA&#10;AADdAAAADwAAAGRycy9kb3ducmV2LnhtbESPQWvCQBSE7wX/w/IEb3VTDamNrmILQtuDotaDt2f2&#10;NUmbfRuzW43/3i0IHoeZ+YaZzFpTiRM1rrSs4KkfgSDOrC45V/C1XTyOQDiPrLGyTAou5GA27TxM&#10;MNX2zGs6bXwuAoRdigoK7+tUSpcVZND1bU0cvG/bGPRBNrnUDZ4D3FRyEEWJNFhyWCiwpreCst/N&#10;n1GwW42Sl9XrR/zzuTzg0OjjXpeJUr1uOx+D8NT6e/jWftcK4uc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rkN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/3tMYA&#10;AADdAAAADwAAAGRycy9kb3ducmV2LnhtbESPQWvCQBSE74X+h+UVequb2mhD6iraUhVPmgpeH9nX&#10;JDT7NmS3mvjrXUHwOMzMN8xk1plaHKl1lWUFr4MIBHFudcWFgv3P90sCwnlkjbVlUtCTg9n08WGC&#10;qbYn3tEx84UIEHYpKii9b1IpXV6SQTewDXHwfm1r0AfZFlK3eApwU8thFI2lwYrDQokNfZaU/2X/&#10;RsF5fMCtWw0XX2/aUx8nS7vZLpV6furmHyA8df4evrXXWkH8Ho3g+iY8AT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/3t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U6e8UA&#10;AADdAAAADwAAAGRycy9kb3ducmV2LnhtbESP0WrCQBRE3wX/YbmCb7pRoq3RTSjFQt9a037AJXvd&#10;BLN3Y3bVtF/vFgo+DjNzhtkVg23FlXrfOFawmCcgiCunGzYKvr/eZs8gfEDW2DomBT/kocjHox1m&#10;2t34QNcyGBEh7DNUUIfQZVL6qiaLfu464ugdXW8xRNkbqXu8Rbht5TJJ1tJiw3Ghxo5ea6pO5cUq&#10;OLvlSg/lHj9O+81nY0x6/j2kSk0nw8sWRKAhPML/7XetIH1K1vD3Jj4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VTp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ViMUA&#10;AADdAAAADwAAAGRycy9kb3ducmV2LnhtbESPS2/CMBCE70j8B2uRuIHDowQCBhUkJK48Dj1u7SVJ&#10;G6/T2EDor68rVepxNDPfaFab1lbiTo0vHSsYDRMQxNqZknMFl/N+MAfhA7LByjEpeJKHzbrbWWFm&#10;3IOPdD+FXEQI+wwVFCHUmZReF2TRD11NHL2rayyGKJtcmgYfEW4rOU6SmbRYclwosKZdQfrzdLMK&#10;DuU7vcz0dWHnW318+/4Kk/TDKNXvta9LEIHa8B/+ax+MgmmapPD7Jj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BW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5yDsYA&#10;AADdAAAADwAAAGRycy9kb3ducmV2LnhtbESPT0sDMRDF74LfIYzQm00sxda1abGCoPQPtIpeh824&#10;WdxMlk3cbr995yB4nJk3773fYjWERvXUpTqyhbuxAUVcRldzZeHj/eV2DiplZIdNZLJwpgSr5fXV&#10;AgsXT3yg/pgrJSacCrTgc24LrVPpKWAax5ZYbt+xC5hl7CrtOjyJeWj0xJh7HbBmSfDY0rOn8uf4&#10;Gyz0uD+bL7/ePbzV23KyX39unOzt6GZ4egSVacj/4r/vV2dhOjNSV2iE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5yD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lp9cUA&#10;AADdAAAADwAAAGRycy9kb3ducmV2LnhtbESPzU7DMBCE70h9B2uRuFGHqOInrVtVSK04QuDAcYm3&#10;cdp4N7JNE3h6jITEcTQz32hWm8n36kwhdsIGbuYFKOJGbMetgbfX3fU9qJiQLfbCZOCLImzWs4sV&#10;VlZGfqFznVqVIRwrNOBSGiqtY+PIY5zLQJy9gwSPKcvQahtwzHDf67IobrXHjvOCw4EeHTWn+tMb&#10;GPfNx7E8vFv3HQbZ1c9yLHsx5upy2i5BJZrSf/iv/WQNLO6KB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2Wn1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QEsMA&#10;AADdAAAADwAAAGRycy9kb3ducmV2LnhtbERPW2vCMBR+H+w/hDPY25oqQ6UaxSuIKMPb+1lz1nZL&#10;TkoTtf578yDs8eO7jyatNeJKja8cK+gkKQji3OmKCwWn4+pjAMIHZI3GMSm4k4fJ+PVlhJl2N97T&#10;9RAKEUPYZ6igDKHOpPR5SRZ94mriyP24xmKIsCmkbvAWw62R3TTtSYsVx4YSa5qXlP8dLlbB6mth&#10;fru7/fQsw3zZ/zaDzWyxVer9rZ0OQQRqw7/46V5rBZ/9Ttwf38Qn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EQE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p4MMcA&#10;AADdAAAADwAAAGRycy9kb3ducmV2LnhtbESPQWvCQBSE70L/w/IKvYhuUq2V1FVKQaJgobWFXp/Z&#10;1ySYfRuyaxL/vSsIHoeZ+YZZrHpTiZYaV1pWEI8jEMSZ1SXnCn5/1qM5COeRNVaWScGZHKyWD4MF&#10;Jtp2/E3t3uciQNglqKDwvk6kdFlBBt3Y1sTB+7eNQR9kk0vdYBfgppLPUTSTBksOCwXW9FFQdtyf&#10;jIL2a3fIN62rt8f50L1MDmn6qf+Uenrs399AeOr9PXxrb7SC6Wscw/VNeAJy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6eD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ajscA&#10;AADd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4esgg9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Jmo7HAAAA3QAAAA8AAAAAAAAAAAAAAAAAmAIAAGRy&#10;cy9kb3ducmV2LnhtbFBLBQYAAAAABAAEAPUAAACMAwAAAAA=&#10;" fillcolor="black" stroked="f"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z8G8gA&#10;AADdAAAADwAAAGRycy9kb3ducmV2LnhtbESPT2sCMRTE7wW/Q3hCbzWrbVW2RlHbQqF68M/B43Pz&#10;uht287JsUl399E1B8DjMzG+Yyay1lThR441jBf1eAoI4c9pwrmC/+3wag/ABWWPlmBRcyMNs2nmY&#10;YKrdmTd02oZcRAj7FBUUIdSplD4ryKLvuZo4ej+usRiibHKpGzxHuK3kIEmG0qLhuFBgTcuCsnL7&#10;axUcvodmvDE0OK6uiw+9ei0X6/dSqcduO38DEagN9/Ct/aUVvIz6z/D/Jj4BOf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rPwb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a2sYA&#10;AADdAAAADwAAAGRycy9kb3ducmV2LnhtbESPT2sCMRTE70K/Q3iF3mpWkXbZGkWU0l568B+9Pjav&#10;m+1uXtYk6uqnN4WCx2FmfsNM571txYl8qB0rGA0zEMSl0zVXCnbb9+ccRIjIGlvHpOBCAeazh8EU&#10;C+3OvKbTJlYiQTgUqMDE2BVShtKQxTB0HXHyfpy3GJP0ldQezwluWznOshdpsea0YLCjpaGy2Ryt&#10;Ar/4XjVXPu6b7Pp1CR+//SFHo9TTY794AxGpj/fwf/tTK5i8jibw9yY9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Ba2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ha88YA&#10;AADdAAAADwAAAGRycy9kb3ducmV2LnhtbESPUWsCMRCE3wv+h7CCL1JzSlv1apQiFApKQesPWC/r&#10;3dFkc1y2evbXm4LQx2FmvmEWq847daY21oENjEcZKOIi2JpLA4ev98cZqCjIFl1gMnClCKtl72GB&#10;uQ0X3tF5L6VKEI45GqhEmlzrWFTkMY5CQ5y8U2g9SpJtqW2LlwT3Tk+y7EV7rDktVNjQuqLie//j&#10;DbjJ0c0307iV60Fvs18vu+GnNWbQ795eQQl18h++tz+sgafp+Bn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ha8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bLwMYA&#10;AADdAAAADwAAAGRycy9kb3ducmV2LnhtbESPQWsCMRSE7wX/Q3hCb5pVipbVKLYi7KUHV4vX5+a5&#10;WUxelk2q2/56Uyj0OMzMN8xy3TsrbtSFxrOCyTgDQVx53XCt4HjYjV5BhIis0XomBd8UYL0aPC0x&#10;1/7Oe7qVsRYJwiFHBSbGNpcyVIYchrFviZN38Z3DmGRXS93hPcGdldMsm0mHDacFgy29G6qu5ZdT&#10;sC1bOz0W5i2cPj/OZ1v87Oi0Vep52G8WICL18T/81y60gpf5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bLw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0h6sQA&#10;AADdAAAADwAAAGRycy9kb3ducmV2LnhtbESPQWsCMRSE7wX/Q3iCt5pYxJXVKCIKgqdaPXh7JM/d&#10;1c3Lsknd9d83hUKPw8x8wyzXvavFk9pQedYwGSsQxMbbigsN56/9+xxEiMgWa8+k4UUB1qvB2xJz&#10;6zv+pOcpFiJBOOSooYyxyaUMpiSHYewb4uTdfOswJtkW0rbYJbir5YdSM+mw4rRQYkPbkszj9O00&#10;3Pfy6I1CczlfuoPNrrsZ1Urr0bDfLEBE6uN/+K99sBqm2SSD3zfpCc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9Ie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sXtsIA&#10;AADdAAAADwAAAGRycy9kb3ducmV2LnhtbERPy4rCMBTdD/gP4QruNPWBSjWKDgwMI7Pwgbi8Nte2&#10;tLkpSdT692YxMMvDeS/XranFg5wvLSsYDhIQxJnVJecKTsev/hyED8gaa8uk4EUe1qvOxxJTbZ+8&#10;p8ch5CKGsE9RQRFCk0rps4IM+oFtiCN3s85giNDlUjt8xnBTy1GSTKXBkmNDgQ19FpRVh7tRcLnv&#10;+PY7/tm4bTjb9uir0XVeKdXrtpsFiEBt+Bf/ub+1gslsGOfGN/EJ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xe2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0I/8gA&#10;AADdAAAADwAAAGRycy9kb3ducmV2LnhtbESPQWvCQBSE7wX/w/IK3upG0aoxq2ih0Euh2h709pJ9&#10;TYLZt+nuqrG/visUPA4z8w2TrTrTiDM5X1tWMBwkIIgLq2suFXx9vj7NQPiArLGxTAqu5GG17D1k&#10;mGp74S2dd6EUEcI+RQVVCG0qpS8qMugHtiWO3rd1BkOUrpTa4SXCTSNHSfIsDdYcFyps6aWi4rg7&#10;GQWb+Wzz8zHm999tfqDDPj9ORi5Rqv/YrRcgAnXhHv5vv2kF4+lwDrc38Qn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bQj/yAAAAN0AAAAPAAAAAAAAAAAAAAAAAJgCAABk&#10;cnMvZG93bnJldi54bWxQSwUGAAAAAAQABAD1AAAAjQMAAAAA&#10;" fillcolor="black" stroked="f"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eR3sIA&#10;AADdAAAADwAAAGRycy9kb3ducmV2LnhtbERPz2vCMBS+D/Y/hDfwNtPp2EY1ShHGZKeqG16fzbMp&#10;Ni8lyWL975fDYMeP7/dyPdpeJPKhc6zgaVqAIG6c7rhV8HV4f3wDESKyxt4xKbhRgPXq/m6JpXZX&#10;3lHax1bkEA4lKjAxDqWUoTFkMUzdQJy5s/MWY4a+ldrjNYfbXs6K4kVa7Dg3GBxoY6i57H+sgnTa&#10;1NU8HZPZffqq9a7++D7VSk0exmoBItIY/8V/7q1W8Pw6y/vzm/w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5He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zUt8cA&#10;AADdAAAADwAAAGRycy9kb3ducmV2LnhtbESPQWvCQBSE74X+h+UVvNVNRGxNXUWkLdqLNQp6fGRf&#10;s8Hs25Ddxuiv7xYKPQ4z8w0zW/S2Fh21vnKsIB0mIIgLpysuFRz2b4/PIHxA1lg7JgVX8rCY39/N&#10;MNPuwjvq8lCKCGGfoQITQpNJ6QtDFv3QNcTR+3KtxRBlW0rd4iXCbS1HSTKRFiuOCwYbWhkqzvm3&#10;VeDT1evxw96m3end8DbfmMlnaZQaPPTLFxCB+vAf/muvtYLx0yiF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M1Lf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0359E" w:rsidRDefault="00D0359E" w:rsidP="00D0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0359E" w:rsidRDefault="00D0359E" w:rsidP="00D0359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359E" w:rsidRDefault="00D0359E" w:rsidP="00D03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0359E" w:rsidRDefault="00D0359E" w:rsidP="00D035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0359E" w:rsidRPr="00637663" w:rsidRDefault="00D0359E" w:rsidP="00D035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№58</w:t>
      </w:r>
    </w:p>
    <w:p w:rsidR="00D0359E" w:rsidRPr="008E2C07" w:rsidRDefault="00D0359E" w:rsidP="00D0359E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Цикальчук</w:t>
      </w:r>
      <w:proofErr w:type="spellEnd"/>
      <w:r>
        <w:rPr>
          <w:rFonts w:ascii="Times New Roman" w:hAnsi="Times New Roman"/>
          <w:b/>
          <w:sz w:val="24"/>
        </w:rPr>
        <w:t xml:space="preserve"> Л.М.</w:t>
      </w:r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допункту</w:t>
      </w:r>
      <w:proofErr w:type="spell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м</w:t>
      </w:r>
      <w:proofErr w:type="gramEnd"/>
      <w:r w:rsidRPr="008E2C07">
        <w:rPr>
          <w:rFonts w:ascii="Times New Roman" w:hAnsi="Times New Roman"/>
          <w:sz w:val="24"/>
        </w:rPr>
        <w:t>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Цикальчук</w:t>
      </w:r>
      <w:proofErr w:type="spellEnd"/>
      <w:r>
        <w:rPr>
          <w:rFonts w:ascii="Times New Roman" w:hAnsi="Times New Roman"/>
          <w:sz w:val="24"/>
        </w:rPr>
        <w:t xml:space="preserve"> Л.М.,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D0359E" w:rsidRPr="00637663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Цикальчук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Людмилі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Михайлівні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452261">
        <w:rPr>
          <w:rFonts w:ascii="Times New Roman" w:hAnsi="Times New Roman"/>
          <w:sz w:val="24"/>
        </w:rPr>
        <w:t>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1,0000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на</w:t>
      </w:r>
      <w:proofErr w:type="gram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в 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Нижні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Головлі</w:t>
      </w:r>
      <w:proofErr w:type="spellEnd"/>
      <w:r>
        <w:rPr>
          <w:rFonts w:ascii="Times New Roman" w:hAnsi="Times New Roman"/>
          <w:sz w:val="24"/>
        </w:rPr>
        <w:t>.</w:t>
      </w:r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Цикальчук</w:t>
      </w:r>
      <w:proofErr w:type="spellEnd"/>
      <w:r>
        <w:rPr>
          <w:rFonts w:ascii="Times New Roman" w:hAnsi="Times New Roman"/>
          <w:sz w:val="24"/>
        </w:rPr>
        <w:t xml:space="preserve"> Л.М.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D0359E" w:rsidRPr="008E2C07" w:rsidRDefault="00D0359E" w:rsidP="00D0359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0359E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0359E" w:rsidRPr="008E2C07" w:rsidRDefault="00D0359E" w:rsidP="00D0359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0359E" w:rsidRDefault="00D0359E" w:rsidP="00D0359E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E75D41" w:rsidRDefault="00E75D41"/>
    <w:sectPr w:rsidR="00E75D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0359E"/>
    <w:rsid w:val="00171A2E"/>
    <w:rsid w:val="00304C90"/>
    <w:rsid w:val="00452261"/>
    <w:rsid w:val="00505B6D"/>
    <w:rsid w:val="006D3977"/>
    <w:rsid w:val="007D6C18"/>
    <w:rsid w:val="00D0359E"/>
    <w:rsid w:val="00D1641A"/>
    <w:rsid w:val="00E7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59E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0359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0359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0359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2020-12-01T06:19:00Z</dcterms:created>
  <dcterms:modified xsi:type="dcterms:W3CDTF">2020-12-01T07:25:00Z</dcterms:modified>
</cp:coreProperties>
</file>