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15214" w:rsidRDefault="00615214" w:rsidP="00615214">
      <w:pPr>
        <w:pStyle w:val="HTML0"/>
        <w:tabs>
          <w:tab w:val="clear" w:pos="708"/>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hAnsi="Times New Roman"/>
        </w:rPr>
      </w:pPr>
      <w:bookmarkStart w:id="0" w:name="_GoBack"/>
      <w:bookmarkEnd w:id="0"/>
      <w:r>
        <w:rPr>
          <w:noProof/>
          <w:lang w:val="ru-RU" w:eastAsia="ru-RU"/>
        </w:rPr>
        <mc:AlternateContent>
          <mc:Choice Requires="wpg">
            <w:drawing>
              <wp:anchor distT="0" distB="0" distL="114300" distR="114300" simplePos="0" relativeHeight="251659264" behindDoc="0" locked="0" layoutInCell="1" allowOverlap="1">
                <wp:simplePos x="0" y="0"/>
                <wp:positionH relativeFrom="margin">
                  <wp:posOffset>2741295</wp:posOffset>
                </wp:positionH>
                <wp:positionV relativeFrom="paragraph">
                  <wp:posOffset>74930</wp:posOffset>
                </wp:positionV>
                <wp:extent cx="431800" cy="612140"/>
                <wp:effectExtent l="0" t="0" r="6350" b="0"/>
                <wp:wrapNone/>
                <wp:docPr id="3322" name="Группа 33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1800" cy="612140"/>
                          <a:chOff x="0" y="0"/>
                          <a:chExt cx="1142" cy="1718"/>
                        </a:xfrm>
                      </wpg:grpSpPr>
                      <wps:wsp>
                        <wps:cNvPr id="3323" name="Freeform 3"/>
                        <wps:cNvSpPr>
                          <a:spLocks/>
                        </wps:cNvSpPr>
                        <wps:spPr bwMode="auto">
                          <a:xfrm>
                            <a:off x="166" y="131"/>
                            <a:ext cx="810" cy="1455"/>
                          </a:xfrm>
                          <a:custGeom>
                            <a:avLst/>
                            <a:gdLst>
                              <a:gd name="T0" fmla="*/ 3587 w 8096"/>
                              <a:gd name="T1" fmla="*/ 14244 h 14546"/>
                              <a:gd name="T2" fmla="*/ 3087 w 8096"/>
                              <a:gd name="T3" fmla="*/ 13774 h 14546"/>
                              <a:gd name="T4" fmla="*/ 2661 w 8096"/>
                              <a:gd name="T5" fmla="*/ 13161 h 14546"/>
                              <a:gd name="T6" fmla="*/ 2354 w 8096"/>
                              <a:gd name="T7" fmla="*/ 12386 h 14546"/>
                              <a:gd name="T8" fmla="*/ 270 w 8096"/>
                              <a:gd name="T9" fmla="*/ 11691 h 14546"/>
                              <a:gd name="T10" fmla="*/ 134 w 8096"/>
                              <a:gd name="T11" fmla="*/ 11621 h 14546"/>
                              <a:gd name="T12" fmla="*/ 0 w 8096"/>
                              <a:gd name="T13" fmla="*/ 10120 h 14546"/>
                              <a:gd name="T14" fmla="*/ 0 w 8096"/>
                              <a:gd name="T15" fmla="*/ 1068 h 14546"/>
                              <a:gd name="T16" fmla="*/ 62 w 8096"/>
                              <a:gd name="T17" fmla="*/ 999 h 14546"/>
                              <a:gd name="T18" fmla="*/ 284 w 8096"/>
                              <a:gd name="T19" fmla="*/ 1022 h 14546"/>
                              <a:gd name="T20" fmla="*/ 1038 w 8096"/>
                              <a:gd name="T21" fmla="*/ 1738 h 14546"/>
                              <a:gd name="T22" fmla="*/ 1702 w 8096"/>
                              <a:gd name="T23" fmla="*/ 3033 h 14546"/>
                              <a:gd name="T24" fmla="*/ 2086 w 8096"/>
                              <a:gd name="T25" fmla="*/ 4540 h 14546"/>
                              <a:gd name="T26" fmla="*/ 2261 w 8096"/>
                              <a:gd name="T27" fmla="*/ 6083 h 14546"/>
                              <a:gd name="T28" fmla="*/ 2207 w 8096"/>
                              <a:gd name="T29" fmla="*/ 7346 h 14546"/>
                              <a:gd name="T30" fmla="*/ 1739 w 8096"/>
                              <a:gd name="T31" fmla="*/ 7767 h 14546"/>
                              <a:gd name="T32" fmla="*/ 1559 w 8096"/>
                              <a:gd name="T33" fmla="*/ 8269 h 14546"/>
                              <a:gd name="T34" fmla="*/ 1655 w 8096"/>
                              <a:gd name="T35" fmla="*/ 8771 h 14546"/>
                              <a:gd name="T36" fmla="*/ 2017 w 8096"/>
                              <a:gd name="T37" fmla="*/ 9185 h 14546"/>
                              <a:gd name="T38" fmla="*/ 2372 w 8096"/>
                              <a:gd name="T39" fmla="*/ 9313 h 14546"/>
                              <a:gd name="T40" fmla="*/ 2564 w 8096"/>
                              <a:gd name="T41" fmla="*/ 9275 h 14546"/>
                              <a:gd name="T42" fmla="*/ 2862 w 8096"/>
                              <a:gd name="T43" fmla="*/ 8752 h 14546"/>
                              <a:gd name="T44" fmla="*/ 3386 w 8096"/>
                              <a:gd name="T45" fmla="*/ 7306 h 14546"/>
                              <a:gd name="T46" fmla="*/ 3636 w 8096"/>
                              <a:gd name="T47" fmla="*/ 5827 h 14546"/>
                              <a:gd name="T48" fmla="*/ 3683 w 8096"/>
                              <a:gd name="T49" fmla="*/ 4144 h 14546"/>
                              <a:gd name="T50" fmla="*/ 3594 w 8096"/>
                              <a:gd name="T51" fmla="*/ 2088 h 14546"/>
                              <a:gd name="T52" fmla="*/ 3691 w 8096"/>
                              <a:gd name="T53" fmla="*/ 599 h 14546"/>
                              <a:gd name="T54" fmla="*/ 3866 w 8096"/>
                              <a:gd name="T55" fmla="*/ 42 h 14546"/>
                              <a:gd name="T56" fmla="*/ 3991 w 8096"/>
                              <a:gd name="T57" fmla="*/ 7 h 14546"/>
                              <a:gd name="T58" fmla="*/ 4203 w 8096"/>
                              <a:gd name="T59" fmla="*/ 29 h 14546"/>
                              <a:gd name="T60" fmla="*/ 4340 w 8096"/>
                              <a:gd name="T61" fmla="*/ 264 h 14546"/>
                              <a:gd name="T62" fmla="*/ 4543 w 8096"/>
                              <a:gd name="T63" fmla="*/ 1405 h 14546"/>
                              <a:gd name="T64" fmla="*/ 4428 w 8096"/>
                              <a:gd name="T65" fmla="*/ 3598 h 14546"/>
                              <a:gd name="T66" fmla="*/ 4428 w 8096"/>
                              <a:gd name="T67" fmla="*/ 5371 h 14546"/>
                              <a:gd name="T68" fmla="*/ 4614 w 8096"/>
                              <a:gd name="T69" fmla="*/ 6891 h 14546"/>
                              <a:gd name="T70" fmla="*/ 5053 w 8096"/>
                              <a:gd name="T71" fmla="*/ 8329 h 14546"/>
                              <a:gd name="T72" fmla="*/ 5496 w 8096"/>
                              <a:gd name="T73" fmla="*/ 9237 h 14546"/>
                              <a:gd name="T74" fmla="*/ 5656 w 8096"/>
                              <a:gd name="T75" fmla="*/ 9310 h 14546"/>
                              <a:gd name="T76" fmla="*/ 5929 w 8096"/>
                              <a:gd name="T77" fmla="*/ 9272 h 14546"/>
                              <a:gd name="T78" fmla="*/ 6365 w 8096"/>
                              <a:gd name="T79" fmla="*/ 8899 h 14546"/>
                              <a:gd name="T80" fmla="*/ 6537 w 8096"/>
                              <a:gd name="T81" fmla="*/ 8414 h 14546"/>
                              <a:gd name="T82" fmla="*/ 6438 w 8096"/>
                              <a:gd name="T83" fmla="*/ 7903 h 14546"/>
                              <a:gd name="T84" fmla="*/ 6054 w 8096"/>
                              <a:gd name="T85" fmla="*/ 7450 h 14546"/>
                              <a:gd name="T86" fmla="*/ 5813 w 8096"/>
                              <a:gd name="T87" fmla="*/ 6502 h 14546"/>
                              <a:gd name="T88" fmla="*/ 5941 w 8096"/>
                              <a:gd name="T89" fmla="*/ 4982 h 14546"/>
                              <a:gd name="T90" fmla="*/ 6259 w 8096"/>
                              <a:gd name="T91" fmla="*/ 3447 h 14546"/>
                              <a:gd name="T92" fmla="*/ 6835 w 8096"/>
                              <a:gd name="T93" fmla="*/ 2073 h 14546"/>
                              <a:gd name="T94" fmla="*/ 7741 w 8096"/>
                              <a:gd name="T95" fmla="*/ 1038 h 14546"/>
                              <a:gd name="T96" fmla="*/ 7989 w 8096"/>
                              <a:gd name="T97" fmla="*/ 988 h 14546"/>
                              <a:gd name="T98" fmla="*/ 8078 w 8096"/>
                              <a:gd name="T99" fmla="*/ 1045 h 14546"/>
                              <a:gd name="T100" fmla="*/ 8096 w 8096"/>
                              <a:gd name="T101" fmla="*/ 7537 h 14546"/>
                              <a:gd name="T102" fmla="*/ 7988 w 8096"/>
                              <a:gd name="T103" fmla="*/ 11587 h 14546"/>
                              <a:gd name="T104" fmla="*/ 7911 w 8096"/>
                              <a:gd name="T105" fmla="*/ 11653 h 14546"/>
                              <a:gd name="T106" fmla="*/ 5804 w 8096"/>
                              <a:gd name="T107" fmla="*/ 12130 h 14546"/>
                              <a:gd name="T108" fmla="*/ 5534 w 8096"/>
                              <a:gd name="T109" fmla="*/ 12955 h 14546"/>
                              <a:gd name="T110" fmla="*/ 5135 w 8096"/>
                              <a:gd name="T111" fmla="*/ 13613 h 14546"/>
                              <a:gd name="T112" fmla="*/ 4650 w 8096"/>
                              <a:gd name="T113" fmla="*/ 14123 h 14546"/>
                              <a:gd name="T114" fmla="*/ 4121 w 8096"/>
                              <a:gd name="T115" fmla="*/ 14501 h 145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8096" h="14546">
                                <a:moveTo>
                                  <a:pt x="4044" y="14546"/>
                                </a:moveTo>
                                <a:lnTo>
                                  <a:pt x="3967" y="14501"/>
                                </a:lnTo>
                                <a:lnTo>
                                  <a:pt x="3891" y="14455"/>
                                </a:lnTo>
                                <a:lnTo>
                                  <a:pt x="3815" y="14406"/>
                                </a:lnTo>
                                <a:lnTo>
                                  <a:pt x="3738" y="14354"/>
                                </a:lnTo>
                                <a:lnTo>
                                  <a:pt x="3662" y="14301"/>
                                </a:lnTo>
                                <a:lnTo>
                                  <a:pt x="3587" y="14244"/>
                                </a:lnTo>
                                <a:lnTo>
                                  <a:pt x="3512" y="14185"/>
                                </a:lnTo>
                                <a:lnTo>
                                  <a:pt x="3439" y="14123"/>
                                </a:lnTo>
                                <a:lnTo>
                                  <a:pt x="3366" y="14059"/>
                                </a:lnTo>
                                <a:lnTo>
                                  <a:pt x="3294" y="13992"/>
                                </a:lnTo>
                                <a:lnTo>
                                  <a:pt x="3224" y="13922"/>
                                </a:lnTo>
                                <a:lnTo>
                                  <a:pt x="3155" y="13850"/>
                                </a:lnTo>
                                <a:lnTo>
                                  <a:pt x="3087" y="13774"/>
                                </a:lnTo>
                                <a:lnTo>
                                  <a:pt x="3021" y="13696"/>
                                </a:lnTo>
                                <a:lnTo>
                                  <a:pt x="2956" y="13615"/>
                                </a:lnTo>
                                <a:lnTo>
                                  <a:pt x="2893" y="13530"/>
                                </a:lnTo>
                                <a:lnTo>
                                  <a:pt x="2832" y="13442"/>
                                </a:lnTo>
                                <a:lnTo>
                                  <a:pt x="2773" y="13352"/>
                                </a:lnTo>
                                <a:lnTo>
                                  <a:pt x="2716" y="13258"/>
                                </a:lnTo>
                                <a:lnTo>
                                  <a:pt x="2661" y="13161"/>
                                </a:lnTo>
                                <a:lnTo>
                                  <a:pt x="2610" y="13061"/>
                                </a:lnTo>
                                <a:lnTo>
                                  <a:pt x="2559" y="12957"/>
                                </a:lnTo>
                                <a:lnTo>
                                  <a:pt x="2513" y="12849"/>
                                </a:lnTo>
                                <a:lnTo>
                                  <a:pt x="2468" y="12739"/>
                                </a:lnTo>
                                <a:lnTo>
                                  <a:pt x="2428" y="12625"/>
                                </a:lnTo>
                                <a:lnTo>
                                  <a:pt x="2389" y="12508"/>
                                </a:lnTo>
                                <a:lnTo>
                                  <a:pt x="2354" y="12386"/>
                                </a:lnTo>
                                <a:lnTo>
                                  <a:pt x="2321" y="12262"/>
                                </a:lnTo>
                                <a:lnTo>
                                  <a:pt x="2292" y="12133"/>
                                </a:lnTo>
                                <a:lnTo>
                                  <a:pt x="2267" y="12001"/>
                                </a:lnTo>
                                <a:lnTo>
                                  <a:pt x="2245" y="11864"/>
                                </a:lnTo>
                                <a:lnTo>
                                  <a:pt x="2227" y="11725"/>
                                </a:lnTo>
                                <a:lnTo>
                                  <a:pt x="355" y="11722"/>
                                </a:lnTo>
                                <a:lnTo>
                                  <a:pt x="270" y="11691"/>
                                </a:lnTo>
                                <a:lnTo>
                                  <a:pt x="209" y="11667"/>
                                </a:lnTo>
                                <a:lnTo>
                                  <a:pt x="185" y="11656"/>
                                </a:lnTo>
                                <a:lnTo>
                                  <a:pt x="166" y="11645"/>
                                </a:lnTo>
                                <a:lnTo>
                                  <a:pt x="157" y="11639"/>
                                </a:lnTo>
                                <a:lnTo>
                                  <a:pt x="149" y="11634"/>
                                </a:lnTo>
                                <a:lnTo>
                                  <a:pt x="141" y="11628"/>
                                </a:lnTo>
                                <a:lnTo>
                                  <a:pt x="134" y="11621"/>
                                </a:lnTo>
                                <a:lnTo>
                                  <a:pt x="121" y="11607"/>
                                </a:lnTo>
                                <a:lnTo>
                                  <a:pt x="108" y="11590"/>
                                </a:lnTo>
                                <a:lnTo>
                                  <a:pt x="95" y="11571"/>
                                </a:lnTo>
                                <a:lnTo>
                                  <a:pt x="81" y="11547"/>
                                </a:lnTo>
                                <a:lnTo>
                                  <a:pt x="47" y="11488"/>
                                </a:lnTo>
                                <a:lnTo>
                                  <a:pt x="0" y="11408"/>
                                </a:lnTo>
                                <a:lnTo>
                                  <a:pt x="0" y="10120"/>
                                </a:lnTo>
                                <a:lnTo>
                                  <a:pt x="0" y="8832"/>
                                </a:lnTo>
                                <a:lnTo>
                                  <a:pt x="0" y="7540"/>
                                </a:lnTo>
                                <a:lnTo>
                                  <a:pt x="0" y="6248"/>
                                </a:lnTo>
                                <a:lnTo>
                                  <a:pt x="0" y="4954"/>
                                </a:lnTo>
                                <a:lnTo>
                                  <a:pt x="0" y="3659"/>
                                </a:lnTo>
                                <a:lnTo>
                                  <a:pt x="0" y="2363"/>
                                </a:lnTo>
                                <a:lnTo>
                                  <a:pt x="0" y="1068"/>
                                </a:lnTo>
                                <a:lnTo>
                                  <a:pt x="8" y="1059"/>
                                </a:lnTo>
                                <a:lnTo>
                                  <a:pt x="18" y="1048"/>
                                </a:lnTo>
                                <a:lnTo>
                                  <a:pt x="27" y="1038"/>
                                </a:lnTo>
                                <a:lnTo>
                                  <a:pt x="35" y="1029"/>
                                </a:lnTo>
                                <a:lnTo>
                                  <a:pt x="44" y="1019"/>
                                </a:lnTo>
                                <a:lnTo>
                                  <a:pt x="53" y="1010"/>
                                </a:lnTo>
                                <a:lnTo>
                                  <a:pt x="62" y="999"/>
                                </a:lnTo>
                                <a:lnTo>
                                  <a:pt x="71" y="989"/>
                                </a:lnTo>
                                <a:lnTo>
                                  <a:pt x="106" y="990"/>
                                </a:lnTo>
                                <a:lnTo>
                                  <a:pt x="142" y="993"/>
                                </a:lnTo>
                                <a:lnTo>
                                  <a:pt x="178" y="999"/>
                                </a:lnTo>
                                <a:lnTo>
                                  <a:pt x="213" y="1006"/>
                                </a:lnTo>
                                <a:lnTo>
                                  <a:pt x="249" y="1014"/>
                                </a:lnTo>
                                <a:lnTo>
                                  <a:pt x="284" y="1022"/>
                                </a:lnTo>
                                <a:lnTo>
                                  <a:pt x="319" y="1032"/>
                                </a:lnTo>
                                <a:lnTo>
                                  <a:pt x="355" y="1042"/>
                                </a:lnTo>
                                <a:lnTo>
                                  <a:pt x="507" y="1162"/>
                                </a:lnTo>
                                <a:lnTo>
                                  <a:pt x="652" y="1293"/>
                                </a:lnTo>
                                <a:lnTo>
                                  <a:pt x="788" y="1433"/>
                                </a:lnTo>
                                <a:lnTo>
                                  <a:pt x="917" y="1581"/>
                                </a:lnTo>
                                <a:lnTo>
                                  <a:pt x="1038" y="1738"/>
                                </a:lnTo>
                                <a:lnTo>
                                  <a:pt x="1153" y="1903"/>
                                </a:lnTo>
                                <a:lnTo>
                                  <a:pt x="1261" y="2076"/>
                                </a:lnTo>
                                <a:lnTo>
                                  <a:pt x="1362" y="2256"/>
                                </a:lnTo>
                                <a:lnTo>
                                  <a:pt x="1456" y="2442"/>
                                </a:lnTo>
                                <a:lnTo>
                                  <a:pt x="1545" y="2633"/>
                                </a:lnTo>
                                <a:lnTo>
                                  <a:pt x="1626" y="2832"/>
                                </a:lnTo>
                                <a:lnTo>
                                  <a:pt x="1702" y="3033"/>
                                </a:lnTo>
                                <a:lnTo>
                                  <a:pt x="1772" y="3240"/>
                                </a:lnTo>
                                <a:lnTo>
                                  <a:pt x="1837" y="3450"/>
                                </a:lnTo>
                                <a:lnTo>
                                  <a:pt x="1896" y="3664"/>
                                </a:lnTo>
                                <a:lnTo>
                                  <a:pt x="1951" y="3880"/>
                                </a:lnTo>
                                <a:lnTo>
                                  <a:pt x="2001" y="4099"/>
                                </a:lnTo>
                                <a:lnTo>
                                  <a:pt x="2046" y="4318"/>
                                </a:lnTo>
                                <a:lnTo>
                                  <a:pt x="2086" y="4540"/>
                                </a:lnTo>
                                <a:lnTo>
                                  <a:pt x="2123" y="4763"/>
                                </a:lnTo>
                                <a:lnTo>
                                  <a:pt x="2154" y="4985"/>
                                </a:lnTo>
                                <a:lnTo>
                                  <a:pt x="2183" y="5207"/>
                                </a:lnTo>
                                <a:lnTo>
                                  <a:pt x="2208" y="5429"/>
                                </a:lnTo>
                                <a:lnTo>
                                  <a:pt x="2228" y="5649"/>
                                </a:lnTo>
                                <a:lnTo>
                                  <a:pt x="2246" y="5867"/>
                                </a:lnTo>
                                <a:lnTo>
                                  <a:pt x="2261" y="6083"/>
                                </a:lnTo>
                                <a:lnTo>
                                  <a:pt x="2273" y="6296"/>
                                </a:lnTo>
                                <a:lnTo>
                                  <a:pt x="2283" y="6505"/>
                                </a:lnTo>
                                <a:lnTo>
                                  <a:pt x="2289" y="6711"/>
                                </a:lnTo>
                                <a:lnTo>
                                  <a:pt x="2295" y="6911"/>
                                </a:lnTo>
                                <a:lnTo>
                                  <a:pt x="2297" y="7107"/>
                                </a:lnTo>
                                <a:lnTo>
                                  <a:pt x="2298" y="7298"/>
                                </a:lnTo>
                                <a:lnTo>
                                  <a:pt x="2207" y="7346"/>
                                </a:lnTo>
                                <a:lnTo>
                                  <a:pt x="2122" y="7399"/>
                                </a:lnTo>
                                <a:lnTo>
                                  <a:pt x="2042" y="7454"/>
                                </a:lnTo>
                                <a:lnTo>
                                  <a:pt x="1969" y="7512"/>
                                </a:lnTo>
                                <a:lnTo>
                                  <a:pt x="1903" y="7572"/>
                                </a:lnTo>
                                <a:lnTo>
                                  <a:pt x="1842" y="7635"/>
                                </a:lnTo>
                                <a:lnTo>
                                  <a:pt x="1787" y="7700"/>
                                </a:lnTo>
                                <a:lnTo>
                                  <a:pt x="1739" y="7767"/>
                                </a:lnTo>
                                <a:lnTo>
                                  <a:pt x="1695" y="7836"/>
                                </a:lnTo>
                                <a:lnTo>
                                  <a:pt x="1658" y="7906"/>
                                </a:lnTo>
                                <a:lnTo>
                                  <a:pt x="1626" y="7978"/>
                                </a:lnTo>
                                <a:lnTo>
                                  <a:pt x="1600" y="8050"/>
                                </a:lnTo>
                                <a:lnTo>
                                  <a:pt x="1581" y="8123"/>
                                </a:lnTo>
                                <a:lnTo>
                                  <a:pt x="1567" y="8196"/>
                                </a:lnTo>
                                <a:lnTo>
                                  <a:pt x="1559" y="8269"/>
                                </a:lnTo>
                                <a:lnTo>
                                  <a:pt x="1555" y="8343"/>
                                </a:lnTo>
                                <a:lnTo>
                                  <a:pt x="1559" y="8417"/>
                                </a:lnTo>
                                <a:lnTo>
                                  <a:pt x="1566" y="8489"/>
                                </a:lnTo>
                                <a:lnTo>
                                  <a:pt x="1580" y="8562"/>
                                </a:lnTo>
                                <a:lnTo>
                                  <a:pt x="1599" y="8633"/>
                                </a:lnTo>
                                <a:lnTo>
                                  <a:pt x="1624" y="8702"/>
                                </a:lnTo>
                                <a:lnTo>
                                  <a:pt x="1655" y="8771"/>
                                </a:lnTo>
                                <a:lnTo>
                                  <a:pt x="1691" y="8837"/>
                                </a:lnTo>
                                <a:lnTo>
                                  <a:pt x="1731" y="8901"/>
                                </a:lnTo>
                                <a:lnTo>
                                  <a:pt x="1778" y="8964"/>
                                </a:lnTo>
                                <a:lnTo>
                                  <a:pt x="1830" y="9023"/>
                                </a:lnTo>
                                <a:lnTo>
                                  <a:pt x="1887" y="9080"/>
                                </a:lnTo>
                                <a:lnTo>
                                  <a:pt x="1949" y="9133"/>
                                </a:lnTo>
                                <a:lnTo>
                                  <a:pt x="2017" y="9185"/>
                                </a:lnTo>
                                <a:lnTo>
                                  <a:pt x="2090" y="9231"/>
                                </a:lnTo>
                                <a:lnTo>
                                  <a:pt x="2167" y="9275"/>
                                </a:lnTo>
                                <a:lnTo>
                                  <a:pt x="2251" y="9313"/>
                                </a:lnTo>
                                <a:lnTo>
                                  <a:pt x="2277" y="9313"/>
                                </a:lnTo>
                                <a:lnTo>
                                  <a:pt x="2307" y="9313"/>
                                </a:lnTo>
                                <a:lnTo>
                                  <a:pt x="2338" y="9313"/>
                                </a:lnTo>
                                <a:lnTo>
                                  <a:pt x="2372" y="9313"/>
                                </a:lnTo>
                                <a:lnTo>
                                  <a:pt x="2405" y="9313"/>
                                </a:lnTo>
                                <a:lnTo>
                                  <a:pt x="2440" y="9313"/>
                                </a:lnTo>
                                <a:lnTo>
                                  <a:pt x="2475" y="9313"/>
                                </a:lnTo>
                                <a:lnTo>
                                  <a:pt x="2511" y="9313"/>
                                </a:lnTo>
                                <a:lnTo>
                                  <a:pt x="2528" y="9303"/>
                                </a:lnTo>
                                <a:lnTo>
                                  <a:pt x="2547" y="9290"/>
                                </a:lnTo>
                                <a:lnTo>
                                  <a:pt x="2564" y="9275"/>
                                </a:lnTo>
                                <a:lnTo>
                                  <a:pt x="2582" y="9259"/>
                                </a:lnTo>
                                <a:lnTo>
                                  <a:pt x="2599" y="9240"/>
                                </a:lnTo>
                                <a:lnTo>
                                  <a:pt x="2617" y="9222"/>
                                </a:lnTo>
                                <a:lnTo>
                                  <a:pt x="2635" y="9203"/>
                                </a:lnTo>
                                <a:lnTo>
                                  <a:pt x="2653" y="9183"/>
                                </a:lnTo>
                                <a:lnTo>
                                  <a:pt x="2761" y="8966"/>
                                </a:lnTo>
                                <a:lnTo>
                                  <a:pt x="2862" y="8752"/>
                                </a:lnTo>
                                <a:lnTo>
                                  <a:pt x="2956" y="8542"/>
                                </a:lnTo>
                                <a:lnTo>
                                  <a:pt x="3043" y="8333"/>
                                </a:lnTo>
                                <a:lnTo>
                                  <a:pt x="3124" y="8126"/>
                                </a:lnTo>
                                <a:lnTo>
                                  <a:pt x="3199" y="7920"/>
                                </a:lnTo>
                                <a:lnTo>
                                  <a:pt x="3266" y="7715"/>
                                </a:lnTo>
                                <a:lnTo>
                                  <a:pt x="3329" y="7510"/>
                                </a:lnTo>
                                <a:lnTo>
                                  <a:pt x="3386" y="7306"/>
                                </a:lnTo>
                                <a:lnTo>
                                  <a:pt x="3436" y="7101"/>
                                </a:lnTo>
                                <a:lnTo>
                                  <a:pt x="3482" y="6894"/>
                                </a:lnTo>
                                <a:lnTo>
                                  <a:pt x="3522" y="6686"/>
                                </a:lnTo>
                                <a:lnTo>
                                  <a:pt x="3557" y="6476"/>
                                </a:lnTo>
                                <a:lnTo>
                                  <a:pt x="3588" y="6263"/>
                                </a:lnTo>
                                <a:lnTo>
                                  <a:pt x="3614" y="6046"/>
                                </a:lnTo>
                                <a:lnTo>
                                  <a:pt x="3636" y="5827"/>
                                </a:lnTo>
                                <a:lnTo>
                                  <a:pt x="3654" y="5603"/>
                                </a:lnTo>
                                <a:lnTo>
                                  <a:pt x="3667" y="5374"/>
                                </a:lnTo>
                                <a:lnTo>
                                  <a:pt x="3676" y="5139"/>
                                </a:lnTo>
                                <a:lnTo>
                                  <a:pt x="3683" y="4900"/>
                                </a:lnTo>
                                <a:lnTo>
                                  <a:pt x="3686" y="4655"/>
                                </a:lnTo>
                                <a:lnTo>
                                  <a:pt x="3686" y="4403"/>
                                </a:lnTo>
                                <a:lnTo>
                                  <a:pt x="3683" y="4144"/>
                                </a:lnTo>
                                <a:lnTo>
                                  <a:pt x="3676" y="3877"/>
                                </a:lnTo>
                                <a:lnTo>
                                  <a:pt x="3668" y="3601"/>
                                </a:lnTo>
                                <a:lnTo>
                                  <a:pt x="3657" y="3318"/>
                                </a:lnTo>
                                <a:lnTo>
                                  <a:pt x="3644" y="3026"/>
                                </a:lnTo>
                                <a:lnTo>
                                  <a:pt x="3629" y="2723"/>
                                </a:lnTo>
                                <a:lnTo>
                                  <a:pt x="3612" y="2410"/>
                                </a:lnTo>
                                <a:lnTo>
                                  <a:pt x="3594" y="2088"/>
                                </a:lnTo>
                                <a:lnTo>
                                  <a:pt x="3573" y="1754"/>
                                </a:lnTo>
                                <a:lnTo>
                                  <a:pt x="3553" y="1408"/>
                                </a:lnTo>
                                <a:lnTo>
                                  <a:pt x="3580" y="1250"/>
                                </a:lnTo>
                                <a:lnTo>
                                  <a:pt x="3607" y="1090"/>
                                </a:lnTo>
                                <a:lnTo>
                                  <a:pt x="3634" y="927"/>
                                </a:lnTo>
                                <a:lnTo>
                                  <a:pt x="3662" y="764"/>
                                </a:lnTo>
                                <a:lnTo>
                                  <a:pt x="3691" y="599"/>
                                </a:lnTo>
                                <a:lnTo>
                                  <a:pt x="3722" y="433"/>
                                </a:lnTo>
                                <a:lnTo>
                                  <a:pt x="3756" y="267"/>
                                </a:lnTo>
                                <a:lnTo>
                                  <a:pt x="3790" y="100"/>
                                </a:lnTo>
                                <a:lnTo>
                                  <a:pt x="3819" y="76"/>
                                </a:lnTo>
                                <a:lnTo>
                                  <a:pt x="3844" y="57"/>
                                </a:lnTo>
                                <a:lnTo>
                                  <a:pt x="3854" y="49"/>
                                </a:lnTo>
                                <a:lnTo>
                                  <a:pt x="3866" y="42"/>
                                </a:lnTo>
                                <a:lnTo>
                                  <a:pt x="3877" y="36"/>
                                </a:lnTo>
                                <a:lnTo>
                                  <a:pt x="3890" y="31"/>
                                </a:lnTo>
                                <a:lnTo>
                                  <a:pt x="3902" y="26"/>
                                </a:lnTo>
                                <a:lnTo>
                                  <a:pt x="3917" y="21"/>
                                </a:lnTo>
                                <a:lnTo>
                                  <a:pt x="3932" y="18"/>
                                </a:lnTo>
                                <a:lnTo>
                                  <a:pt x="3949" y="14"/>
                                </a:lnTo>
                                <a:lnTo>
                                  <a:pt x="3991" y="7"/>
                                </a:lnTo>
                                <a:lnTo>
                                  <a:pt x="4044" y="0"/>
                                </a:lnTo>
                                <a:lnTo>
                                  <a:pt x="4098" y="7"/>
                                </a:lnTo>
                                <a:lnTo>
                                  <a:pt x="4141" y="14"/>
                                </a:lnTo>
                                <a:lnTo>
                                  <a:pt x="4158" y="17"/>
                                </a:lnTo>
                                <a:lnTo>
                                  <a:pt x="4174" y="20"/>
                                </a:lnTo>
                                <a:lnTo>
                                  <a:pt x="4189" y="24"/>
                                </a:lnTo>
                                <a:lnTo>
                                  <a:pt x="4203" y="29"/>
                                </a:lnTo>
                                <a:lnTo>
                                  <a:pt x="4215" y="34"/>
                                </a:lnTo>
                                <a:lnTo>
                                  <a:pt x="4228" y="39"/>
                                </a:lnTo>
                                <a:lnTo>
                                  <a:pt x="4239" y="47"/>
                                </a:lnTo>
                                <a:lnTo>
                                  <a:pt x="4251" y="54"/>
                                </a:lnTo>
                                <a:lnTo>
                                  <a:pt x="4277" y="73"/>
                                </a:lnTo>
                                <a:lnTo>
                                  <a:pt x="4306" y="96"/>
                                </a:lnTo>
                                <a:lnTo>
                                  <a:pt x="4340" y="264"/>
                                </a:lnTo>
                                <a:lnTo>
                                  <a:pt x="4374" y="430"/>
                                </a:lnTo>
                                <a:lnTo>
                                  <a:pt x="4404" y="596"/>
                                </a:lnTo>
                                <a:lnTo>
                                  <a:pt x="4434" y="761"/>
                                </a:lnTo>
                                <a:lnTo>
                                  <a:pt x="4462" y="925"/>
                                </a:lnTo>
                                <a:lnTo>
                                  <a:pt x="4489" y="1087"/>
                                </a:lnTo>
                                <a:lnTo>
                                  <a:pt x="4516" y="1247"/>
                                </a:lnTo>
                                <a:lnTo>
                                  <a:pt x="4543" y="1405"/>
                                </a:lnTo>
                                <a:lnTo>
                                  <a:pt x="4522" y="1751"/>
                                </a:lnTo>
                                <a:lnTo>
                                  <a:pt x="4502" y="2085"/>
                                </a:lnTo>
                                <a:lnTo>
                                  <a:pt x="4484" y="2407"/>
                                </a:lnTo>
                                <a:lnTo>
                                  <a:pt x="4467" y="2720"/>
                                </a:lnTo>
                                <a:lnTo>
                                  <a:pt x="4452" y="3023"/>
                                </a:lnTo>
                                <a:lnTo>
                                  <a:pt x="4439" y="3315"/>
                                </a:lnTo>
                                <a:lnTo>
                                  <a:pt x="4428" y="3598"/>
                                </a:lnTo>
                                <a:lnTo>
                                  <a:pt x="4420" y="3874"/>
                                </a:lnTo>
                                <a:lnTo>
                                  <a:pt x="4413" y="4140"/>
                                </a:lnTo>
                                <a:lnTo>
                                  <a:pt x="4410" y="4400"/>
                                </a:lnTo>
                                <a:lnTo>
                                  <a:pt x="4410" y="4652"/>
                                </a:lnTo>
                                <a:lnTo>
                                  <a:pt x="4412" y="4897"/>
                                </a:lnTo>
                                <a:lnTo>
                                  <a:pt x="4419" y="5137"/>
                                </a:lnTo>
                                <a:lnTo>
                                  <a:pt x="4428" y="5371"/>
                                </a:lnTo>
                                <a:lnTo>
                                  <a:pt x="4442" y="5599"/>
                                </a:lnTo>
                                <a:lnTo>
                                  <a:pt x="4459" y="5823"/>
                                </a:lnTo>
                                <a:lnTo>
                                  <a:pt x="4482" y="6043"/>
                                </a:lnTo>
                                <a:lnTo>
                                  <a:pt x="4508" y="6260"/>
                                </a:lnTo>
                                <a:lnTo>
                                  <a:pt x="4538" y="6473"/>
                                </a:lnTo>
                                <a:lnTo>
                                  <a:pt x="4573" y="6683"/>
                                </a:lnTo>
                                <a:lnTo>
                                  <a:pt x="4614" y="6891"/>
                                </a:lnTo>
                                <a:lnTo>
                                  <a:pt x="4660" y="7098"/>
                                </a:lnTo>
                                <a:lnTo>
                                  <a:pt x="4710" y="7303"/>
                                </a:lnTo>
                                <a:lnTo>
                                  <a:pt x="4767" y="7507"/>
                                </a:lnTo>
                                <a:lnTo>
                                  <a:pt x="4830" y="7712"/>
                                </a:lnTo>
                                <a:lnTo>
                                  <a:pt x="4897" y="7917"/>
                                </a:lnTo>
                                <a:lnTo>
                                  <a:pt x="4972" y="8123"/>
                                </a:lnTo>
                                <a:lnTo>
                                  <a:pt x="5053" y="8329"/>
                                </a:lnTo>
                                <a:lnTo>
                                  <a:pt x="5140" y="8538"/>
                                </a:lnTo>
                                <a:lnTo>
                                  <a:pt x="5234" y="8750"/>
                                </a:lnTo>
                                <a:lnTo>
                                  <a:pt x="5335" y="8963"/>
                                </a:lnTo>
                                <a:lnTo>
                                  <a:pt x="5443" y="9179"/>
                                </a:lnTo>
                                <a:lnTo>
                                  <a:pt x="5460" y="9200"/>
                                </a:lnTo>
                                <a:lnTo>
                                  <a:pt x="5479" y="9219"/>
                                </a:lnTo>
                                <a:lnTo>
                                  <a:pt x="5496" y="9237"/>
                                </a:lnTo>
                                <a:lnTo>
                                  <a:pt x="5514" y="9255"/>
                                </a:lnTo>
                                <a:lnTo>
                                  <a:pt x="5532" y="9272"/>
                                </a:lnTo>
                                <a:lnTo>
                                  <a:pt x="5549" y="9287"/>
                                </a:lnTo>
                                <a:lnTo>
                                  <a:pt x="5568" y="9299"/>
                                </a:lnTo>
                                <a:lnTo>
                                  <a:pt x="5585" y="9310"/>
                                </a:lnTo>
                                <a:lnTo>
                                  <a:pt x="5620" y="9310"/>
                                </a:lnTo>
                                <a:lnTo>
                                  <a:pt x="5656" y="9310"/>
                                </a:lnTo>
                                <a:lnTo>
                                  <a:pt x="5691" y="9310"/>
                                </a:lnTo>
                                <a:lnTo>
                                  <a:pt x="5724" y="9310"/>
                                </a:lnTo>
                                <a:lnTo>
                                  <a:pt x="5758" y="9310"/>
                                </a:lnTo>
                                <a:lnTo>
                                  <a:pt x="5789" y="9310"/>
                                </a:lnTo>
                                <a:lnTo>
                                  <a:pt x="5818" y="9310"/>
                                </a:lnTo>
                                <a:lnTo>
                                  <a:pt x="5845" y="9310"/>
                                </a:lnTo>
                                <a:lnTo>
                                  <a:pt x="5929" y="9272"/>
                                </a:lnTo>
                                <a:lnTo>
                                  <a:pt x="6006" y="9228"/>
                                </a:lnTo>
                                <a:lnTo>
                                  <a:pt x="6079" y="9182"/>
                                </a:lnTo>
                                <a:lnTo>
                                  <a:pt x="6147" y="9130"/>
                                </a:lnTo>
                                <a:lnTo>
                                  <a:pt x="6209" y="9076"/>
                                </a:lnTo>
                                <a:lnTo>
                                  <a:pt x="6266" y="9020"/>
                                </a:lnTo>
                                <a:lnTo>
                                  <a:pt x="6318" y="8961"/>
                                </a:lnTo>
                                <a:lnTo>
                                  <a:pt x="6365" y="8899"/>
                                </a:lnTo>
                                <a:lnTo>
                                  <a:pt x="6405" y="8834"/>
                                </a:lnTo>
                                <a:lnTo>
                                  <a:pt x="6441" y="8768"/>
                                </a:lnTo>
                                <a:lnTo>
                                  <a:pt x="6471" y="8699"/>
                                </a:lnTo>
                                <a:lnTo>
                                  <a:pt x="6496" y="8629"/>
                                </a:lnTo>
                                <a:lnTo>
                                  <a:pt x="6515" y="8559"/>
                                </a:lnTo>
                                <a:lnTo>
                                  <a:pt x="6529" y="8487"/>
                                </a:lnTo>
                                <a:lnTo>
                                  <a:pt x="6537" y="8414"/>
                                </a:lnTo>
                                <a:lnTo>
                                  <a:pt x="6541" y="8340"/>
                                </a:lnTo>
                                <a:lnTo>
                                  <a:pt x="6537" y="8267"/>
                                </a:lnTo>
                                <a:lnTo>
                                  <a:pt x="6529" y="8193"/>
                                </a:lnTo>
                                <a:lnTo>
                                  <a:pt x="6515" y="8119"/>
                                </a:lnTo>
                                <a:lnTo>
                                  <a:pt x="6495" y="8046"/>
                                </a:lnTo>
                                <a:lnTo>
                                  <a:pt x="6469" y="7975"/>
                                </a:lnTo>
                                <a:lnTo>
                                  <a:pt x="6438" y="7903"/>
                                </a:lnTo>
                                <a:lnTo>
                                  <a:pt x="6400" y="7833"/>
                                </a:lnTo>
                                <a:lnTo>
                                  <a:pt x="6357" y="7763"/>
                                </a:lnTo>
                                <a:lnTo>
                                  <a:pt x="6309" y="7697"/>
                                </a:lnTo>
                                <a:lnTo>
                                  <a:pt x="6253" y="7632"/>
                                </a:lnTo>
                                <a:lnTo>
                                  <a:pt x="6193" y="7568"/>
                                </a:lnTo>
                                <a:lnTo>
                                  <a:pt x="6127" y="7508"/>
                                </a:lnTo>
                                <a:lnTo>
                                  <a:pt x="6054" y="7450"/>
                                </a:lnTo>
                                <a:lnTo>
                                  <a:pt x="5974" y="7396"/>
                                </a:lnTo>
                                <a:lnTo>
                                  <a:pt x="5889" y="7343"/>
                                </a:lnTo>
                                <a:lnTo>
                                  <a:pt x="5798" y="7295"/>
                                </a:lnTo>
                                <a:lnTo>
                                  <a:pt x="5799" y="7104"/>
                                </a:lnTo>
                                <a:lnTo>
                                  <a:pt x="5801" y="6908"/>
                                </a:lnTo>
                                <a:lnTo>
                                  <a:pt x="5807" y="6708"/>
                                </a:lnTo>
                                <a:lnTo>
                                  <a:pt x="5813" y="6502"/>
                                </a:lnTo>
                                <a:lnTo>
                                  <a:pt x="5823" y="6293"/>
                                </a:lnTo>
                                <a:lnTo>
                                  <a:pt x="5835" y="6080"/>
                                </a:lnTo>
                                <a:lnTo>
                                  <a:pt x="5850" y="5864"/>
                                </a:lnTo>
                                <a:lnTo>
                                  <a:pt x="5867" y="5645"/>
                                </a:lnTo>
                                <a:lnTo>
                                  <a:pt x="5888" y="5426"/>
                                </a:lnTo>
                                <a:lnTo>
                                  <a:pt x="5913" y="5205"/>
                                </a:lnTo>
                                <a:lnTo>
                                  <a:pt x="5941" y="4982"/>
                                </a:lnTo>
                                <a:lnTo>
                                  <a:pt x="5973" y="4760"/>
                                </a:lnTo>
                                <a:lnTo>
                                  <a:pt x="6010" y="4537"/>
                                </a:lnTo>
                                <a:lnTo>
                                  <a:pt x="6050" y="4315"/>
                                </a:lnTo>
                                <a:lnTo>
                                  <a:pt x="6094" y="4095"/>
                                </a:lnTo>
                                <a:lnTo>
                                  <a:pt x="6145" y="3877"/>
                                </a:lnTo>
                                <a:lnTo>
                                  <a:pt x="6198" y="3660"/>
                                </a:lnTo>
                                <a:lnTo>
                                  <a:pt x="6259" y="3447"/>
                                </a:lnTo>
                                <a:lnTo>
                                  <a:pt x="6323" y="3237"/>
                                </a:lnTo>
                                <a:lnTo>
                                  <a:pt x="6394" y="3030"/>
                                </a:lnTo>
                                <a:lnTo>
                                  <a:pt x="6470" y="2829"/>
                                </a:lnTo>
                                <a:lnTo>
                                  <a:pt x="6551" y="2631"/>
                                </a:lnTo>
                                <a:lnTo>
                                  <a:pt x="6639" y="2439"/>
                                </a:lnTo>
                                <a:lnTo>
                                  <a:pt x="6734" y="2253"/>
                                </a:lnTo>
                                <a:lnTo>
                                  <a:pt x="6835" y="2073"/>
                                </a:lnTo>
                                <a:lnTo>
                                  <a:pt x="6942" y="1900"/>
                                </a:lnTo>
                                <a:lnTo>
                                  <a:pt x="7057" y="1735"/>
                                </a:lnTo>
                                <a:lnTo>
                                  <a:pt x="7179" y="1578"/>
                                </a:lnTo>
                                <a:lnTo>
                                  <a:pt x="7308" y="1430"/>
                                </a:lnTo>
                                <a:lnTo>
                                  <a:pt x="7444" y="1289"/>
                                </a:lnTo>
                                <a:lnTo>
                                  <a:pt x="7589" y="1159"/>
                                </a:lnTo>
                                <a:lnTo>
                                  <a:pt x="7741" y="1038"/>
                                </a:lnTo>
                                <a:lnTo>
                                  <a:pt x="7777" y="1029"/>
                                </a:lnTo>
                                <a:lnTo>
                                  <a:pt x="7812" y="1019"/>
                                </a:lnTo>
                                <a:lnTo>
                                  <a:pt x="7847" y="1011"/>
                                </a:lnTo>
                                <a:lnTo>
                                  <a:pt x="7883" y="1003"/>
                                </a:lnTo>
                                <a:lnTo>
                                  <a:pt x="7918" y="996"/>
                                </a:lnTo>
                                <a:lnTo>
                                  <a:pt x="7954" y="991"/>
                                </a:lnTo>
                                <a:lnTo>
                                  <a:pt x="7989" y="988"/>
                                </a:lnTo>
                                <a:lnTo>
                                  <a:pt x="8025" y="986"/>
                                </a:lnTo>
                                <a:lnTo>
                                  <a:pt x="8034" y="997"/>
                                </a:lnTo>
                                <a:lnTo>
                                  <a:pt x="8043" y="1006"/>
                                </a:lnTo>
                                <a:lnTo>
                                  <a:pt x="8051" y="1016"/>
                                </a:lnTo>
                                <a:lnTo>
                                  <a:pt x="8061" y="1026"/>
                                </a:lnTo>
                                <a:lnTo>
                                  <a:pt x="8069" y="1035"/>
                                </a:lnTo>
                                <a:lnTo>
                                  <a:pt x="8078" y="1045"/>
                                </a:lnTo>
                                <a:lnTo>
                                  <a:pt x="8087" y="1056"/>
                                </a:lnTo>
                                <a:lnTo>
                                  <a:pt x="8096" y="1065"/>
                                </a:lnTo>
                                <a:lnTo>
                                  <a:pt x="8096" y="2360"/>
                                </a:lnTo>
                                <a:lnTo>
                                  <a:pt x="8096" y="3656"/>
                                </a:lnTo>
                                <a:lnTo>
                                  <a:pt x="8096" y="4951"/>
                                </a:lnTo>
                                <a:lnTo>
                                  <a:pt x="8096" y="6245"/>
                                </a:lnTo>
                                <a:lnTo>
                                  <a:pt x="8096" y="7537"/>
                                </a:lnTo>
                                <a:lnTo>
                                  <a:pt x="8096" y="8829"/>
                                </a:lnTo>
                                <a:lnTo>
                                  <a:pt x="8096" y="10118"/>
                                </a:lnTo>
                                <a:lnTo>
                                  <a:pt x="8096" y="11405"/>
                                </a:lnTo>
                                <a:lnTo>
                                  <a:pt x="8049" y="11485"/>
                                </a:lnTo>
                                <a:lnTo>
                                  <a:pt x="8015" y="11544"/>
                                </a:lnTo>
                                <a:lnTo>
                                  <a:pt x="8001" y="11568"/>
                                </a:lnTo>
                                <a:lnTo>
                                  <a:pt x="7988" y="11587"/>
                                </a:lnTo>
                                <a:lnTo>
                                  <a:pt x="7975" y="11604"/>
                                </a:lnTo>
                                <a:lnTo>
                                  <a:pt x="7962" y="11618"/>
                                </a:lnTo>
                                <a:lnTo>
                                  <a:pt x="7955" y="11624"/>
                                </a:lnTo>
                                <a:lnTo>
                                  <a:pt x="7947" y="11631"/>
                                </a:lnTo>
                                <a:lnTo>
                                  <a:pt x="7939" y="11636"/>
                                </a:lnTo>
                                <a:lnTo>
                                  <a:pt x="7930" y="11641"/>
                                </a:lnTo>
                                <a:lnTo>
                                  <a:pt x="7911" y="11653"/>
                                </a:lnTo>
                                <a:lnTo>
                                  <a:pt x="7887" y="11664"/>
                                </a:lnTo>
                                <a:lnTo>
                                  <a:pt x="7826" y="11688"/>
                                </a:lnTo>
                                <a:lnTo>
                                  <a:pt x="7741" y="11719"/>
                                </a:lnTo>
                                <a:lnTo>
                                  <a:pt x="5869" y="11722"/>
                                </a:lnTo>
                                <a:lnTo>
                                  <a:pt x="5851" y="11861"/>
                                </a:lnTo>
                                <a:lnTo>
                                  <a:pt x="5828" y="11997"/>
                                </a:lnTo>
                                <a:lnTo>
                                  <a:pt x="5804" y="12130"/>
                                </a:lnTo>
                                <a:lnTo>
                                  <a:pt x="5775" y="12259"/>
                                </a:lnTo>
                                <a:lnTo>
                                  <a:pt x="5742" y="12384"/>
                                </a:lnTo>
                                <a:lnTo>
                                  <a:pt x="5706" y="12505"/>
                                </a:lnTo>
                                <a:lnTo>
                                  <a:pt x="5667" y="12622"/>
                                </a:lnTo>
                                <a:lnTo>
                                  <a:pt x="5626" y="12737"/>
                                </a:lnTo>
                                <a:lnTo>
                                  <a:pt x="5582" y="12847"/>
                                </a:lnTo>
                                <a:lnTo>
                                  <a:pt x="5534" y="12955"/>
                                </a:lnTo>
                                <a:lnTo>
                                  <a:pt x="5484" y="13058"/>
                                </a:lnTo>
                                <a:lnTo>
                                  <a:pt x="5431" y="13159"/>
                                </a:lnTo>
                                <a:lnTo>
                                  <a:pt x="5377" y="13256"/>
                                </a:lnTo>
                                <a:lnTo>
                                  <a:pt x="5320" y="13350"/>
                                </a:lnTo>
                                <a:lnTo>
                                  <a:pt x="5260" y="13441"/>
                                </a:lnTo>
                                <a:lnTo>
                                  <a:pt x="5199" y="13528"/>
                                </a:lnTo>
                                <a:lnTo>
                                  <a:pt x="5135" y="13613"/>
                                </a:lnTo>
                                <a:lnTo>
                                  <a:pt x="5071" y="13694"/>
                                </a:lnTo>
                                <a:lnTo>
                                  <a:pt x="5004" y="13773"/>
                                </a:lnTo>
                                <a:lnTo>
                                  <a:pt x="4936" y="13848"/>
                                </a:lnTo>
                                <a:lnTo>
                                  <a:pt x="4866" y="13921"/>
                                </a:lnTo>
                                <a:lnTo>
                                  <a:pt x="4795" y="13991"/>
                                </a:lnTo>
                                <a:lnTo>
                                  <a:pt x="4723" y="14059"/>
                                </a:lnTo>
                                <a:lnTo>
                                  <a:pt x="4650" y="14123"/>
                                </a:lnTo>
                                <a:lnTo>
                                  <a:pt x="4576" y="14184"/>
                                </a:lnTo>
                                <a:lnTo>
                                  <a:pt x="4502" y="14243"/>
                                </a:lnTo>
                                <a:lnTo>
                                  <a:pt x="4427" y="14300"/>
                                </a:lnTo>
                                <a:lnTo>
                                  <a:pt x="4351" y="14354"/>
                                </a:lnTo>
                                <a:lnTo>
                                  <a:pt x="4275" y="14406"/>
                                </a:lnTo>
                                <a:lnTo>
                                  <a:pt x="4198" y="14455"/>
                                </a:lnTo>
                                <a:lnTo>
                                  <a:pt x="4121" y="14501"/>
                                </a:lnTo>
                                <a:lnTo>
                                  <a:pt x="4044" y="1454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615214" w:rsidRDefault="00615214" w:rsidP="00615214">
                              <w:pPr>
                                <w:rPr>
                                  <w:rFonts w:eastAsia="Times New Roman"/>
                                </w:rPr>
                              </w:pPr>
                            </w:p>
                          </w:txbxContent>
                        </wps:txbx>
                        <wps:bodyPr rot="0" vert="horz" wrap="square" lIns="91440" tIns="45720" rIns="91440" bIns="45720" anchor="t" anchorCtr="0" upright="1">
                          <a:noAutofit/>
                        </wps:bodyPr>
                      </wps:wsp>
                      <wps:wsp>
                        <wps:cNvPr id="3324" name="Freeform 4"/>
                        <wps:cNvSpPr>
                          <a:spLocks/>
                        </wps:cNvSpPr>
                        <wps:spPr bwMode="auto">
                          <a:xfrm>
                            <a:off x="166" y="131"/>
                            <a:ext cx="810" cy="1455"/>
                          </a:xfrm>
                          <a:custGeom>
                            <a:avLst/>
                            <a:gdLst>
                              <a:gd name="T0" fmla="*/ 3587 w 8096"/>
                              <a:gd name="T1" fmla="*/ 14244 h 14546"/>
                              <a:gd name="T2" fmla="*/ 3087 w 8096"/>
                              <a:gd name="T3" fmla="*/ 13774 h 14546"/>
                              <a:gd name="T4" fmla="*/ 2661 w 8096"/>
                              <a:gd name="T5" fmla="*/ 13161 h 14546"/>
                              <a:gd name="T6" fmla="*/ 2354 w 8096"/>
                              <a:gd name="T7" fmla="*/ 12386 h 14546"/>
                              <a:gd name="T8" fmla="*/ 270 w 8096"/>
                              <a:gd name="T9" fmla="*/ 11691 h 14546"/>
                              <a:gd name="T10" fmla="*/ 134 w 8096"/>
                              <a:gd name="T11" fmla="*/ 11621 h 14546"/>
                              <a:gd name="T12" fmla="*/ 0 w 8096"/>
                              <a:gd name="T13" fmla="*/ 10120 h 14546"/>
                              <a:gd name="T14" fmla="*/ 0 w 8096"/>
                              <a:gd name="T15" fmla="*/ 1068 h 14546"/>
                              <a:gd name="T16" fmla="*/ 62 w 8096"/>
                              <a:gd name="T17" fmla="*/ 999 h 14546"/>
                              <a:gd name="T18" fmla="*/ 284 w 8096"/>
                              <a:gd name="T19" fmla="*/ 1022 h 14546"/>
                              <a:gd name="T20" fmla="*/ 1038 w 8096"/>
                              <a:gd name="T21" fmla="*/ 1738 h 14546"/>
                              <a:gd name="T22" fmla="*/ 1702 w 8096"/>
                              <a:gd name="T23" fmla="*/ 3033 h 14546"/>
                              <a:gd name="T24" fmla="*/ 2086 w 8096"/>
                              <a:gd name="T25" fmla="*/ 4540 h 14546"/>
                              <a:gd name="T26" fmla="*/ 2261 w 8096"/>
                              <a:gd name="T27" fmla="*/ 6083 h 14546"/>
                              <a:gd name="T28" fmla="*/ 2207 w 8096"/>
                              <a:gd name="T29" fmla="*/ 7346 h 14546"/>
                              <a:gd name="T30" fmla="*/ 1739 w 8096"/>
                              <a:gd name="T31" fmla="*/ 7767 h 14546"/>
                              <a:gd name="T32" fmla="*/ 1559 w 8096"/>
                              <a:gd name="T33" fmla="*/ 8269 h 14546"/>
                              <a:gd name="T34" fmla="*/ 1655 w 8096"/>
                              <a:gd name="T35" fmla="*/ 8771 h 14546"/>
                              <a:gd name="T36" fmla="*/ 2017 w 8096"/>
                              <a:gd name="T37" fmla="*/ 9185 h 14546"/>
                              <a:gd name="T38" fmla="*/ 2372 w 8096"/>
                              <a:gd name="T39" fmla="*/ 9313 h 14546"/>
                              <a:gd name="T40" fmla="*/ 2564 w 8096"/>
                              <a:gd name="T41" fmla="*/ 9275 h 14546"/>
                              <a:gd name="T42" fmla="*/ 2862 w 8096"/>
                              <a:gd name="T43" fmla="*/ 8752 h 14546"/>
                              <a:gd name="T44" fmla="*/ 3386 w 8096"/>
                              <a:gd name="T45" fmla="*/ 7306 h 14546"/>
                              <a:gd name="T46" fmla="*/ 3636 w 8096"/>
                              <a:gd name="T47" fmla="*/ 5827 h 14546"/>
                              <a:gd name="T48" fmla="*/ 3683 w 8096"/>
                              <a:gd name="T49" fmla="*/ 4144 h 14546"/>
                              <a:gd name="T50" fmla="*/ 3594 w 8096"/>
                              <a:gd name="T51" fmla="*/ 2088 h 14546"/>
                              <a:gd name="T52" fmla="*/ 3691 w 8096"/>
                              <a:gd name="T53" fmla="*/ 599 h 14546"/>
                              <a:gd name="T54" fmla="*/ 3866 w 8096"/>
                              <a:gd name="T55" fmla="*/ 42 h 14546"/>
                              <a:gd name="T56" fmla="*/ 3991 w 8096"/>
                              <a:gd name="T57" fmla="*/ 7 h 14546"/>
                              <a:gd name="T58" fmla="*/ 4203 w 8096"/>
                              <a:gd name="T59" fmla="*/ 29 h 14546"/>
                              <a:gd name="T60" fmla="*/ 4340 w 8096"/>
                              <a:gd name="T61" fmla="*/ 264 h 14546"/>
                              <a:gd name="T62" fmla="*/ 4543 w 8096"/>
                              <a:gd name="T63" fmla="*/ 1405 h 14546"/>
                              <a:gd name="T64" fmla="*/ 4428 w 8096"/>
                              <a:gd name="T65" fmla="*/ 3598 h 14546"/>
                              <a:gd name="T66" fmla="*/ 4428 w 8096"/>
                              <a:gd name="T67" fmla="*/ 5371 h 14546"/>
                              <a:gd name="T68" fmla="*/ 4614 w 8096"/>
                              <a:gd name="T69" fmla="*/ 6891 h 14546"/>
                              <a:gd name="T70" fmla="*/ 5053 w 8096"/>
                              <a:gd name="T71" fmla="*/ 8329 h 14546"/>
                              <a:gd name="T72" fmla="*/ 5496 w 8096"/>
                              <a:gd name="T73" fmla="*/ 9237 h 14546"/>
                              <a:gd name="T74" fmla="*/ 5656 w 8096"/>
                              <a:gd name="T75" fmla="*/ 9310 h 14546"/>
                              <a:gd name="T76" fmla="*/ 5929 w 8096"/>
                              <a:gd name="T77" fmla="*/ 9272 h 14546"/>
                              <a:gd name="T78" fmla="*/ 6365 w 8096"/>
                              <a:gd name="T79" fmla="*/ 8899 h 14546"/>
                              <a:gd name="T80" fmla="*/ 6537 w 8096"/>
                              <a:gd name="T81" fmla="*/ 8414 h 14546"/>
                              <a:gd name="T82" fmla="*/ 6438 w 8096"/>
                              <a:gd name="T83" fmla="*/ 7903 h 14546"/>
                              <a:gd name="T84" fmla="*/ 6054 w 8096"/>
                              <a:gd name="T85" fmla="*/ 7450 h 14546"/>
                              <a:gd name="T86" fmla="*/ 5813 w 8096"/>
                              <a:gd name="T87" fmla="*/ 6502 h 14546"/>
                              <a:gd name="T88" fmla="*/ 5941 w 8096"/>
                              <a:gd name="T89" fmla="*/ 4982 h 14546"/>
                              <a:gd name="T90" fmla="*/ 6259 w 8096"/>
                              <a:gd name="T91" fmla="*/ 3447 h 14546"/>
                              <a:gd name="T92" fmla="*/ 6835 w 8096"/>
                              <a:gd name="T93" fmla="*/ 2073 h 14546"/>
                              <a:gd name="T94" fmla="*/ 7741 w 8096"/>
                              <a:gd name="T95" fmla="*/ 1038 h 14546"/>
                              <a:gd name="T96" fmla="*/ 7989 w 8096"/>
                              <a:gd name="T97" fmla="*/ 988 h 14546"/>
                              <a:gd name="T98" fmla="*/ 8078 w 8096"/>
                              <a:gd name="T99" fmla="*/ 1045 h 14546"/>
                              <a:gd name="T100" fmla="*/ 8096 w 8096"/>
                              <a:gd name="T101" fmla="*/ 7537 h 14546"/>
                              <a:gd name="T102" fmla="*/ 7988 w 8096"/>
                              <a:gd name="T103" fmla="*/ 11587 h 14546"/>
                              <a:gd name="T104" fmla="*/ 7911 w 8096"/>
                              <a:gd name="T105" fmla="*/ 11653 h 14546"/>
                              <a:gd name="T106" fmla="*/ 5804 w 8096"/>
                              <a:gd name="T107" fmla="*/ 12130 h 14546"/>
                              <a:gd name="T108" fmla="*/ 5534 w 8096"/>
                              <a:gd name="T109" fmla="*/ 12955 h 14546"/>
                              <a:gd name="T110" fmla="*/ 5135 w 8096"/>
                              <a:gd name="T111" fmla="*/ 13613 h 14546"/>
                              <a:gd name="T112" fmla="*/ 4650 w 8096"/>
                              <a:gd name="T113" fmla="*/ 14123 h 14546"/>
                              <a:gd name="T114" fmla="*/ 4121 w 8096"/>
                              <a:gd name="T115" fmla="*/ 14501 h 145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8096" h="14546">
                                <a:moveTo>
                                  <a:pt x="4044" y="14546"/>
                                </a:moveTo>
                                <a:lnTo>
                                  <a:pt x="3967" y="14501"/>
                                </a:lnTo>
                                <a:lnTo>
                                  <a:pt x="3891" y="14455"/>
                                </a:lnTo>
                                <a:lnTo>
                                  <a:pt x="3815" y="14406"/>
                                </a:lnTo>
                                <a:lnTo>
                                  <a:pt x="3738" y="14354"/>
                                </a:lnTo>
                                <a:lnTo>
                                  <a:pt x="3662" y="14301"/>
                                </a:lnTo>
                                <a:lnTo>
                                  <a:pt x="3587" y="14244"/>
                                </a:lnTo>
                                <a:lnTo>
                                  <a:pt x="3512" y="14185"/>
                                </a:lnTo>
                                <a:lnTo>
                                  <a:pt x="3439" y="14123"/>
                                </a:lnTo>
                                <a:lnTo>
                                  <a:pt x="3366" y="14059"/>
                                </a:lnTo>
                                <a:lnTo>
                                  <a:pt x="3294" y="13992"/>
                                </a:lnTo>
                                <a:lnTo>
                                  <a:pt x="3224" y="13922"/>
                                </a:lnTo>
                                <a:lnTo>
                                  <a:pt x="3155" y="13850"/>
                                </a:lnTo>
                                <a:lnTo>
                                  <a:pt x="3087" y="13774"/>
                                </a:lnTo>
                                <a:lnTo>
                                  <a:pt x="3021" y="13696"/>
                                </a:lnTo>
                                <a:lnTo>
                                  <a:pt x="2956" y="13615"/>
                                </a:lnTo>
                                <a:lnTo>
                                  <a:pt x="2893" y="13530"/>
                                </a:lnTo>
                                <a:lnTo>
                                  <a:pt x="2832" y="13442"/>
                                </a:lnTo>
                                <a:lnTo>
                                  <a:pt x="2773" y="13352"/>
                                </a:lnTo>
                                <a:lnTo>
                                  <a:pt x="2716" y="13258"/>
                                </a:lnTo>
                                <a:lnTo>
                                  <a:pt x="2661" y="13161"/>
                                </a:lnTo>
                                <a:lnTo>
                                  <a:pt x="2610" y="13061"/>
                                </a:lnTo>
                                <a:lnTo>
                                  <a:pt x="2559" y="12957"/>
                                </a:lnTo>
                                <a:lnTo>
                                  <a:pt x="2513" y="12849"/>
                                </a:lnTo>
                                <a:lnTo>
                                  <a:pt x="2468" y="12739"/>
                                </a:lnTo>
                                <a:lnTo>
                                  <a:pt x="2428" y="12625"/>
                                </a:lnTo>
                                <a:lnTo>
                                  <a:pt x="2389" y="12508"/>
                                </a:lnTo>
                                <a:lnTo>
                                  <a:pt x="2354" y="12386"/>
                                </a:lnTo>
                                <a:lnTo>
                                  <a:pt x="2321" y="12262"/>
                                </a:lnTo>
                                <a:lnTo>
                                  <a:pt x="2292" y="12133"/>
                                </a:lnTo>
                                <a:lnTo>
                                  <a:pt x="2267" y="12001"/>
                                </a:lnTo>
                                <a:lnTo>
                                  <a:pt x="2245" y="11864"/>
                                </a:lnTo>
                                <a:lnTo>
                                  <a:pt x="2227" y="11725"/>
                                </a:lnTo>
                                <a:lnTo>
                                  <a:pt x="355" y="11722"/>
                                </a:lnTo>
                                <a:lnTo>
                                  <a:pt x="270" y="11691"/>
                                </a:lnTo>
                                <a:lnTo>
                                  <a:pt x="209" y="11667"/>
                                </a:lnTo>
                                <a:lnTo>
                                  <a:pt x="185" y="11656"/>
                                </a:lnTo>
                                <a:lnTo>
                                  <a:pt x="166" y="11645"/>
                                </a:lnTo>
                                <a:lnTo>
                                  <a:pt x="157" y="11639"/>
                                </a:lnTo>
                                <a:lnTo>
                                  <a:pt x="149" y="11634"/>
                                </a:lnTo>
                                <a:lnTo>
                                  <a:pt x="141" y="11628"/>
                                </a:lnTo>
                                <a:lnTo>
                                  <a:pt x="134" y="11621"/>
                                </a:lnTo>
                                <a:lnTo>
                                  <a:pt x="121" y="11607"/>
                                </a:lnTo>
                                <a:lnTo>
                                  <a:pt x="108" y="11590"/>
                                </a:lnTo>
                                <a:lnTo>
                                  <a:pt x="95" y="11571"/>
                                </a:lnTo>
                                <a:lnTo>
                                  <a:pt x="81" y="11547"/>
                                </a:lnTo>
                                <a:lnTo>
                                  <a:pt x="47" y="11488"/>
                                </a:lnTo>
                                <a:lnTo>
                                  <a:pt x="0" y="11408"/>
                                </a:lnTo>
                                <a:lnTo>
                                  <a:pt x="0" y="10120"/>
                                </a:lnTo>
                                <a:lnTo>
                                  <a:pt x="0" y="8832"/>
                                </a:lnTo>
                                <a:lnTo>
                                  <a:pt x="0" y="7540"/>
                                </a:lnTo>
                                <a:lnTo>
                                  <a:pt x="0" y="6248"/>
                                </a:lnTo>
                                <a:lnTo>
                                  <a:pt x="0" y="4954"/>
                                </a:lnTo>
                                <a:lnTo>
                                  <a:pt x="0" y="3659"/>
                                </a:lnTo>
                                <a:lnTo>
                                  <a:pt x="0" y="2363"/>
                                </a:lnTo>
                                <a:lnTo>
                                  <a:pt x="0" y="1068"/>
                                </a:lnTo>
                                <a:lnTo>
                                  <a:pt x="8" y="1059"/>
                                </a:lnTo>
                                <a:lnTo>
                                  <a:pt x="18" y="1048"/>
                                </a:lnTo>
                                <a:lnTo>
                                  <a:pt x="27" y="1038"/>
                                </a:lnTo>
                                <a:lnTo>
                                  <a:pt x="35" y="1029"/>
                                </a:lnTo>
                                <a:lnTo>
                                  <a:pt x="44" y="1019"/>
                                </a:lnTo>
                                <a:lnTo>
                                  <a:pt x="53" y="1010"/>
                                </a:lnTo>
                                <a:lnTo>
                                  <a:pt x="62" y="999"/>
                                </a:lnTo>
                                <a:lnTo>
                                  <a:pt x="71" y="989"/>
                                </a:lnTo>
                                <a:lnTo>
                                  <a:pt x="106" y="990"/>
                                </a:lnTo>
                                <a:lnTo>
                                  <a:pt x="142" y="993"/>
                                </a:lnTo>
                                <a:lnTo>
                                  <a:pt x="178" y="999"/>
                                </a:lnTo>
                                <a:lnTo>
                                  <a:pt x="213" y="1006"/>
                                </a:lnTo>
                                <a:lnTo>
                                  <a:pt x="249" y="1014"/>
                                </a:lnTo>
                                <a:lnTo>
                                  <a:pt x="284" y="1022"/>
                                </a:lnTo>
                                <a:lnTo>
                                  <a:pt x="319" y="1032"/>
                                </a:lnTo>
                                <a:lnTo>
                                  <a:pt x="355" y="1042"/>
                                </a:lnTo>
                                <a:lnTo>
                                  <a:pt x="507" y="1162"/>
                                </a:lnTo>
                                <a:lnTo>
                                  <a:pt x="652" y="1293"/>
                                </a:lnTo>
                                <a:lnTo>
                                  <a:pt x="788" y="1433"/>
                                </a:lnTo>
                                <a:lnTo>
                                  <a:pt x="917" y="1581"/>
                                </a:lnTo>
                                <a:lnTo>
                                  <a:pt x="1038" y="1738"/>
                                </a:lnTo>
                                <a:lnTo>
                                  <a:pt x="1153" y="1903"/>
                                </a:lnTo>
                                <a:lnTo>
                                  <a:pt x="1261" y="2076"/>
                                </a:lnTo>
                                <a:lnTo>
                                  <a:pt x="1362" y="2256"/>
                                </a:lnTo>
                                <a:lnTo>
                                  <a:pt x="1456" y="2442"/>
                                </a:lnTo>
                                <a:lnTo>
                                  <a:pt x="1545" y="2633"/>
                                </a:lnTo>
                                <a:lnTo>
                                  <a:pt x="1626" y="2832"/>
                                </a:lnTo>
                                <a:lnTo>
                                  <a:pt x="1702" y="3033"/>
                                </a:lnTo>
                                <a:lnTo>
                                  <a:pt x="1772" y="3240"/>
                                </a:lnTo>
                                <a:lnTo>
                                  <a:pt x="1837" y="3450"/>
                                </a:lnTo>
                                <a:lnTo>
                                  <a:pt x="1896" y="3664"/>
                                </a:lnTo>
                                <a:lnTo>
                                  <a:pt x="1951" y="3880"/>
                                </a:lnTo>
                                <a:lnTo>
                                  <a:pt x="2001" y="4099"/>
                                </a:lnTo>
                                <a:lnTo>
                                  <a:pt x="2046" y="4318"/>
                                </a:lnTo>
                                <a:lnTo>
                                  <a:pt x="2086" y="4540"/>
                                </a:lnTo>
                                <a:lnTo>
                                  <a:pt x="2123" y="4763"/>
                                </a:lnTo>
                                <a:lnTo>
                                  <a:pt x="2154" y="4985"/>
                                </a:lnTo>
                                <a:lnTo>
                                  <a:pt x="2183" y="5207"/>
                                </a:lnTo>
                                <a:lnTo>
                                  <a:pt x="2208" y="5429"/>
                                </a:lnTo>
                                <a:lnTo>
                                  <a:pt x="2228" y="5649"/>
                                </a:lnTo>
                                <a:lnTo>
                                  <a:pt x="2246" y="5867"/>
                                </a:lnTo>
                                <a:lnTo>
                                  <a:pt x="2261" y="6083"/>
                                </a:lnTo>
                                <a:lnTo>
                                  <a:pt x="2273" y="6296"/>
                                </a:lnTo>
                                <a:lnTo>
                                  <a:pt x="2283" y="6505"/>
                                </a:lnTo>
                                <a:lnTo>
                                  <a:pt x="2289" y="6711"/>
                                </a:lnTo>
                                <a:lnTo>
                                  <a:pt x="2295" y="6911"/>
                                </a:lnTo>
                                <a:lnTo>
                                  <a:pt x="2297" y="7107"/>
                                </a:lnTo>
                                <a:lnTo>
                                  <a:pt x="2298" y="7298"/>
                                </a:lnTo>
                                <a:lnTo>
                                  <a:pt x="2207" y="7346"/>
                                </a:lnTo>
                                <a:lnTo>
                                  <a:pt x="2122" y="7399"/>
                                </a:lnTo>
                                <a:lnTo>
                                  <a:pt x="2042" y="7454"/>
                                </a:lnTo>
                                <a:lnTo>
                                  <a:pt x="1969" y="7512"/>
                                </a:lnTo>
                                <a:lnTo>
                                  <a:pt x="1903" y="7572"/>
                                </a:lnTo>
                                <a:lnTo>
                                  <a:pt x="1842" y="7635"/>
                                </a:lnTo>
                                <a:lnTo>
                                  <a:pt x="1787" y="7700"/>
                                </a:lnTo>
                                <a:lnTo>
                                  <a:pt x="1739" y="7767"/>
                                </a:lnTo>
                                <a:lnTo>
                                  <a:pt x="1695" y="7836"/>
                                </a:lnTo>
                                <a:lnTo>
                                  <a:pt x="1658" y="7906"/>
                                </a:lnTo>
                                <a:lnTo>
                                  <a:pt x="1626" y="7978"/>
                                </a:lnTo>
                                <a:lnTo>
                                  <a:pt x="1600" y="8050"/>
                                </a:lnTo>
                                <a:lnTo>
                                  <a:pt x="1581" y="8123"/>
                                </a:lnTo>
                                <a:lnTo>
                                  <a:pt x="1567" y="8196"/>
                                </a:lnTo>
                                <a:lnTo>
                                  <a:pt x="1559" y="8269"/>
                                </a:lnTo>
                                <a:lnTo>
                                  <a:pt x="1555" y="8343"/>
                                </a:lnTo>
                                <a:lnTo>
                                  <a:pt x="1559" y="8417"/>
                                </a:lnTo>
                                <a:lnTo>
                                  <a:pt x="1566" y="8489"/>
                                </a:lnTo>
                                <a:lnTo>
                                  <a:pt x="1580" y="8562"/>
                                </a:lnTo>
                                <a:lnTo>
                                  <a:pt x="1599" y="8633"/>
                                </a:lnTo>
                                <a:lnTo>
                                  <a:pt x="1624" y="8702"/>
                                </a:lnTo>
                                <a:lnTo>
                                  <a:pt x="1655" y="8771"/>
                                </a:lnTo>
                                <a:lnTo>
                                  <a:pt x="1691" y="8837"/>
                                </a:lnTo>
                                <a:lnTo>
                                  <a:pt x="1731" y="8901"/>
                                </a:lnTo>
                                <a:lnTo>
                                  <a:pt x="1778" y="8964"/>
                                </a:lnTo>
                                <a:lnTo>
                                  <a:pt x="1830" y="9023"/>
                                </a:lnTo>
                                <a:lnTo>
                                  <a:pt x="1887" y="9080"/>
                                </a:lnTo>
                                <a:lnTo>
                                  <a:pt x="1949" y="9133"/>
                                </a:lnTo>
                                <a:lnTo>
                                  <a:pt x="2017" y="9185"/>
                                </a:lnTo>
                                <a:lnTo>
                                  <a:pt x="2090" y="9231"/>
                                </a:lnTo>
                                <a:lnTo>
                                  <a:pt x="2167" y="9275"/>
                                </a:lnTo>
                                <a:lnTo>
                                  <a:pt x="2251" y="9313"/>
                                </a:lnTo>
                                <a:lnTo>
                                  <a:pt x="2277" y="9313"/>
                                </a:lnTo>
                                <a:lnTo>
                                  <a:pt x="2307" y="9313"/>
                                </a:lnTo>
                                <a:lnTo>
                                  <a:pt x="2338" y="9313"/>
                                </a:lnTo>
                                <a:lnTo>
                                  <a:pt x="2372" y="9313"/>
                                </a:lnTo>
                                <a:lnTo>
                                  <a:pt x="2405" y="9313"/>
                                </a:lnTo>
                                <a:lnTo>
                                  <a:pt x="2440" y="9313"/>
                                </a:lnTo>
                                <a:lnTo>
                                  <a:pt x="2475" y="9313"/>
                                </a:lnTo>
                                <a:lnTo>
                                  <a:pt x="2511" y="9313"/>
                                </a:lnTo>
                                <a:lnTo>
                                  <a:pt x="2528" y="9303"/>
                                </a:lnTo>
                                <a:lnTo>
                                  <a:pt x="2547" y="9290"/>
                                </a:lnTo>
                                <a:lnTo>
                                  <a:pt x="2564" y="9275"/>
                                </a:lnTo>
                                <a:lnTo>
                                  <a:pt x="2582" y="9259"/>
                                </a:lnTo>
                                <a:lnTo>
                                  <a:pt x="2599" y="9240"/>
                                </a:lnTo>
                                <a:lnTo>
                                  <a:pt x="2617" y="9222"/>
                                </a:lnTo>
                                <a:lnTo>
                                  <a:pt x="2635" y="9203"/>
                                </a:lnTo>
                                <a:lnTo>
                                  <a:pt x="2653" y="9183"/>
                                </a:lnTo>
                                <a:lnTo>
                                  <a:pt x="2761" y="8966"/>
                                </a:lnTo>
                                <a:lnTo>
                                  <a:pt x="2862" y="8752"/>
                                </a:lnTo>
                                <a:lnTo>
                                  <a:pt x="2956" y="8542"/>
                                </a:lnTo>
                                <a:lnTo>
                                  <a:pt x="3043" y="8333"/>
                                </a:lnTo>
                                <a:lnTo>
                                  <a:pt x="3124" y="8126"/>
                                </a:lnTo>
                                <a:lnTo>
                                  <a:pt x="3199" y="7920"/>
                                </a:lnTo>
                                <a:lnTo>
                                  <a:pt x="3266" y="7715"/>
                                </a:lnTo>
                                <a:lnTo>
                                  <a:pt x="3329" y="7510"/>
                                </a:lnTo>
                                <a:lnTo>
                                  <a:pt x="3386" y="7306"/>
                                </a:lnTo>
                                <a:lnTo>
                                  <a:pt x="3436" y="7101"/>
                                </a:lnTo>
                                <a:lnTo>
                                  <a:pt x="3482" y="6894"/>
                                </a:lnTo>
                                <a:lnTo>
                                  <a:pt x="3522" y="6686"/>
                                </a:lnTo>
                                <a:lnTo>
                                  <a:pt x="3557" y="6476"/>
                                </a:lnTo>
                                <a:lnTo>
                                  <a:pt x="3588" y="6263"/>
                                </a:lnTo>
                                <a:lnTo>
                                  <a:pt x="3614" y="6046"/>
                                </a:lnTo>
                                <a:lnTo>
                                  <a:pt x="3636" y="5827"/>
                                </a:lnTo>
                                <a:lnTo>
                                  <a:pt x="3654" y="5603"/>
                                </a:lnTo>
                                <a:lnTo>
                                  <a:pt x="3667" y="5374"/>
                                </a:lnTo>
                                <a:lnTo>
                                  <a:pt x="3676" y="5139"/>
                                </a:lnTo>
                                <a:lnTo>
                                  <a:pt x="3683" y="4900"/>
                                </a:lnTo>
                                <a:lnTo>
                                  <a:pt x="3686" y="4655"/>
                                </a:lnTo>
                                <a:lnTo>
                                  <a:pt x="3686" y="4403"/>
                                </a:lnTo>
                                <a:lnTo>
                                  <a:pt x="3683" y="4144"/>
                                </a:lnTo>
                                <a:lnTo>
                                  <a:pt x="3676" y="3877"/>
                                </a:lnTo>
                                <a:lnTo>
                                  <a:pt x="3668" y="3601"/>
                                </a:lnTo>
                                <a:lnTo>
                                  <a:pt x="3657" y="3318"/>
                                </a:lnTo>
                                <a:lnTo>
                                  <a:pt x="3644" y="3026"/>
                                </a:lnTo>
                                <a:lnTo>
                                  <a:pt x="3629" y="2723"/>
                                </a:lnTo>
                                <a:lnTo>
                                  <a:pt x="3612" y="2410"/>
                                </a:lnTo>
                                <a:lnTo>
                                  <a:pt x="3594" y="2088"/>
                                </a:lnTo>
                                <a:lnTo>
                                  <a:pt x="3573" y="1754"/>
                                </a:lnTo>
                                <a:lnTo>
                                  <a:pt x="3553" y="1408"/>
                                </a:lnTo>
                                <a:lnTo>
                                  <a:pt x="3580" y="1250"/>
                                </a:lnTo>
                                <a:lnTo>
                                  <a:pt x="3607" y="1090"/>
                                </a:lnTo>
                                <a:lnTo>
                                  <a:pt x="3634" y="927"/>
                                </a:lnTo>
                                <a:lnTo>
                                  <a:pt x="3662" y="764"/>
                                </a:lnTo>
                                <a:lnTo>
                                  <a:pt x="3691" y="599"/>
                                </a:lnTo>
                                <a:lnTo>
                                  <a:pt x="3722" y="433"/>
                                </a:lnTo>
                                <a:lnTo>
                                  <a:pt x="3756" y="267"/>
                                </a:lnTo>
                                <a:lnTo>
                                  <a:pt x="3790" y="100"/>
                                </a:lnTo>
                                <a:lnTo>
                                  <a:pt x="3819" y="76"/>
                                </a:lnTo>
                                <a:lnTo>
                                  <a:pt x="3844" y="57"/>
                                </a:lnTo>
                                <a:lnTo>
                                  <a:pt x="3854" y="49"/>
                                </a:lnTo>
                                <a:lnTo>
                                  <a:pt x="3866" y="42"/>
                                </a:lnTo>
                                <a:lnTo>
                                  <a:pt x="3877" y="36"/>
                                </a:lnTo>
                                <a:lnTo>
                                  <a:pt x="3890" y="31"/>
                                </a:lnTo>
                                <a:lnTo>
                                  <a:pt x="3902" y="26"/>
                                </a:lnTo>
                                <a:lnTo>
                                  <a:pt x="3917" y="21"/>
                                </a:lnTo>
                                <a:lnTo>
                                  <a:pt x="3932" y="18"/>
                                </a:lnTo>
                                <a:lnTo>
                                  <a:pt x="3949" y="14"/>
                                </a:lnTo>
                                <a:lnTo>
                                  <a:pt x="3991" y="7"/>
                                </a:lnTo>
                                <a:lnTo>
                                  <a:pt x="4044" y="0"/>
                                </a:lnTo>
                                <a:lnTo>
                                  <a:pt x="4098" y="7"/>
                                </a:lnTo>
                                <a:lnTo>
                                  <a:pt x="4141" y="14"/>
                                </a:lnTo>
                                <a:lnTo>
                                  <a:pt x="4158" y="17"/>
                                </a:lnTo>
                                <a:lnTo>
                                  <a:pt x="4174" y="20"/>
                                </a:lnTo>
                                <a:lnTo>
                                  <a:pt x="4189" y="24"/>
                                </a:lnTo>
                                <a:lnTo>
                                  <a:pt x="4203" y="29"/>
                                </a:lnTo>
                                <a:lnTo>
                                  <a:pt x="4215" y="34"/>
                                </a:lnTo>
                                <a:lnTo>
                                  <a:pt x="4228" y="39"/>
                                </a:lnTo>
                                <a:lnTo>
                                  <a:pt x="4239" y="47"/>
                                </a:lnTo>
                                <a:lnTo>
                                  <a:pt x="4251" y="54"/>
                                </a:lnTo>
                                <a:lnTo>
                                  <a:pt x="4277" y="73"/>
                                </a:lnTo>
                                <a:lnTo>
                                  <a:pt x="4306" y="96"/>
                                </a:lnTo>
                                <a:lnTo>
                                  <a:pt x="4340" y="264"/>
                                </a:lnTo>
                                <a:lnTo>
                                  <a:pt x="4374" y="430"/>
                                </a:lnTo>
                                <a:lnTo>
                                  <a:pt x="4404" y="596"/>
                                </a:lnTo>
                                <a:lnTo>
                                  <a:pt x="4434" y="761"/>
                                </a:lnTo>
                                <a:lnTo>
                                  <a:pt x="4462" y="925"/>
                                </a:lnTo>
                                <a:lnTo>
                                  <a:pt x="4489" y="1087"/>
                                </a:lnTo>
                                <a:lnTo>
                                  <a:pt x="4516" y="1247"/>
                                </a:lnTo>
                                <a:lnTo>
                                  <a:pt x="4543" y="1405"/>
                                </a:lnTo>
                                <a:lnTo>
                                  <a:pt x="4522" y="1751"/>
                                </a:lnTo>
                                <a:lnTo>
                                  <a:pt x="4502" y="2085"/>
                                </a:lnTo>
                                <a:lnTo>
                                  <a:pt x="4484" y="2407"/>
                                </a:lnTo>
                                <a:lnTo>
                                  <a:pt x="4467" y="2720"/>
                                </a:lnTo>
                                <a:lnTo>
                                  <a:pt x="4452" y="3023"/>
                                </a:lnTo>
                                <a:lnTo>
                                  <a:pt x="4439" y="3315"/>
                                </a:lnTo>
                                <a:lnTo>
                                  <a:pt x="4428" y="3598"/>
                                </a:lnTo>
                                <a:lnTo>
                                  <a:pt x="4420" y="3874"/>
                                </a:lnTo>
                                <a:lnTo>
                                  <a:pt x="4413" y="4140"/>
                                </a:lnTo>
                                <a:lnTo>
                                  <a:pt x="4410" y="4400"/>
                                </a:lnTo>
                                <a:lnTo>
                                  <a:pt x="4410" y="4652"/>
                                </a:lnTo>
                                <a:lnTo>
                                  <a:pt x="4412" y="4897"/>
                                </a:lnTo>
                                <a:lnTo>
                                  <a:pt x="4419" y="5137"/>
                                </a:lnTo>
                                <a:lnTo>
                                  <a:pt x="4428" y="5371"/>
                                </a:lnTo>
                                <a:lnTo>
                                  <a:pt x="4442" y="5599"/>
                                </a:lnTo>
                                <a:lnTo>
                                  <a:pt x="4459" y="5823"/>
                                </a:lnTo>
                                <a:lnTo>
                                  <a:pt x="4482" y="6043"/>
                                </a:lnTo>
                                <a:lnTo>
                                  <a:pt x="4508" y="6260"/>
                                </a:lnTo>
                                <a:lnTo>
                                  <a:pt x="4538" y="6473"/>
                                </a:lnTo>
                                <a:lnTo>
                                  <a:pt x="4573" y="6683"/>
                                </a:lnTo>
                                <a:lnTo>
                                  <a:pt x="4614" y="6891"/>
                                </a:lnTo>
                                <a:lnTo>
                                  <a:pt x="4660" y="7098"/>
                                </a:lnTo>
                                <a:lnTo>
                                  <a:pt x="4710" y="7303"/>
                                </a:lnTo>
                                <a:lnTo>
                                  <a:pt x="4767" y="7507"/>
                                </a:lnTo>
                                <a:lnTo>
                                  <a:pt x="4830" y="7712"/>
                                </a:lnTo>
                                <a:lnTo>
                                  <a:pt x="4897" y="7917"/>
                                </a:lnTo>
                                <a:lnTo>
                                  <a:pt x="4972" y="8123"/>
                                </a:lnTo>
                                <a:lnTo>
                                  <a:pt x="5053" y="8329"/>
                                </a:lnTo>
                                <a:lnTo>
                                  <a:pt x="5140" y="8538"/>
                                </a:lnTo>
                                <a:lnTo>
                                  <a:pt x="5234" y="8750"/>
                                </a:lnTo>
                                <a:lnTo>
                                  <a:pt x="5335" y="8963"/>
                                </a:lnTo>
                                <a:lnTo>
                                  <a:pt x="5443" y="9179"/>
                                </a:lnTo>
                                <a:lnTo>
                                  <a:pt x="5460" y="9200"/>
                                </a:lnTo>
                                <a:lnTo>
                                  <a:pt x="5479" y="9219"/>
                                </a:lnTo>
                                <a:lnTo>
                                  <a:pt x="5496" y="9237"/>
                                </a:lnTo>
                                <a:lnTo>
                                  <a:pt x="5514" y="9255"/>
                                </a:lnTo>
                                <a:lnTo>
                                  <a:pt x="5532" y="9272"/>
                                </a:lnTo>
                                <a:lnTo>
                                  <a:pt x="5549" y="9287"/>
                                </a:lnTo>
                                <a:lnTo>
                                  <a:pt x="5568" y="9299"/>
                                </a:lnTo>
                                <a:lnTo>
                                  <a:pt x="5585" y="9310"/>
                                </a:lnTo>
                                <a:lnTo>
                                  <a:pt x="5620" y="9310"/>
                                </a:lnTo>
                                <a:lnTo>
                                  <a:pt x="5656" y="9310"/>
                                </a:lnTo>
                                <a:lnTo>
                                  <a:pt x="5691" y="9310"/>
                                </a:lnTo>
                                <a:lnTo>
                                  <a:pt x="5724" y="9310"/>
                                </a:lnTo>
                                <a:lnTo>
                                  <a:pt x="5758" y="9310"/>
                                </a:lnTo>
                                <a:lnTo>
                                  <a:pt x="5789" y="9310"/>
                                </a:lnTo>
                                <a:lnTo>
                                  <a:pt x="5818" y="9310"/>
                                </a:lnTo>
                                <a:lnTo>
                                  <a:pt x="5845" y="9310"/>
                                </a:lnTo>
                                <a:lnTo>
                                  <a:pt x="5929" y="9272"/>
                                </a:lnTo>
                                <a:lnTo>
                                  <a:pt x="6006" y="9228"/>
                                </a:lnTo>
                                <a:lnTo>
                                  <a:pt x="6079" y="9182"/>
                                </a:lnTo>
                                <a:lnTo>
                                  <a:pt x="6147" y="9130"/>
                                </a:lnTo>
                                <a:lnTo>
                                  <a:pt x="6209" y="9076"/>
                                </a:lnTo>
                                <a:lnTo>
                                  <a:pt x="6266" y="9020"/>
                                </a:lnTo>
                                <a:lnTo>
                                  <a:pt x="6318" y="8961"/>
                                </a:lnTo>
                                <a:lnTo>
                                  <a:pt x="6365" y="8899"/>
                                </a:lnTo>
                                <a:lnTo>
                                  <a:pt x="6405" y="8834"/>
                                </a:lnTo>
                                <a:lnTo>
                                  <a:pt x="6441" y="8768"/>
                                </a:lnTo>
                                <a:lnTo>
                                  <a:pt x="6471" y="8699"/>
                                </a:lnTo>
                                <a:lnTo>
                                  <a:pt x="6496" y="8629"/>
                                </a:lnTo>
                                <a:lnTo>
                                  <a:pt x="6515" y="8559"/>
                                </a:lnTo>
                                <a:lnTo>
                                  <a:pt x="6529" y="8487"/>
                                </a:lnTo>
                                <a:lnTo>
                                  <a:pt x="6537" y="8414"/>
                                </a:lnTo>
                                <a:lnTo>
                                  <a:pt x="6541" y="8340"/>
                                </a:lnTo>
                                <a:lnTo>
                                  <a:pt x="6537" y="8267"/>
                                </a:lnTo>
                                <a:lnTo>
                                  <a:pt x="6529" y="8193"/>
                                </a:lnTo>
                                <a:lnTo>
                                  <a:pt x="6515" y="8119"/>
                                </a:lnTo>
                                <a:lnTo>
                                  <a:pt x="6495" y="8046"/>
                                </a:lnTo>
                                <a:lnTo>
                                  <a:pt x="6469" y="7975"/>
                                </a:lnTo>
                                <a:lnTo>
                                  <a:pt x="6438" y="7903"/>
                                </a:lnTo>
                                <a:lnTo>
                                  <a:pt x="6400" y="7833"/>
                                </a:lnTo>
                                <a:lnTo>
                                  <a:pt x="6357" y="7763"/>
                                </a:lnTo>
                                <a:lnTo>
                                  <a:pt x="6309" y="7697"/>
                                </a:lnTo>
                                <a:lnTo>
                                  <a:pt x="6253" y="7632"/>
                                </a:lnTo>
                                <a:lnTo>
                                  <a:pt x="6193" y="7568"/>
                                </a:lnTo>
                                <a:lnTo>
                                  <a:pt x="6127" y="7508"/>
                                </a:lnTo>
                                <a:lnTo>
                                  <a:pt x="6054" y="7450"/>
                                </a:lnTo>
                                <a:lnTo>
                                  <a:pt x="5974" y="7396"/>
                                </a:lnTo>
                                <a:lnTo>
                                  <a:pt x="5889" y="7343"/>
                                </a:lnTo>
                                <a:lnTo>
                                  <a:pt x="5798" y="7295"/>
                                </a:lnTo>
                                <a:lnTo>
                                  <a:pt x="5799" y="7104"/>
                                </a:lnTo>
                                <a:lnTo>
                                  <a:pt x="5801" y="6908"/>
                                </a:lnTo>
                                <a:lnTo>
                                  <a:pt x="5807" y="6708"/>
                                </a:lnTo>
                                <a:lnTo>
                                  <a:pt x="5813" y="6502"/>
                                </a:lnTo>
                                <a:lnTo>
                                  <a:pt x="5823" y="6293"/>
                                </a:lnTo>
                                <a:lnTo>
                                  <a:pt x="5835" y="6080"/>
                                </a:lnTo>
                                <a:lnTo>
                                  <a:pt x="5850" y="5864"/>
                                </a:lnTo>
                                <a:lnTo>
                                  <a:pt x="5867" y="5645"/>
                                </a:lnTo>
                                <a:lnTo>
                                  <a:pt x="5888" y="5426"/>
                                </a:lnTo>
                                <a:lnTo>
                                  <a:pt x="5913" y="5205"/>
                                </a:lnTo>
                                <a:lnTo>
                                  <a:pt x="5941" y="4982"/>
                                </a:lnTo>
                                <a:lnTo>
                                  <a:pt x="5973" y="4760"/>
                                </a:lnTo>
                                <a:lnTo>
                                  <a:pt x="6010" y="4537"/>
                                </a:lnTo>
                                <a:lnTo>
                                  <a:pt x="6050" y="4315"/>
                                </a:lnTo>
                                <a:lnTo>
                                  <a:pt x="6094" y="4095"/>
                                </a:lnTo>
                                <a:lnTo>
                                  <a:pt x="6145" y="3877"/>
                                </a:lnTo>
                                <a:lnTo>
                                  <a:pt x="6198" y="3660"/>
                                </a:lnTo>
                                <a:lnTo>
                                  <a:pt x="6259" y="3447"/>
                                </a:lnTo>
                                <a:lnTo>
                                  <a:pt x="6323" y="3237"/>
                                </a:lnTo>
                                <a:lnTo>
                                  <a:pt x="6394" y="3030"/>
                                </a:lnTo>
                                <a:lnTo>
                                  <a:pt x="6470" y="2829"/>
                                </a:lnTo>
                                <a:lnTo>
                                  <a:pt x="6551" y="2631"/>
                                </a:lnTo>
                                <a:lnTo>
                                  <a:pt x="6639" y="2439"/>
                                </a:lnTo>
                                <a:lnTo>
                                  <a:pt x="6734" y="2253"/>
                                </a:lnTo>
                                <a:lnTo>
                                  <a:pt x="6835" y="2073"/>
                                </a:lnTo>
                                <a:lnTo>
                                  <a:pt x="6942" y="1900"/>
                                </a:lnTo>
                                <a:lnTo>
                                  <a:pt x="7057" y="1735"/>
                                </a:lnTo>
                                <a:lnTo>
                                  <a:pt x="7179" y="1578"/>
                                </a:lnTo>
                                <a:lnTo>
                                  <a:pt x="7308" y="1430"/>
                                </a:lnTo>
                                <a:lnTo>
                                  <a:pt x="7444" y="1289"/>
                                </a:lnTo>
                                <a:lnTo>
                                  <a:pt x="7589" y="1159"/>
                                </a:lnTo>
                                <a:lnTo>
                                  <a:pt x="7741" y="1038"/>
                                </a:lnTo>
                                <a:lnTo>
                                  <a:pt x="7777" y="1029"/>
                                </a:lnTo>
                                <a:lnTo>
                                  <a:pt x="7812" y="1019"/>
                                </a:lnTo>
                                <a:lnTo>
                                  <a:pt x="7847" y="1011"/>
                                </a:lnTo>
                                <a:lnTo>
                                  <a:pt x="7883" y="1003"/>
                                </a:lnTo>
                                <a:lnTo>
                                  <a:pt x="7918" y="996"/>
                                </a:lnTo>
                                <a:lnTo>
                                  <a:pt x="7954" y="991"/>
                                </a:lnTo>
                                <a:lnTo>
                                  <a:pt x="7989" y="988"/>
                                </a:lnTo>
                                <a:lnTo>
                                  <a:pt x="8025" y="986"/>
                                </a:lnTo>
                                <a:lnTo>
                                  <a:pt x="8034" y="997"/>
                                </a:lnTo>
                                <a:lnTo>
                                  <a:pt x="8043" y="1006"/>
                                </a:lnTo>
                                <a:lnTo>
                                  <a:pt x="8051" y="1016"/>
                                </a:lnTo>
                                <a:lnTo>
                                  <a:pt x="8061" y="1026"/>
                                </a:lnTo>
                                <a:lnTo>
                                  <a:pt x="8069" y="1035"/>
                                </a:lnTo>
                                <a:lnTo>
                                  <a:pt x="8078" y="1045"/>
                                </a:lnTo>
                                <a:lnTo>
                                  <a:pt x="8087" y="1056"/>
                                </a:lnTo>
                                <a:lnTo>
                                  <a:pt x="8096" y="1065"/>
                                </a:lnTo>
                                <a:lnTo>
                                  <a:pt x="8096" y="2360"/>
                                </a:lnTo>
                                <a:lnTo>
                                  <a:pt x="8096" y="3656"/>
                                </a:lnTo>
                                <a:lnTo>
                                  <a:pt x="8096" y="4951"/>
                                </a:lnTo>
                                <a:lnTo>
                                  <a:pt x="8096" y="6245"/>
                                </a:lnTo>
                                <a:lnTo>
                                  <a:pt x="8096" y="7537"/>
                                </a:lnTo>
                                <a:lnTo>
                                  <a:pt x="8096" y="8829"/>
                                </a:lnTo>
                                <a:lnTo>
                                  <a:pt x="8096" y="10118"/>
                                </a:lnTo>
                                <a:lnTo>
                                  <a:pt x="8096" y="11405"/>
                                </a:lnTo>
                                <a:lnTo>
                                  <a:pt x="8049" y="11485"/>
                                </a:lnTo>
                                <a:lnTo>
                                  <a:pt x="8015" y="11544"/>
                                </a:lnTo>
                                <a:lnTo>
                                  <a:pt x="8001" y="11568"/>
                                </a:lnTo>
                                <a:lnTo>
                                  <a:pt x="7988" y="11587"/>
                                </a:lnTo>
                                <a:lnTo>
                                  <a:pt x="7975" y="11604"/>
                                </a:lnTo>
                                <a:lnTo>
                                  <a:pt x="7962" y="11618"/>
                                </a:lnTo>
                                <a:lnTo>
                                  <a:pt x="7955" y="11624"/>
                                </a:lnTo>
                                <a:lnTo>
                                  <a:pt x="7947" y="11631"/>
                                </a:lnTo>
                                <a:lnTo>
                                  <a:pt x="7939" y="11636"/>
                                </a:lnTo>
                                <a:lnTo>
                                  <a:pt x="7930" y="11641"/>
                                </a:lnTo>
                                <a:lnTo>
                                  <a:pt x="7911" y="11653"/>
                                </a:lnTo>
                                <a:lnTo>
                                  <a:pt x="7887" y="11664"/>
                                </a:lnTo>
                                <a:lnTo>
                                  <a:pt x="7826" y="11688"/>
                                </a:lnTo>
                                <a:lnTo>
                                  <a:pt x="7741" y="11719"/>
                                </a:lnTo>
                                <a:lnTo>
                                  <a:pt x="5869" y="11722"/>
                                </a:lnTo>
                                <a:lnTo>
                                  <a:pt x="5851" y="11861"/>
                                </a:lnTo>
                                <a:lnTo>
                                  <a:pt x="5828" y="11997"/>
                                </a:lnTo>
                                <a:lnTo>
                                  <a:pt x="5804" y="12130"/>
                                </a:lnTo>
                                <a:lnTo>
                                  <a:pt x="5775" y="12259"/>
                                </a:lnTo>
                                <a:lnTo>
                                  <a:pt x="5742" y="12384"/>
                                </a:lnTo>
                                <a:lnTo>
                                  <a:pt x="5706" y="12505"/>
                                </a:lnTo>
                                <a:lnTo>
                                  <a:pt x="5667" y="12622"/>
                                </a:lnTo>
                                <a:lnTo>
                                  <a:pt x="5626" y="12737"/>
                                </a:lnTo>
                                <a:lnTo>
                                  <a:pt x="5582" y="12847"/>
                                </a:lnTo>
                                <a:lnTo>
                                  <a:pt x="5534" y="12955"/>
                                </a:lnTo>
                                <a:lnTo>
                                  <a:pt x="5484" y="13058"/>
                                </a:lnTo>
                                <a:lnTo>
                                  <a:pt x="5431" y="13159"/>
                                </a:lnTo>
                                <a:lnTo>
                                  <a:pt x="5377" y="13256"/>
                                </a:lnTo>
                                <a:lnTo>
                                  <a:pt x="5320" y="13350"/>
                                </a:lnTo>
                                <a:lnTo>
                                  <a:pt x="5260" y="13441"/>
                                </a:lnTo>
                                <a:lnTo>
                                  <a:pt x="5199" y="13528"/>
                                </a:lnTo>
                                <a:lnTo>
                                  <a:pt x="5135" y="13613"/>
                                </a:lnTo>
                                <a:lnTo>
                                  <a:pt x="5071" y="13694"/>
                                </a:lnTo>
                                <a:lnTo>
                                  <a:pt x="5004" y="13773"/>
                                </a:lnTo>
                                <a:lnTo>
                                  <a:pt x="4936" y="13848"/>
                                </a:lnTo>
                                <a:lnTo>
                                  <a:pt x="4866" y="13921"/>
                                </a:lnTo>
                                <a:lnTo>
                                  <a:pt x="4795" y="13991"/>
                                </a:lnTo>
                                <a:lnTo>
                                  <a:pt x="4723" y="14059"/>
                                </a:lnTo>
                                <a:lnTo>
                                  <a:pt x="4650" y="14123"/>
                                </a:lnTo>
                                <a:lnTo>
                                  <a:pt x="4576" y="14184"/>
                                </a:lnTo>
                                <a:lnTo>
                                  <a:pt x="4502" y="14243"/>
                                </a:lnTo>
                                <a:lnTo>
                                  <a:pt x="4427" y="14300"/>
                                </a:lnTo>
                                <a:lnTo>
                                  <a:pt x="4351" y="14354"/>
                                </a:lnTo>
                                <a:lnTo>
                                  <a:pt x="4275" y="14406"/>
                                </a:lnTo>
                                <a:lnTo>
                                  <a:pt x="4198" y="14455"/>
                                </a:lnTo>
                                <a:lnTo>
                                  <a:pt x="4121" y="14501"/>
                                </a:lnTo>
                                <a:lnTo>
                                  <a:pt x="4044" y="14546"/>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615214" w:rsidRDefault="00615214" w:rsidP="00615214">
                              <w:pPr>
                                <w:rPr>
                                  <w:rFonts w:eastAsia="Times New Roman"/>
                                </w:rPr>
                              </w:pPr>
                            </w:p>
                          </w:txbxContent>
                        </wps:txbx>
                        <wps:bodyPr rot="0" vert="horz" wrap="square" lIns="91440" tIns="45720" rIns="91440" bIns="45720" anchor="t" anchorCtr="0" upright="1">
                          <a:noAutofit/>
                        </wps:bodyPr>
                      </wps:wsp>
                      <wps:wsp>
                        <wps:cNvPr id="3325" name="Freeform 5"/>
                        <wps:cNvSpPr>
                          <a:spLocks/>
                        </wps:cNvSpPr>
                        <wps:spPr bwMode="auto">
                          <a:xfrm>
                            <a:off x="609" y="1311"/>
                            <a:ext cx="71" cy="149"/>
                          </a:xfrm>
                          <a:custGeom>
                            <a:avLst/>
                            <a:gdLst>
                              <a:gd name="T0" fmla="*/ 710 w 710"/>
                              <a:gd name="T1" fmla="*/ 311 h 1491"/>
                              <a:gd name="T2" fmla="*/ 710 w 710"/>
                              <a:gd name="T3" fmla="*/ 250 h 1491"/>
                              <a:gd name="T4" fmla="*/ 710 w 710"/>
                              <a:gd name="T5" fmla="*/ 186 h 1491"/>
                              <a:gd name="T6" fmla="*/ 710 w 710"/>
                              <a:gd name="T7" fmla="*/ 116 h 1491"/>
                              <a:gd name="T8" fmla="*/ 701 w 710"/>
                              <a:gd name="T9" fmla="*/ 69 h 1491"/>
                              <a:gd name="T10" fmla="*/ 675 w 710"/>
                              <a:gd name="T11" fmla="*/ 48 h 1491"/>
                              <a:gd name="T12" fmla="*/ 644 w 710"/>
                              <a:gd name="T13" fmla="*/ 29 h 1491"/>
                              <a:gd name="T14" fmla="*/ 609 w 710"/>
                              <a:gd name="T15" fmla="*/ 10 h 1491"/>
                              <a:gd name="T16" fmla="*/ 530 w 710"/>
                              <a:gd name="T17" fmla="*/ 0 h 1491"/>
                              <a:gd name="T18" fmla="*/ 406 w 710"/>
                              <a:gd name="T19" fmla="*/ 0 h 1491"/>
                              <a:gd name="T20" fmla="*/ 281 w 710"/>
                              <a:gd name="T21" fmla="*/ 0 h 1491"/>
                              <a:gd name="T22" fmla="*/ 157 w 710"/>
                              <a:gd name="T23" fmla="*/ 0 h 1491"/>
                              <a:gd name="T24" fmla="*/ 86 w 710"/>
                              <a:gd name="T25" fmla="*/ 10 h 1491"/>
                              <a:gd name="T26" fmla="*/ 67 w 710"/>
                              <a:gd name="T27" fmla="*/ 30 h 1491"/>
                              <a:gd name="T28" fmla="*/ 44 w 710"/>
                              <a:gd name="T29" fmla="*/ 55 h 1491"/>
                              <a:gd name="T30" fmla="*/ 16 w 710"/>
                              <a:gd name="T31" fmla="*/ 86 h 1491"/>
                              <a:gd name="T32" fmla="*/ 0 w 710"/>
                              <a:gd name="T33" fmla="*/ 1491 h 1491"/>
                              <a:gd name="T34" fmla="*/ 68 w 710"/>
                              <a:gd name="T35" fmla="*/ 1456 h 1491"/>
                              <a:gd name="T36" fmla="*/ 131 w 710"/>
                              <a:gd name="T37" fmla="*/ 1416 h 1491"/>
                              <a:gd name="T38" fmla="*/ 190 w 710"/>
                              <a:gd name="T39" fmla="*/ 1372 h 1491"/>
                              <a:gd name="T40" fmla="*/ 246 w 710"/>
                              <a:gd name="T41" fmla="*/ 1324 h 1491"/>
                              <a:gd name="T42" fmla="*/ 298 w 710"/>
                              <a:gd name="T43" fmla="*/ 1270 h 1491"/>
                              <a:gd name="T44" fmla="*/ 348 w 710"/>
                              <a:gd name="T45" fmla="*/ 1212 h 1491"/>
                              <a:gd name="T46" fmla="*/ 393 w 710"/>
                              <a:gd name="T47" fmla="*/ 1150 h 1491"/>
                              <a:gd name="T48" fmla="*/ 437 w 710"/>
                              <a:gd name="T49" fmla="*/ 1081 h 1491"/>
                              <a:gd name="T50" fmla="*/ 476 w 710"/>
                              <a:gd name="T51" fmla="*/ 1009 h 1491"/>
                              <a:gd name="T52" fmla="*/ 515 w 710"/>
                              <a:gd name="T53" fmla="*/ 929 h 1491"/>
                              <a:gd name="T54" fmla="*/ 552 w 710"/>
                              <a:gd name="T55" fmla="*/ 846 h 1491"/>
                              <a:gd name="T56" fmla="*/ 586 w 710"/>
                              <a:gd name="T57" fmla="*/ 756 h 1491"/>
                              <a:gd name="T58" fmla="*/ 618 w 710"/>
                              <a:gd name="T59" fmla="*/ 661 h 1491"/>
                              <a:gd name="T60" fmla="*/ 650 w 710"/>
                              <a:gd name="T61" fmla="*/ 559 h 1491"/>
                              <a:gd name="T62" fmla="*/ 680 w 710"/>
                              <a:gd name="T63" fmla="*/ 453 h 1491"/>
                              <a:gd name="T64" fmla="*/ 71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710" y="340"/>
                                </a:moveTo>
                                <a:lnTo>
                                  <a:pt x="710" y="311"/>
                                </a:lnTo>
                                <a:lnTo>
                                  <a:pt x="710" y="281"/>
                                </a:lnTo>
                                <a:lnTo>
                                  <a:pt x="710" y="250"/>
                                </a:lnTo>
                                <a:lnTo>
                                  <a:pt x="710" y="219"/>
                                </a:lnTo>
                                <a:lnTo>
                                  <a:pt x="710" y="186"/>
                                </a:lnTo>
                                <a:lnTo>
                                  <a:pt x="710" y="152"/>
                                </a:lnTo>
                                <a:lnTo>
                                  <a:pt x="710" y="116"/>
                                </a:lnTo>
                                <a:lnTo>
                                  <a:pt x="710" y="78"/>
                                </a:lnTo>
                                <a:lnTo>
                                  <a:pt x="701" y="69"/>
                                </a:lnTo>
                                <a:lnTo>
                                  <a:pt x="689" y="59"/>
                                </a:lnTo>
                                <a:lnTo>
                                  <a:pt x="675" y="48"/>
                                </a:lnTo>
                                <a:lnTo>
                                  <a:pt x="660" y="39"/>
                                </a:lnTo>
                                <a:lnTo>
                                  <a:pt x="644" y="29"/>
                                </a:lnTo>
                                <a:lnTo>
                                  <a:pt x="627" y="19"/>
                                </a:lnTo>
                                <a:lnTo>
                                  <a:pt x="609" y="10"/>
                                </a:lnTo>
                                <a:lnTo>
                                  <a:pt x="592" y="0"/>
                                </a:lnTo>
                                <a:lnTo>
                                  <a:pt x="530" y="0"/>
                                </a:lnTo>
                                <a:lnTo>
                                  <a:pt x="468" y="0"/>
                                </a:lnTo>
                                <a:lnTo>
                                  <a:pt x="406" y="0"/>
                                </a:lnTo>
                                <a:lnTo>
                                  <a:pt x="343" y="0"/>
                                </a:lnTo>
                                <a:lnTo>
                                  <a:pt x="281" y="0"/>
                                </a:lnTo>
                                <a:lnTo>
                                  <a:pt x="219" y="0"/>
                                </a:lnTo>
                                <a:lnTo>
                                  <a:pt x="157" y="0"/>
                                </a:lnTo>
                                <a:lnTo>
                                  <a:pt x="94" y="0"/>
                                </a:lnTo>
                                <a:lnTo>
                                  <a:pt x="86" y="10"/>
                                </a:lnTo>
                                <a:lnTo>
                                  <a:pt x="76" y="19"/>
                                </a:lnTo>
                                <a:lnTo>
                                  <a:pt x="67" y="30"/>
                                </a:lnTo>
                                <a:lnTo>
                                  <a:pt x="56" y="42"/>
                                </a:lnTo>
                                <a:lnTo>
                                  <a:pt x="44" y="55"/>
                                </a:lnTo>
                                <a:lnTo>
                                  <a:pt x="31" y="70"/>
                                </a:lnTo>
                                <a:lnTo>
                                  <a:pt x="16" y="86"/>
                                </a:lnTo>
                                <a:lnTo>
                                  <a:pt x="0" y="104"/>
                                </a:lnTo>
                                <a:lnTo>
                                  <a:pt x="0" y="1491"/>
                                </a:lnTo>
                                <a:lnTo>
                                  <a:pt x="34" y="1474"/>
                                </a:lnTo>
                                <a:lnTo>
                                  <a:pt x="68" y="1456"/>
                                </a:lnTo>
                                <a:lnTo>
                                  <a:pt x="100" y="1436"/>
                                </a:lnTo>
                                <a:lnTo>
                                  <a:pt x="131" y="1416"/>
                                </a:lnTo>
                                <a:lnTo>
                                  <a:pt x="161" y="1394"/>
                                </a:lnTo>
                                <a:lnTo>
                                  <a:pt x="190" y="1372"/>
                                </a:lnTo>
                                <a:lnTo>
                                  <a:pt x="219" y="1348"/>
                                </a:lnTo>
                                <a:lnTo>
                                  <a:pt x="246" y="1324"/>
                                </a:lnTo>
                                <a:lnTo>
                                  <a:pt x="273" y="1298"/>
                                </a:lnTo>
                                <a:lnTo>
                                  <a:pt x="298" y="1270"/>
                                </a:lnTo>
                                <a:lnTo>
                                  <a:pt x="323" y="1242"/>
                                </a:lnTo>
                                <a:lnTo>
                                  <a:pt x="348" y="1212"/>
                                </a:lnTo>
                                <a:lnTo>
                                  <a:pt x="370" y="1182"/>
                                </a:lnTo>
                                <a:lnTo>
                                  <a:pt x="393" y="1150"/>
                                </a:lnTo>
                                <a:lnTo>
                                  <a:pt x="415" y="1116"/>
                                </a:lnTo>
                                <a:lnTo>
                                  <a:pt x="437" y="1081"/>
                                </a:lnTo>
                                <a:lnTo>
                                  <a:pt x="457" y="1046"/>
                                </a:lnTo>
                                <a:lnTo>
                                  <a:pt x="476" y="1009"/>
                                </a:lnTo>
                                <a:lnTo>
                                  <a:pt x="496" y="970"/>
                                </a:lnTo>
                                <a:lnTo>
                                  <a:pt x="515" y="929"/>
                                </a:lnTo>
                                <a:lnTo>
                                  <a:pt x="533" y="889"/>
                                </a:lnTo>
                                <a:lnTo>
                                  <a:pt x="552" y="846"/>
                                </a:lnTo>
                                <a:lnTo>
                                  <a:pt x="569" y="802"/>
                                </a:lnTo>
                                <a:lnTo>
                                  <a:pt x="586" y="756"/>
                                </a:lnTo>
                                <a:lnTo>
                                  <a:pt x="602" y="710"/>
                                </a:lnTo>
                                <a:lnTo>
                                  <a:pt x="618" y="661"/>
                                </a:lnTo>
                                <a:lnTo>
                                  <a:pt x="634" y="611"/>
                                </a:lnTo>
                                <a:lnTo>
                                  <a:pt x="650" y="559"/>
                                </a:lnTo>
                                <a:lnTo>
                                  <a:pt x="665" y="507"/>
                                </a:lnTo>
                                <a:lnTo>
                                  <a:pt x="680" y="453"/>
                                </a:lnTo>
                                <a:lnTo>
                                  <a:pt x="695" y="398"/>
                                </a:lnTo>
                                <a:lnTo>
                                  <a:pt x="710" y="3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615214" w:rsidRDefault="00615214" w:rsidP="00615214">
                              <w:pPr>
                                <w:rPr>
                                  <w:rFonts w:eastAsia="Times New Roman"/>
                                </w:rPr>
                              </w:pPr>
                            </w:p>
                          </w:txbxContent>
                        </wps:txbx>
                        <wps:bodyPr rot="0" vert="horz" wrap="square" lIns="91440" tIns="45720" rIns="91440" bIns="45720" anchor="t" anchorCtr="0" upright="1">
                          <a:noAutofit/>
                        </wps:bodyPr>
                      </wps:wsp>
                      <wps:wsp>
                        <wps:cNvPr id="3326" name="Freeform 6"/>
                        <wps:cNvSpPr>
                          <a:spLocks/>
                        </wps:cNvSpPr>
                        <wps:spPr bwMode="auto">
                          <a:xfrm>
                            <a:off x="609" y="1311"/>
                            <a:ext cx="71" cy="149"/>
                          </a:xfrm>
                          <a:custGeom>
                            <a:avLst/>
                            <a:gdLst>
                              <a:gd name="T0" fmla="*/ 710 w 710"/>
                              <a:gd name="T1" fmla="*/ 311 h 1491"/>
                              <a:gd name="T2" fmla="*/ 710 w 710"/>
                              <a:gd name="T3" fmla="*/ 250 h 1491"/>
                              <a:gd name="T4" fmla="*/ 710 w 710"/>
                              <a:gd name="T5" fmla="*/ 186 h 1491"/>
                              <a:gd name="T6" fmla="*/ 710 w 710"/>
                              <a:gd name="T7" fmla="*/ 116 h 1491"/>
                              <a:gd name="T8" fmla="*/ 701 w 710"/>
                              <a:gd name="T9" fmla="*/ 69 h 1491"/>
                              <a:gd name="T10" fmla="*/ 675 w 710"/>
                              <a:gd name="T11" fmla="*/ 48 h 1491"/>
                              <a:gd name="T12" fmla="*/ 644 w 710"/>
                              <a:gd name="T13" fmla="*/ 29 h 1491"/>
                              <a:gd name="T14" fmla="*/ 609 w 710"/>
                              <a:gd name="T15" fmla="*/ 10 h 1491"/>
                              <a:gd name="T16" fmla="*/ 530 w 710"/>
                              <a:gd name="T17" fmla="*/ 0 h 1491"/>
                              <a:gd name="T18" fmla="*/ 406 w 710"/>
                              <a:gd name="T19" fmla="*/ 0 h 1491"/>
                              <a:gd name="T20" fmla="*/ 281 w 710"/>
                              <a:gd name="T21" fmla="*/ 0 h 1491"/>
                              <a:gd name="T22" fmla="*/ 157 w 710"/>
                              <a:gd name="T23" fmla="*/ 0 h 1491"/>
                              <a:gd name="T24" fmla="*/ 86 w 710"/>
                              <a:gd name="T25" fmla="*/ 10 h 1491"/>
                              <a:gd name="T26" fmla="*/ 67 w 710"/>
                              <a:gd name="T27" fmla="*/ 30 h 1491"/>
                              <a:gd name="T28" fmla="*/ 44 w 710"/>
                              <a:gd name="T29" fmla="*/ 55 h 1491"/>
                              <a:gd name="T30" fmla="*/ 16 w 710"/>
                              <a:gd name="T31" fmla="*/ 86 h 1491"/>
                              <a:gd name="T32" fmla="*/ 0 w 710"/>
                              <a:gd name="T33" fmla="*/ 1491 h 1491"/>
                              <a:gd name="T34" fmla="*/ 68 w 710"/>
                              <a:gd name="T35" fmla="*/ 1456 h 1491"/>
                              <a:gd name="T36" fmla="*/ 131 w 710"/>
                              <a:gd name="T37" fmla="*/ 1416 h 1491"/>
                              <a:gd name="T38" fmla="*/ 190 w 710"/>
                              <a:gd name="T39" fmla="*/ 1372 h 1491"/>
                              <a:gd name="T40" fmla="*/ 246 w 710"/>
                              <a:gd name="T41" fmla="*/ 1324 h 1491"/>
                              <a:gd name="T42" fmla="*/ 298 w 710"/>
                              <a:gd name="T43" fmla="*/ 1270 h 1491"/>
                              <a:gd name="T44" fmla="*/ 348 w 710"/>
                              <a:gd name="T45" fmla="*/ 1212 h 1491"/>
                              <a:gd name="T46" fmla="*/ 393 w 710"/>
                              <a:gd name="T47" fmla="*/ 1150 h 1491"/>
                              <a:gd name="T48" fmla="*/ 437 w 710"/>
                              <a:gd name="T49" fmla="*/ 1081 h 1491"/>
                              <a:gd name="T50" fmla="*/ 476 w 710"/>
                              <a:gd name="T51" fmla="*/ 1009 h 1491"/>
                              <a:gd name="T52" fmla="*/ 515 w 710"/>
                              <a:gd name="T53" fmla="*/ 929 h 1491"/>
                              <a:gd name="T54" fmla="*/ 552 w 710"/>
                              <a:gd name="T55" fmla="*/ 846 h 1491"/>
                              <a:gd name="T56" fmla="*/ 586 w 710"/>
                              <a:gd name="T57" fmla="*/ 756 h 1491"/>
                              <a:gd name="T58" fmla="*/ 618 w 710"/>
                              <a:gd name="T59" fmla="*/ 661 h 1491"/>
                              <a:gd name="T60" fmla="*/ 650 w 710"/>
                              <a:gd name="T61" fmla="*/ 559 h 1491"/>
                              <a:gd name="T62" fmla="*/ 680 w 710"/>
                              <a:gd name="T63" fmla="*/ 453 h 1491"/>
                              <a:gd name="T64" fmla="*/ 71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710" y="340"/>
                                </a:moveTo>
                                <a:lnTo>
                                  <a:pt x="710" y="311"/>
                                </a:lnTo>
                                <a:lnTo>
                                  <a:pt x="710" y="281"/>
                                </a:lnTo>
                                <a:lnTo>
                                  <a:pt x="710" y="250"/>
                                </a:lnTo>
                                <a:lnTo>
                                  <a:pt x="710" y="219"/>
                                </a:lnTo>
                                <a:lnTo>
                                  <a:pt x="710" y="186"/>
                                </a:lnTo>
                                <a:lnTo>
                                  <a:pt x="710" y="152"/>
                                </a:lnTo>
                                <a:lnTo>
                                  <a:pt x="710" y="116"/>
                                </a:lnTo>
                                <a:lnTo>
                                  <a:pt x="710" y="78"/>
                                </a:lnTo>
                                <a:lnTo>
                                  <a:pt x="701" y="69"/>
                                </a:lnTo>
                                <a:lnTo>
                                  <a:pt x="689" y="59"/>
                                </a:lnTo>
                                <a:lnTo>
                                  <a:pt x="675" y="48"/>
                                </a:lnTo>
                                <a:lnTo>
                                  <a:pt x="660" y="39"/>
                                </a:lnTo>
                                <a:lnTo>
                                  <a:pt x="644" y="29"/>
                                </a:lnTo>
                                <a:lnTo>
                                  <a:pt x="627" y="19"/>
                                </a:lnTo>
                                <a:lnTo>
                                  <a:pt x="609" y="10"/>
                                </a:lnTo>
                                <a:lnTo>
                                  <a:pt x="592" y="0"/>
                                </a:lnTo>
                                <a:lnTo>
                                  <a:pt x="530" y="0"/>
                                </a:lnTo>
                                <a:lnTo>
                                  <a:pt x="468" y="0"/>
                                </a:lnTo>
                                <a:lnTo>
                                  <a:pt x="406" y="0"/>
                                </a:lnTo>
                                <a:lnTo>
                                  <a:pt x="343" y="0"/>
                                </a:lnTo>
                                <a:lnTo>
                                  <a:pt x="281" y="0"/>
                                </a:lnTo>
                                <a:lnTo>
                                  <a:pt x="219" y="0"/>
                                </a:lnTo>
                                <a:lnTo>
                                  <a:pt x="157" y="0"/>
                                </a:lnTo>
                                <a:lnTo>
                                  <a:pt x="94" y="0"/>
                                </a:lnTo>
                                <a:lnTo>
                                  <a:pt x="86" y="10"/>
                                </a:lnTo>
                                <a:lnTo>
                                  <a:pt x="76" y="19"/>
                                </a:lnTo>
                                <a:lnTo>
                                  <a:pt x="67" y="30"/>
                                </a:lnTo>
                                <a:lnTo>
                                  <a:pt x="56" y="42"/>
                                </a:lnTo>
                                <a:lnTo>
                                  <a:pt x="44" y="55"/>
                                </a:lnTo>
                                <a:lnTo>
                                  <a:pt x="31" y="70"/>
                                </a:lnTo>
                                <a:lnTo>
                                  <a:pt x="16" y="86"/>
                                </a:lnTo>
                                <a:lnTo>
                                  <a:pt x="0" y="104"/>
                                </a:lnTo>
                                <a:lnTo>
                                  <a:pt x="0" y="1491"/>
                                </a:lnTo>
                                <a:lnTo>
                                  <a:pt x="34" y="1474"/>
                                </a:lnTo>
                                <a:lnTo>
                                  <a:pt x="68" y="1456"/>
                                </a:lnTo>
                                <a:lnTo>
                                  <a:pt x="100" y="1436"/>
                                </a:lnTo>
                                <a:lnTo>
                                  <a:pt x="131" y="1416"/>
                                </a:lnTo>
                                <a:lnTo>
                                  <a:pt x="161" y="1394"/>
                                </a:lnTo>
                                <a:lnTo>
                                  <a:pt x="190" y="1372"/>
                                </a:lnTo>
                                <a:lnTo>
                                  <a:pt x="219" y="1348"/>
                                </a:lnTo>
                                <a:lnTo>
                                  <a:pt x="246" y="1324"/>
                                </a:lnTo>
                                <a:lnTo>
                                  <a:pt x="273" y="1298"/>
                                </a:lnTo>
                                <a:lnTo>
                                  <a:pt x="298" y="1270"/>
                                </a:lnTo>
                                <a:lnTo>
                                  <a:pt x="323" y="1242"/>
                                </a:lnTo>
                                <a:lnTo>
                                  <a:pt x="348" y="1212"/>
                                </a:lnTo>
                                <a:lnTo>
                                  <a:pt x="370" y="1182"/>
                                </a:lnTo>
                                <a:lnTo>
                                  <a:pt x="393" y="1150"/>
                                </a:lnTo>
                                <a:lnTo>
                                  <a:pt x="415" y="1116"/>
                                </a:lnTo>
                                <a:lnTo>
                                  <a:pt x="437" y="1081"/>
                                </a:lnTo>
                                <a:lnTo>
                                  <a:pt x="457" y="1046"/>
                                </a:lnTo>
                                <a:lnTo>
                                  <a:pt x="476" y="1009"/>
                                </a:lnTo>
                                <a:lnTo>
                                  <a:pt x="496" y="970"/>
                                </a:lnTo>
                                <a:lnTo>
                                  <a:pt x="515" y="929"/>
                                </a:lnTo>
                                <a:lnTo>
                                  <a:pt x="533" y="889"/>
                                </a:lnTo>
                                <a:lnTo>
                                  <a:pt x="552" y="846"/>
                                </a:lnTo>
                                <a:lnTo>
                                  <a:pt x="569" y="802"/>
                                </a:lnTo>
                                <a:lnTo>
                                  <a:pt x="586" y="756"/>
                                </a:lnTo>
                                <a:lnTo>
                                  <a:pt x="602" y="710"/>
                                </a:lnTo>
                                <a:lnTo>
                                  <a:pt x="618" y="661"/>
                                </a:lnTo>
                                <a:lnTo>
                                  <a:pt x="634" y="611"/>
                                </a:lnTo>
                                <a:lnTo>
                                  <a:pt x="650" y="559"/>
                                </a:lnTo>
                                <a:lnTo>
                                  <a:pt x="665" y="507"/>
                                </a:lnTo>
                                <a:lnTo>
                                  <a:pt x="680" y="453"/>
                                </a:lnTo>
                                <a:lnTo>
                                  <a:pt x="695" y="398"/>
                                </a:lnTo>
                                <a:lnTo>
                                  <a:pt x="710" y="3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615214" w:rsidRDefault="00615214" w:rsidP="00615214">
                              <w:pPr>
                                <w:rPr>
                                  <w:rFonts w:eastAsia="Times New Roman"/>
                                </w:rPr>
                              </w:pPr>
                            </w:p>
                          </w:txbxContent>
                        </wps:txbx>
                        <wps:bodyPr rot="0" vert="horz" wrap="square" lIns="91440" tIns="45720" rIns="91440" bIns="45720" anchor="t" anchorCtr="0" upright="1">
                          <a:noAutofit/>
                        </wps:bodyPr>
                      </wps:wsp>
                      <wps:wsp>
                        <wps:cNvPr id="3327" name="Freeform 7"/>
                        <wps:cNvSpPr>
                          <a:spLocks/>
                        </wps:cNvSpPr>
                        <wps:spPr bwMode="auto">
                          <a:xfrm>
                            <a:off x="462" y="1311"/>
                            <a:ext cx="71" cy="149"/>
                          </a:xfrm>
                          <a:custGeom>
                            <a:avLst/>
                            <a:gdLst>
                              <a:gd name="T0" fmla="*/ 0 w 710"/>
                              <a:gd name="T1" fmla="*/ 311 h 1491"/>
                              <a:gd name="T2" fmla="*/ 0 w 710"/>
                              <a:gd name="T3" fmla="*/ 250 h 1491"/>
                              <a:gd name="T4" fmla="*/ 0 w 710"/>
                              <a:gd name="T5" fmla="*/ 187 h 1491"/>
                              <a:gd name="T6" fmla="*/ 0 w 710"/>
                              <a:gd name="T7" fmla="*/ 116 h 1491"/>
                              <a:gd name="T8" fmla="*/ 9 w 710"/>
                              <a:gd name="T9" fmla="*/ 69 h 1491"/>
                              <a:gd name="T10" fmla="*/ 35 w 710"/>
                              <a:gd name="T11" fmla="*/ 48 h 1491"/>
                              <a:gd name="T12" fmla="*/ 66 w 710"/>
                              <a:gd name="T13" fmla="*/ 29 h 1491"/>
                              <a:gd name="T14" fmla="*/ 101 w 710"/>
                              <a:gd name="T15" fmla="*/ 10 h 1491"/>
                              <a:gd name="T16" fmla="*/ 180 w 710"/>
                              <a:gd name="T17" fmla="*/ 0 h 1491"/>
                              <a:gd name="T18" fmla="*/ 304 w 710"/>
                              <a:gd name="T19" fmla="*/ 0 h 1491"/>
                              <a:gd name="T20" fmla="*/ 429 w 710"/>
                              <a:gd name="T21" fmla="*/ 0 h 1491"/>
                              <a:gd name="T22" fmla="*/ 553 w 710"/>
                              <a:gd name="T23" fmla="*/ 0 h 1491"/>
                              <a:gd name="T24" fmla="*/ 624 w 710"/>
                              <a:gd name="T25" fmla="*/ 10 h 1491"/>
                              <a:gd name="T26" fmla="*/ 643 w 710"/>
                              <a:gd name="T27" fmla="*/ 30 h 1491"/>
                              <a:gd name="T28" fmla="*/ 666 w 710"/>
                              <a:gd name="T29" fmla="*/ 55 h 1491"/>
                              <a:gd name="T30" fmla="*/ 694 w 710"/>
                              <a:gd name="T31" fmla="*/ 86 h 1491"/>
                              <a:gd name="T32" fmla="*/ 710 w 710"/>
                              <a:gd name="T33" fmla="*/ 1491 h 1491"/>
                              <a:gd name="T34" fmla="*/ 642 w 710"/>
                              <a:gd name="T35" fmla="*/ 1456 h 1491"/>
                              <a:gd name="T36" fmla="*/ 579 w 710"/>
                              <a:gd name="T37" fmla="*/ 1416 h 1491"/>
                              <a:gd name="T38" fmla="*/ 519 w 710"/>
                              <a:gd name="T39" fmla="*/ 1372 h 1491"/>
                              <a:gd name="T40" fmla="*/ 463 w 710"/>
                              <a:gd name="T41" fmla="*/ 1324 h 1491"/>
                              <a:gd name="T42" fmla="*/ 412 w 710"/>
                              <a:gd name="T43" fmla="*/ 1270 h 1491"/>
                              <a:gd name="T44" fmla="*/ 362 w 710"/>
                              <a:gd name="T45" fmla="*/ 1212 h 1491"/>
                              <a:gd name="T46" fmla="*/ 316 w 710"/>
                              <a:gd name="T47" fmla="*/ 1149 h 1491"/>
                              <a:gd name="T48" fmla="*/ 273 w 710"/>
                              <a:gd name="T49" fmla="*/ 1082 h 1491"/>
                              <a:gd name="T50" fmla="*/ 233 w 710"/>
                              <a:gd name="T51" fmla="*/ 1009 h 1491"/>
                              <a:gd name="T52" fmla="*/ 195 w 710"/>
                              <a:gd name="T53" fmla="*/ 929 h 1491"/>
                              <a:gd name="T54" fmla="*/ 158 w 710"/>
                              <a:gd name="T55" fmla="*/ 846 h 1491"/>
                              <a:gd name="T56" fmla="*/ 124 w 710"/>
                              <a:gd name="T57" fmla="*/ 756 h 1491"/>
                              <a:gd name="T58" fmla="*/ 91 w 710"/>
                              <a:gd name="T59" fmla="*/ 662 h 1491"/>
                              <a:gd name="T60" fmla="*/ 60 w 710"/>
                              <a:gd name="T61" fmla="*/ 560 h 1491"/>
                              <a:gd name="T62" fmla="*/ 29 w 710"/>
                              <a:gd name="T63" fmla="*/ 453 h 1491"/>
                              <a:gd name="T64" fmla="*/ 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0" y="340"/>
                                </a:moveTo>
                                <a:lnTo>
                                  <a:pt x="0" y="311"/>
                                </a:lnTo>
                                <a:lnTo>
                                  <a:pt x="0" y="281"/>
                                </a:lnTo>
                                <a:lnTo>
                                  <a:pt x="0" y="250"/>
                                </a:lnTo>
                                <a:lnTo>
                                  <a:pt x="0" y="219"/>
                                </a:lnTo>
                                <a:lnTo>
                                  <a:pt x="0" y="187"/>
                                </a:lnTo>
                                <a:lnTo>
                                  <a:pt x="0" y="152"/>
                                </a:lnTo>
                                <a:lnTo>
                                  <a:pt x="0" y="116"/>
                                </a:lnTo>
                                <a:lnTo>
                                  <a:pt x="0" y="78"/>
                                </a:lnTo>
                                <a:lnTo>
                                  <a:pt x="9" y="69"/>
                                </a:lnTo>
                                <a:lnTo>
                                  <a:pt x="21" y="58"/>
                                </a:lnTo>
                                <a:lnTo>
                                  <a:pt x="35" y="48"/>
                                </a:lnTo>
                                <a:lnTo>
                                  <a:pt x="50" y="39"/>
                                </a:lnTo>
                                <a:lnTo>
                                  <a:pt x="66" y="29"/>
                                </a:lnTo>
                                <a:lnTo>
                                  <a:pt x="83" y="19"/>
                                </a:lnTo>
                                <a:lnTo>
                                  <a:pt x="101" y="10"/>
                                </a:lnTo>
                                <a:lnTo>
                                  <a:pt x="118" y="0"/>
                                </a:lnTo>
                                <a:lnTo>
                                  <a:pt x="180" y="0"/>
                                </a:lnTo>
                                <a:lnTo>
                                  <a:pt x="242" y="0"/>
                                </a:lnTo>
                                <a:lnTo>
                                  <a:pt x="304" y="0"/>
                                </a:lnTo>
                                <a:lnTo>
                                  <a:pt x="367" y="0"/>
                                </a:lnTo>
                                <a:lnTo>
                                  <a:pt x="429" y="0"/>
                                </a:lnTo>
                                <a:lnTo>
                                  <a:pt x="491" y="0"/>
                                </a:lnTo>
                                <a:lnTo>
                                  <a:pt x="553" y="0"/>
                                </a:lnTo>
                                <a:lnTo>
                                  <a:pt x="616" y="0"/>
                                </a:lnTo>
                                <a:lnTo>
                                  <a:pt x="624" y="10"/>
                                </a:lnTo>
                                <a:lnTo>
                                  <a:pt x="634" y="19"/>
                                </a:lnTo>
                                <a:lnTo>
                                  <a:pt x="643" y="30"/>
                                </a:lnTo>
                                <a:lnTo>
                                  <a:pt x="654" y="42"/>
                                </a:lnTo>
                                <a:lnTo>
                                  <a:pt x="666" y="55"/>
                                </a:lnTo>
                                <a:lnTo>
                                  <a:pt x="679" y="70"/>
                                </a:lnTo>
                                <a:lnTo>
                                  <a:pt x="694" y="86"/>
                                </a:lnTo>
                                <a:lnTo>
                                  <a:pt x="710" y="104"/>
                                </a:lnTo>
                                <a:lnTo>
                                  <a:pt x="710" y="1491"/>
                                </a:lnTo>
                                <a:lnTo>
                                  <a:pt x="676" y="1474"/>
                                </a:lnTo>
                                <a:lnTo>
                                  <a:pt x="642" y="1456"/>
                                </a:lnTo>
                                <a:lnTo>
                                  <a:pt x="610" y="1436"/>
                                </a:lnTo>
                                <a:lnTo>
                                  <a:pt x="579" y="1416"/>
                                </a:lnTo>
                                <a:lnTo>
                                  <a:pt x="549" y="1395"/>
                                </a:lnTo>
                                <a:lnTo>
                                  <a:pt x="519" y="1372"/>
                                </a:lnTo>
                                <a:lnTo>
                                  <a:pt x="491" y="1349"/>
                                </a:lnTo>
                                <a:lnTo>
                                  <a:pt x="463" y="1324"/>
                                </a:lnTo>
                                <a:lnTo>
                                  <a:pt x="437" y="1298"/>
                                </a:lnTo>
                                <a:lnTo>
                                  <a:pt x="412" y="1270"/>
                                </a:lnTo>
                                <a:lnTo>
                                  <a:pt x="387" y="1242"/>
                                </a:lnTo>
                                <a:lnTo>
                                  <a:pt x="362" y="1212"/>
                                </a:lnTo>
                                <a:lnTo>
                                  <a:pt x="339" y="1181"/>
                                </a:lnTo>
                                <a:lnTo>
                                  <a:pt x="316" y="1149"/>
                                </a:lnTo>
                                <a:lnTo>
                                  <a:pt x="295" y="1116"/>
                                </a:lnTo>
                                <a:lnTo>
                                  <a:pt x="273" y="1082"/>
                                </a:lnTo>
                                <a:lnTo>
                                  <a:pt x="253" y="1045"/>
                                </a:lnTo>
                                <a:lnTo>
                                  <a:pt x="233" y="1009"/>
                                </a:lnTo>
                                <a:lnTo>
                                  <a:pt x="213" y="970"/>
                                </a:lnTo>
                                <a:lnTo>
                                  <a:pt x="195" y="929"/>
                                </a:lnTo>
                                <a:lnTo>
                                  <a:pt x="177" y="889"/>
                                </a:lnTo>
                                <a:lnTo>
                                  <a:pt x="158" y="846"/>
                                </a:lnTo>
                                <a:lnTo>
                                  <a:pt x="141" y="802"/>
                                </a:lnTo>
                                <a:lnTo>
                                  <a:pt x="124" y="756"/>
                                </a:lnTo>
                                <a:lnTo>
                                  <a:pt x="107" y="710"/>
                                </a:lnTo>
                                <a:lnTo>
                                  <a:pt x="91" y="662"/>
                                </a:lnTo>
                                <a:lnTo>
                                  <a:pt x="75" y="611"/>
                                </a:lnTo>
                                <a:lnTo>
                                  <a:pt x="60" y="560"/>
                                </a:lnTo>
                                <a:lnTo>
                                  <a:pt x="45" y="507"/>
                                </a:lnTo>
                                <a:lnTo>
                                  <a:pt x="29" y="453"/>
                                </a:lnTo>
                                <a:lnTo>
                                  <a:pt x="15" y="397"/>
                                </a:lnTo>
                                <a:lnTo>
                                  <a:pt x="0" y="3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615214" w:rsidRDefault="00615214" w:rsidP="00615214">
                              <w:pPr>
                                <w:rPr>
                                  <w:rFonts w:eastAsia="Times New Roman"/>
                                </w:rPr>
                              </w:pPr>
                            </w:p>
                          </w:txbxContent>
                        </wps:txbx>
                        <wps:bodyPr rot="0" vert="horz" wrap="square" lIns="91440" tIns="45720" rIns="91440" bIns="45720" anchor="t" anchorCtr="0" upright="1">
                          <a:noAutofit/>
                        </wps:bodyPr>
                      </wps:wsp>
                      <wps:wsp>
                        <wps:cNvPr id="3328" name="Freeform 8"/>
                        <wps:cNvSpPr>
                          <a:spLocks/>
                        </wps:cNvSpPr>
                        <wps:spPr bwMode="auto">
                          <a:xfrm>
                            <a:off x="462" y="1311"/>
                            <a:ext cx="71" cy="149"/>
                          </a:xfrm>
                          <a:custGeom>
                            <a:avLst/>
                            <a:gdLst>
                              <a:gd name="T0" fmla="*/ 0 w 710"/>
                              <a:gd name="T1" fmla="*/ 311 h 1491"/>
                              <a:gd name="T2" fmla="*/ 0 w 710"/>
                              <a:gd name="T3" fmla="*/ 250 h 1491"/>
                              <a:gd name="T4" fmla="*/ 0 w 710"/>
                              <a:gd name="T5" fmla="*/ 187 h 1491"/>
                              <a:gd name="T6" fmla="*/ 0 w 710"/>
                              <a:gd name="T7" fmla="*/ 116 h 1491"/>
                              <a:gd name="T8" fmla="*/ 9 w 710"/>
                              <a:gd name="T9" fmla="*/ 69 h 1491"/>
                              <a:gd name="T10" fmla="*/ 35 w 710"/>
                              <a:gd name="T11" fmla="*/ 48 h 1491"/>
                              <a:gd name="T12" fmla="*/ 66 w 710"/>
                              <a:gd name="T13" fmla="*/ 29 h 1491"/>
                              <a:gd name="T14" fmla="*/ 101 w 710"/>
                              <a:gd name="T15" fmla="*/ 10 h 1491"/>
                              <a:gd name="T16" fmla="*/ 180 w 710"/>
                              <a:gd name="T17" fmla="*/ 0 h 1491"/>
                              <a:gd name="T18" fmla="*/ 304 w 710"/>
                              <a:gd name="T19" fmla="*/ 0 h 1491"/>
                              <a:gd name="T20" fmla="*/ 429 w 710"/>
                              <a:gd name="T21" fmla="*/ 0 h 1491"/>
                              <a:gd name="T22" fmla="*/ 553 w 710"/>
                              <a:gd name="T23" fmla="*/ 0 h 1491"/>
                              <a:gd name="T24" fmla="*/ 624 w 710"/>
                              <a:gd name="T25" fmla="*/ 10 h 1491"/>
                              <a:gd name="T26" fmla="*/ 643 w 710"/>
                              <a:gd name="T27" fmla="*/ 30 h 1491"/>
                              <a:gd name="T28" fmla="*/ 666 w 710"/>
                              <a:gd name="T29" fmla="*/ 55 h 1491"/>
                              <a:gd name="T30" fmla="*/ 694 w 710"/>
                              <a:gd name="T31" fmla="*/ 86 h 1491"/>
                              <a:gd name="T32" fmla="*/ 710 w 710"/>
                              <a:gd name="T33" fmla="*/ 1491 h 1491"/>
                              <a:gd name="T34" fmla="*/ 642 w 710"/>
                              <a:gd name="T35" fmla="*/ 1456 h 1491"/>
                              <a:gd name="T36" fmla="*/ 579 w 710"/>
                              <a:gd name="T37" fmla="*/ 1416 h 1491"/>
                              <a:gd name="T38" fmla="*/ 519 w 710"/>
                              <a:gd name="T39" fmla="*/ 1372 h 1491"/>
                              <a:gd name="T40" fmla="*/ 463 w 710"/>
                              <a:gd name="T41" fmla="*/ 1324 h 1491"/>
                              <a:gd name="T42" fmla="*/ 412 w 710"/>
                              <a:gd name="T43" fmla="*/ 1270 h 1491"/>
                              <a:gd name="T44" fmla="*/ 362 w 710"/>
                              <a:gd name="T45" fmla="*/ 1212 h 1491"/>
                              <a:gd name="T46" fmla="*/ 316 w 710"/>
                              <a:gd name="T47" fmla="*/ 1149 h 1491"/>
                              <a:gd name="T48" fmla="*/ 273 w 710"/>
                              <a:gd name="T49" fmla="*/ 1082 h 1491"/>
                              <a:gd name="T50" fmla="*/ 233 w 710"/>
                              <a:gd name="T51" fmla="*/ 1009 h 1491"/>
                              <a:gd name="T52" fmla="*/ 195 w 710"/>
                              <a:gd name="T53" fmla="*/ 929 h 1491"/>
                              <a:gd name="T54" fmla="*/ 158 w 710"/>
                              <a:gd name="T55" fmla="*/ 846 h 1491"/>
                              <a:gd name="T56" fmla="*/ 124 w 710"/>
                              <a:gd name="T57" fmla="*/ 756 h 1491"/>
                              <a:gd name="T58" fmla="*/ 91 w 710"/>
                              <a:gd name="T59" fmla="*/ 662 h 1491"/>
                              <a:gd name="T60" fmla="*/ 60 w 710"/>
                              <a:gd name="T61" fmla="*/ 560 h 1491"/>
                              <a:gd name="T62" fmla="*/ 29 w 710"/>
                              <a:gd name="T63" fmla="*/ 453 h 1491"/>
                              <a:gd name="T64" fmla="*/ 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0" y="340"/>
                                </a:moveTo>
                                <a:lnTo>
                                  <a:pt x="0" y="311"/>
                                </a:lnTo>
                                <a:lnTo>
                                  <a:pt x="0" y="281"/>
                                </a:lnTo>
                                <a:lnTo>
                                  <a:pt x="0" y="250"/>
                                </a:lnTo>
                                <a:lnTo>
                                  <a:pt x="0" y="219"/>
                                </a:lnTo>
                                <a:lnTo>
                                  <a:pt x="0" y="187"/>
                                </a:lnTo>
                                <a:lnTo>
                                  <a:pt x="0" y="152"/>
                                </a:lnTo>
                                <a:lnTo>
                                  <a:pt x="0" y="116"/>
                                </a:lnTo>
                                <a:lnTo>
                                  <a:pt x="0" y="78"/>
                                </a:lnTo>
                                <a:lnTo>
                                  <a:pt x="9" y="69"/>
                                </a:lnTo>
                                <a:lnTo>
                                  <a:pt x="21" y="58"/>
                                </a:lnTo>
                                <a:lnTo>
                                  <a:pt x="35" y="48"/>
                                </a:lnTo>
                                <a:lnTo>
                                  <a:pt x="50" y="39"/>
                                </a:lnTo>
                                <a:lnTo>
                                  <a:pt x="66" y="29"/>
                                </a:lnTo>
                                <a:lnTo>
                                  <a:pt x="83" y="19"/>
                                </a:lnTo>
                                <a:lnTo>
                                  <a:pt x="101" y="10"/>
                                </a:lnTo>
                                <a:lnTo>
                                  <a:pt x="118" y="0"/>
                                </a:lnTo>
                                <a:lnTo>
                                  <a:pt x="180" y="0"/>
                                </a:lnTo>
                                <a:lnTo>
                                  <a:pt x="242" y="0"/>
                                </a:lnTo>
                                <a:lnTo>
                                  <a:pt x="304" y="0"/>
                                </a:lnTo>
                                <a:lnTo>
                                  <a:pt x="367" y="0"/>
                                </a:lnTo>
                                <a:lnTo>
                                  <a:pt x="429" y="0"/>
                                </a:lnTo>
                                <a:lnTo>
                                  <a:pt x="491" y="0"/>
                                </a:lnTo>
                                <a:lnTo>
                                  <a:pt x="553" y="0"/>
                                </a:lnTo>
                                <a:lnTo>
                                  <a:pt x="616" y="0"/>
                                </a:lnTo>
                                <a:lnTo>
                                  <a:pt x="624" y="10"/>
                                </a:lnTo>
                                <a:lnTo>
                                  <a:pt x="634" y="19"/>
                                </a:lnTo>
                                <a:lnTo>
                                  <a:pt x="643" y="30"/>
                                </a:lnTo>
                                <a:lnTo>
                                  <a:pt x="654" y="42"/>
                                </a:lnTo>
                                <a:lnTo>
                                  <a:pt x="666" y="55"/>
                                </a:lnTo>
                                <a:lnTo>
                                  <a:pt x="679" y="70"/>
                                </a:lnTo>
                                <a:lnTo>
                                  <a:pt x="694" y="86"/>
                                </a:lnTo>
                                <a:lnTo>
                                  <a:pt x="710" y="104"/>
                                </a:lnTo>
                                <a:lnTo>
                                  <a:pt x="710" y="1491"/>
                                </a:lnTo>
                                <a:lnTo>
                                  <a:pt x="676" y="1474"/>
                                </a:lnTo>
                                <a:lnTo>
                                  <a:pt x="642" y="1456"/>
                                </a:lnTo>
                                <a:lnTo>
                                  <a:pt x="610" y="1436"/>
                                </a:lnTo>
                                <a:lnTo>
                                  <a:pt x="579" y="1416"/>
                                </a:lnTo>
                                <a:lnTo>
                                  <a:pt x="549" y="1395"/>
                                </a:lnTo>
                                <a:lnTo>
                                  <a:pt x="519" y="1372"/>
                                </a:lnTo>
                                <a:lnTo>
                                  <a:pt x="491" y="1349"/>
                                </a:lnTo>
                                <a:lnTo>
                                  <a:pt x="463" y="1324"/>
                                </a:lnTo>
                                <a:lnTo>
                                  <a:pt x="437" y="1298"/>
                                </a:lnTo>
                                <a:lnTo>
                                  <a:pt x="412" y="1270"/>
                                </a:lnTo>
                                <a:lnTo>
                                  <a:pt x="387" y="1242"/>
                                </a:lnTo>
                                <a:lnTo>
                                  <a:pt x="362" y="1212"/>
                                </a:lnTo>
                                <a:lnTo>
                                  <a:pt x="339" y="1181"/>
                                </a:lnTo>
                                <a:lnTo>
                                  <a:pt x="316" y="1149"/>
                                </a:lnTo>
                                <a:lnTo>
                                  <a:pt x="295" y="1116"/>
                                </a:lnTo>
                                <a:lnTo>
                                  <a:pt x="273" y="1082"/>
                                </a:lnTo>
                                <a:lnTo>
                                  <a:pt x="253" y="1045"/>
                                </a:lnTo>
                                <a:lnTo>
                                  <a:pt x="233" y="1009"/>
                                </a:lnTo>
                                <a:lnTo>
                                  <a:pt x="213" y="970"/>
                                </a:lnTo>
                                <a:lnTo>
                                  <a:pt x="195" y="929"/>
                                </a:lnTo>
                                <a:lnTo>
                                  <a:pt x="177" y="889"/>
                                </a:lnTo>
                                <a:lnTo>
                                  <a:pt x="158" y="846"/>
                                </a:lnTo>
                                <a:lnTo>
                                  <a:pt x="141" y="802"/>
                                </a:lnTo>
                                <a:lnTo>
                                  <a:pt x="124" y="756"/>
                                </a:lnTo>
                                <a:lnTo>
                                  <a:pt x="107" y="710"/>
                                </a:lnTo>
                                <a:lnTo>
                                  <a:pt x="91" y="662"/>
                                </a:lnTo>
                                <a:lnTo>
                                  <a:pt x="75" y="611"/>
                                </a:lnTo>
                                <a:lnTo>
                                  <a:pt x="60" y="560"/>
                                </a:lnTo>
                                <a:lnTo>
                                  <a:pt x="45" y="507"/>
                                </a:lnTo>
                                <a:lnTo>
                                  <a:pt x="29" y="453"/>
                                </a:lnTo>
                                <a:lnTo>
                                  <a:pt x="15" y="397"/>
                                </a:lnTo>
                                <a:lnTo>
                                  <a:pt x="0" y="3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615214" w:rsidRDefault="00615214" w:rsidP="00615214">
                              <w:pPr>
                                <w:rPr>
                                  <w:rFonts w:eastAsia="Times New Roman"/>
                                </w:rPr>
                              </w:pPr>
                            </w:p>
                          </w:txbxContent>
                        </wps:txbx>
                        <wps:bodyPr rot="0" vert="horz" wrap="square" lIns="91440" tIns="45720" rIns="91440" bIns="45720" anchor="t" anchorCtr="0" upright="1">
                          <a:noAutofit/>
                        </wps:bodyPr>
                      </wps:wsp>
                      <wps:wsp>
                        <wps:cNvPr id="3329" name="Freeform 9"/>
                        <wps:cNvSpPr>
                          <a:spLocks/>
                        </wps:cNvSpPr>
                        <wps:spPr bwMode="auto">
                          <a:xfrm>
                            <a:off x="745" y="1010"/>
                            <a:ext cx="174" cy="235"/>
                          </a:xfrm>
                          <a:custGeom>
                            <a:avLst/>
                            <a:gdLst>
                              <a:gd name="T0" fmla="*/ 1532 w 1740"/>
                              <a:gd name="T1" fmla="*/ 2321 h 2349"/>
                              <a:gd name="T2" fmla="*/ 1598 w 1740"/>
                              <a:gd name="T3" fmla="*/ 2305 h 2349"/>
                              <a:gd name="T4" fmla="*/ 1635 w 1740"/>
                              <a:gd name="T5" fmla="*/ 2290 h 2349"/>
                              <a:gd name="T6" fmla="*/ 1659 w 1740"/>
                              <a:gd name="T7" fmla="*/ 2276 h 2349"/>
                              <a:gd name="T8" fmla="*/ 1673 w 1740"/>
                              <a:gd name="T9" fmla="*/ 2265 h 2349"/>
                              <a:gd name="T10" fmla="*/ 1686 w 1740"/>
                              <a:gd name="T11" fmla="*/ 2251 h 2349"/>
                              <a:gd name="T12" fmla="*/ 1698 w 1740"/>
                              <a:gd name="T13" fmla="*/ 2236 h 2349"/>
                              <a:gd name="T14" fmla="*/ 1714 w 1740"/>
                              <a:gd name="T15" fmla="*/ 2209 h 2349"/>
                              <a:gd name="T16" fmla="*/ 1731 w 1740"/>
                              <a:gd name="T17" fmla="*/ 2163 h 2349"/>
                              <a:gd name="T18" fmla="*/ 1740 w 1740"/>
                              <a:gd name="T19" fmla="*/ 158 h 2349"/>
                              <a:gd name="T20" fmla="*/ 1708 w 1740"/>
                              <a:gd name="T21" fmla="*/ 118 h 2349"/>
                              <a:gd name="T22" fmla="*/ 1676 w 1740"/>
                              <a:gd name="T23" fmla="*/ 78 h 2349"/>
                              <a:gd name="T24" fmla="*/ 1642 w 1740"/>
                              <a:gd name="T25" fmla="*/ 40 h 2349"/>
                              <a:gd name="T26" fmla="*/ 1596 w 1740"/>
                              <a:gd name="T27" fmla="*/ 0 h 2349"/>
                              <a:gd name="T28" fmla="*/ 1508 w 1740"/>
                              <a:gd name="T29" fmla="*/ 0 h 2349"/>
                              <a:gd name="T30" fmla="*/ 1419 w 1740"/>
                              <a:gd name="T31" fmla="*/ 0 h 2349"/>
                              <a:gd name="T32" fmla="*/ 1330 w 1740"/>
                              <a:gd name="T33" fmla="*/ 0 h 2349"/>
                              <a:gd name="T34" fmla="*/ 1241 w 1740"/>
                              <a:gd name="T35" fmla="*/ 0 h 2349"/>
                              <a:gd name="T36" fmla="*/ 1205 w 1740"/>
                              <a:gd name="T37" fmla="*/ 78 h 2349"/>
                              <a:gd name="T38" fmla="*/ 1170 w 1740"/>
                              <a:gd name="T39" fmla="*/ 158 h 2349"/>
                              <a:gd name="T40" fmla="*/ 1135 w 1740"/>
                              <a:gd name="T41" fmla="*/ 236 h 2349"/>
                              <a:gd name="T42" fmla="*/ 1099 w 1740"/>
                              <a:gd name="T43" fmla="*/ 314 h 2349"/>
                              <a:gd name="T44" fmla="*/ 1048 w 1740"/>
                              <a:gd name="T45" fmla="*/ 399 h 2349"/>
                              <a:gd name="T46" fmla="*/ 996 w 1740"/>
                              <a:gd name="T47" fmla="*/ 477 h 2349"/>
                              <a:gd name="T48" fmla="*/ 944 w 1740"/>
                              <a:gd name="T49" fmla="*/ 551 h 2349"/>
                              <a:gd name="T50" fmla="*/ 891 w 1740"/>
                              <a:gd name="T51" fmla="*/ 619 h 2349"/>
                              <a:gd name="T52" fmla="*/ 837 w 1740"/>
                              <a:gd name="T53" fmla="*/ 682 h 2349"/>
                              <a:gd name="T54" fmla="*/ 781 w 1740"/>
                              <a:gd name="T55" fmla="*/ 740 h 2349"/>
                              <a:gd name="T56" fmla="*/ 723 w 1740"/>
                              <a:gd name="T57" fmla="*/ 794 h 2349"/>
                              <a:gd name="T58" fmla="*/ 660 w 1740"/>
                              <a:gd name="T59" fmla="*/ 844 h 2349"/>
                              <a:gd name="T60" fmla="*/ 595 w 1740"/>
                              <a:gd name="T61" fmla="*/ 889 h 2349"/>
                              <a:gd name="T62" fmla="*/ 526 w 1740"/>
                              <a:gd name="T63" fmla="*/ 930 h 2349"/>
                              <a:gd name="T64" fmla="*/ 452 w 1740"/>
                              <a:gd name="T65" fmla="*/ 968 h 2349"/>
                              <a:gd name="T66" fmla="*/ 374 w 1740"/>
                              <a:gd name="T67" fmla="*/ 1003 h 2349"/>
                              <a:gd name="T68" fmla="*/ 290 w 1740"/>
                              <a:gd name="T69" fmla="*/ 1034 h 2349"/>
                              <a:gd name="T70" fmla="*/ 200 w 1740"/>
                              <a:gd name="T71" fmla="*/ 1063 h 2349"/>
                              <a:gd name="T72" fmla="*/ 104 w 1740"/>
                              <a:gd name="T73" fmla="*/ 1089 h 2349"/>
                              <a:gd name="T74" fmla="*/ 0 w 1740"/>
                              <a:gd name="T75" fmla="*/ 1113 h 2349"/>
                              <a:gd name="T76" fmla="*/ 30 w 1740"/>
                              <a:gd name="T77" fmla="*/ 1219 h 2349"/>
                              <a:gd name="T78" fmla="*/ 59 w 1740"/>
                              <a:gd name="T79" fmla="*/ 1331 h 2349"/>
                              <a:gd name="T80" fmla="*/ 83 w 1740"/>
                              <a:gd name="T81" fmla="*/ 1454 h 2349"/>
                              <a:gd name="T82" fmla="*/ 104 w 1740"/>
                              <a:gd name="T83" fmla="*/ 1590 h 2349"/>
                              <a:gd name="T84" fmla="*/ 112 w 1740"/>
                              <a:gd name="T85" fmla="*/ 1664 h 2349"/>
                              <a:gd name="T86" fmla="*/ 118 w 1740"/>
                              <a:gd name="T87" fmla="*/ 1743 h 2349"/>
                              <a:gd name="T88" fmla="*/ 122 w 1740"/>
                              <a:gd name="T89" fmla="*/ 1827 h 2349"/>
                              <a:gd name="T90" fmla="*/ 124 w 1740"/>
                              <a:gd name="T91" fmla="*/ 1917 h 2349"/>
                              <a:gd name="T92" fmla="*/ 124 w 1740"/>
                              <a:gd name="T93" fmla="*/ 2013 h 2349"/>
                              <a:gd name="T94" fmla="*/ 121 w 1740"/>
                              <a:gd name="T95" fmla="*/ 2116 h 2349"/>
                              <a:gd name="T96" fmla="*/ 115 w 1740"/>
                              <a:gd name="T97" fmla="*/ 2226 h 2349"/>
                              <a:gd name="T98" fmla="*/ 108 w 1740"/>
                              <a:gd name="T99" fmla="*/ 2343 h 2349"/>
                              <a:gd name="T100" fmla="*/ 437 w 1740"/>
                              <a:gd name="T101" fmla="*/ 2345 h 2349"/>
                              <a:gd name="T102" fmla="*/ 792 w 1740"/>
                              <a:gd name="T103" fmla="*/ 2349 h 2349"/>
                              <a:gd name="T104" fmla="*/ 973 w 1740"/>
                              <a:gd name="T105" fmla="*/ 2349 h 2349"/>
                              <a:gd name="T106" fmla="*/ 1149 w 1740"/>
                              <a:gd name="T107" fmla="*/ 2345 h 2349"/>
                              <a:gd name="T108" fmla="*/ 1318 w 1740"/>
                              <a:gd name="T109" fmla="*/ 2340 h 2349"/>
                              <a:gd name="T110" fmla="*/ 1478 w 1740"/>
                              <a:gd name="T111" fmla="*/ 2330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740" h="2349">
                                <a:moveTo>
                                  <a:pt x="1478" y="2330"/>
                                </a:moveTo>
                                <a:lnTo>
                                  <a:pt x="1532" y="2321"/>
                                </a:lnTo>
                                <a:lnTo>
                                  <a:pt x="1578" y="2310"/>
                                </a:lnTo>
                                <a:lnTo>
                                  <a:pt x="1598" y="2305"/>
                                </a:lnTo>
                                <a:lnTo>
                                  <a:pt x="1617" y="2298"/>
                                </a:lnTo>
                                <a:lnTo>
                                  <a:pt x="1635" y="2290"/>
                                </a:lnTo>
                                <a:lnTo>
                                  <a:pt x="1652" y="2281"/>
                                </a:lnTo>
                                <a:lnTo>
                                  <a:pt x="1659" y="2276"/>
                                </a:lnTo>
                                <a:lnTo>
                                  <a:pt x="1667" y="2270"/>
                                </a:lnTo>
                                <a:lnTo>
                                  <a:pt x="1673" y="2265"/>
                                </a:lnTo>
                                <a:lnTo>
                                  <a:pt x="1680" y="2259"/>
                                </a:lnTo>
                                <a:lnTo>
                                  <a:pt x="1686" y="2251"/>
                                </a:lnTo>
                                <a:lnTo>
                                  <a:pt x="1693" y="2245"/>
                                </a:lnTo>
                                <a:lnTo>
                                  <a:pt x="1698" y="2236"/>
                                </a:lnTo>
                                <a:lnTo>
                                  <a:pt x="1703" y="2227"/>
                                </a:lnTo>
                                <a:lnTo>
                                  <a:pt x="1714" y="2209"/>
                                </a:lnTo>
                                <a:lnTo>
                                  <a:pt x="1723" y="2187"/>
                                </a:lnTo>
                                <a:lnTo>
                                  <a:pt x="1731" y="2163"/>
                                </a:lnTo>
                                <a:lnTo>
                                  <a:pt x="1739" y="2135"/>
                                </a:lnTo>
                                <a:lnTo>
                                  <a:pt x="1740" y="158"/>
                                </a:lnTo>
                                <a:lnTo>
                                  <a:pt x="1723" y="137"/>
                                </a:lnTo>
                                <a:lnTo>
                                  <a:pt x="1708" y="118"/>
                                </a:lnTo>
                                <a:lnTo>
                                  <a:pt x="1693" y="99"/>
                                </a:lnTo>
                                <a:lnTo>
                                  <a:pt x="1676" y="78"/>
                                </a:lnTo>
                                <a:lnTo>
                                  <a:pt x="1660" y="59"/>
                                </a:lnTo>
                                <a:lnTo>
                                  <a:pt x="1642" y="40"/>
                                </a:lnTo>
                                <a:lnTo>
                                  <a:pt x="1621" y="20"/>
                                </a:lnTo>
                                <a:lnTo>
                                  <a:pt x="1596" y="0"/>
                                </a:lnTo>
                                <a:lnTo>
                                  <a:pt x="1552" y="0"/>
                                </a:lnTo>
                                <a:lnTo>
                                  <a:pt x="1508" y="0"/>
                                </a:lnTo>
                                <a:lnTo>
                                  <a:pt x="1463" y="0"/>
                                </a:lnTo>
                                <a:lnTo>
                                  <a:pt x="1419" y="0"/>
                                </a:lnTo>
                                <a:lnTo>
                                  <a:pt x="1374" y="0"/>
                                </a:lnTo>
                                <a:lnTo>
                                  <a:pt x="1330" y="0"/>
                                </a:lnTo>
                                <a:lnTo>
                                  <a:pt x="1286" y="0"/>
                                </a:lnTo>
                                <a:lnTo>
                                  <a:pt x="1241" y="0"/>
                                </a:lnTo>
                                <a:lnTo>
                                  <a:pt x="1224" y="40"/>
                                </a:lnTo>
                                <a:lnTo>
                                  <a:pt x="1205" y="78"/>
                                </a:lnTo>
                                <a:lnTo>
                                  <a:pt x="1187" y="118"/>
                                </a:lnTo>
                                <a:lnTo>
                                  <a:pt x="1170" y="158"/>
                                </a:lnTo>
                                <a:lnTo>
                                  <a:pt x="1152" y="196"/>
                                </a:lnTo>
                                <a:lnTo>
                                  <a:pt x="1135" y="236"/>
                                </a:lnTo>
                                <a:lnTo>
                                  <a:pt x="1116" y="276"/>
                                </a:lnTo>
                                <a:lnTo>
                                  <a:pt x="1099" y="314"/>
                                </a:lnTo>
                                <a:lnTo>
                                  <a:pt x="1074" y="357"/>
                                </a:lnTo>
                                <a:lnTo>
                                  <a:pt x="1048" y="399"/>
                                </a:lnTo>
                                <a:lnTo>
                                  <a:pt x="1022" y="438"/>
                                </a:lnTo>
                                <a:lnTo>
                                  <a:pt x="996" y="477"/>
                                </a:lnTo>
                                <a:lnTo>
                                  <a:pt x="971" y="515"/>
                                </a:lnTo>
                                <a:lnTo>
                                  <a:pt x="944" y="551"/>
                                </a:lnTo>
                                <a:lnTo>
                                  <a:pt x="918" y="585"/>
                                </a:lnTo>
                                <a:lnTo>
                                  <a:pt x="891" y="619"/>
                                </a:lnTo>
                                <a:lnTo>
                                  <a:pt x="864" y="651"/>
                                </a:lnTo>
                                <a:lnTo>
                                  <a:pt x="837" y="682"/>
                                </a:lnTo>
                                <a:lnTo>
                                  <a:pt x="810" y="712"/>
                                </a:lnTo>
                                <a:lnTo>
                                  <a:pt x="781" y="740"/>
                                </a:lnTo>
                                <a:lnTo>
                                  <a:pt x="752" y="768"/>
                                </a:lnTo>
                                <a:lnTo>
                                  <a:pt x="723" y="794"/>
                                </a:lnTo>
                                <a:lnTo>
                                  <a:pt x="692" y="819"/>
                                </a:lnTo>
                                <a:lnTo>
                                  <a:pt x="660" y="844"/>
                                </a:lnTo>
                                <a:lnTo>
                                  <a:pt x="628" y="866"/>
                                </a:lnTo>
                                <a:lnTo>
                                  <a:pt x="595" y="889"/>
                                </a:lnTo>
                                <a:lnTo>
                                  <a:pt x="562" y="910"/>
                                </a:lnTo>
                                <a:lnTo>
                                  <a:pt x="526" y="930"/>
                                </a:lnTo>
                                <a:lnTo>
                                  <a:pt x="490" y="950"/>
                                </a:lnTo>
                                <a:lnTo>
                                  <a:pt x="452" y="968"/>
                                </a:lnTo>
                                <a:lnTo>
                                  <a:pt x="414" y="986"/>
                                </a:lnTo>
                                <a:lnTo>
                                  <a:pt x="374" y="1003"/>
                                </a:lnTo>
                                <a:lnTo>
                                  <a:pt x="333" y="1019"/>
                                </a:lnTo>
                                <a:lnTo>
                                  <a:pt x="290" y="1034"/>
                                </a:lnTo>
                                <a:lnTo>
                                  <a:pt x="245" y="1049"/>
                                </a:lnTo>
                                <a:lnTo>
                                  <a:pt x="200" y="1063"/>
                                </a:lnTo>
                                <a:lnTo>
                                  <a:pt x="152" y="1076"/>
                                </a:lnTo>
                                <a:lnTo>
                                  <a:pt x="104" y="1089"/>
                                </a:lnTo>
                                <a:lnTo>
                                  <a:pt x="52" y="1102"/>
                                </a:lnTo>
                                <a:lnTo>
                                  <a:pt x="0" y="1113"/>
                                </a:lnTo>
                                <a:lnTo>
                                  <a:pt x="15" y="1165"/>
                                </a:lnTo>
                                <a:lnTo>
                                  <a:pt x="30" y="1219"/>
                                </a:lnTo>
                                <a:lnTo>
                                  <a:pt x="45" y="1275"/>
                                </a:lnTo>
                                <a:lnTo>
                                  <a:pt x="59" y="1331"/>
                                </a:lnTo>
                                <a:lnTo>
                                  <a:pt x="72" y="1391"/>
                                </a:lnTo>
                                <a:lnTo>
                                  <a:pt x="83" y="1454"/>
                                </a:lnTo>
                                <a:lnTo>
                                  <a:pt x="95" y="1520"/>
                                </a:lnTo>
                                <a:lnTo>
                                  <a:pt x="104" y="1590"/>
                                </a:lnTo>
                                <a:lnTo>
                                  <a:pt x="108" y="1626"/>
                                </a:lnTo>
                                <a:lnTo>
                                  <a:pt x="112" y="1664"/>
                                </a:lnTo>
                                <a:lnTo>
                                  <a:pt x="115" y="1702"/>
                                </a:lnTo>
                                <a:lnTo>
                                  <a:pt x="118" y="1743"/>
                                </a:lnTo>
                                <a:lnTo>
                                  <a:pt x="121" y="1785"/>
                                </a:lnTo>
                                <a:lnTo>
                                  <a:pt x="122" y="1827"/>
                                </a:lnTo>
                                <a:lnTo>
                                  <a:pt x="123" y="1872"/>
                                </a:lnTo>
                                <a:lnTo>
                                  <a:pt x="124" y="1917"/>
                                </a:lnTo>
                                <a:lnTo>
                                  <a:pt x="124" y="1965"/>
                                </a:lnTo>
                                <a:lnTo>
                                  <a:pt x="124" y="2013"/>
                                </a:lnTo>
                                <a:lnTo>
                                  <a:pt x="123" y="2063"/>
                                </a:lnTo>
                                <a:lnTo>
                                  <a:pt x="121" y="2116"/>
                                </a:lnTo>
                                <a:lnTo>
                                  <a:pt x="119" y="2171"/>
                                </a:lnTo>
                                <a:lnTo>
                                  <a:pt x="115" y="2226"/>
                                </a:lnTo>
                                <a:lnTo>
                                  <a:pt x="112" y="2284"/>
                                </a:lnTo>
                                <a:lnTo>
                                  <a:pt x="108" y="2343"/>
                                </a:lnTo>
                                <a:lnTo>
                                  <a:pt x="267" y="2344"/>
                                </a:lnTo>
                                <a:lnTo>
                                  <a:pt x="437" y="2345"/>
                                </a:lnTo>
                                <a:lnTo>
                                  <a:pt x="613" y="2347"/>
                                </a:lnTo>
                                <a:lnTo>
                                  <a:pt x="792" y="2349"/>
                                </a:lnTo>
                                <a:lnTo>
                                  <a:pt x="883" y="2349"/>
                                </a:lnTo>
                                <a:lnTo>
                                  <a:pt x="973" y="2349"/>
                                </a:lnTo>
                                <a:lnTo>
                                  <a:pt x="1061" y="2347"/>
                                </a:lnTo>
                                <a:lnTo>
                                  <a:pt x="1149" y="2345"/>
                                </a:lnTo>
                                <a:lnTo>
                                  <a:pt x="1234" y="2343"/>
                                </a:lnTo>
                                <a:lnTo>
                                  <a:pt x="1318" y="2340"/>
                                </a:lnTo>
                                <a:lnTo>
                                  <a:pt x="1400" y="2336"/>
                                </a:lnTo>
                                <a:lnTo>
                                  <a:pt x="1478" y="23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615214" w:rsidRDefault="00615214" w:rsidP="00615214">
                              <w:pPr>
                                <w:rPr>
                                  <w:rFonts w:eastAsia="Times New Roman"/>
                                </w:rPr>
                              </w:pPr>
                            </w:p>
                          </w:txbxContent>
                        </wps:txbx>
                        <wps:bodyPr rot="0" vert="horz" wrap="square" lIns="91440" tIns="45720" rIns="91440" bIns="45720" anchor="t" anchorCtr="0" upright="1">
                          <a:noAutofit/>
                        </wps:bodyPr>
                      </wps:wsp>
                      <wps:wsp>
                        <wps:cNvPr id="3330" name="Freeform 10"/>
                        <wps:cNvSpPr>
                          <a:spLocks/>
                        </wps:cNvSpPr>
                        <wps:spPr bwMode="auto">
                          <a:xfrm>
                            <a:off x="745" y="1010"/>
                            <a:ext cx="174" cy="235"/>
                          </a:xfrm>
                          <a:custGeom>
                            <a:avLst/>
                            <a:gdLst>
                              <a:gd name="T0" fmla="*/ 1532 w 1740"/>
                              <a:gd name="T1" fmla="*/ 2321 h 2349"/>
                              <a:gd name="T2" fmla="*/ 1598 w 1740"/>
                              <a:gd name="T3" fmla="*/ 2305 h 2349"/>
                              <a:gd name="T4" fmla="*/ 1635 w 1740"/>
                              <a:gd name="T5" fmla="*/ 2290 h 2349"/>
                              <a:gd name="T6" fmla="*/ 1659 w 1740"/>
                              <a:gd name="T7" fmla="*/ 2276 h 2349"/>
                              <a:gd name="T8" fmla="*/ 1673 w 1740"/>
                              <a:gd name="T9" fmla="*/ 2265 h 2349"/>
                              <a:gd name="T10" fmla="*/ 1686 w 1740"/>
                              <a:gd name="T11" fmla="*/ 2251 h 2349"/>
                              <a:gd name="T12" fmla="*/ 1698 w 1740"/>
                              <a:gd name="T13" fmla="*/ 2236 h 2349"/>
                              <a:gd name="T14" fmla="*/ 1714 w 1740"/>
                              <a:gd name="T15" fmla="*/ 2209 h 2349"/>
                              <a:gd name="T16" fmla="*/ 1731 w 1740"/>
                              <a:gd name="T17" fmla="*/ 2163 h 2349"/>
                              <a:gd name="T18" fmla="*/ 1740 w 1740"/>
                              <a:gd name="T19" fmla="*/ 158 h 2349"/>
                              <a:gd name="T20" fmla="*/ 1708 w 1740"/>
                              <a:gd name="T21" fmla="*/ 118 h 2349"/>
                              <a:gd name="T22" fmla="*/ 1676 w 1740"/>
                              <a:gd name="T23" fmla="*/ 78 h 2349"/>
                              <a:gd name="T24" fmla="*/ 1642 w 1740"/>
                              <a:gd name="T25" fmla="*/ 40 h 2349"/>
                              <a:gd name="T26" fmla="*/ 1596 w 1740"/>
                              <a:gd name="T27" fmla="*/ 0 h 2349"/>
                              <a:gd name="T28" fmla="*/ 1508 w 1740"/>
                              <a:gd name="T29" fmla="*/ 0 h 2349"/>
                              <a:gd name="T30" fmla="*/ 1419 w 1740"/>
                              <a:gd name="T31" fmla="*/ 0 h 2349"/>
                              <a:gd name="T32" fmla="*/ 1330 w 1740"/>
                              <a:gd name="T33" fmla="*/ 0 h 2349"/>
                              <a:gd name="T34" fmla="*/ 1241 w 1740"/>
                              <a:gd name="T35" fmla="*/ 0 h 2349"/>
                              <a:gd name="T36" fmla="*/ 1205 w 1740"/>
                              <a:gd name="T37" fmla="*/ 78 h 2349"/>
                              <a:gd name="T38" fmla="*/ 1170 w 1740"/>
                              <a:gd name="T39" fmla="*/ 158 h 2349"/>
                              <a:gd name="T40" fmla="*/ 1135 w 1740"/>
                              <a:gd name="T41" fmla="*/ 236 h 2349"/>
                              <a:gd name="T42" fmla="*/ 1099 w 1740"/>
                              <a:gd name="T43" fmla="*/ 314 h 2349"/>
                              <a:gd name="T44" fmla="*/ 1048 w 1740"/>
                              <a:gd name="T45" fmla="*/ 399 h 2349"/>
                              <a:gd name="T46" fmla="*/ 996 w 1740"/>
                              <a:gd name="T47" fmla="*/ 477 h 2349"/>
                              <a:gd name="T48" fmla="*/ 944 w 1740"/>
                              <a:gd name="T49" fmla="*/ 551 h 2349"/>
                              <a:gd name="T50" fmla="*/ 891 w 1740"/>
                              <a:gd name="T51" fmla="*/ 619 h 2349"/>
                              <a:gd name="T52" fmla="*/ 837 w 1740"/>
                              <a:gd name="T53" fmla="*/ 682 h 2349"/>
                              <a:gd name="T54" fmla="*/ 781 w 1740"/>
                              <a:gd name="T55" fmla="*/ 740 h 2349"/>
                              <a:gd name="T56" fmla="*/ 723 w 1740"/>
                              <a:gd name="T57" fmla="*/ 794 h 2349"/>
                              <a:gd name="T58" fmla="*/ 660 w 1740"/>
                              <a:gd name="T59" fmla="*/ 844 h 2349"/>
                              <a:gd name="T60" fmla="*/ 595 w 1740"/>
                              <a:gd name="T61" fmla="*/ 889 h 2349"/>
                              <a:gd name="T62" fmla="*/ 526 w 1740"/>
                              <a:gd name="T63" fmla="*/ 930 h 2349"/>
                              <a:gd name="T64" fmla="*/ 452 w 1740"/>
                              <a:gd name="T65" fmla="*/ 968 h 2349"/>
                              <a:gd name="T66" fmla="*/ 374 w 1740"/>
                              <a:gd name="T67" fmla="*/ 1003 h 2349"/>
                              <a:gd name="T68" fmla="*/ 290 w 1740"/>
                              <a:gd name="T69" fmla="*/ 1034 h 2349"/>
                              <a:gd name="T70" fmla="*/ 200 w 1740"/>
                              <a:gd name="T71" fmla="*/ 1063 h 2349"/>
                              <a:gd name="T72" fmla="*/ 104 w 1740"/>
                              <a:gd name="T73" fmla="*/ 1089 h 2349"/>
                              <a:gd name="T74" fmla="*/ 0 w 1740"/>
                              <a:gd name="T75" fmla="*/ 1113 h 2349"/>
                              <a:gd name="T76" fmla="*/ 30 w 1740"/>
                              <a:gd name="T77" fmla="*/ 1219 h 2349"/>
                              <a:gd name="T78" fmla="*/ 59 w 1740"/>
                              <a:gd name="T79" fmla="*/ 1331 h 2349"/>
                              <a:gd name="T80" fmla="*/ 83 w 1740"/>
                              <a:gd name="T81" fmla="*/ 1454 h 2349"/>
                              <a:gd name="T82" fmla="*/ 104 w 1740"/>
                              <a:gd name="T83" fmla="*/ 1590 h 2349"/>
                              <a:gd name="T84" fmla="*/ 112 w 1740"/>
                              <a:gd name="T85" fmla="*/ 1664 h 2349"/>
                              <a:gd name="T86" fmla="*/ 118 w 1740"/>
                              <a:gd name="T87" fmla="*/ 1743 h 2349"/>
                              <a:gd name="T88" fmla="*/ 122 w 1740"/>
                              <a:gd name="T89" fmla="*/ 1827 h 2349"/>
                              <a:gd name="T90" fmla="*/ 124 w 1740"/>
                              <a:gd name="T91" fmla="*/ 1917 h 2349"/>
                              <a:gd name="T92" fmla="*/ 124 w 1740"/>
                              <a:gd name="T93" fmla="*/ 2013 h 2349"/>
                              <a:gd name="T94" fmla="*/ 121 w 1740"/>
                              <a:gd name="T95" fmla="*/ 2116 h 2349"/>
                              <a:gd name="T96" fmla="*/ 115 w 1740"/>
                              <a:gd name="T97" fmla="*/ 2226 h 2349"/>
                              <a:gd name="T98" fmla="*/ 108 w 1740"/>
                              <a:gd name="T99" fmla="*/ 2343 h 2349"/>
                              <a:gd name="T100" fmla="*/ 437 w 1740"/>
                              <a:gd name="T101" fmla="*/ 2345 h 2349"/>
                              <a:gd name="T102" fmla="*/ 792 w 1740"/>
                              <a:gd name="T103" fmla="*/ 2349 h 2349"/>
                              <a:gd name="T104" fmla="*/ 973 w 1740"/>
                              <a:gd name="T105" fmla="*/ 2349 h 2349"/>
                              <a:gd name="T106" fmla="*/ 1149 w 1740"/>
                              <a:gd name="T107" fmla="*/ 2345 h 2349"/>
                              <a:gd name="T108" fmla="*/ 1318 w 1740"/>
                              <a:gd name="T109" fmla="*/ 2340 h 2349"/>
                              <a:gd name="T110" fmla="*/ 1478 w 1740"/>
                              <a:gd name="T111" fmla="*/ 2330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740" h="2349">
                                <a:moveTo>
                                  <a:pt x="1478" y="2330"/>
                                </a:moveTo>
                                <a:lnTo>
                                  <a:pt x="1532" y="2321"/>
                                </a:lnTo>
                                <a:lnTo>
                                  <a:pt x="1578" y="2310"/>
                                </a:lnTo>
                                <a:lnTo>
                                  <a:pt x="1598" y="2305"/>
                                </a:lnTo>
                                <a:lnTo>
                                  <a:pt x="1617" y="2298"/>
                                </a:lnTo>
                                <a:lnTo>
                                  <a:pt x="1635" y="2290"/>
                                </a:lnTo>
                                <a:lnTo>
                                  <a:pt x="1652" y="2281"/>
                                </a:lnTo>
                                <a:lnTo>
                                  <a:pt x="1659" y="2276"/>
                                </a:lnTo>
                                <a:lnTo>
                                  <a:pt x="1667" y="2270"/>
                                </a:lnTo>
                                <a:lnTo>
                                  <a:pt x="1673" y="2265"/>
                                </a:lnTo>
                                <a:lnTo>
                                  <a:pt x="1680" y="2259"/>
                                </a:lnTo>
                                <a:lnTo>
                                  <a:pt x="1686" y="2251"/>
                                </a:lnTo>
                                <a:lnTo>
                                  <a:pt x="1693" y="2245"/>
                                </a:lnTo>
                                <a:lnTo>
                                  <a:pt x="1698" y="2236"/>
                                </a:lnTo>
                                <a:lnTo>
                                  <a:pt x="1703" y="2227"/>
                                </a:lnTo>
                                <a:lnTo>
                                  <a:pt x="1714" y="2209"/>
                                </a:lnTo>
                                <a:lnTo>
                                  <a:pt x="1723" y="2187"/>
                                </a:lnTo>
                                <a:lnTo>
                                  <a:pt x="1731" y="2163"/>
                                </a:lnTo>
                                <a:lnTo>
                                  <a:pt x="1739" y="2135"/>
                                </a:lnTo>
                                <a:lnTo>
                                  <a:pt x="1740" y="158"/>
                                </a:lnTo>
                                <a:lnTo>
                                  <a:pt x="1723" y="137"/>
                                </a:lnTo>
                                <a:lnTo>
                                  <a:pt x="1708" y="118"/>
                                </a:lnTo>
                                <a:lnTo>
                                  <a:pt x="1693" y="99"/>
                                </a:lnTo>
                                <a:lnTo>
                                  <a:pt x="1676" y="78"/>
                                </a:lnTo>
                                <a:lnTo>
                                  <a:pt x="1660" y="59"/>
                                </a:lnTo>
                                <a:lnTo>
                                  <a:pt x="1642" y="40"/>
                                </a:lnTo>
                                <a:lnTo>
                                  <a:pt x="1621" y="20"/>
                                </a:lnTo>
                                <a:lnTo>
                                  <a:pt x="1596" y="0"/>
                                </a:lnTo>
                                <a:lnTo>
                                  <a:pt x="1552" y="0"/>
                                </a:lnTo>
                                <a:lnTo>
                                  <a:pt x="1508" y="0"/>
                                </a:lnTo>
                                <a:lnTo>
                                  <a:pt x="1463" y="0"/>
                                </a:lnTo>
                                <a:lnTo>
                                  <a:pt x="1419" y="0"/>
                                </a:lnTo>
                                <a:lnTo>
                                  <a:pt x="1374" y="0"/>
                                </a:lnTo>
                                <a:lnTo>
                                  <a:pt x="1330" y="0"/>
                                </a:lnTo>
                                <a:lnTo>
                                  <a:pt x="1286" y="0"/>
                                </a:lnTo>
                                <a:lnTo>
                                  <a:pt x="1241" y="0"/>
                                </a:lnTo>
                                <a:lnTo>
                                  <a:pt x="1224" y="40"/>
                                </a:lnTo>
                                <a:lnTo>
                                  <a:pt x="1205" y="78"/>
                                </a:lnTo>
                                <a:lnTo>
                                  <a:pt x="1187" y="118"/>
                                </a:lnTo>
                                <a:lnTo>
                                  <a:pt x="1170" y="158"/>
                                </a:lnTo>
                                <a:lnTo>
                                  <a:pt x="1152" y="196"/>
                                </a:lnTo>
                                <a:lnTo>
                                  <a:pt x="1135" y="236"/>
                                </a:lnTo>
                                <a:lnTo>
                                  <a:pt x="1116" y="276"/>
                                </a:lnTo>
                                <a:lnTo>
                                  <a:pt x="1099" y="314"/>
                                </a:lnTo>
                                <a:lnTo>
                                  <a:pt x="1074" y="357"/>
                                </a:lnTo>
                                <a:lnTo>
                                  <a:pt x="1048" y="399"/>
                                </a:lnTo>
                                <a:lnTo>
                                  <a:pt x="1022" y="438"/>
                                </a:lnTo>
                                <a:lnTo>
                                  <a:pt x="996" y="477"/>
                                </a:lnTo>
                                <a:lnTo>
                                  <a:pt x="971" y="515"/>
                                </a:lnTo>
                                <a:lnTo>
                                  <a:pt x="944" y="551"/>
                                </a:lnTo>
                                <a:lnTo>
                                  <a:pt x="918" y="585"/>
                                </a:lnTo>
                                <a:lnTo>
                                  <a:pt x="891" y="619"/>
                                </a:lnTo>
                                <a:lnTo>
                                  <a:pt x="864" y="651"/>
                                </a:lnTo>
                                <a:lnTo>
                                  <a:pt x="837" y="682"/>
                                </a:lnTo>
                                <a:lnTo>
                                  <a:pt x="810" y="712"/>
                                </a:lnTo>
                                <a:lnTo>
                                  <a:pt x="781" y="740"/>
                                </a:lnTo>
                                <a:lnTo>
                                  <a:pt x="752" y="768"/>
                                </a:lnTo>
                                <a:lnTo>
                                  <a:pt x="723" y="794"/>
                                </a:lnTo>
                                <a:lnTo>
                                  <a:pt x="692" y="819"/>
                                </a:lnTo>
                                <a:lnTo>
                                  <a:pt x="660" y="844"/>
                                </a:lnTo>
                                <a:lnTo>
                                  <a:pt x="628" y="866"/>
                                </a:lnTo>
                                <a:lnTo>
                                  <a:pt x="595" y="889"/>
                                </a:lnTo>
                                <a:lnTo>
                                  <a:pt x="562" y="910"/>
                                </a:lnTo>
                                <a:lnTo>
                                  <a:pt x="526" y="930"/>
                                </a:lnTo>
                                <a:lnTo>
                                  <a:pt x="490" y="950"/>
                                </a:lnTo>
                                <a:lnTo>
                                  <a:pt x="452" y="968"/>
                                </a:lnTo>
                                <a:lnTo>
                                  <a:pt x="414" y="986"/>
                                </a:lnTo>
                                <a:lnTo>
                                  <a:pt x="374" y="1003"/>
                                </a:lnTo>
                                <a:lnTo>
                                  <a:pt x="333" y="1019"/>
                                </a:lnTo>
                                <a:lnTo>
                                  <a:pt x="290" y="1034"/>
                                </a:lnTo>
                                <a:lnTo>
                                  <a:pt x="245" y="1049"/>
                                </a:lnTo>
                                <a:lnTo>
                                  <a:pt x="200" y="1063"/>
                                </a:lnTo>
                                <a:lnTo>
                                  <a:pt x="152" y="1076"/>
                                </a:lnTo>
                                <a:lnTo>
                                  <a:pt x="104" y="1089"/>
                                </a:lnTo>
                                <a:lnTo>
                                  <a:pt x="52" y="1102"/>
                                </a:lnTo>
                                <a:lnTo>
                                  <a:pt x="0" y="1113"/>
                                </a:lnTo>
                                <a:lnTo>
                                  <a:pt x="15" y="1165"/>
                                </a:lnTo>
                                <a:lnTo>
                                  <a:pt x="30" y="1219"/>
                                </a:lnTo>
                                <a:lnTo>
                                  <a:pt x="45" y="1275"/>
                                </a:lnTo>
                                <a:lnTo>
                                  <a:pt x="59" y="1331"/>
                                </a:lnTo>
                                <a:lnTo>
                                  <a:pt x="72" y="1391"/>
                                </a:lnTo>
                                <a:lnTo>
                                  <a:pt x="83" y="1454"/>
                                </a:lnTo>
                                <a:lnTo>
                                  <a:pt x="95" y="1520"/>
                                </a:lnTo>
                                <a:lnTo>
                                  <a:pt x="104" y="1590"/>
                                </a:lnTo>
                                <a:lnTo>
                                  <a:pt x="108" y="1626"/>
                                </a:lnTo>
                                <a:lnTo>
                                  <a:pt x="112" y="1664"/>
                                </a:lnTo>
                                <a:lnTo>
                                  <a:pt x="115" y="1702"/>
                                </a:lnTo>
                                <a:lnTo>
                                  <a:pt x="118" y="1743"/>
                                </a:lnTo>
                                <a:lnTo>
                                  <a:pt x="121" y="1785"/>
                                </a:lnTo>
                                <a:lnTo>
                                  <a:pt x="122" y="1827"/>
                                </a:lnTo>
                                <a:lnTo>
                                  <a:pt x="123" y="1872"/>
                                </a:lnTo>
                                <a:lnTo>
                                  <a:pt x="124" y="1917"/>
                                </a:lnTo>
                                <a:lnTo>
                                  <a:pt x="124" y="1965"/>
                                </a:lnTo>
                                <a:lnTo>
                                  <a:pt x="124" y="2013"/>
                                </a:lnTo>
                                <a:lnTo>
                                  <a:pt x="123" y="2063"/>
                                </a:lnTo>
                                <a:lnTo>
                                  <a:pt x="121" y="2116"/>
                                </a:lnTo>
                                <a:lnTo>
                                  <a:pt x="119" y="2171"/>
                                </a:lnTo>
                                <a:lnTo>
                                  <a:pt x="115" y="2226"/>
                                </a:lnTo>
                                <a:lnTo>
                                  <a:pt x="112" y="2284"/>
                                </a:lnTo>
                                <a:lnTo>
                                  <a:pt x="108" y="2343"/>
                                </a:lnTo>
                                <a:lnTo>
                                  <a:pt x="267" y="2344"/>
                                </a:lnTo>
                                <a:lnTo>
                                  <a:pt x="437" y="2345"/>
                                </a:lnTo>
                                <a:lnTo>
                                  <a:pt x="613" y="2347"/>
                                </a:lnTo>
                                <a:lnTo>
                                  <a:pt x="792" y="2349"/>
                                </a:lnTo>
                                <a:lnTo>
                                  <a:pt x="883" y="2349"/>
                                </a:lnTo>
                                <a:lnTo>
                                  <a:pt x="973" y="2349"/>
                                </a:lnTo>
                                <a:lnTo>
                                  <a:pt x="1061" y="2347"/>
                                </a:lnTo>
                                <a:lnTo>
                                  <a:pt x="1149" y="2345"/>
                                </a:lnTo>
                                <a:lnTo>
                                  <a:pt x="1234" y="2343"/>
                                </a:lnTo>
                                <a:lnTo>
                                  <a:pt x="1318" y="2340"/>
                                </a:lnTo>
                                <a:lnTo>
                                  <a:pt x="1400" y="2336"/>
                                </a:lnTo>
                                <a:lnTo>
                                  <a:pt x="1478" y="233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615214" w:rsidRDefault="00615214" w:rsidP="00615214">
                              <w:pPr>
                                <w:rPr>
                                  <w:rFonts w:eastAsia="Times New Roman"/>
                                </w:rPr>
                              </w:pPr>
                            </w:p>
                          </w:txbxContent>
                        </wps:txbx>
                        <wps:bodyPr rot="0" vert="horz" wrap="square" lIns="91440" tIns="45720" rIns="91440" bIns="45720" anchor="t" anchorCtr="0" upright="1">
                          <a:noAutofit/>
                        </wps:bodyPr>
                      </wps:wsp>
                      <wps:wsp>
                        <wps:cNvPr id="3331" name="Freeform 11"/>
                        <wps:cNvSpPr>
                          <a:spLocks/>
                        </wps:cNvSpPr>
                        <wps:spPr bwMode="auto">
                          <a:xfrm>
                            <a:off x="223" y="1010"/>
                            <a:ext cx="174" cy="235"/>
                          </a:xfrm>
                          <a:custGeom>
                            <a:avLst/>
                            <a:gdLst>
                              <a:gd name="T0" fmla="*/ 208 w 1740"/>
                              <a:gd name="T1" fmla="*/ 2321 h 2349"/>
                              <a:gd name="T2" fmla="*/ 142 w 1740"/>
                              <a:gd name="T3" fmla="*/ 2305 h 2349"/>
                              <a:gd name="T4" fmla="*/ 104 w 1740"/>
                              <a:gd name="T5" fmla="*/ 2290 h 2349"/>
                              <a:gd name="T6" fmla="*/ 81 w 1740"/>
                              <a:gd name="T7" fmla="*/ 2276 h 2349"/>
                              <a:gd name="T8" fmla="*/ 67 w 1740"/>
                              <a:gd name="T9" fmla="*/ 2265 h 2349"/>
                              <a:gd name="T10" fmla="*/ 54 w 1740"/>
                              <a:gd name="T11" fmla="*/ 2251 h 2349"/>
                              <a:gd name="T12" fmla="*/ 42 w 1740"/>
                              <a:gd name="T13" fmla="*/ 2236 h 2349"/>
                              <a:gd name="T14" fmla="*/ 26 w 1740"/>
                              <a:gd name="T15" fmla="*/ 2208 h 2349"/>
                              <a:gd name="T16" fmla="*/ 9 w 1740"/>
                              <a:gd name="T17" fmla="*/ 2163 h 2349"/>
                              <a:gd name="T18" fmla="*/ 0 w 1740"/>
                              <a:gd name="T19" fmla="*/ 158 h 2349"/>
                              <a:gd name="T20" fmla="*/ 32 w 1740"/>
                              <a:gd name="T21" fmla="*/ 118 h 2349"/>
                              <a:gd name="T22" fmla="*/ 63 w 1740"/>
                              <a:gd name="T23" fmla="*/ 79 h 2349"/>
                              <a:gd name="T24" fmla="*/ 98 w 1740"/>
                              <a:gd name="T25" fmla="*/ 40 h 2349"/>
                              <a:gd name="T26" fmla="*/ 118 w 1740"/>
                              <a:gd name="T27" fmla="*/ 20 h 2349"/>
                              <a:gd name="T28" fmla="*/ 144 w 1740"/>
                              <a:gd name="T29" fmla="*/ 0 h 2349"/>
                              <a:gd name="T30" fmla="*/ 232 w 1740"/>
                              <a:gd name="T31" fmla="*/ 0 h 2349"/>
                              <a:gd name="T32" fmla="*/ 321 w 1740"/>
                              <a:gd name="T33" fmla="*/ 0 h 2349"/>
                              <a:gd name="T34" fmla="*/ 410 w 1740"/>
                              <a:gd name="T35" fmla="*/ 0 h 2349"/>
                              <a:gd name="T36" fmla="*/ 499 w 1740"/>
                              <a:gd name="T37" fmla="*/ 0 h 2349"/>
                              <a:gd name="T38" fmla="*/ 535 w 1740"/>
                              <a:gd name="T39" fmla="*/ 79 h 2349"/>
                              <a:gd name="T40" fmla="*/ 570 w 1740"/>
                              <a:gd name="T41" fmla="*/ 158 h 2349"/>
                              <a:gd name="T42" fmla="*/ 605 w 1740"/>
                              <a:gd name="T43" fmla="*/ 236 h 2349"/>
                              <a:gd name="T44" fmla="*/ 641 w 1740"/>
                              <a:gd name="T45" fmla="*/ 314 h 2349"/>
                              <a:gd name="T46" fmla="*/ 692 w 1740"/>
                              <a:gd name="T47" fmla="*/ 399 h 2349"/>
                              <a:gd name="T48" fmla="*/ 744 w 1740"/>
                              <a:gd name="T49" fmla="*/ 477 h 2349"/>
                              <a:gd name="T50" fmla="*/ 795 w 1740"/>
                              <a:gd name="T51" fmla="*/ 551 h 2349"/>
                              <a:gd name="T52" fmla="*/ 848 w 1740"/>
                              <a:gd name="T53" fmla="*/ 619 h 2349"/>
                              <a:gd name="T54" fmla="*/ 903 w 1740"/>
                              <a:gd name="T55" fmla="*/ 682 h 2349"/>
                              <a:gd name="T56" fmla="*/ 958 w 1740"/>
                              <a:gd name="T57" fmla="*/ 740 h 2349"/>
                              <a:gd name="T58" fmla="*/ 1017 w 1740"/>
                              <a:gd name="T59" fmla="*/ 793 h 2349"/>
                              <a:gd name="T60" fmla="*/ 1080 w 1740"/>
                              <a:gd name="T61" fmla="*/ 843 h 2349"/>
                              <a:gd name="T62" fmla="*/ 1144 w 1740"/>
                              <a:gd name="T63" fmla="*/ 889 h 2349"/>
                              <a:gd name="T64" fmla="*/ 1214 w 1740"/>
                              <a:gd name="T65" fmla="*/ 931 h 2349"/>
                              <a:gd name="T66" fmla="*/ 1287 w 1740"/>
                              <a:gd name="T67" fmla="*/ 968 h 2349"/>
                              <a:gd name="T68" fmla="*/ 1366 w 1740"/>
                              <a:gd name="T69" fmla="*/ 1004 h 2349"/>
                              <a:gd name="T70" fmla="*/ 1450 w 1740"/>
                              <a:gd name="T71" fmla="*/ 1035 h 2349"/>
                              <a:gd name="T72" fmla="*/ 1540 w 1740"/>
                              <a:gd name="T73" fmla="*/ 1064 h 2349"/>
                              <a:gd name="T74" fmla="*/ 1636 w 1740"/>
                              <a:gd name="T75" fmla="*/ 1089 h 2349"/>
                              <a:gd name="T76" fmla="*/ 1740 w 1740"/>
                              <a:gd name="T77" fmla="*/ 1113 h 2349"/>
                              <a:gd name="T78" fmla="*/ 1709 w 1740"/>
                              <a:gd name="T79" fmla="*/ 1219 h 2349"/>
                              <a:gd name="T80" fmla="*/ 1681 w 1740"/>
                              <a:gd name="T81" fmla="*/ 1332 h 2349"/>
                              <a:gd name="T82" fmla="*/ 1656 w 1740"/>
                              <a:gd name="T83" fmla="*/ 1454 h 2349"/>
                              <a:gd name="T84" fmla="*/ 1635 w 1740"/>
                              <a:gd name="T85" fmla="*/ 1590 h 2349"/>
                              <a:gd name="T86" fmla="*/ 1628 w 1740"/>
                              <a:gd name="T87" fmla="*/ 1664 h 2349"/>
                              <a:gd name="T88" fmla="*/ 1621 w 1740"/>
                              <a:gd name="T89" fmla="*/ 1743 h 2349"/>
                              <a:gd name="T90" fmla="*/ 1618 w 1740"/>
                              <a:gd name="T91" fmla="*/ 1827 h 2349"/>
                              <a:gd name="T92" fmla="*/ 1616 w 1740"/>
                              <a:gd name="T93" fmla="*/ 1917 h 2349"/>
                              <a:gd name="T94" fmla="*/ 1616 w 1740"/>
                              <a:gd name="T95" fmla="*/ 2013 h 2349"/>
                              <a:gd name="T96" fmla="*/ 1619 w 1740"/>
                              <a:gd name="T97" fmla="*/ 2116 h 2349"/>
                              <a:gd name="T98" fmla="*/ 1625 w 1740"/>
                              <a:gd name="T99" fmla="*/ 2227 h 2349"/>
                              <a:gd name="T100" fmla="*/ 1632 w 1740"/>
                              <a:gd name="T101" fmla="*/ 2343 h 2349"/>
                              <a:gd name="T102" fmla="*/ 1303 w 1740"/>
                              <a:gd name="T103" fmla="*/ 2346 h 2349"/>
                              <a:gd name="T104" fmla="*/ 947 w 1740"/>
                              <a:gd name="T105" fmla="*/ 2349 h 2349"/>
                              <a:gd name="T106" fmla="*/ 767 w 1740"/>
                              <a:gd name="T107" fmla="*/ 2349 h 2349"/>
                              <a:gd name="T108" fmla="*/ 591 w 1740"/>
                              <a:gd name="T109" fmla="*/ 2346 h 2349"/>
                              <a:gd name="T110" fmla="*/ 422 w 1740"/>
                              <a:gd name="T111" fmla="*/ 2340 h 2349"/>
                              <a:gd name="T112" fmla="*/ 262 w 1740"/>
                              <a:gd name="T113" fmla="*/ 2331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1740" h="2349">
                                <a:moveTo>
                                  <a:pt x="262" y="2331"/>
                                </a:moveTo>
                                <a:lnTo>
                                  <a:pt x="208" y="2321"/>
                                </a:lnTo>
                                <a:lnTo>
                                  <a:pt x="162" y="2310"/>
                                </a:lnTo>
                                <a:lnTo>
                                  <a:pt x="142" y="2305"/>
                                </a:lnTo>
                                <a:lnTo>
                                  <a:pt x="123" y="2298"/>
                                </a:lnTo>
                                <a:lnTo>
                                  <a:pt x="104" y="2290"/>
                                </a:lnTo>
                                <a:lnTo>
                                  <a:pt x="88" y="2281"/>
                                </a:lnTo>
                                <a:lnTo>
                                  <a:pt x="81" y="2276"/>
                                </a:lnTo>
                                <a:lnTo>
                                  <a:pt x="73" y="2271"/>
                                </a:lnTo>
                                <a:lnTo>
                                  <a:pt x="67" y="2265"/>
                                </a:lnTo>
                                <a:lnTo>
                                  <a:pt x="60" y="2259"/>
                                </a:lnTo>
                                <a:lnTo>
                                  <a:pt x="54" y="2251"/>
                                </a:lnTo>
                                <a:lnTo>
                                  <a:pt x="47" y="2244"/>
                                </a:lnTo>
                                <a:lnTo>
                                  <a:pt x="42" y="2236"/>
                                </a:lnTo>
                                <a:lnTo>
                                  <a:pt x="37" y="2228"/>
                                </a:lnTo>
                                <a:lnTo>
                                  <a:pt x="26" y="2208"/>
                                </a:lnTo>
                                <a:lnTo>
                                  <a:pt x="17" y="2187"/>
                                </a:lnTo>
                                <a:lnTo>
                                  <a:pt x="9" y="2163"/>
                                </a:lnTo>
                                <a:lnTo>
                                  <a:pt x="1" y="2135"/>
                                </a:lnTo>
                                <a:lnTo>
                                  <a:pt x="0" y="158"/>
                                </a:lnTo>
                                <a:lnTo>
                                  <a:pt x="17" y="137"/>
                                </a:lnTo>
                                <a:lnTo>
                                  <a:pt x="32" y="118"/>
                                </a:lnTo>
                                <a:lnTo>
                                  <a:pt x="47" y="99"/>
                                </a:lnTo>
                                <a:lnTo>
                                  <a:pt x="63" y="79"/>
                                </a:lnTo>
                                <a:lnTo>
                                  <a:pt x="80" y="59"/>
                                </a:lnTo>
                                <a:lnTo>
                                  <a:pt x="98" y="40"/>
                                </a:lnTo>
                                <a:lnTo>
                                  <a:pt x="108" y="30"/>
                                </a:lnTo>
                                <a:lnTo>
                                  <a:pt x="118" y="20"/>
                                </a:lnTo>
                                <a:lnTo>
                                  <a:pt x="130" y="10"/>
                                </a:lnTo>
                                <a:lnTo>
                                  <a:pt x="144" y="0"/>
                                </a:lnTo>
                                <a:lnTo>
                                  <a:pt x="188" y="0"/>
                                </a:lnTo>
                                <a:lnTo>
                                  <a:pt x="232" y="0"/>
                                </a:lnTo>
                                <a:lnTo>
                                  <a:pt x="277" y="0"/>
                                </a:lnTo>
                                <a:lnTo>
                                  <a:pt x="321" y="0"/>
                                </a:lnTo>
                                <a:lnTo>
                                  <a:pt x="366" y="0"/>
                                </a:lnTo>
                                <a:lnTo>
                                  <a:pt x="410" y="0"/>
                                </a:lnTo>
                                <a:lnTo>
                                  <a:pt x="454" y="0"/>
                                </a:lnTo>
                                <a:lnTo>
                                  <a:pt x="499" y="0"/>
                                </a:lnTo>
                                <a:lnTo>
                                  <a:pt x="516" y="40"/>
                                </a:lnTo>
                                <a:lnTo>
                                  <a:pt x="535" y="79"/>
                                </a:lnTo>
                                <a:lnTo>
                                  <a:pt x="552" y="118"/>
                                </a:lnTo>
                                <a:lnTo>
                                  <a:pt x="570" y="158"/>
                                </a:lnTo>
                                <a:lnTo>
                                  <a:pt x="587" y="196"/>
                                </a:lnTo>
                                <a:lnTo>
                                  <a:pt x="605" y="236"/>
                                </a:lnTo>
                                <a:lnTo>
                                  <a:pt x="624" y="276"/>
                                </a:lnTo>
                                <a:lnTo>
                                  <a:pt x="641" y="314"/>
                                </a:lnTo>
                                <a:lnTo>
                                  <a:pt x="666" y="357"/>
                                </a:lnTo>
                                <a:lnTo>
                                  <a:pt x="692" y="399"/>
                                </a:lnTo>
                                <a:lnTo>
                                  <a:pt x="718" y="439"/>
                                </a:lnTo>
                                <a:lnTo>
                                  <a:pt x="744" y="477"/>
                                </a:lnTo>
                                <a:lnTo>
                                  <a:pt x="769" y="515"/>
                                </a:lnTo>
                                <a:lnTo>
                                  <a:pt x="795" y="551"/>
                                </a:lnTo>
                                <a:lnTo>
                                  <a:pt x="822" y="586"/>
                                </a:lnTo>
                                <a:lnTo>
                                  <a:pt x="848" y="619"/>
                                </a:lnTo>
                                <a:lnTo>
                                  <a:pt x="875" y="651"/>
                                </a:lnTo>
                                <a:lnTo>
                                  <a:pt x="903" y="682"/>
                                </a:lnTo>
                                <a:lnTo>
                                  <a:pt x="930" y="712"/>
                                </a:lnTo>
                                <a:lnTo>
                                  <a:pt x="958" y="740"/>
                                </a:lnTo>
                                <a:lnTo>
                                  <a:pt x="987" y="768"/>
                                </a:lnTo>
                                <a:lnTo>
                                  <a:pt x="1017" y="793"/>
                                </a:lnTo>
                                <a:lnTo>
                                  <a:pt x="1047" y="819"/>
                                </a:lnTo>
                                <a:lnTo>
                                  <a:pt x="1080" y="843"/>
                                </a:lnTo>
                                <a:lnTo>
                                  <a:pt x="1111" y="866"/>
                                </a:lnTo>
                                <a:lnTo>
                                  <a:pt x="1144" y="889"/>
                                </a:lnTo>
                                <a:lnTo>
                                  <a:pt x="1178" y="910"/>
                                </a:lnTo>
                                <a:lnTo>
                                  <a:pt x="1214" y="931"/>
                                </a:lnTo>
                                <a:lnTo>
                                  <a:pt x="1249" y="950"/>
                                </a:lnTo>
                                <a:lnTo>
                                  <a:pt x="1287" y="968"/>
                                </a:lnTo>
                                <a:lnTo>
                                  <a:pt x="1325" y="986"/>
                                </a:lnTo>
                                <a:lnTo>
                                  <a:pt x="1366" y="1004"/>
                                </a:lnTo>
                                <a:lnTo>
                                  <a:pt x="1407" y="1020"/>
                                </a:lnTo>
                                <a:lnTo>
                                  <a:pt x="1450" y="1035"/>
                                </a:lnTo>
                                <a:lnTo>
                                  <a:pt x="1494" y="1050"/>
                                </a:lnTo>
                                <a:lnTo>
                                  <a:pt x="1540" y="1064"/>
                                </a:lnTo>
                                <a:lnTo>
                                  <a:pt x="1587" y="1076"/>
                                </a:lnTo>
                                <a:lnTo>
                                  <a:pt x="1636" y="1089"/>
                                </a:lnTo>
                                <a:lnTo>
                                  <a:pt x="1688" y="1102"/>
                                </a:lnTo>
                                <a:lnTo>
                                  <a:pt x="1740" y="1113"/>
                                </a:lnTo>
                                <a:lnTo>
                                  <a:pt x="1725" y="1165"/>
                                </a:lnTo>
                                <a:lnTo>
                                  <a:pt x="1709" y="1219"/>
                                </a:lnTo>
                                <a:lnTo>
                                  <a:pt x="1695" y="1275"/>
                                </a:lnTo>
                                <a:lnTo>
                                  <a:pt x="1681" y="1332"/>
                                </a:lnTo>
                                <a:lnTo>
                                  <a:pt x="1668" y="1391"/>
                                </a:lnTo>
                                <a:lnTo>
                                  <a:pt x="1656" y="1454"/>
                                </a:lnTo>
                                <a:lnTo>
                                  <a:pt x="1645" y="1520"/>
                                </a:lnTo>
                                <a:lnTo>
                                  <a:pt x="1635" y="1590"/>
                                </a:lnTo>
                                <a:lnTo>
                                  <a:pt x="1632" y="1626"/>
                                </a:lnTo>
                                <a:lnTo>
                                  <a:pt x="1628" y="1664"/>
                                </a:lnTo>
                                <a:lnTo>
                                  <a:pt x="1625" y="1702"/>
                                </a:lnTo>
                                <a:lnTo>
                                  <a:pt x="1621" y="1743"/>
                                </a:lnTo>
                                <a:lnTo>
                                  <a:pt x="1619" y="1784"/>
                                </a:lnTo>
                                <a:lnTo>
                                  <a:pt x="1618" y="1827"/>
                                </a:lnTo>
                                <a:lnTo>
                                  <a:pt x="1616" y="1872"/>
                                </a:lnTo>
                                <a:lnTo>
                                  <a:pt x="1616" y="1917"/>
                                </a:lnTo>
                                <a:lnTo>
                                  <a:pt x="1615" y="1964"/>
                                </a:lnTo>
                                <a:lnTo>
                                  <a:pt x="1616" y="2013"/>
                                </a:lnTo>
                                <a:lnTo>
                                  <a:pt x="1617" y="2064"/>
                                </a:lnTo>
                                <a:lnTo>
                                  <a:pt x="1619" y="2116"/>
                                </a:lnTo>
                                <a:lnTo>
                                  <a:pt x="1621" y="2170"/>
                                </a:lnTo>
                                <a:lnTo>
                                  <a:pt x="1625" y="2227"/>
                                </a:lnTo>
                                <a:lnTo>
                                  <a:pt x="1628" y="2283"/>
                                </a:lnTo>
                                <a:lnTo>
                                  <a:pt x="1632" y="2343"/>
                                </a:lnTo>
                                <a:lnTo>
                                  <a:pt x="1472" y="2344"/>
                                </a:lnTo>
                                <a:lnTo>
                                  <a:pt x="1303" y="2346"/>
                                </a:lnTo>
                                <a:lnTo>
                                  <a:pt x="1127" y="2348"/>
                                </a:lnTo>
                                <a:lnTo>
                                  <a:pt x="947" y="2349"/>
                                </a:lnTo>
                                <a:lnTo>
                                  <a:pt x="857" y="2349"/>
                                </a:lnTo>
                                <a:lnTo>
                                  <a:pt x="767" y="2349"/>
                                </a:lnTo>
                                <a:lnTo>
                                  <a:pt x="678" y="2348"/>
                                </a:lnTo>
                                <a:lnTo>
                                  <a:pt x="591" y="2346"/>
                                </a:lnTo>
                                <a:lnTo>
                                  <a:pt x="506" y="2343"/>
                                </a:lnTo>
                                <a:lnTo>
                                  <a:pt x="422" y="2340"/>
                                </a:lnTo>
                                <a:lnTo>
                                  <a:pt x="340" y="2336"/>
                                </a:lnTo>
                                <a:lnTo>
                                  <a:pt x="262" y="233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615214" w:rsidRDefault="00615214" w:rsidP="00615214">
                              <w:pPr>
                                <w:rPr>
                                  <w:rFonts w:eastAsia="Times New Roman"/>
                                </w:rPr>
                              </w:pPr>
                            </w:p>
                          </w:txbxContent>
                        </wps:txbx>
                        <wps:bodyPr rot="0" vert="horz" wrap="square" lIns="91440" tIns="45720" rIns="91440" bIns="45720" anchor="t" anchorCtr="0" upright="1">
                          <a:noAutofit/>
                        </wps:bodyPr>
                      </wps:wsp>
                      <wps:wsp>
                        <wps:cNvPr id="3332" name="Freeform 12"/>
                        <wps:cNvSpPr>
                          <a:spLocks/>
                        </wps:cNvSpPr>
                        <wps:spPr bwMode="auto">
                          <a:xfrm>
                            <a:off x="223" y="1010"/>
                            <a:ext cx="174" cy="235"/>
                          </a:xfrm>
                          <a:custGeom>
                            <a:avLst/>
                            <a:gdLst>
                              <a:gd name="T0" fmla="*/ 208 w 1740"/>
                              <a:gd name="T1" fmla="*/ 2321 h 2349"/>
                              <a:gd name="T2" fmla="*/ 142 w 1740"/>
                              <a:gd name="T3" fmla="*/ 2305 h 2349"/>
                              <a:gd name="T4" fmla="*/ 104 w 1740"/>
                              <a:gd name="T5" fmla="*/ 2290 h 2349"/>
                              <a:gd name="T6" fmla="*/ 81 w 1740"/>
                              <a:gd name="T7" fmla="*/ 2276 h 2349"/>
                              <a:gd name="T8" fmla="*/ 67 w 1740"/>
                              <a:gd name="T9" fmla="*/ 2265 h 2349"/>
                              <a:gd name="T10" fmla="*/ 54 w 1740"/>
                              <a:gd name="T11" fmla="*/ 2251 h 2349"/>
                              <a:gd name="T12" fmla="*/ 42 w 1740"/>
                              <a:gd name="T13" fmla="*/ 2236 h 2349"/>
                              <a:gd name="T14" fmla="*/ 26 w 1740"/>
                              <a:gd name="T15" fmla="*/ 2208 h 2349"/>
                              <a:gd name="T16" fmla="*/ 9 w 1740"/>
                              <a:gd name="T17" fmla="*/ 2163 h 2349"/>
                              <a:gd name="T18" fmla="*/ 0 w 1740"/>
                              <a:gd name="T19" fmla="*/ 158 h 2349"/>
                              <a:gd name="T20" fmla="*/ 32 w 1740"/>
                              <a:gd name="T21" fmla="*/ 118 h 2349"/>
                              <a:gd name="T22" fmla="*/ 63 w 1740"/>
                              <a:gd name="T23" fmla="*/ 79 h 2349"/>
                              <a:gd name="T24" fmla="*/ 98 w 1740"/>
                              <a:gd name="T25" fmla="*/ 40 h 2349"/>
                              <a:gd name="T26" fmla="*/ 118 w 1740"/>
                              <a:gd name="T27" fmla="*/ 20 h 2349"/>
                              <a:gd name="T28" fmla="*/ 144 w 1740"/>
                              <a:gd name="T29" fmla="*/ 0 h 2349"/>
                              <a:gd name="T30" fmla="*/ 232 w 1740"/>
                              <a:gd name="T31" fmla="*/ 0 h 2349"/>
                              <a:gd name="T32" fmla="*/ 321 w 1740"/>
                              <a:gd name="T33" fmla="*/ 0 h 2349"/>
                              <a:gd name="T34" fmla="*/ 410 w 1740"/>
                              <a:gd name="T35" fmla="*/ 0 h 2349"/>
                              <a:gd name="T36" fmla="*/ 499 w 1740"/>
                              <a:gd name="T37" fmla="*/ 0 h 2349"/>
                              <a:gd name="T38" fmla="*/ 535 w 1740"/>
                              <a:gd name="T39" fmla="*/ 79 h 2349"/>
                              <a:gd name="T40" fmla="*/ 570 w 1740"/>
                              <a:gd name="T41" fmla="*/ 158 h 2349"/>
                              <a:gd name="T42" fmla="*/ 605 w 1740"/>
                              <a:gd name="T43" fmla="*/ 236 h 2349"/>
                              <a:gd name="T44" fmla="*/ 641 w 1740"/>
                              <a:gd name="T45" fmla="*/ 314 h 2349"/>
                              <a:gd name="T46" fmla="*/ 692 w 1740"/>
                              <a:gd name="T47" fmla="*/ 399 h 2349"/>
                              <a:gd name="T48" fmla="*/ 744 w 1740"/>
                              <a:gd name="T49" fmla="*/ 477 h 2349"/>
                              <a:gd name="T50" fmla="*/ 795 w 1740"/>
                              <a:gd name="T51" fmla="*/ 551 h 2349"/>
                              <a:gd name="T52" fmla="*/ 848 w 1740"/>
                              <a:gd name="T53" fmla="*/ 619 h 2349"/>
                              <a:gd name="T54" fmla="*/ 903 w 1740"/>
                              <a:gd name="T55" fmla="*/ 682 h 2349"/>
                              <a:gd name="T56" fmla="*/ 958 w 1740"/>
                              <a:gd name="T57" fmla="*/ 740 h 2349"/>
                              <a:gd name="T58" fmla="*/ 1017 w 1740"/>
                              <a:gd name="T59" fmla="*/ 793 h 2349"/>
                              <a:gd name="T60" fmla="*/ 1080 w 1740"/>
                              <a:gd name="T61" fmla="*/ 843 h 2349"/>
                              <a:gd name="T62" fmla="*/ 1144 w 1740"/>
                              <a:gd name="T63" fmla="*/ 889 h 2349"/>
                              <a:gd name="T64" fmla="*/ 1214 w 1740"/>
                              <a:gd name="T65" fmla="*/ 931 h 2349"/>
                              <a:gd name="T66" fmla="*/ 1287 w 1740"/>
                              <a:gd name="T67" fmla="*/ 968 h 2349"/>
                              <a:gd name="T68" fmla="*/ 1366 w 1740"/>
                              <a:gd name="T69" fmla="*/ 1004 h 2349"/>
                              <a:gd name="T70" fmla="*/ 1450 w 1740"/>
                              <a:gd name="T71" fmla="*/ 1035 h 2349"/>
                              <a:gd name="T72" fmla="*/ 1540 w 1740"/>
                              <a:gd name="T73" fmla="*/ 1064 h 2349"/>
                              <a:gd name="T74" fmla="*/ 1636 w 1740"/>
                              <a:gd name="T75" fmla="*/ 1089 h 2349"/>
                              <a:gd name="T76" fmla="*/ 1740 w 1740"/>
                              <a:gd name="T77" fmla="*/ 1113 h 2349"/>
                              <a:gd name="T78" fmla="*/ 1709 w 1740"/>
                              <a:gd name="T79" fmla="*/ 1219 h 2349"/>
                              <a:gd name="T80" fmla="*/ 1681 w 1740"/>
                              <a:gd name="T81" fmla="*/ 1332 h 2349"/>
                              <a:gd name="T82" fmla="*/ 1656 w 1740"/>
                              <a:gd name="T83" fmla="*/ 1454 h 2349"/>
                              <a:gd name="T84" fmla="*/ 1635 w 1740"/>
                              <a:gd name="T85" fmla="*/ 1590 h 2349"/>
                              <a:gd name="T86" fmla="*/ 1628 w 1740"/>
                              <a:gd name="T87" fmla="*/ 1664 h 2349"/>
                              <a:gd name="T88" fmla="*/ 1621 w 1740"/>
                              <a:gd name="T89" fmla="*/ 1743 h 2349"/>
                              <a:gd name="T90" fmla="*/ 1618 w 1740"/>
                              <a:gd name="T91" fmla="*/ 1827 h 2349"/>
                              <a:gd name="T92" fmla="*/ 1616 w 1740"/>
                              <a:gd name="T93" fmla="*/ 1917 h 2349"/>
                              <a:gd name="T94" fmla="*/ 1616 w 1740"/>
                              <a:gd name="T95" fmla="*/ 2013 h 2349"/>
                              <a:gd name="T96" fmla="*/ 1619 w 1740"/>
                              <a:gd name="T97" fmla="*/ 2116 h 2349"/>
                              <a:gd name="T98" fmla="*/ 1625 w 1740"/>
                              <a:gd name="T99" fmla="*/ 2227 h 2349"/>
                              <a:gd name="T100" fmla="*/ 1632 w 1740"/>
                              <a:gd name="T101" fmla="*/ 2343 h 2349"/>
                              <a:gd name="T102" fmla="*/ 1303 w 1740"/>
                              <a:gd name="T103" fmla="*/ 2346 h 2349"/>
                              <a:gd name="T104" fmla="*/ 947 w 1740"/>
                              <a:gd name="T105" fmla="*/ 2349 h 2349"/>
                              <a:gd name="T106" fmla="*/ 767 w 1740"/>
                              <a:gd name="T107" fmla="*/ 2349 h 2349"/>
                              <a:gd name="T108" fmla="*/ 591 w 1740"/>
                              <a:gd name="T109" fmla="*/ 2346 h 2349"/>
                              <a:gd name="T110" fmla="*/ 422 w 1740"/>
                              <a:gd name="T111" fmla="*/ 2340 h 2349"/>
                              <a:gd name="T112" fmla="*/ 262 w 1740"/>
                              <a:gd name="T113" fmla="*/ 2331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1740" h="2349">
                                <a:moveTo>
                                  <a:pt x="262" y="2331"/>
                                </a:moveTo>
                                <a:lnTo>
                                  <a:pt x="208" y="2321"/>
                                </a:lnTo>
                                <a:lnTo>
                                  <a:pt x="162" y="2310"/>
                                </a:lnTo>
                                <a:lnTo>
                                  <a:pt x="142" y="2305"/>
                                </a:lnTo>
                                <a:lnTo>
                                  <a:pt x="123" y="2298"/>
                                </a:lnTo>
                                <a:lnTo>
                                  <a:pt x="104" y="2290"/>
                                </a:lnTo>
                                <a:lnTo>
                                  <a:pt x="88" y="2281"/>
                                </a:lnTo>
                                <a:lnTo>
                                  <a:pt x="81" y="2276"/>
                                </a:lnTo>
                                <a:lnTo>
                                  <a:pt x="73" y="2271"/>
                                </a:lnTo>
                                <a:lnTo>
                                  <a:pt x="67" y="2265"/>
                                </a:lnTo>
                                <a:lnTo>
                                  <a:pt x="60" y="2259"/>
                                </a:lnTo>
                                <a:lnTo>
                                  <a:pt x="54" y="2251"/>
                                </a:lnTo>
                                <a:lnTo>
                                  <a:pt x="47" y="2244"/>
                                </a:lnTo>
                                <a:lnTo>
                                  <a:pt x="42" y="2236"/>
                                </a:lnTo>
                                <a:lnTo>
                                  <a:pt x="37" y="2228"/>
                                </a:lnTo>
                                <a:lnTo>
                                  <a:pt x="26" y="2208"/>
                                </a:lnTo>
                                <a:lnTo>
                                  <a:pt x="17" y="2187"/>
                                </a:lnTo>
                                <a:lnTo>
                                  <a:pt x="9" y="2163"/>
                                </a:lnTo>
                                <a:lnTo>
                                  <a:pt x="1" y="2135"/>
                                </a:lnTo>
                                <a:lnTo>
                                  <a:pt x="0" y="158"/>
                                </a:lnTo>
                                <a:lnTo>
                                  <a:pt x="17" y="137"/>
                                </a:lnTo>
                                <a:lnTo>
                                  <a:pt x="32" y="118"/>
                                </a:lnTo>
                                <a:lnTo>
                                  <a:pt x="47" y="99"/>
                                </a:lnTo>
                                <a:lnTo>
                                  <a:pt x="63" y="79"/>
                                </a:lnTo>
                                <a:lnTo>
                                  <a:pt x="80" y="59"/>
                                </a:lnTo>
                                <a:lnTo>
                                  <a:pt x="98" y="40"/>
                                </a:lnTo>
                                <a:lnTo>
                                  <a:pt x="108" y="30"/>
                                </a:lnTo>
                                <a:lnTo>
                                  <a:pt x="118" y="20"/>
                                </a:lnTo>
                                <a:lnTo>
                                  <a:pt x="130" y="10"/>
                                </a:lnTo>
                                <a:lnTo>
                                  <a:pt x="144" y="0"/>
                                </a:lnTo>
                                <a:lnTo>
                                  <a:pt x="188" y="0"/>
                                </a:lnTo>
                                <a:lnTo>
                                  <a:pt x="232" y="0"/>
                                </a:lnTo>
                                <a:lnTo>
                                  <a:pt x="277" y="0"/>
                                </a:lnTo>
                                <a:lnTo>
                                  <a:pt x="321" y="0"/>
                                </a:lnTo>
                                <a:lnTo>
                                  <a:pt x="366" y="0"/>
                                </a:lnTo>
                                <a:lnTo>
                                  <a:pt x="410" y="0"/>
                                </a:lnTo>
                                <a:lnTo>
                                  <a:pt x="454" y="0"/>
                                </a:lnTo>
                                <a:lnTo>
                                  <a:pt x="499" y="0"/>
                                </a:lnTo>
                                <a:lnTo>
                                  <a:pt x="516" y="40"/>
                                </a:lnTo>
                                <a:lnTo>
                                  <a:pt x="535" y="79"/>
                                </a:lnTo>
                                <a:lnTo>
                                  <a:pt x="552" y="118"/>
                                </a:lnTo>
                                <a:lnTo>
                                  <a:pt x="570" y="158"/>
                                </a:lnTo>
                                <a:lnTo>
                                  <a:pt x="587" y="196"/>
                                </a:lnTo>
                                <a:lnTo>
                                  <a:pt x="605" y="236"/>
                                </a:lnTo>
                                <a:lnTo>
                                  <a:pt x="624" y="276"/>
                                </a:lnTo>
                                <a:lnTo>
                                  <a:pt x="641" y="314"/>
                                </a:lnTo>
                                <a:lnTo>
                                  <a:pt x="666" y="357"/>
                                </a:lnTo>
                                <a:lnTo>
                                  <a:pt x="692" y="399"/>
                                </a:lnTo>
                                <a:lnTo>
                                  <a:pt x="718" y="439"/>
                                </a:lnTo>
                                <a:lnTo>
                                  <a:pt x="744" y="477"/>
                                </a:lnTo>
                                <a:lnTo>
                                  <a:pt x="769" y="515"/>
                                </a:lnTo>
                                <a:lnTo>
                                  <a:pt x="795" y="551"/>
                                </a:lnTo>
                                <a:lnTo>
                                  <a:pt x="822" y="586"/>
                                </a:lnTo>
                                <a:lnTo>
                                  <a:pt x="848" y="619"/>
                                </a:lnTo>
                                <a:lnTo>
                                  <a:pt x="875" y="651"/>
                                </a:lnTo>
                                <a:lnTo>
                                  <a:pt x="903" y="682"/>
                                </a:lnTo>
                                <a:lnTo>
                                  <a:pt x="930" y="712"/>
                                </a:lnTo>
                                <a:lnTo>
                                  <a:pt x="958" y="740"/>
                                </a:lnTo>
                                <a:lnTo>
                                  <a:pt x="987" y="768"/>
                                </a:lnTo>
                                <a:lnTo>
                                  <a:pt x="1017" y="793"/>
                                </a:lnTo>
                                <a:lnTo>
                                  <a:pt x="1047" y="819"/>
                                </a:lnTo>
                                <a:lnTo>
                                  <a:pt x="1080" y="843"/>
                                </a:lnTo>
                                <a:lnTo>
                                  <a:pt x="1111" y="866"/>
                                </a:lnTo>
                                <a:lnTo>
                                  <a:pt x="1144" y="889"/>
                                </a:lnTo>
                                <a:lnTo>
                                  <a:pt x="1178" y="910"/>
                                </a:lnTo>
                                <a:lnTo>
                                  <a:pt x="1214" y="931"/>
                                </a:lnTo>
                                <a:lnTo>
                                  <a:pt x="1249" y="950"/>
                                </a:lnTo>
                                <a:lnTo>
                                  <a:pt x="1287" y="968"/>
                                </a:lnTo>
                                <a:lnTo>
                                  <a:pt x="1325" y="986"/>
                                </a:lnTo>
                                <a:lnTo>
                                  <a:pt x="1366" y="1004"/>
                                </a:lnTo>
                                <a:lnTo>
                                  <a:pt x="1407" y="1020"/>
                                </a:lnTo>
                                <a:lnTo>
                                  <a:pt x="1450" y="1035"/>
                                </a:lnTo>
                                <a:lnTo>
                                  <a:pt x="1494" y="1050"/>
                                </a:lnTo>
                                <a:lnTo>
                                  <a:pt x="1540" y="1064"/>
                                </a:lnTo>
                                <a:lnTo>
                                  <a:pt x="1587" y="1076"/>
                                </a:lnTo>
                                <a:lnTo>
                                  <a:pt x="1636" y="1089"/>
                                </a:lnTo>
                                <a:lnTo>
                                  <a:pt x="1688" y="1102"/>
                                </a:lnTo>
                                <a:lnTo>
                                  <a:pt x="1740" y="1113"/>
                                </a:lnTo>
                                <a:lnTo>
                                  <a:pt x="1725" y="1165"/>
                                </a:lnTo>
                                <a:lnTo>
                                  <a:pt x="1709" y="1219"/>
                                </a:lnTo>
                                <a:lnTo>
                                  <a:pt x="1695" y="1275"/>
                                </a:lnTo>
                                <a:lnTo>
                                  <a:pt x="1681" y="1332"/>
                                </a:lnTo>
                                <a:lnTo>
                                  <a:pt x="1668" y="1391"/>
                                </a:lnTo>
                                <a:lnTo>
                                  <a:pt x="1656" y="1454"/>
                                </a:lnTo>
                                <a:lnTo>
                                  <a:pt x="1645" y="1520"/>
                                </a:lnTo>
                                <a:lnTo>
                                  <a:pt x="1635" y="1590"/>
                                </a:lnTo>
                                <a:lnTo>
                                  <a:pt x="1632" y="1626"/>
                                </a:lnTo>
                                <a:lnTo>
                                  <a:pt x="1628" y="1664"/>
                                </a:lnTo>
                                <a:lnTo>
                                  <a:pt x="1625" y="1702"/>
                                </a:lnTo>
                                <a:lnTo>
                                  <a:pt x="1621" y="1743"/>
                                </a:lnTo>
                                <a:lnTo>
                                  <a:pt x="1619" y="1784"/>
                                </a:lnTo>
                                <a:lnTo>
                                  <a:pt x="1618" y="1827"/>
                                </a:lnTo>
                                <a:lnTo>
                                  <a:pt x="1616" y="1872"/>
                                </a:lnTo>
                                <a:lnTo>
                                  <a:pt x="1616" y="1917"/>
                                </a:lnTo>
                                <a:lnTo>
                                  <a:pt x="1615" y="1964"/>
                                </a:lnTo>
                                <a:lnTo>
                                  <a:pt x="1616" y="2013"/>
                                </a:lnTo>
                                <a:lnTo>
                                  <a:pt x="1617" y="2064"/>
                                </a:lnTo>
                                <a:lnTo>
                                  <a:pt x="1619" y="2116"/>
                                </a:lnTo>
                                <a:lnTo>
                                  <a:pt x="1621" y="2170"/>
                                </a:lnTo>
                                <a:lnTo>
                                  <a:pt x="1625" y="2227"/>
                                </a:lnTo>
                                <a:lnTo>
                                  <a:pt x="1628" y="2283"/>
                                </a:lnTo>
                                <a:lnTo>
                                  <a:pt x="1632" y="2343"/>
                                </a:lnTo>
                                <a:lnTo>
                                  <a:pt x="1472" y="2344"/>
                                </a:lnTo>
                                <a:lnTo>
                                  <a:pt x="1303" y="2346"/>
                                </a:lnTo>
                                <a:lnTo>
                                  <a:pt x="1127" y="2348"/>
                                </a:lnTo>
                                <a:lnTo>
                                  <a:pt x="947" y="2349"/>
                                </a:lnTo>
                                <a:lnTo>
                                  <a:pt x="857" y="2349"/>
                                </a:lnTo>
                                <a:lnTo>
                                  <a:pt x="767" y="2349"/>
                                </a:lnTo>
                                <a:lnTo>
                                  <a:pt x="678" y="2348"/>
                                </a:lnTo>
                                <a:lnTo>
                                  <a:pt x="591" y="2346"/>
                                </a:lnTo>
                                <a:lnTo>
                                  <a:pt x="506" y="2343"/>
                                </a:lnTo>
                                <a:lnTo>
                                  <a:pt x="422" y="2340"/>
                                </a:lnTo>
                                <a:lnTo>
                                  <a:pt x="340" y="2336"/>
                                </a:lnTo>
                                <a:lnTo>
                                  <a:pt x="262" y="2331"/>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615214" w:rsidRDefault="00615214" w:rsidP="00615214">
                              <w:pPr>
                                <w:rPr>
                                  <w:rFonts w:eastAsia="Times New Roman"/>
                                </w:rPr>
                              </w:pPr>
                            </w:p>
                          </w:txbxContent>
                        </wps:txbx>
                        <wps:bodyPr rot="0" vert="horz" wrap="square" lIns="91440" tIns="45720" rIns="91440" bIns="45720" anchor="t" anchorCtr="0" upright="1">
                          <a:noAutofit/>
                        </wps:bodyPr>
                      </wps:wsp>
                      <wps:wsp>
                        <wps:cNvPr id="3333" name="Freeform 13"/>
                        <wps:cNvSpPr>
                          <a:spLocks/>
                        </wps:cNvSpPr>
                        <wps:spPr bwMode="auto">
                          <a:xfrm>
                            <a:off x="609" y="1138"/>
                            <a:ext cx="87" cy="110"/>
                          </a:xfrm>
                          <a:custGeom>
                            <a:avLst/>
                            <a:gdLst>
                              <a:gd name="T0" fmla="*/ 854 w 872"/>
                              <a:gd name="T1" fmla="*/ 885 h 1094"/>
                              <a:gd name="T2" fmla="*/ 860 w 872"/>
                              <a:gd name="T3" fmla="*/ 767 h 1094"/>
                              <a:gd name="T4" fmla="*/ 868 w 872"/>
                              <a:gd name="T5" fmla="*/ 642 h 1094"/>
                              <a:gd name="T6" fmla="*/ 872 w 872"/>
                              <a:gd name="T7" fmla="*/ 516 h 1094"/>
                              <a:gd name="T8" fmla="*/ 871 w 872"/>
                              <a:gd name="T9" fmla="*/ 421 h 1094"/>
                              <a:gd name="T10" fmla="*/ 866 w 872"/>
                              <a:gd name="T11" fmla="*/ 359 h 1094"/>
                              <a:gd name="T12" fmla="*/ 858 w 872"/>
                              <a:gd name="T13" fmla="*/ 298 h 1094"/>
                              <a:gd name="T14" fmla="*/ 845 w 872"/>
                              <a:gd name="T15" fmla="*/ 238 h 1094"/>
                              <a:gd name="T16" fmla="*/ 828 w 872"/>
                              <a:gd name="T17" fmla="*/ 181 h 1094"/>
                              <a:gd name="T18" fmla="*/ 807 w 872"/>
                              <a:gd name="T19" fmla="*/ 126 h 1094"/>
                              <a:gd name="T20" fmla="*/ 779 w 872"/>
                              <a:gd name="T21" fmla="*/ 73 h 1094"/>
                              <a:gd name="T22" fmla="*/ 743 w 872"/>
                              <a:gd name="T23" fmla="*/ 24 h 1094"/>
                              <a:gd name="T24" fmla="*/ 698 w 872"/>
                              <a:gd name="T25" fmla="*/ 0 h 1094"/>
                              <a:gd name="T26" fmla="*/ 648 w 872"/>
                              <a:gd name="T27" fmla="*/ 2 h 1094"/>
                              <a:gd name="T28" fmla="*/ 595 w 872"/>
                              <a:gd name="T29" fmla="*/ 8 h 1094"/>
                              <a:gd name="T30" fmla="*/ 543 w 872"/>
                              <a:gd name="T31" fmla="*/ 16 h 1094"/>
                              <a:gd name="T32" fmla="*/ 490 w 872"/>
                              <a:gd name="T33" fmla="*/ 27 h 1094"/>
                              <a:gd name="T34" fmla="*/ 437 w 872"/>
                              <a:gd name="T35" fmla="*/ 41 h 1094"/>
                              <a:gd name="T36" fmla="*/ 385 w 872"/>
                              <a:gd name="T37" fmla="*/ 58 h 1094"/>
                              <a:gd name="T38" fmla="*/ 334 w 872"/>
                              <a:gd name="T39" fmla="*/ 77 h 1094"/>
                              <a:gd name="T40" fmla="*/ 284 w 872"/>
                              <a:gd name="T41" fmla="*/ 100 h 1094"/>
                              <a:gd name="T42" fmla="*/ 236 w 872"/>
                              <a:gd name="T43" fmla="*/ 126 h 1094"/>
                              <a:gd name="T44" fmla="*/ 191 w 872"/>
                              <a:gd name="T45" fmla="*/ 154 h 1094"/>
                              <a:gd name="T46" fmla="*/ 148 w 872"/>
                              <a:gd name="T47" fmla="*/ 185 h 1094"/>
                              <a:gd name="T48" fmla="*/ 108 w 872"/>
                              <a:gd name="T49" fmla="*/ 218 h 1094"/>
                              <a:gd name="T50" fmla="*/ 72 w 872"/>
                              <a:gd name="T51" fmla="*/ 254 h 1094"/>
                              <a:gd name="T52" fmla="*/ 40 w 872"/>
                              <a:gd name="T53" fmla="*/ 293 h 1094"/>
                              <a:gd name="T54" fmla="*/ 12 w 872"/>
                              <a:gd name="T55" fmla="*/ 335 h 1094"/>
                              <a:gd name="T56" fmla="*/ 1 w 872"/>
                              <a:gd name="T57" fmla="*/ 1071 h 1094"/>
                              <a:gd name="T58" fmla="*/ 111 w 872"/>
                              <a:gd name="T59" fmla="*/ 1075 h 1094"/>
                              <a:gd name="T60" fmla="*/ 225 w 872"/>
                              <a:gd name="T61" fmla="*/ 1084 h 1094"/>
                              <a:gd name="T62" fmla="*/ 341 w 872"/>
                              <a:gd name="T63" fmla="*/ 1091 h 1094"/>
                              <a:gd name="T64" fmla="*/ 456 w 872"/>
                              <a:gd name="T65" fmla="*/ 1092 h 1094"/>
                              <a:gd name="T66" fmla="*/ 512 w 872"/>
                              <a:gd name="T67" fmla="*/ 1090 h 1094"/>
                              <a:gd name="T68" fmla="*/ 566 w 872"/>
                              <a:gd name="T69" fmla="*/ 1084 h 1094"/>
                              <a:gd name="T70" fmla="*/ 620 w 872"/>
                              <a:gd name="T71" fmla="*/ 1074 h 1094"/>
                              <a:gd name="T72" fmla="*/ 672 w 872"/>
                              <a:gd name="T73" fmla="*/ 1059 h 1094"/>
                              <a:gd name="T74" fmla="*/ 721 w 872"/>
                              <a:gd name="T75" fmla="*/ 1039 h 1094"/>
                              <a:gd name="T76" fmla="*/ 768 w 872"/>
                              <a:gd name="T77" fmla="*/ 1013 h 1094"/>
                              <a:gd name="T78" fmla="*/ 812 w 872"/>
                              <a:gd name="T79" fmla="*/ 980 h 1094"/>
                              <a:gd name="T80" fmla="*/ 853 w 872"/>
                              <a:gd name="T81" fmla="*/ 940 h 10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4">
                                <a:moveTo>
                                  <a:pt x="853" y="940"/>
                                </a:moveTo>
                                <a:lnTo>
                                  <a:pt x="854" y="885"/>
                                </a:lnTo>
                                <a:lnTo>
                                  <a:pt x="857" y="827"/>
                                </a:lnTo>
                                <a:lnTo>
                                  <a:pt x="860" y="767"/>
                                </a:lnTo>
                                <a:lnTo>
                                  <a:pt x="865" y="706"/>
                                </a:lnTo>
                                <a:lnTo>
                                  <a:pt x="868" y="642"/>
                                </a:lnTo>
                                <a:lnTo>
                                  <a:pt x="871" y="579"/>
                                </a:lnTo>
                                <a:lnTo>
                                  <a:pt x="872" y="516"/>
                                </a:lnTo>
                                <a:lnTo>
                                  <a:pt x="872" y="453"/>
                                </a:lnTo>
                                <a:lnTo>
                                  <a:pt x="871" y="421"/>
                                </a:lnTo>
                                <a:lnTo>
                                  <a:pt x="869" y="390"/>
                                </a:lnTo>
                                <a:lnTo>
                                  <a:pt x="866" y="359"/>
                                </a:lnTo>
                                <a:lnTo>
                                  <a:pt x="863" y="328"/>
                                </a:lnTo>
                                <a:lnTo>
                                  <a:pt x="858" y="298"/>
                                </a:lnTo>
                                <a:lnTo>
                                  <a:pt x="852" y="268"/>
                                </a:lnTo>
                                <a:lnTo>
                                  <a:pt x="845" y="238"/>
                                </a:lnTo>
                                <a:lnTo>
                                  <a:pt x="838" y="209"/>
                                </a:lnTo>
                                <a:lnTo>
                                  <a:pt x="828" y="181"/>
                                </a:lnTo>
                                <a:lnTo>
                                  <a:pt x="819" y="154"/>
                                </a:lnTo>
                                <a:lnTo>
                                  <a:pt x="807" y="126"/>
                                </a:lnTo>
                                <a:lnTo>
                                  <a:pt x="793" y="99"/>
                                </a:lnTo>
                                <a:lnTo>
                                  <a:pt x="779" y="73"/>
                                </a:lnTo>
                                <a:lnTo>
                                  <a:pt x="762" y="47"/>
                                </a:lnTo>
                                <a:lnTo>
                                  <a:pt x="743" y="24"/>
                                </a:lnTo>
                                <a:lnTo>
                                  <a:pt x="724" y="0"/>
                                </a:lnTo>
                                <a:lnTo>
                                  <a:pt x="698" y="0"/>
                                </a:lnTo>
                                <a:lnTo>
                                  <a:pt x="674" y="1"/>
                                </a:lnTo>
                                <a:lnTo>
                                  <a:pt x="648" y="2"/>
                                </a:lnTo>
                                <a:lnTo>
                                  <a:pt x="622" y="5"/>
                                </a:lnTo>
                                <a:lnTo>
                                  <a:pt x="595" y="8"/>
                                </a:lnTo>
                                <a:lnTo>
                                  <a:pt x="570" y="12"/>
                                </a:lnTo>
                                <a:lnTo>
                                  <a:pt x="543" y="16"/>
                                </a:lnTo>
                                <a:lnTo>
                                  <a:pt x="517" y="22"/>
                                </a:lnTo>
                                <a:lnTo>
                                  <a:pt x="490" y="27"/>
                                </a:lnTo>
                                <a:lnTo>
                                  <a:pt x="463" y="35"/>
                                </a:lnTo>
                                <a:lnTo>
                                  <a:pt x="437" y="41"/>
                                </a:lnTo>
                                <a:lnTo>
                                  <a:pt x="411" y="50"/>
                                </a:lnTo>
                                <a:lnTo>
                                  <a:pt x="385" y="58"/>
                                </a:lnTo>
                                <a:lnTo>
                                  <a:pt x="359" y="68"/>
                                </a:lnTo>
                                <a:lnTo>
                                  <a:pt x="334" y="77"/>
                                </a:lnTo>
                                <a:lnTo>
                                  <a:pt x="309" y="88"/>
                                </a:lnTo>
                                <a:lnTo>
                                  <a:pt x="284" y="100"/>
                                </a:lnTo>
                                <a:lnTo>
                                  <a:pt x="260" y="113"/>
                                </a:lnTo>
                                <a:lnTo>
                                  <a:pt x="236" y="126"/>
                                </a:lnTo>
                                <a:lnTo>
                                  <a:pt x="214" y="139"/>
                                </a:lnTo>
                                <a:lnTo>
                                  <a:pt x="191" y="154"/>
                                </a:lnTo>
                                <a:lnTo>
                                  <a:pt x="168" y="169"/>
                                </a:lnTo>
                                <a:lnTo>
                                  <a:pt x="148" y="185"/>
                                </a:lnTo>
                                <a:lnTo>
                                  <a:pt x="128" y="201"/>
                                </a:lnTo>
                                <a:lnTo>
                                  <a:pt x="108" y="218"/>
                                </a:lnTo>
                                <a:lnTo>
                                  <a:pt x="89" y="236"/>
                                </a:lnTo>
                                <a:lnTo>
                                  <a:pt x="72" y="254"/>
                                </a:lnTo>
                                <a:lnTo>
                                  <a:pt x="56" y="274"/>
                                </a:lnTo>
                                <a:lnTo>
                                  <a:pt x="40" y="293"/>
                                </a:lnTo>
                                <a:lnTo>
                                  <a:pt x="26" y="313"/>
                                </a:lnTo>
                                <a:lnTo>
                                  <a:pt x="12" y="335"/>
                                </a:lnTo>
                                <a:lnTo>
                                  <a:pt x="0" y="356"/>
                                </a:lnTo>
                                <a:lnTo>
                                  <a:pt x="1" y="1071"/>
                                </a:lnTo>
                                <a:lnTo>
                                  <a:pt x="55" y="1072"/>
                                </a:lnTo>
                                <a:lnTo>
                                  <a:pt x="111" y="1075"/>
                                </a:lnTo>
                                <a:lnTo>
                                  <a:pt x="167" y="1079"/>
                                </a:lnTo>
                                <a:lnTo>
                                  <a:pt x="225" y="1084"/>
                                </a:lnTo>
                                <a:lnTo>
                                  <a:pt x="283" y="1087"/>
                                </a:lnTo>
                                <a:lnTo>
                                  <a:pt x="341" y="1091"/>
                                </a:lnTo>
                                <a:lnTo>
                                  <a:pt x="398" y="1094"/>
                                </a:lnTo>
                                <a:lnTo>
                                  <a:pt x="456" y="1092"/>
                                </a:lnTo>
                                <a:lnTo>
                                  <a:pt x="484" y="1091"/>
                                </a:lnTo>
                                <a:lnTo>
                                  <a:pt x="512" y="1090"/>
                                </a:lnTo>
                                <a:lnTo>
                                  <a:pt x="540" y="1087"/>
                                </a:lnTo>
                                <a:lnTo>
                                  <a:pt x="566" y="1084"/>
                                </a:lnTo>
                                <a:lnTo>
                                  <a:pt x="593" y="1080"/>
                                </a:lnTo>
                                <a:lnTo>
                                  <a:pt x="620" y="1074"/>
                                </a:lnTo>
                                <a:lnTo>
                                  <a:pt x="646" y="1067"/>
                                </a:lnTo>
                                <a:lnTo>
                                  <a:pt x="672" y="1059"/>
                                </a:lnTo>
                                <a:lnTo>
                                  <a:pt x="696" y="1050"/>
                                </a:lnTo>
                                <a:lnTo>
                                  <a:pt x="721" y="1039"/>
                                </a:lnTo>
                                <a:lnTo>
                                  <a:pt x="745" y="1026"/>
                                </a:lnTo>
                                <a:lnTo>
                                  <a:pt x="768" y="1013"/>
                                </a:lnTo>
                                <a:lnTo>
                                  <a:pt x="791" y="997"/>
                                </a:lnTo>
                                <a:lnTo>
                                  <a:pt x="812" y="980"/>
                                </a:lnTo>
                                <a:lnTo>
                                  <a:pt x="834" y="961"/>
                                </a:lnTo>
                                <a:lnTo>
                                  <a:pt x="853" y="9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615214" w:rsidRDefault="00615214" w:rsidP="00615214">
                              <w:pPr>
                                <w:rPr>
                                  <w:rFonts w:eastAsia="Times New Roman"/>
                                </w:rPr>
                              </w:pPr>
                            </w:p>
                          </w:txbxContent>
                        </wps:txbx>
                        <wps:bodyPr rot="0" vert="horz" wrap="square" lIns="91440" tIns="45720" rIns="91440" bIns="45720" anchor="t" anchorCtr="0" upright="1">
                          <a:noAutofit/>
                        </wps:bodyPr>
                      </wps:wsp>
                      <wps:wsp>
                        <wps:cNvPr id="3334" name="Freeform 14"/>
                        <wps:cNvSpPr>
                          <a:spLocks/>
                        </wps:cNvSpPr>
                        <wps:spPr bwMode="auto">
                          <a:xfrm>
                            <a:off x="609" y="1138"/>
                            <a:ext cx="87" cy="110"/>
                          </a:xfrm>
                          <a:custGeom>
                            <a:avLst/>
                            <a:gdLst>
                              <a:gd name="T0" fmla="*/ 854 w 872"/>
                              <a:gd name="T1" fmla="*/ 885 h 1094"/>
                              <a:gd name="T2" fmla="*/ 860 w 872"/>
                              <a:gd name="T3" fmla="*/ 767 h 1094"/>
                              <a:gd name="T4" fmla="*/ 868 w 872"/>
                              <a:gd name="T5" fmla="*/ 642 h 1094"/>
                              <a:gd name="T6" fmla="*/ 872 w 872"/>
                              <a:gd name="T7" fmla="*/ 516 h 1094"/>
                              <a:gd name="T8" fmla="*/ 871 w 872"/>
                              <a:gd name="T9" fmla="*/ 421 h 1094"/>
                              <a:gd name="T10" fmla="*/ 866 w 872"/>
                              <a:gd name="T11" fmla="*/ 359 h 1094"/>
                              <a:gd name="T12" fmla="*/ 858 w 872"/>
                              <a:gd name="T13" fmla="*/ 298 h 1094"/>
                              <a:gd name="T14" fmla="*/ 845 w 872"/>
                              <a:gd name="T15" fmla="*/ 238 h 1094"/>
                              <a:gd name="T16" fmla="*/ 828 w 872"/>
                              <a:gd name="T17" fmla="*/ 181 h 1094"/>
                              <a:gd name="T18" fmla="*/ 807 w 872"/>
                              <a:gd name="T19" fmla="*/ 126 h 1094"/>
                              <a:gd name="T20" fmla="*/ 779 w 872"/>
                              <a:gd name="T21" fmla="*/ 73 h 1094"/>
                              <a:gd name="T22" fmla="*/ 743 w 872"/>
                              <a:gd name="T23" fmla="*/ 24 h 1094"/>
                              <a:gd name="T24" fmla="*/ 698 w 872"/>
                              <a:gd name="T25" fmla="*/ 0 h 1094"/>
                              <a:gd name="T26" fmla="*/ 648 w 872"/>
                              <a:gd name="T27" fmla="*/ 2 h 1094"/>
                              <a:gd name="T28" fmla="*/ 595 w 872"/>
                              <a:gd name="T29" fmla="*/ 8 h 1094"/>
                              <a:gd name="T30" fmla="*/ 543 w 872"/>
                              <a:gd name="T31" fmla="*/ 16 h 1094"/>
                              <a:gd name="T32" fmla="*/ 490 w 872"/>
                              <a:gd name="T33" fmla="*/ 27 h 1094"/>
                              <a:gd name="T34" fmla="*/ 437 w 872"/>
                              <a:gd name="T35" fmla="*/ 41 h 1094"/>
                              <a:gd name="T36" fmla="*/ 385 w 872"/>
                              <a:gd name="T37" fmla="*/ 58 h 1094"/>
                              <a:gd name="T38" fmla="*/ 334 w 872"/>
                              <a:gd name="T39" fmla="*/ 77 h 1094"/>
                              <a:gd name="T40" fmla="*/ 284 w 872"/>
                              <a:gd name="T41" fmla="*/ 100 h 1094"/>
                              <a:gd name="T42" fmla="*/ 236 w 872"/>
                              <a:gd name="T43" fmla="*/ 126 h 1094"/>
                              <a:gd name="T44" fmla="*/ 191 w 872"/>
                              <a:gd name="T45" fmla="*/ 154 h 1094"/>
                              <a:gd name="T46" fmla="*/ 148 w 872"/>
                              <a:gd name="T47" fmla="*/ 185 h 1094"/>
                              <a:gd name="T48" fmla="*/ 108 w 872"/>
                              <a:gd name="T49" fmla="*/ 218 h 1094"/>
                              <a:gd name="T50" fmla="*/ 72 w 872"/>
                              <a:gd name="T51" fmla="*/ 254 h 1094"/>
                              <a:gd name="T52" fmla="*/ 40 w 872"/>
                              <a:gd name="T53" fmla="*/ 293 h 1094"/>
                              <a:gd name="T54" fmla="*/ 12 w 872"/>
                              <a:gd name="T55" fmla="*/ 335 h 1094"/>
                              <a:gd name="T56" fmla="*/ 1 w 872"/>
                              <a:gd name="T57" fmla="*/ 1071 h 1094"/>
                              <a:gd name="T58" fmla="*/ 111 w 872"/>
                              <a:gd name="T59" fmla="*/ 1075 h 1094"/>
                              <a:gd name="T60" fmla="*/ 225 w 872"/>
                              <a:gd name="T61" fmla="*/ 1084 h 1094"/>
                              <a:gd name="T62" fmla="*/ 341 w 872"/>
                              <a:gd name="T63" fmla="*/ 1091 h 1094"/>
                              <a:gd name="T64" fmla="*/ 456 w 872"/>
                              <a:gd name="T65" fmla="*/ 1092 h 1094"/>
                              <a:gd name="T66" fmla="*/ 512 w 872"/>
                              <a:gd name="T67" fmla="*/ 1090 h 1094"/>
                              <a:gd name="T68" fmla="*/ 566 w 872"/>
                              <a:gd name="T69" fmla="*/ 1084 h 1094"/>
                              <a:gd name="T70" fmla="*/ 620 w 872"/>
                              <a:gd name="T71" fmla="*/ 1074 h 1094"/>
                              <a:gd name="T72" fmla="*/ 672 w 872"/>
                              <a:gd name="T73" fmla="*/ 1059 h 1094"/>
                              <a:gd name="T74" fmla="*/ 721 w 872"/>
                              <a:gd name="T75" fmla="*/ 1039 h 1094"/>
                              <a:gd name="T76" fmla="*/ 768 w 872"/>
                              <a:gd name="T77" fmla="*/ 1013 h 1094"/>
                              <a:gd name="T78" fmla="*/ 812 w 872"/>
                              <a:gd name="T79" fmla="*/ 980 h 1094"/>
                              <a:gd name="T80" fmla="*/ 853 w 872"/>
                              <a:gd name="T81" fmla="*/ 940 h 10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4">
                                <a:moveTo>
                                  <a:pt x="853" y="940"/>
                                </a:moveTo>
                                <a:lnTo>
                                  <a:pt x="854" y="885"/>
                                </a:lnTo>
                                <a:lnTo>
                                  <a:pt x="857" y="827"/>
                                </a:lnTo>
                                <a:lnTo>
                                  <a:pt x="860" y="767"/>
                                </a:lnTo>
                                <a:lnTo>
                                  <a:pt x="865" y="706"/>
                                </a:lnTo>
                                <a:lnTo>
                                  <a:pt x="868" y="642"/>
                                </a:lnTo>
                                <a:lnTo>
                                  <a:pt x="871" y="579"/>
                                </a:lnTo>
                                <a:lnTo>
                                  <a:pt x="872" y="516"/>
                                </a:lnTo>
                                <a:lnTo>
                                  <a:pt x="872" y="453"/>
                                </a:lnTo>
                                <a:lnTo>
                                  <a:pt x="871" y="421"/>
                                </a:lnTo>
                                <a:lnTo>
                                  <a:pt x="869" y="390"/>
                                </a:lnTo>
                                <a:lnTo>
                                  <a:pt x="866" y="359"/>
                                </a:lnTo>
                                <a:lnTo>
                                  <a:pt x="863" y="328"/>
                                </a:lnTo>
                                <a:lnTo>
                                  <a:pt x="858" y="298"/>
                                </a:lnTo>
                                <a:lnTo>
                                  <a:pt x="852" y="268"/>
                                </a:lnTo>
                                <a:lnTo>
                                  <a:pt x="845" y="238"/>
                                </a:lnTo>
                                <a:lnTo>
                                  <a:pt x="838" y="209"/>
                                </a:lnTo>
                                <a:lnTo>
                                  <a:pt x="828" y="181"/>
                                </a:lnTo>
                                <a:lnTo>
                                  <a:pt x="819" y="154"/>
                                </a:lnTo>
                                <a:lnTo>
                                  <a:pt x="807" y="126"/>
                                </a:lnTo>
                                <a:lnTo>
                                  <a:pt x="793" y="99"/>
                                </a:lnTo>
                                <a:lnTo>
                                  <a:pt x="779" y="73"/>
                                </a:lnTo>
                                <a:lnTo>
                                  <a:pt x="762" y="47"/>
                                </a:lnTo>
                                <a:lnTo>
                                  <a:pt x="743" y="24"/>
                                </a:lnTo>
                                <a:lnTo>
                                  <a:pt x="724" y="0"/>
                                </a:lnTo>
                                <a:lnTo>
                                  <a:pt x="698" y="0"/>
                                </a:lnTo>
                                <a:lnTo>
                                  <a:pt x="674" y="1"/>
                                </a:lnTo>
                                <a:lnTo>
                                  <a:pt x="648" y="2"/>
                                </a:lnTo>
                                <a:lnTo>
                                  <a:pt x="622" y="5"/>
                                </a:lnTo>
                                <a:lnTo>
                                  <a:pt x="595" y="8"/>
                                </a:lnTo>
                                <a:lnTo>
                                  <a:pt x="570" y="12"/>
                                </a:lnTo>
                                <a:lnTo>
                                  <a:pt x="543" y="16"/>
                                </a:lnTo>
                                <a:lnTo>
                                  <a:pt x="517" y="22"/>
                                </a:lnTo>
                                <a:lnTo>
                                  <a:pt x="490" y="27"/>
                                </a:lnTo>
                                <a:lnTo>
                                  <a:pt x="463" y="35"/>
                                </a:lnTo>
                                <a:lnTo>
                                  <a:pt x="437" y="41"/>
                                </a:lnTo>
                                <a:lnTo>
                                  <a:pt x="411" y="50"/>
                                </a:lnTo>
                                <a:lnTo>
                                  <a:pt x="385" y="58"/>
                                </a:lnTo>
                                <a:lnTo>
                                  <a:pt x="359" y="68"/>
                                </a:lnTo>
                                <a:lnTo>
                                  <a:pt x="334" y="77"/>
                                </a:lnTo>
                                <a:lnTo>
                                  <a:pt x="309" y="88"/>
                                </a:lnTo>
                                <a:lnTo>
                                  <a:pt x="284" y="100"/>
                                </a:lnTo>
                                <a:lnTo>
                                  <a:pt x="260" y="113"/>
                                </a:lnTo>
                                <a:lnTo>
                                  <a:pt x="236" y="126"/>
                                </a:lnTo>
                                <a:lnTo>
                                  <a:pt x="214" y="139"/>
                                </a:lnTo>
                                <a:lnTo>
                                  <a:pt x="191" y="154"/>
                                </a:lnTo>
                                <a:lnTo>
                                  <a:pt x="168" y="169"/>
                                </a:lnTo>
                                <a:lnTo>
                                  <a:pt x="148" y="185"/>
                                </a:lnTo>
                                <a:lnTo>
                                  <a:pt x="128" y="201"/>
                                </a:lnTo>
                                <a:lnTo>
                                  <a:pt x="108" y="218"/>
                                </a:lnTo>
                                <a:lnTo>
                                  <a:pt x="89" y="236"/>
                                </a:lnTo>
                                <a:lnTo>
                                  <a:pt x="72" y="254"/>
                                </a:lnTo>
                                <a:lnTo>
                                  <a:pt x="56" y="274"/>
                                </a:lnTo>
                                <a:lnTo>
                                  <a:pt x="40" y="293"/>
                                </a:lnTo>
                                <a:lnTo>
                                  <a:pt x="26" y="313"/>
                                </a:lnTo>
                                <a:lnTo>
                                  <a:pt x="12" y="335"/>
                                </a:lnTo>
                                <a:lnTo>
                                  <a:pt x="0" y="356"/>
                                </a:lnTo>
                                <a:lnTo>
                                  <a:pt x="1" y="1071"/>
                                </a:lnTo>
                                <a:lnTo>
                                  <a:pt x="55" y="1072"/>
                                </a:lnTo>
                                <a:lnTo>
                                  <a:pt x="111" y="1075"/>
                                </a:lnTo>
                                <a:lnTo>
                                  <a:pt x="167" y="1079"/>
                                </a:lnTo>
                                <a:lnTo>
                                  <a:pt x="225" y="1084"/>
                                </a:lnTo>
                                <a:lnTo>
                                  <a:pt x="283" y="1087"/>
                                </a:lnTo>
                                <a:lnTo>
                                  <a:pt x="341" y="1091"/>
                                </a:lnTo>
                                <a:lnTo>
                                  <a:pt x="398" y="1094"/>
                                </a:lnTo>
                                <a:lnTo>
                                  <a:pt x="456" y="1092"/>
                                </a:lnTo>
                                <a:lnTo>
                                  <a:pt x="484" y="1091"/>
                                </a:lnTo>
                                <a:lnTo>
                                  <a:pt x="512" y="1090"/>
                                </a:lnTo>
                                <a:lnTo>
                                  <a:pt x="540" y="1087"/>
                                </a:lnTo>
                                <a:lnTo>
                                  <a:pt x="566" y="1084"/>
                                </a:lnTo>
                                <a:lnTo>
                                  <a:pt x="593" y="1080"/>
                                </a:lnTo>
                                <a:lnTo>
                                  <a:pt x="620" y="1074"/>
                                </a:lnTo>
                                <a:lnTo>
                                  <a:pt x="646" y="1067"/>
                                </a:lnTo>
                                <a:lnTo>
                                  <a:pt x="672" y="1059"/>
                                </a:lnTo>
                                <a:lnTo>
                                  <a:pt x="696" y="1050"/>
                                </a:lnTo>
                                <a:lnTo>
                                  <a:pt x="721" y="1039"/>
                                </a:lnTo>
                                <a:lnTo>
                                  <a:pt x="745" y="1026"/>
                                </a:lnTo>
                                <a:lnTo>
                                  <a:pt x="768" y="1013"/>
                                </a:lnTo>
                                <a:lnTo>
                                  <a:pt x="791" y="997"/>
                                </a:lnTo>
                                <a:lnTo>
                                  <a:pt x="812" y="980"/>
                                </a:lnTo>
                                <a:lnTo>
                                  <a:pt x="834" y="961"/>
                                </a:lnTo>
                                <a:lnTo>
                                  <a:pt x="853" y="9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615214" w:rsidRDefault="00615214" w:rsidP="00615214">
                              <w:pPr>
                                <w:rPr>
                                  <w:rFonts w:eastAsia="Times New Roman"/>
                                </w:rPr>
                              </w:pPr>
                            </w:p>
                          </w:txbxContent>
                        </wps:txbx>
                        <wps:bodyPr rot="0" vert="horz" wrap="square" lIns="91440" tIns="45720" rIns="91440" bIns="45720" anchor="t" anchorCtr="0" upright="1">
                          <a:noAutofit/>
                        </wps:bodyPr>
                      </wps:wsp>
                      <wps:wsp>
                        <wps:cNvPr id="3335" name="Freeform 15"/>
                        <wps:cNvSpPr>
                          <a:spLocks/>
                        </wps:cNvSpPr>
                        <wps:spPr bwMode="auto">
                          <a:xfrm>
                            <a:off x="446" y="1139"/>
                            <a:ext cx="87" cy="109"/>
                          </a:xfrm>
                          <a:custGeom>
                            <a:avLst/>
                            <a:gdLst>
                              <a:gd name="T0" fmla="*/ 18 w 872"/>
                              <a:gd name="T1" fmla="*/ 885 h 1093"/>
                              <a:gd name="T2" fmla="*/ 12 w 872"/>
                              <a:gd name="T3" fmla="*/ 767 h 1093"/>
                              <a:gd name="T4" fmla="*/ 4 w 872"/>
                              <a:gd name="T5" fmla="*/ 643 h 1093"/>
                              <a:gd name="T6" fmla="*/ 0 w 872"/>
                              <a:gd name="T7" fmla="*/ 516 h 1093"/>
                              <a:gd name="T8" fmla="*/ 1 w 872"/>
                              <a:gd name="T9" fmla="*/ 422 h 1093"/>
                              <a:gd name="T10" fmla="*/ 6 w 872"/>
                              <a:gd name="T11" fmla="*/ 360 h 1093"/>
                              <a:gd name="T12" fmla="*/ 14 w 872"/>
                              <a:gd name="T13" fmla="*/ 298 h 1093"/>
                              <a:gd name="T14" fmla="*/ 27 w 872"/>
                              <a:gd name="T15" fmla="*/ 238 h 1093"/>
                              <a:gd name="T16" fmla="*/ 43 w 872"/>
                              <a:gd name="T17" fmla="*/ 182 h 1093"/>
                              <a:gd name="T18" fmla="*/ 65 w 872"/>
                              <a:gd name="T19" fmla="*/ 126 h 1093"/>
                              <a:gd name="T20" fmla="*/ 93 w 872"/>
                              <a:gd name="T21" fmla="*/ 73 h 1093"/>
                              <a:gd name="T22" fmla="*/ 127 w 872"/>
                              <a:gd name="T23" fmla="*/ 24 h 1093"/>
                              <a:gd name="T24" fmla="*/ 173 w 872"/>
                              <a:gd name="T25" fmla="*/ 0 h 1093"/>
                              <a:gd name="T26" fmla="*/ 224 w 872"/>
                              <a:gd name="T27" fmla="*/ 3 h 1093"/>
                              <a:gd name="T28" fmla="*/ 276 w 872"/>
                              <a:gd name="T29" fmla="*/ 8 h 1093"/>
                              <a:gd name="T30" fmla="*/ 329 w 872"/>
                              <a:gd name="T31" fmla="*/ 17 h 1093"/>
                              <a:gd name="T32" fmla="*/ 382 w 872"/>
                              <a:gd name="T33" fmla="*/ 27 h 1093"/>
                              <a:gd name="T34" fmla="*/ 434 w 872"/>
                              <a:gd name="T35" fmla="*/ 41 h 1093"/>
                              <a:gd name="T36" fmla="*/ 487 w 872"/>
                              <a:gd name="T37" fmla="*/ 58 h 1093"/>
                              <a:gd name="T38" fmla="*/ 538 w 872"/>
                              <a:gd name="T39" fmla="*/ 78 h 1093"/>
                              <a:gd name="T40" fmla="*/ 588 w 872"/>
                              <a:gd name="T41" fmla="*/ 100 h 1093"/>
                              <a:gd name="T42" fmla="*/ 636 w 872"/>
                              <a:gd name="T43" fmla="*/ 126 h 1093"/>
                              <a:gd name="T44" fmla="*/ 681 w 872"/>
                              <a:gd name="T45" fmla="*/ 154 h 1093"/>
                              <a:gd name="T46" fmla="*/ 724 w 872"/>
                              <a:gd name="T47" fmla="*/ 185 h 1093"/>
                              <a:gd name="T48" fmla="*/ 764 w 872"/>
                              <a:gd name="T49" fmla="*/ 218 h 1093"/>
                              <a:gd name="T50" fmla="*/ 800 w 872"/>
                              <a:gd name="T51" fmla="*/ 254 h 1093"/>
                              <a:gd name="T52" fmla="*/ 832 w 872"/>
                              <a:gd name="T53" fmla="*/ 293 h 1093"/>
                              <a:gd name="T54" fmla="*/ 860 w 872"/>
                              <a:gd name="T55" fmla="*/ 335 h 1093"/>
                              <a:gd name="T56" fmla="*/ 871 w 872"/>
                              <a:gd name="T57" fmla="*/ 1071 h 1093"/>
                              <a:gd name="T58" fmla="*/ 760 w 872"/>
                              <a:gd name="T59" fmla="*/ 1076 h 1093"/>
                              <a:gd name="T60" fmla="*/ 647 w 872"/>
                              <a:gd name="T61" fmla="*/ 1083 h 1093"/>
                              <a:gd name="T62" fmla="*/ 531 w 872"/>
                              <a:gd name="T63" fmla="*/ 1092 h 1093"/>
                              <a:gd name="T64" fmla="*/ 416 w 872"/>
                              <a:gd name="T65" fmla="*/ 1093 h 1093"/>
                              <a:gd name="T66" fmla="*/ 360 w 872"/>
                              <a:gd name="T67" fmla="*/ 1091 h 1093"/>
                              <a:gd name="T68" fmla="*/ 306 w 872"/>
                              <a:gd name="T69" fmla="*/ 1084 h 1093"/>
                              <a:gd name="T70" fmla="*/ 252 w 872"/>
                              <a:gd name="T71" fmla="*/ 1073 h 1093"/>
                              <a:gd name="T72" fmla="*/ 200 w 872"/>
                              <a:gd name="T73" fmla="*/ 1059 h 1093"/>
                              <a:gd name="T74" fmla="*/ 151 w 872"/>
                              <a:gd name="T75" fmla="*/ 1039 h 1093"/>
                              <a:gd name="T76" fmla="*/ 104 w 872"/>
                              <a:gd name="T77" fmla="*/ 1013 h 1093"/>
                              <a:gd name="T78" fmla="*/ 60 w 872"/>
                              <a:gd name="T79" fmla="*/ 980 h 1093"/>
                              <a:gd name="T80" fmla="*/ 18 w 872"/>
                              <a:gd name="T81" fmla="*/ 940 h 10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3">
                                <a:moveTo>
                                  <a:pt x="18" y="940"/>
                                </a:moveTo>
                                <a:lnTo>
                                  <a:pt x="18" y="885"/>
                                </a:lnTo>
                                <a:lnTo>
                                  <a:pt x="15" y="827"/>
                                </a:lnTo>
                                <a:lnTo>
                                  <a:pt x="12" y="767"/>
                                </a:lnTo>
                                <a:lnTo>
                                  <a:pt x="7" y="705"/>
                                </a:lnTo>
                                <a:lnTo>
                                  <a:pt x="4" y="643"/>
                                </a:lnTo>
                                <a:lnTo>
                                  <a:pt x="1" y="579"/>
                                </a:lnTo>
                                <a:lnTo>
                                  <a:pt x="0" y="516"/>
                                </a:lnTo>
                                <a:lnTo>
                                  <a:pt x="0" y="453"/>
                                </a:lnTo>
                                <a:lnTo>
                                  <a:pt x="1" y="422"/>
                                </a:lnTo>
                                <a:lnTo>
                                  <a:pt x="3" y="391"/>
                                </a:lnTo>
                                <a:lnTo>
                                  <a:pt x="6" y="360"/>
                                </a:lnTo>
                                <a:lnTo>
                                  <a:pt x="9" y="328"/>
                                </a:lnTo>
                                <a:lnTo>
                                  <a:pt x="14" y="298"/>
                                </a:lnTo>
                                <a:lnTo>
                                  <a:pt x="19" y="268"/>
                                </a:lnTo>
                                <a:lnTo>
                                  <a:pt x="27" y="238"/>
                                </a:lnTo>
                                <a:lnTo>
                                  <a:pt x="34" y="209"/>
                                </a:lnTo>
                                <a:lnTo>
                                  <a:pt x="43" y="182"/>
                                </a:lnTo>
                                <a:lnTo>
                                  <a:pt x="53" y="153"/>
                                </a:lnTo>
                                <a:lnTo>
                                  <a:pt x="65" y="126"/>
                                </a:lnTo>
                                <a:lnTo>
                                  <a:pt x="78" y="99"/>
                                </a:lnTo>
                                <a:lnTo>
                                  <a:pt x="93" y="73"/>
                                </a:lnTo>
                                <a:lnTo>
                                  <a:pt x="110" y="48"/>
                                </a:lnTo>
                                <a:lnTo>
                                  <a:pt x="127" y="24"/>
                                </a:lnTo>
                                <a:lnTo>
                                  <a:pt x="148" y="0"/>
                                </a:lnTo>
                                <a:lnTo>
                                  <a:pt x="173" y="0"/>
                                </a:lnTo>
                                <a:lnTo>
                                  <a:pt x="198" y="2"/>
                                </a:lnTo>
                                <a:lnTo>
                                  <a:pt x="224" y="3"/>
                                </a:lnTo>
                                <a:lnTo>
                                  <a:pt x="250" y="5"/>
                                </a:lnTo>
                                <a:lnTo>
                                  <a:pt x="276" y="8"/>
                                </a:lnTo>
                                <a:lnTo>
                                  <a:pt x="302" y="12"/>
                                </a:lnTo>
                                <a:lnTo>
                                  <a:pt x="329" y="17"/>
                                </a:lnTo>
                                <a:lnTo>
                                  <a:pt x="355" y="22"/>
                                </a:lnTo>
                                <a:lnTo>
                                  <a:pt x="382" y="27"/>
                                </a:lnTo>
                                <a:lnTo>
                                  <a:pt x="409" y="34"/>
                                </a:lnTo>
                                <a:lnTo>
                                  <a:pt x="434" y="41"/>
                                </a:lnTo>
                                <a:lnTo>
                                  <a:pt x="461" y="50"/>
                                </a:lnTo>
                                <a:lnTo>
                                  <a:pt x="487" y="58"/>
                                </a:lnTo>
                                <a:lnTo>
                                  <a:pt x="513" y="68"/>
                                </a:lnTo>
                                <a:lnTo>
                                  <a:pt x="538" y="78"/>
                                </a:lnTo>
                                <a:lnTo>
                                  <a:pt x="563" y="88"/>
                                </a:lnTo>
                                <a:lnTo>
                                  <a:pt x="588" y="100"/>
                                </a:lnTo>
                                <a:lnTo>
                                  <a:pt x="612" y="113"/>
                                </a:lnTo>
                                <a:lnTo>
                                  <a:pt x="636" y="126"/>
                                </a:lnTo>
                                <a:lnTo>
                                  <a:pt x="658" y="139"/>
                                </a:lnTo>
                                <a:lnTo>
                                  <a:pt x="681" y="154"/>
                                </a:lnTo>
                                <a:lnTo>
                                  <a:pt x="702" y="169"/>
                                </a:lnTo>
                                <a:lnTo>
                                  <a:pt x="724" y="185"/>
                                </a:lnTo>
                                <a:lnTo>
                                  <a:pt x="744" y="201"/>
                                </a:lnTo>
                                <a:lnTo>
                                  <a:pt x="764" y="218"/>
                                </a:lnTo>
                                <a:lnTo>
                                  <a:pt x="782" y="235"/>
                                </a:lnTo>
                                <a:lnTo>
                                  <a:pt x="800" y="254"/>
                                </a:lnTo>
                                <a:lnTo>
                                  <a:pt x="816" y="274"/>
                                </a:lnTo>
                                <a:lnTo>
                                  <a:pt x="832" y="293"/>
                                </a:lnTo>
                                <a:lnTo>
                                  <a:pt x="846" y="313"/>
                                </a:lnTo>
                                <a:lnTo>
                                  <a:pt x="860" y="335"/>
                                </a:lnTo>
                                <a:lnTo>
                                  <a:pt x="872" y="356"/>
                                </a:lnTo>
                                <a:lnTo>
                                  <a:pt x="871" y="1071"/>
                                </a:lnTo>
                                <a:lnTo>
                                  <a:pt x="816" y="1072"/>
                                </a:lnTo>
                                <a:lnTo>
                                  <a:pt x="760" y="1076"/>
                                </a:lnTo>
                                <a:lnTo>
                                  <a:pt x="705" y="1079"/>
                                </a:lnTo>
                                <a:lnTo>
                                  <a:pt x="647" y="1083"/>
                                </a:lnTo>
                                <a:lnTo>
                                  <a:pt x="589" y="1087"/>
                                </a:lnTo>
                                <a:lnTo>
                                  <a:pt x="531" y="1092"/>
                                </a:lnTo>
                                <a:lnTo>
                                  <a:pt x="473" y="1093"/>
                                </a:lnTo>
                                <a:lnTo>
                                  <a:pt x="416" y="1093"/>
                                </a:lnTo>
                                <a:lnTo>
                                  <a:pt x="388" y="1092"/>
                                </a:lnTo>
                                <a:lnTo>
                                  <a:pt x="360" y="1091"/>
                                </a:lnTo>
                                <a:lnTo>
                                  <a:pt x="332" y="1087"/>
                                </a:lnTo>
                                <a:lnTo>
                                  <a:pt x="306" y="1084"/>
                                </a:lnTo>
                                <a:lnTo>
                                  <a:pt x="279" y="1080"/>
                                </a:lnTo>
                                <a:lnTo>
                                  <a:pt x="252" y="1073"/>
                                </a:lnTo>
                                <a:lnTo>
                                  <a:pt x="226" y="1067"/>
                                </a:lnTo>
                                <a:lnTo>
                                  <a:pt x="200" y="1059"/>
                                </a:lnTo>
                                <a:lnTo>
                                  <a:pt x="175" y="1050"/>
                                </a:lnTo>
                                <a:lnTo>
                                  <a:pt x="151" y="1039"/>
                                </a:lnTo>
                                <a:lnTo>
                                  <a:pt x="126" y="1026"/>
                                </a:lnTo>
                                <a:lnTo>
                                  <a:pt x="104" y="1013"/>
                                </a:lnTo>
                                <a:lnTo>
                                  <a:pt x="81" y="997"/>
                                </a:lnTo>
                                <a:lnTo>
                                  <a:pt x="60" y="980"/>
                                </a:lnTo>
                                <a:lnTo>
                                  <a:pt x="38" y="961"/>
                                </a:lnTo>
                                <a:lnTo>
                                  <a:pt x="18" y="9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615214" w:rsidRDefault="00615214" w:rsidP="00615214">
                              <w:pPr>
                                <w:rPr>
                                  <w:rFonts w:eastAsia="Times New Roman"/>
                                </w:rPr>
                              </w:pPr>
                            </w:p>
                          </w:txbxContent>
                        </wps:txbx>
                        <wps:bodyPr rot="0" vert="horz" wrap="square" lIns="91440" tIns="45720" rIns="91440" bIns="45720" anchor="t" anchorCtr="0" upright="1">
                          <a:noAutofit/>
                        </wps:bodyPr>
                      </wps:wsp>
                      <wps:wsp>
                        <wps:cNvPr id="3336" name="Freeform 16"/>
                        <wps:cNvSpPr>
                          <a:spLocks/>
                        </wps:cNvSpPr>
                        <wps:spPr bwMode="auto">
                          <a:xfrm>
                            <a:off x="446" y="1139"/>
                            <a:ext cx="87" cy="109"/>
                          </a:xfrm>
                          <a:custGeom>
                            <a:avLst/>
                            <a:gdLst>
                              <a:gd name="T0" fmla="*/ 18 w 872"/>
                              <a:gd name="T1" fmla="*/ 885 h 1093"/>
                              <a:gd name="T2" fmla="*/ 12 w 872"/>
                              <a:gd name="T3" fmla="*/ 767 h 1093"/>
                              <a:gd name="T4" fmla="*/ 4 w 872"/>
                              <a:gd name="T5" fmla="*/ 643 h 1093"/>
                              <a:gd name="T6" fmla="*/ 0 w 872"/>
                              <a:gd name="T7" fmla="*/ 516 h 1093"/>
                              <a:gd name="T8" fmla="*/ 1 w 872"/>
                              <a:gd name="T9" fmla="*/ 422 h 1093"/>
                              <a:gd name="T10" fmla="*/ 6 w 872"/>
                              <a:gd name="T11" fmla="*/ 360 h 1093"/>
                              <a:gd name="T12" fmla="*/ 14 w 872"/>
                              <a:gd name="T13" fmla="*/ 298 h 1093"/>
                              <a:gd name="T14" fmla="*/ 27 w 872"/>
                              <a:gd name="T15" fmla="*/ 238 h 1093"/>
                              <a:gd name="T16" fmla="*/ 43 w 872"/>
                              <a:gd name="T17" fmla="*/ 182 h 1093"/>
                              <a:gd name="T18" fmla="*/ 65 w 872"/>
                              <a:gd name="T19" fmla="*/ 126 h 1093"/>
                              <a:gd name="T20" fmla="*/ 93 w 872"/>
                              <a:gd name="T21" fmla="*/ 73 h 1093"/>
                              <a:gd name="T22" fmla="*/ 127 w 872"/>
                              <a:gd name="T23" fmla="*/ 24 h 1093"/>
                              <a:gd name="T24" fmla="*/ 173 w 872"/>
                              <a:gd name="T25" fmla="*/ 0 h 1093"/>
                              <a:gd name="T26" fmla="*/ 224 w 872"/>
                              <a:gd name="T27" fmla="*/ 3 h 1093"/>
                              <a:gd name="T28" fmla="*/ 276 w 872"/>
                              <a:gd name="T29" fmla="*/ 8 h 1093"/>
                              <a:gd name="T30" fmla="*/ 329 w 872"/>
                              <a:gd name="T31" fmla="*/ 17 h 1093"/>
                              <a:gd name="T32" fmla="*/ 382 w 872"/>
                              <a:gd name="T33" fmla="*/ 27 h 1093"/>
                              <a:gd name="T34" fmla="*/ 434 w 872"/>
                              <a:gd name="T35" fmla="*/ 41 h 1093"/>
                              <a:gd name="T36" fmla="*/ 487 w 872"/>
                              <a:gd name="T37" fmla="*/ 58 h 1093"/>
                              <a:gd name="T38" fmla="*/ 538 w 872"/>
                              <a:gd name="T39" fmla="*/ 78 h 1093"/>
                              <a:gd name="T40" fmla="*/ 588 w 872"/>
                              <a:gd name="T41" fmla="*/ 100 h 1093"/>
                              <a:gd name="T42" fmla="*/ 636 w 872"/>
                              <a:gd name="T43" fmla="*/ 126 h 1093"/>
                              <a:gd name="T44" fmla="*/ 681 w 872"/>
                              <a:gd name="T45" fmla="*/ 154 h 1093"/>
                              <a:gd name="T46" fmla="*/ 724 w 872"/>
                              <a:gd name="T47" fmla="*/ 185 h 1093"/>
                              <a:gd name="T48" fmla="*/ 764 w 872"/>
                              <a:gd name="T49" fmla="*/ 218 h 1093"/>
                              <a:gd name="T50" fmla="*/ 800 w 872"/>
                              <a:gd name="T51" fmla="*/ 254 h 1093"/>
                              <a:gd name="T52" fmla="*/ 832 w 872"/>
                              <a:gd name="T53" fmla="*/ 293 h 1093"/>
                              <a:gd name="T54" fmla="*/ 860 w 872"/>
                              <a:gd name="T55" fmla="*/ 335 h 1093"/>
                              <a:gd name="T56" fmla="*/ 871 w 872"/>
                              <a:gd name="T57" fmla="*/ 1071 h 1093"/>
                              <a:gd name="T58" fmla="*/ 760 w 872"/>
                              <a:gd name="T59" fmla="*/ 1076 h 1093"/>
                              <a:gd name="T60" fmla="*/ 647 w 872"/>
                              <a:gd name="T61" fmla="*/ 1083 h 1093"/>
                              <a:gd name="T62" fmla="*/ 531 w 872"/>
                              <a:gd name="T63" fmla="*/ 1092 h 1093"/>
                              <a:gd name="T64" fmla="*/ 416 w 872"/>
                              <a:gd name="T65" fmla="*/ 1093 h 1093"/>
                              <a:gd name="T66" fmla="*/ 360 w 872"/>
                              <a:gd name="T67" fmla="*/ 1091 h 1093"/>
                              <a:gd name="T68" fmla="*/ 306 w 872"/>
                              <a:gd name="T69" fmla="*/ 1084 h 1093"/>
                              <a:gd name="T70" fmla="*/ 252 w 872"/>
                              <a:gd name="T71" fmla="*/ 1073 h 1093"/>
                              <a:gd name="T72" fmla="*/ 200 w 872"/>
                              <a:gd name="T73" fmla="*/ 1059 h 1093"/>
                              <a:gd name="T74" fmla="*/ 151 w 872"/>
                              <a:gd name="T75" fmla="*/ 1039 h 1093"/>
                              <a:gd name="T76" fmla="*/ 104 w 872"/>
                              <a:gd name="T77" fmla="*/ 1013 h 1093"/>
                              <a:gd name="T78" fmla="*/ 60 w 872"/>
                              <a:gd name="T79" fmla="*/ 980 h 1093"/>
                              <a:gd name="T80" fmla="*/ 18 w 872"/>
                              <a:gd name="T81" fmla="*/ 940 h 10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3">
                                <a:moveTo>
                                  <a:pt x="18" y="940"/>
                                </a:moveTo>
                                <a:lnTo>
                                  <a:pt x="18" y="885"/>
                                </a:lnTo>
                                <a:lnTo>
                                  <a:pt x="15" y="827"/>
                                </a:lnTo>
                                <a:lnTo>
                                  <a:pt x="12" y="767"/>
                                </a:lnTo>
                                <a:lnTo>
                                  <a:pt x="7" y="705"/>
                                </a:lnTo>
                                <a:lnTo>
                                  <a:pt x="4" y="643"/>
                                </a:lnTo>
                                <a:lnTo>
                                  <a:pt x="1" y="579"/>
                                </a:lnTo>
                                <a:lnTo>
                                  <a:pt x="0" y="516"/>
                                </a:lnTo>
                                <a:lnTo>
                                  <a:pt x="0" y="453"/>
                                </a:lnTo>
                                <a:lnTo>
                                  <a:pt x="1" y="422"/>
                                </a:lnTo>
                                <a:lnTo>
                                  <a:pt x="3" y="391"/>
                                </a:lnTo>
                                <a:lnTo>
                                  <a:pt x="6" y="360"/>
                                </a:lnTo>
                                <a:lnTo>
                                  <a:pt x="9" y="328"/>
                                </a:lnTo>
                                <a:lnTo>
                                  <a:pt x="14" y="298"/>
                                </a:lnTo>
                                <a:lnTo>
                                  <a:pt x="19" y="268"/>
                                </a:lnTo>
                                <a:lnTo>
                                  <a:pt x="27" y="238"/>
                                </a:lnTo>
                                <a:lnTo>
                                  <a:pt x="34" y="209"/>
                                </a:lnTo>
                                <a:lnTo>
                                  <a:pt x="43" y="182"/>
                                </a:lnTo>
                                <a:lnTo>
                                  <a:pt x="53" y="153"/>
                                </a:lnTo>
                                <a:lnTo>
                                  <a:pt x="65" y="126"/>
                                </a:lnTo>
                                <a:lnTo>
                                  <a:pt x="78" y="99"/>
                                </a:lnTo>
                                <a:lnTo>
                                  <a:pt x="93" y="73"/>
                                </a:lnTo>
                                <a:lnTo>
                                  <a:pt x="110" y="48"/>
                                </a:lnTo>
                                <a:lnTo>
                                  <a:pt x="127" y="24"/>
                                </a:lnTo>
                                <a:lnTo>
                                  <a:pt x="148" y="0"/>
                                </a:lnTo>
                                <a:lnTo>
                                  <a:pt x="173" y="0"/>
                                </a:lnTo>
                                <a:lnTo>
                                  <a:pt x="198" y="2"/>
                                </a:lnTo>
                                <a:lnTo>
                                  <a:pt x="224" y="3"/>
                                </a:lnTo>
                                <a:lnTo>
                                  <a:pt x="250" y="5"/>
                                </a:lnTo>
                                <a:lnTo>
                                  <a:pt x="276" y="8"/>
                                </a:lnTo>
                                <a:lnTo>
                                  <a:pt x="302" y="12"/>
                                </a:lnTo>
                                <a:lnTo>
                                  <a:pt x="329" y="17"/>
                                </a:lnTo>
                                <a:lnTo>
                                  <a:pt x="355" y="22"/>
                                </a:lnTo>
                                <a:lnTo>
                                  <a:pt x="382" y="27"/>
                                </a:lnTo>
                                <a:lnTo>
                                  <a:pt x="409" y="34"/>
                                </a:lnTo>
                                <a:lnTo>
                                  <a:pt x="434" y="41"/>
                                </a:lnTo>
                                <a:lnTo>
                                  <a:pt x="461" y="50"/>
                                </a:lnTo>
                                <a:lnTo>
                                  <a:pt x="487" y="58"/>
                                </a:lnTo>
                                <a:lnTo>
                                  <a:pt x="513" y="68"/>
                                </a:lnTo>
                                <a:lnTo>
                                  <a:pt x="538" y="78"/>
                                </a:lnTo>
                                <a:lnTo>
                                  <a:pt x="563" y="88"/>
                                </a:lnTo>
                                <a:lnTo>
                                  <a:pt x="588" y="100"/>
                                </a:lnTo>
                                <a:lnTo>
                                  <a:pt x="612" y="113"/>
                                </a:lnTo>
                                <a:lnTo>
                                  <a:pt x="636" y="126"/>
                                </a:lnTo>
                                <a:lnTo>
                                  <a:pt x="658" y="139"/>
                                </a:lnTo>
                                <a:lnTo>
                                  <a:pt x="681" y="154"/>
                                </a:lnTo>
                                <a:lnTo>
                                  <a:pt x="702" y="169"/>
                                </a:lnTo>
                                <a:lnTo>
                                  <a:pt x="724" y="185"/>
                                </a:lnTo>
                                <a:lnTo>
                                  <a:pt x="744" y="201"/>
                                </a:lnTo>
                                <a:lnTo>
                                  <a:pt x="764" y="218"/>
                                </a:lnTo>
                                <a:lnTo>
                                  <a:pt x="782" y="235"/>
                                </a:lnTo>
                                <a:lnTo>
                                  <a:pt x="800" y="254"/>
                                </a:lnTo>
                                <a:lnTo>
                                  <a:pt x="816" y="274"/>
                                </a:lnTo>
                                <a:lnTo>
                                  <a:pt x="832" y="293"/>
                                </a:lnTo>
                                <a:lnTo>
                                  <a:pt x="846" y="313"/>
                                </a:lnTo>
                                <a:lnTo>
                                  <a:pt x="860" y="335"/>
                                </a:lnTo>
                                <a:lnTo>
                                  <a:pt x="872" y="356"/>
                                </a:lnTo>
                                <a:lnTo>
                                  <a:pt x="871" y="1071"/>
                                </a:lnTo>
                                <a:lnTo>
                                  <a:pt x="816" y="1072"/>
                                </a:lnTo>
                                <a:lnTo>
                                  <a:pt x="760" y="1076"/>
                                </a:lnTo>
                                <a:lnTo>
                                  <a:pt x="705" y="1079"/>
                                </a:lnTo>
                                <a:lnTo>
                                  <a:pt x="647" y="1083"/>
                                </a:lnTo>
                                <a:lnTo>
                                  <a:pt x="589" y="1087"/>
                                </a:lnTo>
                                <a:lnTo>
                                  <a:pt x="531" y="1092"/>
                                </a:lnTo>
                                <a:lnTo>
                                  <a:pt x="473" y="1093"/>
                                </a:lnTo>
                                <a:lnTo>
                                  <a:pt x="416" y="1093"/>
                                </a:lnTo>
                                <a:lnTo>
                                  <a:pt x="388" y="1092"/>
                                </a:lnTo>
                                <a:lnTo>
                                  <a:pt x="360" y="1091"/>
                                </a:lnTo>
                                <a:lnTo>
                                  <a:pt x="332" y="1087"/>
                                </a:lnTo>
                                <a:lnTo>
                                  <a:pt x="306" y="1084"/>
                                </a:lnTo>
                                <a:lnTo>
                                  <a:pt x="279" y="1080"/>
                                </a:lnTo>
                                <a:lnTo>
                                  <a:pt x="252" y="1073"/>
                                </a:lnTo>
                                <a:lnTo>
                                  <a:pt x="226" y="1067"/>
                                </a:lnTo>
                                <a:lnTo>
                                  <a:pt x="200" y="1059"/>
                                </a:lnTo>
                                <a:lnTo>
                                  <a:pt x="175" y="1050"/>
                                </a:lnTo>
                                <a:lnTo>
                                  <a:pt x="151" y="1039"/>
                                </a:lnTo>
                                <a:lnTo>
                                  <a:pt x="126" y="1026"/>
                                </a:lnTo>
                                <a:lnTo>
                                  <a:pt x="104" y="1013"/>
                                </a:lnTo>
                                <a:lnTo>
                                  <a:pt x="81" y="997"/>
                                </a:lnTo>
                                <a:lnTo>
                                  <a:pt x="60" y="980"/>
                                </a:lnTo>
                                <a:lnTo>
                                  <a:pt x="38" y="961"/>
                                </a:lnTo>
                                <a:lnTo>
                                  <a:pt x="18" y="9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615214" w:rsidRDefault="00615214" w:rsidP="00615214">
                              <w:pPr>
                                <w:rPr>
                                  <w:rFonts w:eastAsia="Times New Roman"/>
                                </w:rPr>
                              </w:pPr>
                            </w:p>
                          </w:txbxContent>
                        </wps:txbx>
                        <wps:bodyPr rot="0" vert="horz" wrap="square" lIns="91440" tIns="45720" rIns="91440" bIns="45720" anchor="t" anchorCtr="0" upright="1">
                          <a:noAutofit/>
                        </wps:bodyPr>
                      </wps:wsp>
                      <wps:wsp>
                        <wps:cNvPr id="3337" name="Freeform 17"/>
                        <wps:cNvSpPr>
                          <a:spLocks/>
                        </wps:cNvSpPr>
                        <wps:spPr bwMode="auto">
                          <a:xfrm>
                            <a:off x="478" y="845"/>
                            <a:ext cx="186" cy="283"/>
                          </a:xfrm>
                          <a:custGeom>
                            <a:avLst/>
                            <a:gdLst>
                              <a:gd name="T0" fmla="*/ 891 w 1854"/>
                              <a:gd name="T1" fmla="*/ 2792 h 2824"/>
                              <a:gd name="T2" fmla="*/ 829 w 1854"/>
                              <a:gd name="T3" fmla="*/ 2732 h 2824"/>
                              <a:gd name="T4" fmla="*/ 768 w 1854"/>
                              <a:gd name="T5" fmla="*/ 2678 h 2824"/>
                              <a:gd name="T6" fmla="*/ 708 w 1854"/>
                              <a:gd name="T7" fmla="*/ 2630 h 2824"/>
                              <a:gd name="T8" fmla="*/ 648 w 1854"/>
                              <a:gd name="T9" fmla="*/ 2587 h 2824"/>
                              <a:gd name="T10" fmla="*/ 590 w 1854"/>
                              <a:gd name="T11" fmla="*/ 2550 h 2824"/>
                              <a:gd name="T12" fmla="*/ 532 w 1854"/>
                              <a:gd name="T13" fmla="*/ 2517 h 2824"/>
                              <a:gd name="T14" fmla="*/ 475 w 1854"/>
                              <a:gd name="T15" fmla="*/ 2488 h 2824"/>
                              <a:gd name="T16" fmla="*/ 419 w 1854"/>
                              <a:gd name="T17" fmla="*/ 2462 h 2824"/>
                              <a:gd name="T18" fmla="*/ 363 w 1854"/>
                              <a:gd name="T19" fmla="*/ 2439 h 2824"/>
                              <a:gd name="T20" fmla="*/ 280 w 1854"/>
                              <a:gd name="T21" fmla="*/ 2411 h 2824"/>
                              <a:gd name="T22" fmla="*/ 168 w 1854"/>
                              <a:gd name="T23" fmla="*/ 2378 h 2824"/>
                              <a:gd name="T24" fmla="*/ 56 w 1854"/>
                              <a:gd name="T25" fmla="*/ 2349 h 2824"/>
                              <a:gd name="T26" fmla="*/ 56 w 1854"/>
                              <a:gd name="T27" fmla="*/ 2212 h 2824"/>
                              <a:gd name="T28" fmla="*/ 163 w 1854"/>
                              <a:gd name="T29" fmla="*/ 1971 h 2824"/>
                              <a:gd name="T30" fmla="*/ 257 w 1854"/>
                              <a:gd name="T31" fmla="*/ 1740 h 2824"/>
                              <a:gd name="T32" fmla="*/ 341 w 1854"/>
                              <a:gd name="T33" fmla="*/ 1518 h 2824"/>
                              <a:gd name="T34" fmla="*/ 416 w 1854"/>
                              <a:gd name="T35" fmla="*/ 1308 h 2824"/>
                              <a:gd name="T36" fmla="*/ 483 w 1854"/>
                              <a:gd name="T37" fmla="*/ 1108 h 2824"/>
                              <a:gd name="T38" fmla="*/ 570 w 1854"/>
                              <a:gd name="T39" fmla="*/ 836 h 2824"/>
                              <a:gd name="T40" fmla="*/ 666 w 1854"/>
                              <a:gd name="T41" fmla="*/ 523 h 2824"/>
                              <a:gd name="T42" fmla="*/ 727 w 1854"/>
                              <a:gd name="T43" fmla="*/ 331 h 2824"/>
                              <a:gd name="T44" fmla="*/ 764 w 1854"/>
                              <a:gd name="T45" fmla="*/ 226 h 2824"/>
                              <a:gd name="T46" fmla="*/ 800 w 1854"/>
                              <a:gd name="T47" fmla="*/ 139 h 2824"/>
                              <a:gd name="T48" fmla="*/ 834 w 1854"/>
                              <a:gd name="T49" fmla="*/ 73 h 2824"/>
                              <a:gd name="T50" fmla="*/ 869 w 1854"/>
                              <a:gd name="T51" fmla="*/ 28 h 2824"/>
                              <a:gd name="T52" fmla="*/ 905 w 1854"/>
                              <a:gd name="T53" fmla="*/ 3 h 2824"/>
                              <a:gd name="T54" fmla="*/ 941 w 1854"/>
                              <a:gd name="T55" fmla="*/ 3 h 2824"/>
                              <a:gd name="T56" fmla="*/ 978 w 1854"/>
                              <a:gd name="T57" fmla="*/ 28 h 2824"/>
                              <a:gd name="T58" fmla="*/ 1012 w 1854"/>
                              <a:gd name="T59" fmla="*/ 73 h 2824"/>
                              <a:gd name="T60" fmla="*/ 1048 w 1854"/>
                              <a:gd name="T61" fmla="*/ 139 h 2824"/>
                              <a:gd name="T62" fmla="*/ 1083 w 1854"/>
                              <a:gd name="T63" fmla="*/ 225 h 2824"/>
                              <a:gd name="T64" fmla="*/ 1121 w 1854"/>
                              <a:gd name="T65" fmla="*/ 330 h 2824"/>
                              <a:gd name="T66" fmla="*/ 1183 w 1854"/>
                              <a:gd name="T67" fmla="*/ 522 h 2824"/>
                              <a:gd name="T68" fmla="*/ 1280 w 1854"/>
                              <a:gd name="T69" fmla="*/ 834 h 2824"/>
                              <a:gd name="T70" fmla="*/ 1368 w 1854"/>
                              <a:gd name="T71" fmla="*/ 1106 h 2824"/>
                              <a:gd name="T72" fmla="*/ 1436 w 1854"/>
                              <a:gd name="T73" fmla="*/ 1304 h 2824"/>
                              <a:gd name="T74" fmla="*/ 1512 w 1854"/>
                              <a:gd name="T75" fmla="*/ 1514 h 2824"/>
                              <a:gd name="T76" fmla="*/ 1597 w 1854"/>
                              <a:gd name="T77" fmla="*/ 1736 h 2824"/>
                              <a:gd name="T78" fmla="*/ 1691 w 1854"/>
                              <a:gd name="T79" fmla="*/ 1968 h 2824"/>
                              <a:gd name="T80" fmla="*/ 1797 w 1854"/>
                              <a:gd name="T81" fmla="*/ 2209 h 2824"/>
                              <a:gd name="T82" fmla="*/ 1798 w 1854"/>
                              <a:gd name="T83" fmla="*/ 2346 h 2824"/>
                              <a:gd name="T84" fmla="*/ 1685 w 1854"/>
                              <a:gd name="T85" fmla="*/ 2375 h 2824"/>
                              <a:gd name="T86" fmla="*/ 1572 w 1854"/>
                              <a:gd name="T87" fmla="*/ 2408 h 2824"/>
                              <a:gd name="T88" fmla="*/ 1489 w 1854"/>
                              <a:gd name="T89" fmla="*/ 2437 h 2824"/>
                              <a:gd name="T90" fmla="*/ 1432 w 1854"/>
                              <a:gd name="T91" fmla="*/ 2461 h 2824"/>
                              <a:gd name="T92" fmla="*/ 1375 w 1854"/>
                              <a:gd name="T93" fmla="*/ 2487 h 2824"/>
                              <a:gd name="T94" fmla="*/ 1317 w 1854"/>
                              <a:gd name="T95" fmla="*/ 2516 h 2824"/>
                              <a:gd name="T96" fmla="*/ 1259 w 1854"/>
                              <a:gd name="T97" fmla="*/ 2549 h 2824"/>
                              <a:gd name="T98" fmla="*/ 1200 w 1854"/>
                              <a:gd name="T99" fmla="*/ 2587 h 2824"/>
                              <a:gd name="T100" fmla="*/ 1140 w 1854"/>
                              <a:gd name="T101" fmla="*/ 2630 h 2824"/>
                              <a:gd name="T102" fmla="*/ 1079 w 1854"/>
                              <a:gd name="T103" fmla="*/ 2677 h 2824"/>
                              <a:gd name="T104" fmla="*/ 1018 w 1854"/>
                              <a:gd name="T105" fmla="*/ 2732 h 2824"/>
                              <a:gd name="T106" fmla="*/ 955 w 1854"/>
                              <a:gd name="T107" fmla="*/ 2792 h 28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1854" h="2824">
                                <a:moveTo>
                                  <a:pt x="923" y="2824"/>
                                </a:moveTo>
                                <a:lnTo>
                                  <a:pt x="891" y="2792"/>
                                </a:lnTo>
                                <a:lnTo>
                                  <a:pt x="860" y="2761"/>
                                </a:lnTo>
                                <a:lnTo>
                                  <a:pt x="829" y="2732"/>
                                </a:lnTo>
                                <a:lnTo>
                                  <a:pt x="798" y="2704"/>
                                </a:lnTo>
                                <a:lnTo>
                                  <a:pt x="768" y="2678"/>
                                </a:lnTo>
                                <a:lnTo>
                                  <a:pt x="738" y="2654"/>
                                </a:lnTo>
                                <a:lnTo>
                                  <a:pt x="708" y="2630"/>
                                </a:lnTo>
                                <a:lnTo>
                                  <a:pt x="678" y="2608"/>
                                </a:lnTo>
                                <a:lnTo>
                                  <a:pt x="648" y="2587"/>
                                </a:lnTo>
                                <a:lnTo>
                                  <a:pt x="619" y="2568"/>
                                </a:lnTo>
                                <a:lnTo>
                                  <a:pt x="590" y="2550"/>
                                </a:lnTo>
                                <a:lnTo>
                                  <a:pt x="561" y="2533"/>
                                </a:lnTo>
                                <a:lnTo>
                                  <a:pt x="532" y="2517"/>
                                </a:lnTo>
                                <a:lnTo>
                                  <a:pt x="504" y="2502"/>
                                </a:lnTo>
                                <a:lnTo>
                                  <a:pt x="475" y="2488"/>
                                </a:lnTo>
                                <a:lnTo>
                                  <a:pt x="447" y="2475"/>
                                </a:lnTo>
                                <a:lnTo>
                                  <a:pt x="419" y="2462"/>
                                </a:lnTo>
                                <a:lnTo>
                                  <a:pt x="391" y="2450"/>
                                </a:lnTo>
                                <a:lnTo>
                                  <a:pt x="363" y="2439"/>
                                </a:lnTo>
                                <a:lnTo>
                                  <a:pt x="335" y="2430"/>
                                </a:lnTo>
                                <a:lnTo>
                                  <a:pt x="280" y="2411"/>
                                </a:lnTo>
                                <a:lnTo>
                                  <a:pt x="224" y="2393"/>
                                </a:lnTo>
                                <a:lnTo>
                                  <a:pt x="168" y="2378"/>
                                </a:lnTo>
                                <a:lnTo>
                                  <a:pt x="112" y="2363"/>
                                </a:lnTo>
                                <a:lnTo>
                                  <a:pt x="56" y="2349"/>
                                </a:lnTo>
                                <a:lnTo>
                                  <a:pt x="0" y="2335"/>
                                </a:lnTo>
                                <a:lnTo>
                                  <a:pt x="56" y="2212"/>
                                </a:lnTo>
                                <a:lnTo>
                                  <a:pt x="111" y="2091"/>
                                </a:lnTo>
                                <a:lnTo>
                                  <a:pt x="163" y="1971"/>
                                </a:lnTo>
                                <a:lnTo>
                                  <a:pt x="211" y="1854"/>
                                </a:lnTo>
                                <a:lnTo>
                                  <a:pt x="257" y="1740"/>
                                </a:lnTo>
                                <a:lnTo>
                                  <a:pt x="300" y="1627"/>
                                </a:lnTo>
                                <a:lnTo>
                                  <a:pt x="341" y="1518"/>
                                </a:lnTo>
                                <a:lnTo>
                                  <a:pt x="379" y="1410"/>
                                </a:lnTo>
                                <a:lnTo>
                                  <a:pt x="416" y="1308"/>
                                </a:lnTo>
                                <a:lnTo>
                                  <a:pt x="450" y="1206"/>
                                </a:lnTo>
                                <a:lnTo>
                                  <a:pt x="483" y="1108"/>
                                </a:lnTo>
                                <a:lnTo>
                                  <a:pt x="513" y="1014"/>
                                </a:lnTo>
                                <a:lnTo>
                                  <a:pt x="570" y="836"/>
                                </a:lnTo>
                                <a:lnTo>
                                  <a:pt x="621" y="672"/>
                                </a:lnTo>
                                <a:lnTo>
                                  <a:pt x="666" y="523"/>
                                </a:lnTo>
                                <a:lnTo>
                                  <a:pt x="708" y="391"/>
                                </a:lnTo>
                                <a:lnTo>
                                  <a:pt x="727" y="331"/>
                                </a:lnTo>
                                <a:lnTo>
                                  <a:pt x="746" y="276"/>
                                </a:lnTo>
                                <a:lnTo>
                                  <a:pt x="764" y="226"/>
                                </a:lnTo>
                                <a:lnTo>
                                  <a:pt x="783" y="180"/>
                                </a:lnTo>
                                <a:lnTo>
                                  <a:pt x="800" y="139"/>
                                </a:lnTo>
                                <a:lnTo>
                                  <a:pt x="817" y="104"/>
                                </a:lnTo>
                                <a:lnTo>
                                  <a:pt x="834" y="73"/>
                                </a:lnTo>
                                <a:lnTo>
                                  <a:pt x="851" y="47"/>
                                </a:lnTo>
                                <a:lnTo>
                                  <a:pt x="869" y="28"/>
                                </a:lnTo>
                                <a:lnTo>
                                  <a:pt x="887" y="13"/>
                                </a:lnTo>
                                <a:lnTo>
                                  <a:pt x="905" y="3"/>
                                </a:lnTo>
                                <a:lnTo>
                                  <a:pt x="923" y="0"/>
                                </a:lnTo>
                                <a:lnTo>
                                  <a:pt x="941" y="3"/>
                                </a:lnTo>
                                <a:lnTo>
                                  <a:pt x="960" y="13"/>
                                </a:lnTo>
                                <a:lnTo>
                                  <a:pt x="978" y="28"/>
                                </a:lnTo>
                                <a:lnTo>
                                  <a:pt x="995" y="47"/>
                                </a:lnTo>
                                <a:lnTo>
                                  <a:pt x="1012" y="73"/>
                                </a:lnTo>
                                <a:lnTo>
                                  <a:pt x="1029" y="104"/>
                                </a:lnTo>
                                <a:lnTo>
                                  <a:pt x="1048" y="139"/>
                                </a:lnTo>
                                <a:lnTo>
                                  <a:pt x="1065" y="180"/>
                                </a:lnTo>
                                <a:lnTo>
                                  <a:pt x="1083" y="225"/>
                                </a:lnTo>
                                <a:lnTo>
                                  <a:pt x="1101" y="275"/>
                                </a:lnTo>
                                <a:lnTo>
                                  <a:pt x="1121" y="330"/>
                                </a:lnTo>
                                <a:lnTo>
                                  <a:pt x="1141" y="390"/>
                                </a:lnTo>
                                <a:lnTo>
                                  <a:pt x="1183" y="522"/>
                                </a:lnTo>
                                <a:lnTo>
                                  <a:pt x="1229" y="670"/>
                                </a:lnTo>
                                <a:lnTo>
                                  <a:pt x="1280" y="834"/>
                                </a:lnTo>
                                <a:lnTo>
                                  <a:pt x="1337" y="1012"/>
                                </a:lnTo>
                                <a:lnTo>
                                  <a:pt x="1368" y="1106"/>
                                </a:lnTo>
                                <a:lnTo>
                                  <a:pt x="1402" y="1204"/>
                                </a:lnTo>
                                <a:lnTo>
                                  <a:pt x="1436" y="1304"/>
                                </a:lnTo>
                                <a:lnTo>
                                  <a:pt x="1474" y="1408"/>
                                </a:lnTo>
                                <a:lnTo>
                                  <a:pt x="1512" y="1514"/>
                                </a:lnTo>
                                <a:lnTo>
                                  <a:pt x="1553" y="1625"/>
                                </a:lnTo>
                                <a:lnTo>
                                  <a:pt x="1597" y="1736"/>
                                </a:lnTo>
                                <a:lnTo>
                                  <a:pt x="1643" y="1851"/>
                                </a:lnTo>
                                <a:lnTo>
                                  <a:pt x="1691" y="1968"/>
                                </a:lnTo>
                                <a:lnTo>
                                  <a:pt x="1743" y="2088"/>
                                </a:lnTo>
                                <a:lnTo>
                                  <a:pt x="1797" y="2209"/>
                                </a:lnTo>
                                <a:lnTo>
                                  <a:pt x="1854" y="2332"/>
                                </a:lnTo>
                                <a:lnTo>
                                  <a:pt x="1798" y="2346"/>
                                </a:lnTo>
                                <a:lnTo>
                                  <a:pt x="1741" y="2361"/>
                                </a:lnTo>
                                <a:lnTo>
                                  <a:pt x="1685" y="2375"/>
                                </a:lnTo>
                                <a:lnTo>
                                  <a:pt x="1629" y="2391"/>
                                </a:lnTo>
                                <a:lnTo>
                                  <a:pt x="1572" y="2408"/>
                                </a:lnTo>
                                <a:lnTo>
                                  <a:pt x="1517" y="2428"/>
                                </a:lnTo>
                                <a:lnTo>
                                  <a:pt x="1489" y="2437"/>
                                </a:lnTo>
                                <a:lnTo>
                                  <a:pt x="1460" y="2449"/>
                                </a:lnTo>
                                <a:lnTo>
                                  <a:pt x="1432" y="2461"/>
                                </a:lnTo>
                                <a:lnTo>
                                  <a:pt x="1403" y="2473"/>
                                </a:lnTo>
                                <a:lnTo>
                                  <a:pt x="1375" y="2487"/>
                                </a:lnTo>
                                <a:lnTo>
                                  <a:pt x="1346" y="2501"/>
                                </a:lnTo>
                                <a:lnTo>
                                  <a:pt x="1317" y="2516"/>
                                </a:lnTo>
                                <a:lnTo>
                                  <a:pt x="1288" y="2532"/>
                                </a:lnTo>
                                <a:lnTo>
                                  <a:pt x="1259" y="2549"/>
                                </a:lnTo>
                                <a:lnTo>
                                  <a:pt x="1229" y="2567"/>
                                </a:lnTo>
                                <a:lnTo>
                                  <a:pt x="1200" y="2587"/>
                                </a:lnTo>
                                <a:lnTo>
                                  <a:pt x="1170" y="2608"/>
                                </a:lnTo>
                                <a:lnTo>
                                  <a:pt x="1140" y="2630"/>
                                </a:lnTo>
                                <a:lnTo>
                                  <a:pt x="1110" y="2653"/>
                                </a:lnTo>
                                <a:lnTo>
                                  <a:pt x="1079" y="2677"/>
                                </a:lnTo>
                                <a:lnTo>
                                  <a:pt x="1049" y="2704"/>
                                </a:lnTo>
                                <a:lnTo>
                                  <a:pt x="1018" y="2732"/>
                                </a:lnTo>
                                <a:lnTo>
                                  <a:pt x="987" y="2761"/>
                                </a:lnTo>
                                <a:lnTo>
                                  <a:pt x="955" y="2792"/>
                                </a:lnTo>
                                <a:lnTo>
                                  <a:pt x="923" y="28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615214" w:rsidRDefault="00615214" w:rsidP="00615214">
                              <w:pPr>
                                <w:rPr>
                                  <w:rFonts w:eastAsia="Times New Roman"/>
                                </w:rPr>
                              </w:pPr>
                            </w:p>
                          </w:txbxContent>
                        </wps:txbx>
                        <wps:bodyPr rot="0" vert="horz" wrap="square" lIns="91440" tIns="45720" rIns="91440" bIns="45720" anchor="t" anchorCtr="0" upright="1">
                          <a:noAutofit/>
                        </wps:bodyPr>
                      </wps:wsp>
                      <wps:wsp>
                        <wps:cNvPr id="3338" name="Freeform 18"/>
                        <wps:cNvSpPr>
                          <a:spLocks/>
                        </wps:cNvSpPr>
                        <wps:spPr bwMode="auto">
                          <a:xfrm>
                            <a:off x="478" y="845"/>
                            <a:ext cx="186" cy="283"/>
                          </a:xfrm>
                          <a:custGeom>
                            <a:avLst/>
                            <a:gdLst>
                              <a:gd name="T0" fmla="*/ 891 w 1854"/>
                              <a:gd name="T1" fmla="*/ 2792 h 2824"/>
                              <a:gd name="T2" fmla="*/ 829 w 1854"/>
                              <a:gd name="T3" fmla="*/ 2732 h 2824"/>
                              <a:gd name="T4" fmla="*/ 768 w 1854"/>
                              <a:gd name="T5" fmla="*/ 2678 h 2824"/>
                              <a:gd name="T6" fmla="*/ 708 w 1854"/>
                              <a:gd name="T7" fmla="*/ 2630 h 2824"/>
                              <a:gd name="T8" fmla="*/ 648 w 1854"/>
                              <a:gd name="T9" fmla="*/ 2587 h 2824"/>
                              <a:gd name="T10" fmla="*/ 590 w 1854"/>
                              <a:gd name="T11" fmla="*/ 2550 h 2824"/>
                              <a:gd name="T12" fmla="*/ 532 w 1854"/>
                              <a:gd name="T13" fmla="*/ 2517 h 2824"/>
                              <a:gd name="T14" fmla="*/ 475 w 1854"/>
                              <a:gd name="T15" fmla="*/ 2488 h 2824"/>
                              <a:gd name="T16" fmla="*/ 419 w 1854"/>
                              <a:gd name="T17" fmla="*/ 2462 h 2824"/>
                              <a:gd name="T18" fmla="*/ 363 w 1854"/>
                              <a:gd name="T19" fmla="*/ 2439 h 2824"/>
                              <a:gd name="T20" fmla="*/ 280 w 1854"/>
                              <a:gd name="T21" fmla="*/ 2411 h 2824"/>
                              <a:gd name="T22" fmla="*/ 168 w 1854"/>
                              <a:gd name="T23" fmla="*/ 2378 h 2824"/>
                              <a:gd name="T24" fmla="*/ 56 w 1854"/>
                              <a:gd name="T25" fmla="*/ 2349 h 2824"/>
                              <a:gd name="T26" fmla="*/ 56 w 1854"/>
                              <a:gd name="T27" fmla="*/ 2212 h 2824"/>
                              <a:gd name="T28" fmla="*/ 163 w 1854"/>
                              <a:gd name="T29" fmla="*/ 1971 h 2824"/>
                              <a:gd name="T30" fmla="*/ 257 w 1854"/>
                              <a:gd name="T31" fmla="*/ 1740 h 2824"/>
                              <a:gd name="T32" fmla="*/ 341 w 1854"/>
                              <a:gd name="T33" fmla="*/ 1518 h 2824"/>
                              <a:gd name="T34" fmla="*/ 416 w 1854"/>
                              <a:gd name="T35" fmla="*/ 1308 h 2824"/>
                              <a:gd name="T36" fmla="*/ 483 w 1854"/>
                              <a:gd name="T37" fmla="*/ 1108 h 2824"/>
                              <a:gd name="T38" fmla="*/ 570 w 1854"/>
                              <a:gd name="T39" fmla="*/ 836 h 2824"/>
                              <a:gd name="T40" fmla="*/ 666 w 1854"/>
                              <a:gd name="T41" fmla="*/ 523 h 2824"/>
                              <a:gd name="T42" fmla="*/ 727 w 1854"/>
                              <a:gd name="T43" fmla="*/ 331 h 2824"/>
                              <a:gd name="T44" fmla="*/ 764 w 1854"/>
                              <a:gd name="T45" fmla="*/ 226 h 2824"/>
                              <a:gd name="T46" fmla="*/ 800 w 1854"/>
                              <a:gd name="T47" fmla="*/ 139 h 2824"/>
                              <a:gd name="T48" fmla="*/ 834 w 1854"/>
                              <a:gd name="T49" fmla="*/ 73 h 2824"/>
                              <a:gd name="T50" fmla="*/ 869 w 1854"/>
                              <a:gd name="T51" fmla="*/ 28 h 2824"/>
                              <a:gd name="T52" fmla="*/ 905 w 1854"/>
                              <a:gd name="T53" fmla="*/ 3 h 2824"/>
                              <a:gd name="T54" fmla="*/ 941 w 1854"/>
                              <a:gd name="T55" fmla="*/ 3 h 2824"/>
                              <a:gd name="T56" fmla="*/ 978 w 1854"/>
                              <a:gd name="T57" fmla="*/ 28 h 2824"/>
                              <a:gd name="T58" fmla="*/ 1012 w 1854"/>
                              <a:gd name="T59" fmla="*/ 73 h 2824"/>
                              <a:gd name="T60" fmla="*/ 1048 w 1854"/>
                              <a:gd name="T61" fmla="*/ 139 h 2824"/>
                              <a:gd name="T62" fmla="*/ 1083 w 1854"/>
                              <a:gd name="T63" fmla="*/ 225 h 2824"/>
                              <a:gd name="T64" fmla="*/ 1121 w 1854"/>
                              <a:gd name="T65" fmla="*/ 330 h 2824"/>
                              <a:gd name="T66" fmla="*/ 1183 w 1854"/>
                              <a:gd name="T67" fmla="*/ 522 h 2824"/>
                              <a:gd name="T68" fmla="*/ 1280 w 1854"/>
                              <a:gd name="T69" fmla="*/ 834 h 2824"/>
                              <a:gd name="T70" fmla="*/ 1368 w 1854"/>
                              <a:gd name="T71" fmla="*/ 1106 h 2824"/>
                              <a:gd name="T72" fmla="*/ 1436 w 1854"/>
                              <a:gd name="T73" fmla="*/ 1304 h 2824"/>
                              <a:gd name="T74" fmla="*/ 1512 w 1854"/>
                              <a:gd name="T75" fmla="*/ 1514 h 2824"/>
                              <a:gd name="T76" fmla="*/ 1597 w 1854"/>
                              <a:gd name="T77" fmla="*/ 1736 h 2824"/>
                              <a:gd name="T78" fmla="*/ 1691 w 1854"/>
                              <a:gd name="T79" fmla="*/ 1968 h 2824"/>
                              <a:gd name="T80" fmla="*/ 1797 w 1854"/>
                              <a:gd name="T81" fmla="*/ 2209 h 2824"/>
                              <a:gd name="T82" fmla="*/ 1798 w 1854"/>
                              <a:gd name="T83" fmla="*/ 2346 h 2824"/>
                              <a:gd name="T84" fmla="*/ 1685 w 1854"/>
                              <a:gd name="T85" fmla="*/ 2375 h 2824"/>
                              <a:gd name="T86" fmla="*/ 1572 w 1854"/>
                              <a:gd name="T87" fmla="*/ 2408 h 2824"/>
                              <a:gd name="T88" fmla="*/ 1489 w 1854"/>
                              <a:gd name="T89" fmla="*/ 2437 h 2824"/>
                              <a:gd name="T90" fmla="*/ 1432 w 1854"/>
                              <a:gd name="T91" fmla="*/ 2461 h 2824"/>
                              <a:gd name="T92" fmla="*/ 1375 w 1854"/>
                              <a:gd name="T93" fmla="*/ 2487 h 2824"/>
                              <a:gd name="T94" fmla="*/ 1317 w 1854"/>
                              <a:gd name="T95" fmla="*/ 2516 h 2824"/>
                              <a:gd name="T96" fmla="*/ 1259 w 1854"/>
                              <a:gd name="T97" fmla="*/ 2549 h 2824"/>
                              <a:gd name="T98" fmla="*/ 1200 w 1854"/>
                              <a:gd name="T99" fmla="*/ 2587 h 2824"/>
                              <a:gd name="T100" fmla="*/ 1140 w 1854"/>
                              <a:gd name="T101" fmla="*/ 2630 h 2824"/>
                              <a:gd name="T102" fmla="*/ 1079 w 1854"/>
                              <a:gd name="T103" fmla="*/ 2677 h 2824"/>
                              <a:gd name="T104" fmla="*/ 1018 w 1854"/>
                              <a:gd name="T105" fmla="*/ 2732 h 2824"/>
                              <a:gd name="T106" fmla="*/ 955 w 1854"/>
                              <a:gd name="T107" fmla="*/ 2792 h 28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1854" h="2824">
                                <a:moveTo>
                                  <a:pt x="923" y="2824"/>
                                </a:moveTo>
                                <a:lnTo>
                                  <a:pt x="891" y="2792"/>
                                </a:lnTo>
                                <a:lnTo>
                                  <a:pt x="860" y="2761"/>
                                </a:lnTo>
                                <a:lnTo>
                                  <a:pt x="829" y="2732"/>
                                </a:lnTo>
                                <a:lnTo>
                                  <a:pt x="798" y="2704"/>
                                </a:lnTo>
                                <a:lnTo>
                                  <a:pt x="768" y="2678"/>
                                </a:lnTo>
                                <a:lnTo>
                                  <a:pt x="738" y="2654"/>
                                </a:lnTo>
                                <a:lnTo>
                                  <a:pt x="708" y="2630"/>
                                </a:lnTo>
                                <a:lnTo>
                                  <a:pt x="678" y="2608"/>
                                </a:lnTo>
                                <a:lnTo>
                                  <a:pt x="648" y="2587"/>
                                </a:lnTo>
                                <a:lnTo>
                                  <a:pt x="619" y="2568"/>
                                </a:lnTo>
                                <a:lnTo>
                                  <a:pt x="590" y="2550"/>
                                </a:lnTo>
                                <a:lnTo>
                                  <a:pt x="561" y="2533"/>
                                </a:lnTo>
                                <a:lnTo>
                                  <a:pt x="532" y="2517"/>
                                </a:lnTo>
                                <a:lnTo>
                                  <a:pt x="504" y="2502"/>
                                </a:lnTo>
                                <a:lnTo>
                                  <a:pt x="475" y="2488"/>
                                </a:lnTo>
                                <a:lnTo>
                                  <a:pt x="447" y="2475"/>
                                </a:lnTo>
                                <a:lnTo>
                                  <a:pt x="419" y="2462"/>
                                </a:lnTo>
                                <a:lnTo>
                                  <a:pt x="391" y="2450"/>
                                </a:lnTo>
                                <a:lnTo>
                                  <a:pt x="363" y="2439"/>
                                </a:lnTo>
                                <a:lnTo>
                                  <a:pt x="335" y="2430"/>
                                </a:lnTo>
                                <a:lnTo>
                                  <a:pt x="280" y="2411"/>
                                </a:lnTo>
                                <a:lnTo>
                                  <a:pt x="224" y="2393"/>
                                </a:lnTo>
                                <a:lnTo>
                                  <a:pt x="168" y="2378"/>
                                </a:lnTo>
                                <a:lnTo>
                                  <a:pt x="112" y="2363"/>
                                </a:lnTo>
                                <a:lnTo>
                                  <a:pt x="56" y="2349"/>
                                </a:lnTo>
                                <a:lnTo>
                                  <a:pt x="0" y="2335"/>
                                </a:lnTo>
                                <a:lnTo>
                                  <a:pt x="56" y="2212"/>
                                </a:lnTo>
                                <a:lnTo>
                                  <a:pt x="111" y="2091"/>
                                </a:lnTo>
                                <a:lnTo>
                                  <a:pt x="163" y="1971"/>
                                </a:lnTo>
                                <a:lnTo>
                                  <a:pt x="211" y="1854"/>
                                </a:lnTo>
                                <a:lnTo>
                                  <a:pt x="257" y="1740"/>
                                </a:lnTo>
                                <a:lnTo>
                                  <a:pt x="300" y="1627"/>
                                </a:lnTo>
                                <a:lnTo>
                                  <a:pt x="341" y="1518"/>
                                </a:lnTo>
                                <a:lnTo>
                                  <a:pt x="379" y="1410"/>
                                </a:lnTo>
                                <a:lnTo>
                                  <a:pt x="416" y="1308"/>
                                </a:lnTo>
                                <a:lnTo>
                                  <a:pt x="450" y="1206"/>
                                </a:lnTo>
                                <a:lnTo>
                                  <a:pt x="483" y="1108"/>
                                </a:lnTo>
                                <a:lnTo>
                                  <a:pt x="513" y="1014"/>
                                </a:lnTo>
                                <a:lnTo>
                                  <a:pt x="570" y="836"/>
                                </a:lnTo>
                                <a:lnTo>
                                  <a:pt x="621" y="672"/>
                                </a:lnTo>
                                <a:lnTo>
                                  <a:pt x="666" y="523"/>
                                </a:lnTo>
                                <a:lnTo>
                                  <a:pt x="708" y="391"/>
                                </a:lnTo>
                                <a:lnTo>
                                  <a:pt x="727" y="331"/>
                                </a:lnTo>
                                <a:lnTo>
                                  <a:pt x="746" y="276"/>
                                </a:lnTo>
                                <a:lnTo>
                                  <a:pt x="764" y="226"/>
                                </a:lnTo>
                                <a:lnTo>
                                  <a:pt x="783" y="180"/>
                                </a:lnTo>
                                <a:lnTo>
                                  <a:pt x="800" y="139"/>
                                </a:lnTo>
                                <a:lnTo>
                                  <a:pt x="817" y="104"/>
                                </a:lnTo>
                                <a:lnTo>
                                  <a:pt x="834" y="73"/>
                                </a:lnTo>
                                <a:lnTo>
                                  <a:pt x="851" y="47"/>
                                </a:lnTo>
                                <a:lnTo>
                                  <a:pt x="869" y="28"/>
                                </a:lnTo>
                                <a:lnTo>
                                  <a:pt x="887" y="13"/>
                                </a:lnTo>
                                <a:lnTo>
                                  <a:pt x="905" y="3"/>
                                </a:lnTo>
                                <a:lnTo>
                                  <a:pt x="923" y="0"/>
                                </a:lnTo>
                                <a:lnTo>
                                  <a:pt x="941" y="3"/>
                                </a:lnTo>
                                <a:lnTo>
                                  <a:pt x="960" y="13"/>
                                </a:lnTo>
                                <a:lnTo>
                                  <a:pt x="978" y="28"/>
                                </a:lnTo>
                                <a:lnTo>
                                  <a:pt x="995" y="47"/>
                                </a:lnTo>
                                <a:lnTo>
                                  <a:pt x="1012" y="73"/>
                                </a:lnTo>
                                <a:lnTo>
                                  <a:pt x="1029" y="104"/>
                                </a:lnTo>
                                <a:lnTo>
                                  <a:pt x="1048" y="139"/>
                                </a:lnTo>
                                <a:lnTo>
                                  <a:pt x="1065" y="180"/>
                                </a:lnTo>
                                <a:lnTo>
                                  <a:pt x="1083" y="225"/>
                                </a:lnTo>
                                <a:lnTo>
                                  <a:pt x="1101" y="275"/>
                                </a:lnTo>
                                <a:lnTo>
                                  <a:pt x="1121" y="330"/>
                                </a:lnTo>
                                <a:lnTo>
                                  <a:pt x="1141" y="390"/>
                                </a:lnTo>
                                <a:lnTo>
                                  <a:pt x="1183" y="522"/>
                                </a:lnTo>
                                <a:lnTo>
                                  <a:pt x="1229" y="670"/>
                                </a:lnTo>
                                <a:lnTo>
                                  <a:pt x="1280" y="834"/>
                                </a:lnTo>
                                <a:lnTo>
                                  <a:pt x="1337" y="1012"/>
                                </a:lnTo>
                                <a:lnTo>
                                  <a:pt x="1368" y="1106"/>
                                </a:lnTo>
                                <a:lnTo>
                                  <a:pt x="1402" y="1204"/>
                                </a:lnTo>
                                <a:lnTo>
                                  <a:pt x="1436" y="1304"/>
                                </a:lnTo>
                                <a:lnTo>
                                  <a:pt x="1474" y="1408"/>
                                </a:lnTo>
                                <a:lnTo>
                                  <a:pt x="1512" y="1514"/>
                                </a:lnTo>
                                <a:lnTo>
                                  <a:pt x="1553" y="1625"/>
                                </a:lnTo>
                                <a:lnTo>
                                  <a:pt x="1597" y="1736"/>
                                </a:lnTo>
                                <a:lnTo>
                                  <a:pt x="1643" y="1851"/>
                                </a:lnTo>
                                <a:lnTo>
                                  <a:pt x="1691" y="1968"/>
                                </a:lnTo>
                                <a:lnTo>
                                  <a:pt x="1743" y="2088"/>
                                </a:lnTo>
                                <a:lnTo>
                                  <a:pt x="1797" y="2209"/>
                                </a:lnTo>
                                <a:lnTo>
                                  <a:pt x="1854" y="2332"/>
                                </a:lnTo>
                                <a:lnTo>
                                  <a:pt x="1798" y="2346"/>
                                </a:lnTo>
                                <a:lnTo>
                                  <a:pt x="1741" y="2361"/>
                                </a:lnTo>
                                <a:lnTo>
                                  <a:pt x="1685" y="2375"/>
                                </a:lnTo>
                                <a:lnTo>
                                  <a:pt x="1629" y="2391"/>
                                </a:lnTo>
                                <a:lnTo>
                                  <a:pt x="1572" y="2408"/>
                                </a:lnTo>
                                <a:lnTo>
                                  <a:pt x="1517" y="2428"/>
                                </a:lnTo>
                                <a:lnTo>
                                  <a:pt x="1489" y="2437"/>
                                </a:lnTo>
                                <a:lnTo>
                                  <a:pt x="1460" y="2449"/>
                                </a:lnTo>
                                <a:lnTo>
                                  <a:pt x="1432" y="2461"/>
                                </a:lnTo>
                                <a:lnTo>
                                  <a:pt x="1403" y="2473"/>
                                </a:lnTo>
                                <a:lnTo>
                                  <a:pt x="1375" y="2487"/>
                                </a:lnTo>
                                <a:lnTo>
                                  <a:pt x="1346" y="2501"/>
                                </a:lnTo>
                                <a:lnTo>
                                  <a:pt x="1317" y="2516"/>
                                </a:lnTo>
                                <a:lnTo>
                                  <a:pt x="1288" y="2532"/>
                                </a:lnTo>
                                <a:lnTo>
                                  <a:pt x="1259" y="2549"/>
                                </a:lnTo>
                                <a:lnTo>
                                  <a:pt x="1229" y="2567"/>
                                </a:lnTo>
                                <a:lnTo>
                                  <a:pt x="1200" y="2587"/>
                                </a:lnTo>
                                <a:lnTo>
                                  <a:pt x="1170" y="2608"/>
                                </a:lnTo>
                                <a:lnTo>
                                  <a:pt x="1140" y="2630"/>
                                </a:lnTo>
                                <a:lnTo>
                                  <a:pt x="1110" y="2653"/>
                                </a:lnTo>
                                <a:lnTo>
                                  <a:pt x="1079" y="2677"/>
                                </a:lnTo>
                                <a:lnTo>
                                  <a:pt x="1049" y="2704"/>
                                </a:lnTo>
                                <a:lnTo>
                                  <a:pt x="1018" y="2732"/>
                                </a:lnTo>
                                <a:lnTo>
                                  <a:pt x="987" y="2761"/>
                                </a:lnTo>
                                <a:lnTo>
                                  <a:pt x="955" y="2792"/>
                                </a:lnTo>
                                <a:lnTo>
                                  <a:pt x="923" y="2824"/>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615214" w:rsidRDefault="00615214" w:rsidP="00615214">
                              <w:pPr>
                                <w:rPr>
                                  <w:rFonts w:eastAsia="Times New Roman"/>
                                </w:rPr>
                              </w:pPr>
                            </w:p>
                          </w:txbxContent>
                        </wps:txbx>
                        <wps:bodyPr rot="0" vert="horz" wrap="square" lIns="91440" tIns="45720" rIns="91440" bIns="45720" anchor="t" anchorCtr="0" upright="1">
                          <a:noAutofit/>
                        </wps:bodyPr>
                      </wps:wsp>
                      <wps:wsp>
                        <wps:cNvPr id="3339" name="Freeform 19"/>
                        <wps:cNvSpPr>
                          <a:spLocks/>
                        </wps:cNvSpPr>
                        <wps:spPr bwMode="auto">
                          <a:xfrm>
                            <a:off x="805" y="362"/>
                            <a:ext cx="116" cy="567"/>
                          </a:xfrm>
                          <a:custGeom>
                            <a:avLst/>
                            <a:gdLst>
                              <a:gd name="T0" fmla="*/ 1051 w 1160"/>
                              <a:gd name="T1" fmla="*/ 5638 h 5677"/>
                              <a:gd name="T2" fmla="*/ 1078 w 1160"/>
                              <a:gd name="T3" fmla="*/ 5619 h 5677"/>
                              <a:gd name="T4" fmla="*/ 1097 w 1160"/>
                              <a:gd name="T5" fmla="*/ 5596 h 5677"/>
                              <a:gd name="T6" fmla="*/ 1122 w 1160"/>
                              <a:gd name="T7" fmla="*/ 5548 h 5677"/>
                              <a:gd name="T8" fmla="*/ 1143 w 1160"/>
                              <a:gd name="T9" fmla="*/ 4875 h 5677"/>
                              <a:gd name="T10" fmla="*/ 1142 w 1160"/>
                              <a:gd name="T11" fmla="*/ 3596 h 5677"/>
                              <a:gd name="T12" fmla="*/ 1138 w 1160"/>
                              <a:gd name="T13" fmla="*/ 2310 h 5677"/>
                              <a:gd name="T14" fmla="*/ 1142 w 1160"/>
                              <a:gd name="T15" fmla="*/ 1343 h 5677"/>
                              <a:gd name="T16" fmla="*/ 1159 w 1160"/>
                              <a:gd name="T17" fmla="*/ 372 h 5677"/>
                              <a:gd name="T18" fmla="*/ 1153 w 1160"/>
                              <a:gd name="T19" fmla="*/ 325 h 5677"/>
                              <a:gd name="T20" fmla="*/ 1158 w 1160"/>
                              <a:gd name="T21" fmla="*/ 234 h 5677"/>
                              <a:gd name="T22" fmla="*/ 1160 w 1160"/>
                              <a:gd name="T23" fmla="*/ 176 h 5677"/>
                              <a:gd name="T24" fmla="*/ 1153 w 1160"/>
                              <a:gd name="T25" fmla="*/ 116 h 5677"/>
                              <a:gd name="T26" fmla="*/ 1138 w 1160"/>
                              <a:gd name="T27" fmla="*/ 65 h 5677"/>
                              <a:gd name="T28" fmla="*/ 1129 w 1160"/>
                              <a:gd name="T29" fmla="*/ 36 h 5677"/>
                              <a:gd name="T30" fmla="*/ 1116 w 1160"/>
                              <a:gd name="T31" fmla="*/ 17 h 5677"/>
                              <a:gd name="T32" fmla="*/ 1099 w 1160"/>
                              <a:gd name="T33" fmla="*/ 5 h 5677"/>
                              <a:gd name="T34" fmla="*/ 1079 w 1160"/>
                              <a:gd name="T35" fmla="*/ 0 h 5677"/>
                              <a:gd name="T36" fmla="*/ 1056 w 1160"/>
                              <a:gd name="T37" fmla="*/ 2 h 5677"/>
                              <a:gd name="T38" fmla="*/ 1007 w 1160"/>
                              <a:gd name="T39" fmla="*/ 19 h 5677"/>
                              <a:gd name="T40" fmla="*/ 955 w 1160"/>
                              <a:gd name="T41" fmla="*/ 47 h 5677"/>
                              <a:gd name="T42" fmla="*/ 853 w 1160"/>
                              <a:gd name="T43" fmla="*/ 191 h 5677"/>
                              <a:gd name="T44" fmla="*/ 661 w 1160"/>
                              <a:gd name="T45" fmla="*/ 574 h 5677"/>
                              <a:gd name="T46" fmla="*/ 500 w 1160"/>
                              <a:gd name="T47" fmla="*/ 980 h 5677"/>
                              <a:gd name="T48" fmla="*/ 366 w 1160"/>
                              <a:gd name="T49" fmla="*/ 1404 h 5677"/>
                              <a:gd name="T50" fmla="*/ 257 w 1160"/>
                              <a:gd name="T51" fmla="*/ 1841 h 5677"/>
                              <a:gd name="T52" fmla="*/ 171 w 1160"/>
                              <a:gd name="T53" fmla="*/ 2289 h 5677"/>
                              <a:gd name="T54" fmla="*/ 106 w 1160"/>
                              <a:gd name="T55" fmla="*/ 2742 h 5677"/>
                              <a:gd name="T56" fmla="*/ 58 w 1160"/>
                              <a:gd name="T57" fmla="*/ 3198 h 5677"/>
                              <a:gd name="T58" fmla="*/ 26 w 1160"/>
                              <a:gd name="T59" fmla="*/ 3650 h 5677"/>
                              <a:gd name="T60" fmla="*/ 8 w 1160"/>
                              <a:gd name="T61" fmla="*/ 4097 h 5677"/>
                              <a:gd name="T62" fmla="*/ 2 w 1160"/>
                              <a:gd name="T63" fmla="*/ 4533 h 5677"/>
                              <a:gd name="T64" fmla="*/ 69 w 1160"/>
                              <a:gd name="T65" fmla="*/ 4724 h 5677"/>
                              <a:gd name="T66" fmla="*/ 164 w 1160"/>
                              <a:gd name="T67" fmla="*/ 4797 h 5677"/>
                              <a:gd name="T68" fmla="*/ 248 w 1160"/>
                              <a:gd name="T69" fmla="*/ 4873 h 5677"/>
                              <a:gd name="T70" fmla="*/ 323 w 1160"/>
                              <a:gd name="T71" fmla="*/ 4952 h 5677"/>
                              <a:gd name="T72" fmla="*/ 391 w 1160"/>
                              <a:gd name="T73" fmla="*/ 5035 h 5677"/>
                              <a:gd name="T74" fmla="*/ 451 w 1160"/>
                              <a:gd name="T75" fmla="*/ 5124 h 5677"/>
                              <a:gd name="T76" fmla="*/ 508 w 1160"/>
                              <a:gd name="T77" fmla="*/ 5218 h 5677"/>
                              <a:gd name="T78" fmla="*/ 559 w 1160"/>
                              <a:gd name="T79" fmla="*/ 5320 h 5677"/>
                              <a:gd name="T80" fmla="*/ 640 w 1160"/>
                              <a:gd name="T81" fmla="*/ 5508 h 5677"/>
                              <a:gd name="T82" fmla="*/ 727 w 1160"/>
                              <a:gd name="T83" fmla="*/ 5676 h 5677"/>
                              <a:gd name="T84" fmla="*/ 840 w 1160"/>
                              <a:gd name="T85" fmla="*/ 5664 h 5677"/>
                              <a:gd name="T86" fmla="*/ 906 w 1160"/>
                              <a:gd name="T87" fmla="*/ 5661 h 5677"/>
                              <a:gd name="T88" fmla="*/ 964 w 1160"/>
                              <a:gd name="T89" fmla="*/ 5663 h 56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160" h="5677">
                                <a:moveTo>
                                  <a:pt x="995" y="5671"/>
                                </a:moveTo>
                                <a:lnTo>
                                  <a:pt x="1027" y="5654"/>
                                </a:lnTo>
                                <a:lnTo>
                                  <a:pt x="1051" y="5638"/>
                                </a:lnTo>
                                <a:lnTo>
                                  <a:pt x="1060" y="5632"/>
                                </a:lnTo>
                                <a:lnTo>
                                  <a:pt x="1069" y="5626"/>
                                </a:lnTo>
                                <a:lnTo>
                                  <a:pt x="1078" y="5619"/>
                                </a:lnTo>
                                <a:lnTo>
                                  <a:pt x="1084" y="5612"/>
                                </a:lnTo>
                                <a:lnTo>
                                  <a:pt x="1090" y="5604"/>
                                </a:lnTo>
                                <a:lnTo>
                                  <a:pt x="1097" y="5596"/>
                                </a:lnTo>
                                <a:lnTo>
                                  <a:pt x="1102" y="5586"/>
                                </a:lnTo>
                                <a:lnTo>
                                  <a:pt x="1109" y="5575"/>
                                </a:lnTo>
                                <a:lnTo>
                                  <a:pt x="1122" y="5548"/>
                                </a:lnTo>
                                <a:lnTo>
                                  <a:pt x="1138" y="5513"/>
                                </a:lnTo>
                                <a:lnTo>
                                  <a:pt x="1141" y="5195"/>
                                </a:lnTo>
                                <a:lnTo>
                                  <a:pt x="1143" y="4875"/>
                                </a:lnTo>
                                <a:lnTo>
                                  <a:pt x="1144" y="4556"/>
                                </a:lnTo>
                                <a:lnTo>
                                  <a:pt x="1144" y="4235"/>
                                </a:lnTo>
                                <a:lnTo>
                                  <a:pt x="1142" y="3596"/>
                                </a:lnTo>
                                <a:lnTo>
                                  <a:pt x="1140" y="2953"/>
                                </a:lnTo>
                                <a:lnTo>
                                  <a:pt x="1139" y="2632"/>
                                </a:lnTo>
                                <a:lnTo>
                                  <a:pt x="1138" y="2310"/>
                                </a:lnTo>
                                <a:lnTo>
                                  <a:pt x="1138" y="1988"/>
                                </a:lnTo>
                                <a:lnTo>
                                  <a:pt x="1139" y="1666"/>
                                </a:lnTo>
                                <a:lnTo>
                                  <a:pt x="1142" y="1343"/>
                                </a:lnTo>
                                <a:lnTo>
                                  <a:pt x="1145" y="1020"/>
                                </a:lnTo>
                                <a:lnTo>
                                  <a:pt x="1152" y="697"/>
                                </a:lnTo>
                                <a:lnTo>
                                  <a:pt x="1159" y="372"/>
                                </a:lnTo>
                                <a:lnTo>
                                  <a:pt x="1156" y="357"/>
                                </a:lnTo>
                                <a:lnTo>
                                  <a:pt x="1154" y="342"/>
                                </a:lnTo>
                                <a:lnTo>
                                  <a:pt x="1153" y="325"/>
                                </a:lnTo>
                                <a:lnTo>
                                  <a:pt x="1153" y="308"/>
                                </a:lnTo>
                                <a:lnTo>
                                  <a:pt x="1155" y="273"/>
                                </a:lnTo>
                                <a:lnTo>
                                  <a:pt x="1158" y="234"/>
                                </a:lnTo>
                                <a:lnTo>
                                  <a:pt x="1159" y="215"/>
                                </a:lnTo>
                                <a:lnTo>
                                  <a:pt x="1160" y="196"/>
                                </a:lnTo>
                                <a:lnTo>
                                  <a:pt x="1160" y="176"/>
                                </a:lnTo>
                                <a:lnTo>
                                  <a:pt x="1159" y="156"/>
                                </a:lnTo>
                                <a:lnTo>
                                  <a:pt x="1156" y="135"/>
                                </a:lnTo>
                                <a:lnTo>
                                  <a:pt x="1153" y="116"/>
                                </a:lnTo>
                                <a:lnTo>
                                  <a:pt x="1147" y="96"/>
                                </a:lnTo>
                                <a:lnTo>
                                  <a:pt x="1139" y="77"/>
                                </a:lnTo>
                                <a:lnTo>
                                  <a:pt x="1138" y="65"/>
                                </a:lnTo>
                                <a:lnTo>
                                  <a:pt x="1135" y="54"/>
                                </a:lnTo>
                                <a:lnTo>
                                  <a:pt x="1132" y="44"/>
                                </a:lnTo>
                                <a:lnTo>
                                  <a:pt x="1129" y="36"/>
                                </a:lnTo>
                                <a:lnTo>
                                  <a:pt x="1125" y="28"/>
                                </a:lnTo>
                                <a:lnTo>
                                  <a:pt x="1120" y="22"/>
                                </a:lnTo>
                                <a:lnTo>
                                  <a:pt x="1116" y="17"/>
                                </a:lnTo>
                                <a:lnTo>
                                  <a:pt x="1111" y="12"/>
                                </a:lnTo>
                                <a:lnTo>
                                  <a:pt x="1105" y="8"/>
                                </a:lnTo>
                                <a:lnTo>
                                  <a:pt x="1099" y="5"/>
                                </a:lnTo>
                                <a:lnTo>
                                  <a:pt x="1093" y="3"/>
                                </a:lnTo>
                                <a:lnTo>
                                  <a:pt x="1086" y="2"/>
                                </a:lnTo>
                                <a:lnTo>
                                  <a:pt x="1079" y="0"/>
                                </a:lnTo>
                                <a:lnTo>
                                  <a:pt x="1071" y="0"/>
                                </a:lnTo>
                                <a:lnTo>
                                  <a:pt x="1064" y="0"/>
                                </a:lnTo>
                                <a:lnTo>
                                  <a:pt x="1056" y="2"/>
                                </a:lnTo>
                                <a:lnTo>
                                  <a:pt x="1040" y="6"/>
                                </a:lnTo>
                                <a:lnTo>
                                  <a:pt x="1024" y="11"/>
                                </a:lnTo>
                                <a:lnTo>
                                  <a:pt x="1007" y="19"/>
                                </a:lnTo>
                                <a:lnTo>
                                  <a:pt x="990" y="27"/>
                                </a:lnTo>
                                <a:lnTo>
                                  <a:pt x="972" y="37"/>
                                </a:lnTo>
                                <a:lnTo>
                                  <a:pt x="955" y="47"/>
                                </a:lnTo>
                                <a:lnTo>
                                  <a:pt x="939" y="58"/>
                                </a:lnTo>
                                <a:lnTo>
                                  <a:pt x="924" y="69"/>
                                </a:lnTo>
                                <a:lnTo>
                                  <a:pt x="853" y="191"/>
                                </a:lnTo>
                                <a:lnTo>
                                  <a:pt x="786" y="316"/>
                                </a:lnTo>
                                <a:lnTo>
                                  <a:pt x="722" y="444"/>
                                </a:lnTo>
                                <a:lnTo>
                                  <a:pt x="661" y="574"/>
                                </a:lnTo>
                                <a:lnTo>
                                  <a:pt x="604" y="707"/>
                                </a:lnTo>
                                <a:lnTo>
                                  <a:pt x="551" y="843"/>
                                </a:lnTo>
                                <a:lnTo>
                                  <a:pt x="500" y="980"/>
                                </a:lnTo>
                                <a:lnTo>
                                  <a:pt x="452" y="1119"/>
                                </a:lnTo>
                                <a:lnTo>
                                  <a:pt x="408" y="1261"/>
                                </a:lnTo>
                                <a:lnTo>
                                  <a:pt x="366" y="1404"/>
                                </a:lnTo>
                                <a:lnTo>
                                  <a:pt x="327" y="1548"/>
                                </a:lnTo>
                                <a:lnTo>
                                  <a:pt x="291" y="1694"/>
                                </a:lnTo>
                                <a:lnTo>
                                  <a:pt x="257" y="1841"/>
                                </a:lnTo>
                                <a:lnTo>
                                  <a:pt x="226" y="1990"/>
                                </a:lnTo>
                                <a:lnTo>
                                  <a:pt x="198" y="2139"/>
                                </a:lnTo>
                                <a:lnTo>
                                  <a:pt x="171" y="2289"/>
                                </a:lnTo>
                                <a:lnTo>
                                  <a:pt x="147" y="2439"/>
                                </a:lnTo>
                                <a:lnTo>
                                  <a:pt x="126" y="2591"/>
                                </a:lnTo>
                                <a:lnTo>
                                  <a:pt x="106" y="2742"/>
                                </a:lnTo>
                                <a:lnTo>
                                  <a:pt x="88" y="2894"/>
                                </a:lnTo>
                                <a:lnTo>
                                  <a:pt x="72" y="3046"/>
                                </a:lnTo>
                                <a:lnTo>
                                  <a:pt x="58" y="3198"/>
                                </a:lnTo>
                                <a:lnTo>
                                  <a:pt x="47" y="3349"/>
                                </a:lnTo>
                                <a:lnTo>
                                  <a:pt x="36" y="3500"/>
                                </a:lnTo>
                                <a:lnTo>
                                  <a:pt x="26" y="3650"/>
                                </a:lnTo>
                                <a:lnTo>
                                  <a:pt x="20" y="3800"/>
                                </a:lnTo>
                                <a:lnTo>
                                  <a:pt x="13" y="3949"/>
                                </a:lnTo>
                                <a:lnTo>
                                  <a:pt x="8" y="4097"/>
                                </a:lnTo>
                                <a:lnTo>
                                  <a:pt x="5" y="4244"/>
                                </a:lnTo>
                                <a:lnTo>
                                  <a:pt x="3" y="4390"/>
                                </a:lnTo>
                                <a:lnTo>
                                  <a:pt x="2" y="4533"/>
                                </a:lnTo>
                                <a:lnTo>
                                  <a:pt x="0" y="4676"/>
                                </a:lnTo>
                                <a:lnTo>
                                  <a:pt x="36" y="4700"/>
                                </a:lnTo>
                                <a:lnTo>
                                  <a:pt x="69" y="4724"/>
                                </a:lnTo>
                                <a:lnTo>
                                  <a:pt x="102" y="4748"/>
                                </a:lnTo>
                                <a:lnTo>
                                  <a:pt x="133" y="4772"/>
                                </a:lnTo>
                                <a:lnTo>
                                  <a:pt x="164" y="4797"/>
                                </a:lnTo>
                                <a:lnTo>
                                  <a:pt x="192" y="4822"/>
                                </a:lnTo>
                                <a:lnTo>
                                  <a:pt x="220" y="4847"/>
                                </a:lnTo>
                                <a:lnTo>
                                  <a:pt x="248" y="4873"/>
                                </a:lnTo>
                                <a:lnTo>
                                  <a:pt x="274" y="4899"/>
                                </a:lnTo>
                                <a:lnTo>
                                  <a:pt x="299" y="4926"/>
                                </a:lnTo>
                                <a:lnTo>
                                  <a:pt x="323" y="4952"/>
                                </a:lnTo>
                                <a:lnTo>
                                  <a:pt x="346" y="4979"/>
                                </a:lnTo>
                                <a:lnTo>
                                  <a:pt x="368" y="5007"/>
                                </a:lnTo>
                                <a:lnTo>
                                  <a:pt x="391" y="5035"/>
                                </a:lnTo>
                                <a:lnTo>
                                  <a:pt x="411" y="5064"/>
                                </a:lnTo>
                                <a:lnTo>
                                  <a:pt x="432" y="5094"/>
                                </a:lnTo>
                                <a:lnTo>
                                  <a:pt x="451" y="5124"/>
                                </a:lnTo>
                                <a:lnTo>
                                  <a:pt x="470" y="5155"/>
                                </a:lnTo>
                                <a:lnTo>
                                  <a:pt x="490" y="5186"/>
                                </a:lnTo>
                                <a:lnTo>
                                  <a:pt x="508" y="5218"/>
                                </a:lnTo>
                                <a:lnTo>
                                  <a:pt x="525" y="5252"/>
                                </a:lnTo>
                                <a:lnTo>
                                  <a:pt x="542" y="5286"/>
                                </a:lnTo>
                                <a:lnTo>
                                  <a:pt x="559" y="5320"/>
                                </a:lnTo>
                                <a:lnTo>
                                  <a:pt x="575" y="5356"/>
                                </a:lnTo>
                                <a:lnTo>
                                  <a:pt x="609" y="5431"/>
                                </a:lnTo>
                                <a:lnTo>
                                  <a:pt x="640" y="5508"/>
                                </a:lnTo>
                                <a:lnTo>
                                  <a:pt x="672" y="5590"/>
                                </a:lnTo>
                                <a:lnTo>
                                  <a:pt x="703" y="5677"/>
                                </a:lnTo>
                                <a:lnTo>
                                  <a:pt x="727" y="5676"/>
                                </a:lnTo>
                                <a:lnTo>
                                  <a:pt x="759" y="5673"/>
                                </a:lnTo>
                                <a:lnTo>
                                  <a:pt x="798" y="5669"/>
                                </a:lnTo>
                                <a:lnTo>
                                  <a:pt x="840" y="5664"/>
                                </a:lnTo>
                                <a:lnTo>
                                  <a:pt x="862" y="5662"/>
                                </a:lnTo>
                                <a:lnTo>
                                  <a:pt x="884" y="5661"/>
                                </a:lnTo>
                                <a:lnTo>
                                  <a:pt x="906" y="5661"/>
                                </a:lnTo>
                                <a:lnTo>
                                  <a:pt x="926" y="5661"/>
                                </a:lnTo>
                                <a:lnTo>
                                  <a:pt x="946" y="5662"/>
                                </a:lnTo>
                                <a:lnTo>
                                  <a:pt x="964" y="5663"/>
                                </a:lnTo>
                                <a:lnTo>
                                  <a:pt x="981" y="5666"/>
                                </a:lnTo>
                                <a:lnTo>
                                  <a:pt x="995" y="567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615214" w:rsidRDefault="00615214" w:rsidP="00615214">
                              <w:pPr>
                                <w:rPr>
                                  <w:rFonts w:eastAsia="Times New Roman"/>
                                </w:rPr>
                              </w:pPr>
                            </w:p>
                          </w:txbxContent>
                        </wps:txbx>
                        <wps:bodyPr rot="0" vert="horz" wrap="square" lIns="91440" tIns="45720" rIns="91440" bIns="45720" anchor="t" anchorCtr="0" upright="1">
                          <a:noAutofit/>
                        </wps:bodyPr>
                      </wps:wsp>
                      <wps:wsp>
                        <wps:cNvPr id="3340" name="Freeform 20"/>
                        <wps:cNvSpPr>
                          <a:spLocks/>
                        </wps:cNvSpPr>
                        <wps:spPr bwMode="auto">
                          <a:xfrm>
                            <a:off x="805" y="362"/>
                            <a:ext cx="116" cy="567"/>
                          </a:xfrm>
                          <a:custGeom>
                            <a:avLst/>
                            <a:gdLst>
                              <a:gd name="T0" fmla="*/ 1051 w 1160"/>
                              <a:gd name="T1" fmla="*/ 5638 h 5677"/>
                              <a:gd name="T2" fmla="*/ 1078 w 1160"/>
                              <a:gd name="T3" fmla="*/ 5619 h 5677"/>
                              <a:gd name="T4" fmla="*/ 1097 w 1160"/>
                              <a:gd name="T5" fmla="*/ 5596 h 5677"/>
                              <a:gd name="T6" fmla="*/ 1122 w 1160"/>
                              <a:gd name="T7" fmla="*/ 5548 h 5677"/>
                              <a:gd name="T8" fmla="*/ 1143 w 1160"/>
                              <a:gd name="T9" fmla="*/ 4875 h 5677"/>
                              <a:gd name="T10" fmla="*/ 1142 w 1160"/>
                              <a:gd name="T11" fmla="*/ 3596 h 5677"/>
                              <a:gd name="T12" fmla="*/ 1138 w 1160"/>
                              <a:gd name="T13" fmla="*/ 2310 h 5677"/>
                              <a:gd name="T14" fmla="*/ 1142 w 1160"/>
                              <a:gd name="T15" fmla="*/ 1343 h 5677"/>
                              <a:gd name="T16" fmla="*/ 1159 w 1160"/>
                              <a:gd name="T17" fmla="*/ 372 h 5677"/>
                              <a:gd name="T18" fmla="*/ 1153 w 1160"/>
                              <a:gd name="T19" fmla="*/ 325 h 5677"/>
                              <a:gd name="T20" fmla="*/ 1158 w 1160"/>
                              <a:gd name="T21" fmla="*/ 234 h 5677"/>
                              <a:gd name="T22" fmla="*/ 1160 w 1160"/>
                              <a:gd name="T23" fmla="*/ 176 h 5677"/>
                              <a:gd name="T24" fmla="*/ 1153 w 1160"/>
                              <a:gd name="T25" fmla="*/ 116 h 5677"/>
                              <a:gd name="T26" fmla="*/ 1138 w 1160"/>
                              <a:gd name="T27" fmla="*/ 65 h 5677"/>
                              <a:gd name="T28" fmla="*/ 1129 w 1160"/>
                              <a:gd name="T29" fmla="*/ 36 h 5677"/>
                              <a:gd name="T30" fmla="*/ 1116 w 1160"/>
                              <a:gd name="T31" fmla="*/ 17 h 5677"/>
                              <a:gd name="T32" fmla="*/ 1099 w 1160"/>
                              <a:gd name="T33" fmla="*/ 5 h 5677"/>
                              <a:gd name="T34" fmla="*/ 1079 w 1160"/>
                              <a:gd name="T35" fmla="*/ 0 h 5677"/>
                              <a:gd name="T36" fmla="*/ 1056 w 1160"/>
                              <a:gd name="T37" fmla="*/ 2 h 5677"/>
                              <a:gd name="T38" fmla="*/ 1007 w 1160"/>
                              <a:gd name="T39" fmla="*/ 19 h 5677"/>
                              <a:gd name="T40" fmla="*/ 955 w 1160"/>
                              <a:gd name="T41" fmla="*/ 47 h 5677"/>
                              <a:gd name="T42" fmla="*/ 853 w 1160"/>
                              <a:gd name="T43" fmla="*/ 191 h 5677"/>
                              <a:gd name="T44" fmla="*/ 661 w 1160"/>
                              <a:gd name="T45" fmla="*/ 574 h 5677"/>
                              <a:gd name="T46" fmla="*/ 500 w 1160"/>
                              <a:gd name="T47" fmla="*/ 980 h 5677"/>
                              <a:gd name="T48" fmla="*/ 366 w 1160"/>
                              <a:gd name="T49" fmla="*/ 1404 h 5677"/>
                              <a:gd name="T50" fmla="*/ 257 w 1160"/>
                              <a:gd name="T51" fmla="*/ 1841 h 5677"/>
                              <a:gd name="T52" fmla="*/ 171 w 1160"/>
                              <a:gd name="T53" fmla="*/ 2289 h 5677"/>
                              <a:gd name="T54" fmla="*/ 106 w 1160"/>
                              <a:gd name="T55" fmla="*/ 2742 h 5677"/>
                              <a:gd name="T56" fmla="*/ 58 w 1160"/>
                              <a:gd name="T57" fmla="*/ 3198 h 5677"/>
                              <a:gd name="T58" fmla="*/ 26 w 1160"/>
                              <a:gd name="T59" fmla="*/ 3650 h 5677"/>
                              <a:gd name="T60" fmla="*/ 8 w 1160"/>
                              <a:gd name="T61" fmla="*/ 4097 h 5677"/>
                              <a:gd name="T62" fmla="*/ 2 w 1160"/>
                              <a:gd name="T63" fmla="*/ 4533 h 5677"/>
                              <a:gd name="T64" fmla="*/ 69 w 1160"/>
                              <a:gd name="T65" fmla="*/ 4724 h 5677"/>
                              <a:gd name="T66" fmla="*/ 164 w 1160"/>
                              <a:gd name="T67" fmla="*/ 4797 h 5677"/>
                              <a:gd name="T68" fmla="*/ 248 w 1160"/>
                              <a:gd name="T69" fmla="*/ 4873 h 5677"/>
                              <a:gd name="T70" fmla="*/ 323 w 1160"/>
                              <a:gd name="T71" fmla="*/ 4952 h 5677"/>
                              <a:gd name="T72" fmla="*/ 391 w 1160"/>
                              <a:gd name="T73" fmla="*/ 5035 h 5677"/>
                              <a:gd name="T74" fmla="*/ 451 w 1160"/>
                              <a:gd name="T75" fmla="*/ 5124 h 5677"/>
                              <a:gd name="T76" fmla="*/ 508 w 1160"/>
                              <a:gd name="T77" fmla="*/ 5218 h 5677"/>
                              <a:gd name="T78" fmla="*/ 559 w 1160"/>
                              <a:gd name="T79" fmla="*/ 5320 h 5677"/>
                              <a:gd name="T80" fmla="*/ 640 w 1160"/>
                              <a:gd name="T81" fmla="*/ 5508 h 5677"/>
                              <a:gd name="T82" fmla="*/ 727 w 1160"/>
                              <a:gd name="T83" fmla="*/ 5676 h 5677"/>
                              <a:gd name="T84" fmla="*/ 840 w 1160"/>
                              <a:gd name="T85" fmla="*/ 5664 h 5677"/>
                              <a:gd name="T86" fmla="*/ 906 w 1160"/>
                              <a:gd name="T87" fmla="*/ 5661 h 5677"/>
                              <a:gd name="T88" fmla="*/ 964 w 1160"/>
                              <a:gd name="T89" fmla="*/ 5663 h 56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160" h="5677">
                                <a:moveTo>
                                  <a:pt x="995" y="5671"/>
                                </a:moveTo>
                                <a:lnTo>
                                  <a:pt x="1027" y="5654"/>
                                </a:lnTo>
                                <a:lnTo>
                                  <a:pt x="1051" y="5638"/>
                                </a:lnTo>
                                <a:lnTo>
                                  <a:pt x="1060" y="5632"/>
                                </a:lnTo>
                                <a:lnTo>
                                  <a:pt x="1069" y="5626"/>
                                </a:lnTo>
                                <a:lnTo>
                                  <a:pt x="1078" y="5619"/>
                                </a:lnTo>
                                <a:lnTo>
                                  <a:pt x="1084" y="5612"/>
                                </a:lnTo>
                                <a:lnTo>
                                  <a:pt x="1090" y="5604"/>
                                </a:lnTo>
                                <a:lnTo>
                                  <a:pt x="1097" y="5596"/>
                                </a:lnTo>
                                <a:lnTo>
                                  <a:pt x="1102" y="5586"/>
                                </a:lnTo>
                                <a:lnTo>
                                  <a:pt x="1109" y="5575"/>
                                </a:lnTo>
                                <a:lnTo>
                                  <a:pt x="1122" y="5548"/>
                                </a:lnTo>
                                <a:lnTo>
                                  <a:pt x="1138" y="5513"/>
                                </a:lnTo>
                                <a:lnTo>
                                  <a:pt x="1141" y="5195"/>
                                </a:lnTo>
                                <a:lnTo>
                                  <a:pt x="1143" y="4875"/>
                                </a:lnTo>
                                <a:lnTo>
                                  <a:pt x="1144" y="4556"/>
                                </a:lnTo>
                                <a:lnTo>
                                  <a:pt x="1144" y="4235"/>
                                </a:lnTo>
                                <a:lnTo>
                                  <a:pt x="1142" y="3596"/>
                                </a:lnTo>
                                <a:lnTo>
                                  <a:pt x="1140" y="2953"/>
                                </a:lnTo>
                                <a:lnTo>
                                  <a:pt x="1139" y="2632"/>
                                </a:lnTo>
                                <a:lnTo>
                                  <a:pt x="1138" y="2310"/>
                                </a:lnTo>
                                <a:lnTo>
                                  <a:pt x="1138" y="1988"/>
                                </a:lnTo>
                                <a:lnTo>
                                  <a:pt x="1139" y="1666"/>
                                </a:lnTo>
                                <a:lnTo>
                                  <a:pt x="1142" y="1343"/>
                                </a:lnTo>
                                <a:lnTo>
                                  <a:pt x="1145" y="1020"/>
                                </a:lnTo>
                                <a:lnTo>
                                  <a:pt x="1152" y="697"/>
                                </a:lnTo>
                                <a:lnTo>
                                  <a:pt x="1159" y="372"/>
                                </a:lnTo>
                                <a:lnTo>
                                  <a:pt x="1156" y="357"/>
                                </a:lnTo>
                                <a:lnTo>
                                  <a:pt x="1154" y="342"/>
                                </a:lnTo>
                                <a:lnTo>
                                  <a:pt x="1153" y="325"/>
                                </a:lnTo>
                                <a:lnTo>
                                  <a:pt x="1153" y="308"/>
                                </a:lnTo>
                                <a:lnTo>
                                  <a:pt x="1155" y="273"/>
                                </a:lnTo>
                                <a:lnTo>
                                  <a:pt x="1158" y="234"/>
                                </a:lnTo>
                                <a:lnTo>
                                  <a:pt x="1159" y="215"/>
                                </a:lnTo>
                                <a:lnTo>
                                  <a:pt x="1160" y="196"/>
                                </a:lnTo>
                                <a:lnTo>
                                  <a:pt x="1160" y="176"/>
                                </a:lnTo>
                                <a:lnTo>
                                  <a:pt x="1159" y="156"/>
                                </a:lnTo>
                                <a:lnTo>
                                  <a:pt x="1156" y="135"/>
                                </a:lnTo>
                                <a:lnTo>
                                  <a:pt x="1153" y="116"/>
                                </a:lnTo>
                                <a:lnTo>
                                  <a:pt x="1147" y="96"/>
                                </a:lnTo>
                                <a:lnTo>
                                  <a:pt x="1139" y="77"/>
                                </a:lnTo>
                                <a:lnTo>
                                  <a:pt x="1138" y="65"/>
                                </a:lnTo>
                                <a:lnTo>
                                  <a:pt x="1135" y="54"/>
                                </a:lnTo>
                                <a:lnTo>
                                  <a:pt x="1132" y="44"/>
                                </a:lnTo>
                                <a:lnTo>
                                  <a:pt x="1129" y="36"/>
                                </a:lnTo>
                                <a:lnTo>
                                  <a:pt x="1125" y="28"/>
                                </a:lnTo>
                                <a:lnTo>
                                  <a:pt x="1120" y="22"/>
                                </a:lnTo>
                                <a:lnTo>
                                  <a:pt x="1116" y="17"/>
                                </a:lnTo>
                                <a:lnTo>
                                  <a:pt x="1111" y="12"/>
                                </a:lnTo>
                                <a:lnTo>
                                  <a:pt x="1105" y="8"/>
                                </a:lnTo>
                                <a:lnTo>
                                  <a:pt x="1099" y="5"/>
                                </a:lnTo>
                                <a:lnTo>
                                  <a:pt x="1093" y="3"/>
                                </a:lnTo>
                                <a:lnTo>
                                  <a:pt x="1086" y="2"/>
                                </a:lnTo>
                                <a:lnTo>
                                  <a:pt x="1079" y="0"/>
                                </a:lnTo>
                                <a:lnTo>
                                  <a:pt x="1071" y="0"/>
                                </a:lnTo>
                                <a:lnTo>
                                  <a:pt x="1064" y="0"/>
                                </a:lnTo>
                                <a:lnTo>
                                  <a:pt x="1056" y="2"/>
                                </a:lnTo>
                                <a:lnTo>
                                  <a:pt x="1040" y="6"/>
                                </a:lnTo>
                                <a:lnTo>
                                  <a:pt x="1024" y="11"/>
                                </a:lnTo>
                                <a:lnTo>
                                  <a:pt x="1007" y="19"/>
                                </a:lnTo>
                                <a:lnTo>
                                  <a:pt x="990" y="27"/>
                                </a:lnTo>
                                <a:lnTo>
                                  <a:pt x="972" y="37"/>
                                </a:lnTo>
                                <a:lnTo>
                                  <a:pt x="955" y="47"/>
                                </a:lnTo>
                                <a:lnTo>
                                  <a:pt x="939" y="58"/>
                                </a:lnTo>
                                <a:lnTo>
                                  <a:pt x="924" y="69"/>
                                </a:lnTo>
                                <a:lnTo>
                                  <a:pt x="853" y="191"/>
                                </a:lnTo>
                                <a:lnTo>
                                  <a:pt x="786" y="316"/>
                                </a:lnTo>
                                <a:lnTo>
                                  <a:pt x="722" y="444"/>
                                </a:lnTo>
                                <a:lnTo>
                                  <a:pt x="661" y="574"/>
                                </a:lnTo>
                                <a:lnTo>
                                  <a:pt x="604" y="707"/>
                                </a:lnTo>
                                <a:lnTo>
                                  <a:pt x="551" y="843"/>
                                </a:lnTo>
                                <a:lnTo>
                                  <a:pt x="500" y="980"/>
                                </a:lnTo>
                                <a:lnTo>
                                  <a:pt x="452" y="1119"/>
                                </a:lnTo>
                                <a:lnTo>
                                  <a:pt x="408" y="1261"/>
                                </a:lnTo>
                                <a:lnTo>
                                  <a:pt x="366" y="1404"/>
                                </a:lnTo>
                                <a:lnTo>
                                  <a:pt x="327" y="1548"/>
                                </a:lnTo>
                                <a:lnTo>
                                  <a:pt x="291" y="1694"/>
                                </a:lnTo>
                                <a:lnTo>
                                  <a:pt x="257" y="1841"/>
                                </a:lnTo>
                                <a:lnTo>
                                  <a:pt x="226" y="1990"/>
                                </a:lnTo>
                                <a:lnTo>
                                  <a:pt x="198" y="2139"/>
                                </a:lnTo>
                                <a:lnTo>
                                  <a:pt x="171" y="2289"/>
                                </a:lnTo>
                                <a:lnTo>
                                  <a:pt x="147" y="2439"/>
                                </a:lnTo>
                                <a:lnTo>
                                  <a:pt x="126" y="2591"/>
                                </a:lnTo>
                                <a:lnTo>
                                  <a:pt x="106" y="2742"/>
                                </a:lnTo>
                                <a:lnTo>
                                  <a:pt x="88" y="2894"/>
                                </a:lnTo>
                                <a:lnTo>
                                  <a:pt x="72" y="3046"/>
                                </a:lnTo>
                                <a:lnTo>
                                  <a:pt x="58" y="3198"/>
                                </a:lnTo>
                                <a:lnTo>
                                  <a:pt x="47" y="3349"/>
                                </a:lnTo>
                                <a:lnTo>
                                  <a:pt x="36" y="3500"/>
                                </a:lnTo>
                                <a:lnTo>
                                  <a:pt x="26" y="3650"/>
                                </a:lnTo>
                                <a:lnTo>
                                  <a:pt x="20" y="3800"/>
                                </a:lnTo>
                                <a:lnTo>
                                  <a:pt x="13" y="3949"/>
                                </a:lnTo>
                                <a:lnTo>
                                  <a:pt x="8" y="4097"/>
                                </a:lnTo>
                                <a:lnTo>
                                  <a:pt x="5" y="4244"/>
                                </a:lnTo>
                                <a:lnTo>
                                  <a:pt x="3" y="4390"/>
                                </a:lnTo>
                                <a:lnTo>
                                  <a:pt x="2" y="4533"/>
                                </a:lnTo>
                                <a:lnTo>
                                  <a:pt x="0" y="4676"/>
                                </a:lnTo>
                                <a:lnTo>
                                  <a:pt x="36" y="4700"/>
                                </a:lnTo>
                                <a:lnTo>
                                  <a:pt x="69" y="4724"/>
                                </a:lnTo>
                                <a:lnTo>
                                  <a:pt x="102" y="4748"/>
                                </a:lnTo>
                                <a:lnTo>
                                  <a:pt x="133" y="4772"/>
                                </a:lnTo>
                                <a:lnTo>
                                  <a:pt x="164" y="4797"/>
                                </a:lnTo>
                                <a:lnTo>
                                  <a:pt x="192" y="4822"/>
                                </a:lnTo>
                                <a:lnTo>
                                  <a:pt x="220" y="4847"/>
                                </a:lnTo>
                                <a:lnTo>
                                  <a:pt x="248" y="4873"/>
                                </a:lnTo>
                                <a:lnTo>
                                  <a:pt x="274" y="4899"/>
                                </a:lnTo>
                                <a:lnTo>
                                  <a:pt x="299" y="4926"/>
                                </a:lnTo>
                                <a:lnTo>
                                  <a:pt x="323" y="4952"/>
                                </a:lnTo>
                                <a:lnTo>
                                  <a:pt x="346" y="4979"/>
                                </a:lnTo>
                                <a:lnTo>
                                  <a:pt x="368" y="5007"/>
                                </a:lnTo>
                                <a:lnTo>
                                  <a:pt x="391" y="5035"/>
                                </a:lnTo>
                                <a:lnTo>
                                  <a:pt x="411" y="5064"/>
                                </a:lnTo>
                                <a:lnTo>
                                  <a:pt x="432" y="5094"/>
                                </a:lnTo>
                                <a:lnTo>
                                  <a:pt x="451" y="5124"/>
                                </a:lnTo>
                                <a:lnTo>
                                  <a:pt x="470" y="5155"/>
                                </a:lnTo>
                                <a:lnTo>
                                  <a:pt x="490" y="5186"/>
                                </a:lnTo>
                                <a:lnTo>
                                  <a:pt x="508" y="5218"/>
                                </a:lnTo>
                                <a:lnTo>
                                  <a:pt x="525" y="5252"/>
                                </a:lnTo>
                                <a:lnTo>
                                  <a:pt x="542" y="5286"/>
                                </a:lnTo>
                                <a:lnTo>
                                  <a:pt x="559" y="5320"/>
                                </a:lnTo>
                                <a:lnTo>
                                  <a:pt x="575" y="5356"/>
                                </a:lnTo>
                                <a:lnTo>
                                  <a:pt x="609" y="5431"/>
                                </a:lnTo>
                                <a:lnTo>
                                  <a:pt x="640" y="5508"/>
                                </a:lnTo>
                                <a:lnTo>
                                  <a:pt x="672" y="5590"/>
                                </a:lnTo>
                                <a:lnTo>
                                  <a:pt x="703" y="5677"/>
                                </a:lnTo>
                                <a:lnTo>
                                  <a:pt x="727" y="5676"/>
                                </a:lnTo>
                                <a:lnTo>
                                  <a:pt x="759" y="5673"/>
                                </a:lnTo>
                                <a:lnTo>
                                  <a:pt x="798" y="5669"/>
                                </a:lnTo>
                                <a:lnTo>
                                  <a:pt x="840" y="5664"/>
                                </a:lnTo>
                                <a:lnTo>
                                  <a:pt x="862" y="5662"/>
                                </a:lnTo>
                                <a:lnTo>
                                  <a:pt x="884" y="5661"/>
                                </a:lnTo>
                                <a:lnTo>
                                  <a:pt x="906" y="5661"/>
                                </a:lnTo>
                                <a:lnTo>
                                  <a:pt x="926" y="5661"/>
                                </a:lnTo>
                                <a:lnTo>
                                  <a:pt x="946" y="5662"/>
                                </a:lnTo>
                                <a:lnTo>
                                  <a:pt x="964" y="5663"/>
                                </a:lnTo>
                                <a:lnTo>
                                  <a:pt x="981" y="5666"/>
                                </a:lnTo>
                                <a:lnTo>
                                  <a:pt x="995" y="5671"/>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615214" w:rsidRDefault="00615214" w:rsidP="00615214">
                              <w:pPr>
                                <w:rPr>
                                  <w:rFonts w:eastAsia="Times New Roman"/>
                                </w:rPr>
                              </w:pPr>
                            </w:p>
                          </w:txbxContent>
                        </wps:txbx>
                        <wps:bodyPr rot="0" vert="horz" wrap="square" lIns="91440" tIns="45720" rIns="91440" bIns="45720" anchor="t" anchorCtr="0" upright="1">
                          <a:noAutofit/>
                        </wps:bodyPr>
                      </wps:wsp>
                      <wps:wsp>
                        <wps:cNvPr id="3341" name="Freeform 21"/>
                        <wps:cNvSpPr>
                          <a:spLocks/>
                        </wps:cNvSpPr>
                        <wps:spPr bwMode="auto">
                          <a:xfrm>
                            <a:off x="221" y="362"/>
                            <a:ext cx="116" cy="568"/>
                          </a:xfrm>
                          <a:custGeom>
                            <a:avLst/>
                            <a:gdLst>
                              <a:gd name="T0" fmla="*/ 109 w 1160"/>
                              <a:gd name="T1" fmla="*/ 5638 h 5676"/>
                              <a:gd name="T2" fmla="*/ 82 w 1160"/>
                              <a:gd name="T3" fmla="*/ 5618 h 5676"/>
                              <a:gd name="T4" fmla="*/ 63 w 1160"/>
                              <a:gd name="T5" fmla="*/ 5595 h 5676"/>
                              <a:gd name="T6" fmla="*/ 38 w 1160"/>
                              <a:gd name="T7" fmla="*/ 5548 h 5676"/>
                              <a:gd name="T8" fmla="*/ 17 w 1160"/>
                              <a:gd name="T9" fmla="*/ 4875 h 5676"/>
                              <a:gd name="T10" fmla="*/ 18 w 1160"/>
                              <a:gd name="T11" fmla="*/ 3594 h 5676"/>
                              <a:gd name="T12" fmla="*/ 22 w 1160"/>
                              <a:gd name="T13" fmla="*/ 2310 h 5676"/>
                              <a:gd name="T14" fmla="*/ 18 w 1160"/>
                              <a:gd name="T15" fmla="*/ 1343 h 5676"/>
                              <a:gd name="T16" fmla="*/ 1 w 1160"/>
                              <a:gd name="T17" fmla="*/ 372 h 5676"/>
                              <a:gd name="T18" fmla="*/ 7 w 1160"/>
                              <a:gd name="T19" fmla="*/ 324 h 5676"/>
                              <a:gd name="T20" fmla="*/ 2 w 1160"/>
                              <a:gd name="T21" fmla="*/ 233 h 5676"/>
                              <a:gd name="T22" fmla="*/ 0 w 1160"/>
                              <a:gd name="T23" fmla="*/ 174 h 5676"/>
                              <a:gd name="T24" fmla="*/ 7 w 1160"/>
                              <a:gd name="T25" fmla="*/ 115 h 5676"/>
                              <a:gd name="T26" fmla="*/ 22 w 1160"/>
                              <a:gd name="T27" fmla="*/ 64 h 5676"/>
                              <a:gd name="T28" fmla="*/ 31 w 1160"/>
                              <a:gd name="T29" fmla="*/ 35 h 5676"/>
                              <a:gd name="T30" fmla="*/ 44 w 1160"/>
                              <a:gd name="T31" fmla="*/ 16 h 5676"/>
                              <a:gd name="T32" fmla="*/ 61 w 1160"/>
                              <a:gd name="T33" fmla="*/ 4 h 5676"/>
                              <a:gd name="T34" fmla="*/ 80 w 1160"/>
                              <a:gd name="T35" fmla="*/ 0 h 5676"/>
                              <a:gd name="T36" fmla="*/ 104 w 1160"/>
                              <a:gd name="T37" fmla="*/ 1 h 5676"/>
                              <a:gd name="T38" fmla="*/ 153 w 1160"/>
                              <a:gd name="T39" fmla="*/ 18 h 5676"/>
                              <a:gd name="T40" fmla="*/ 204 w 1160"/>
                              <a:gd name="T41" fmla="*/ 46 h 5676"/>
                              <a:gd name="T42" fmla="*/ 307 w 1160"/>
                              <a:gd name="T43" fmla="*/ 190 h 5676"/>
                              <a:gd name="T44" fmla="*/ 498 w 1160"/>
                              <a:gd name="T45" fmla="*/ 573 h 5676"/>
                              <a:gd name="T46" fmla="*/ 660 w 1160"/>
                              <a:gd name="T47" fmla="*/ 979 h 5676"/>
                              <a:gd name="T48" fmla="*/ 794 w 1160"/>
                              <a:gd name="T49" fmla="*/ 1403 h 5676"/>
                              <a:gd name="T50" fmla="*/ 902 w 1160"/>
                              <a:gd name="T51" fmla="*/ 1840 h 5676"/>
                              <a:gd name="T52" fmla="*/ 989 w 1160"/>
                              <a:gd name="T53" fmla="*/ 2288 h 5676"/>
                              <a:gd name="T54" fmla="*/ 1054 w 1160"/>
                              <a:gd name="T55" fmla="*/ 2742 h 5676"/>
                              <a:gd name="T56" fmla="*/ 1102 w 1160"/>
                              <a:gd name="T57" fmla="*/ 3197 h 5676"/>
                              <a:gd name="T58" fmla="*/ 1133 w 1160"/>
                              <a:gd name="T59" fmla="*/ 3649 h 5676"/>
                              <a:gd name="T60" fmla="*/ 1151 w 1160"/>
                              <a:gd name="T61" fmla="*/ 4096 h 5676"/>
                              <a:gd name="T62" fmla="*/ 1158 w 1160"/>
                              <a:gd name="T63" fmla="*/ 4533 h 5676"/>
                              <a:gd name="T64" fmla="*/ 1090 w 1160"/>
                              <a:gd name="T65" fmla="*/ 4723 h 5676"/>
                              <a:gd name="T66" fmla="*/ 996 w 1160"/>
                              <a:gd name="T67" fmla="*/ 4796 h 5676"/>
                              <a:gd name="T68" fmla="*/ 912 w 1160"/>
                              <a:gd name="T69" fmla="*/ 4872 h 5676"/>
                              <a:gd name="T70" fmla="*/ 837 w 1160"/>
                              <a:gd name="T71" fmla="*/ 4952 h 5676"/>
                              <a:gd name="T72" fmla="*/ 769 w 1160"/>
                              <a:gd name="T73" fmla="*/ 5034 h 5676"/>
                              <a:gd name="T74" fmla="*/ 708 w 1160"/>
                              <a:gd name="T75" fmla="*/ 5123 h 5676"/>
                              <a:gd name="T76" fmla="*/ 652 w 1160"/>
                              <a:gd name="T77" fmla="*/ 5218 h 5676"/>
                              <a:gd name="T78" fmla="*/ 601 w 1160"/>
                              <a:gd name="T79" fmla="*/ 5319 h 5676"/>
                              <a:gd name="T80" fmla="*/ 551 w 1160"/>
                              <a:gd name="T81" fmla="*/ 5429 h 5676"/>
                              <a:gd name="T82" fmla="*/ 488 w 1160"/>
                              <a:gd name="T83" fmla="*/ 5589 h 5676"/>
                              <a:gd name="T84" fmla="*/ 401 w 1160"/>
                              <a:gd name="T85" fmla="*/ 5672 h 5676"/>
                              <a:gd name="T86" fmla="*/ 297 w 1160"/>
                              <a:gd name="T87" fmla="*/ 5661 h 5676"/>
                              <a:gd name="T88" fmla="*/ 234 w 1160"/>
                              <a:gd name="T89" fmla="*/ 5660 h 5676"/>
                              <a:gd name="T90" fmla="*/ 179 w 1160"/>
                              <a:gd name="T91" fmla="*/ 5666 h 56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1160" h="5676">
                                <a:moveTo>
                                  <a:pt x="165" y="5670"/>
                                </a:moveTo>
                                <a:lnTo>
                                  <a:pt x="133" y="5653"/>
                                </a:lnTo>
                                <a:lnTo>
                                  <a:pt x="109" y="5638"/>
                                </a:lnTo>
                                <a:lnTo>
                                  <a:pt x="100" y="5631"/>
                                </a:lnTo>
                                <a:lnTo>
                                  <a:pt x="90" y="5625"/>
                                </a:lnTo>
                                <a:lnTo>
                                  <a:pt x="82" y="5618"/>
                                </a:lnTo>
                                <a:lnTo>
                                  <a:pt x="76" y="5611"/>
                                </a:lnTo>
                                <a:lnTo>
                                  <a:pt x="70" y="5603"/>
                                </a:lnTo>
                                <a:lnTo>
                                  <a:pt x="63" y="5595"/>
                                </a:lnTo>
                                <a:lnTo>
                                  <a:pt x="57" y="5585"/>
                                </a:lnTo>
                                <a:lnTo>
                                  <a:pt x="51" y="5574"/>
                                </a:lnTo>
                                <a:lnTo>
                                  <a:pt x="38" y="5548"/>
                                </a:lnTo>
                                <a:lnTo>
                                  <a:pt x="22" y="5512"/>
                                </a:lnTo>
                                <a:lnTo>
                                  <a:pt x="19" y="5194"/>
                                </a:lnTo>
                                <a:lnTo>
                                  <a:pt x="17" y="4875"/>
                                </a:lnTo>
                                <a:lnTo>
                                  <a:pt x="16" y="4555"/>
                                </a:lnTo>
                                <a:lnTo>
                                  <a:pt x="16" y="4235"/>
                                </a:lnTo>
                                <a:lnTo>
                                  <a:pt x="18" y="3594"/>
                                </a:lnTo>
                                <a:lnTo>
                                  <a:pt x="20" y="2953"/>
                                </a:lnTo>
                                <a:lnTo>
                                  <a:pt x="21" y="2631"/>
                                </a:lnTo>
                                <a:lnTo>
                                  <a:pt x="22" y="2310"/>
                                </a:lnTo>
                                <a:lnTo>
                                  <a:pt x="22" y="1987"/>
                                </a:lnTo>
                                <a:lnTo>
                                  <a:pt x="20" y="1665"/>
                                </a:lnTo>
                                <a:lnTo>
                                  <a:pt x="18" y="1343"/>
                                </a:lnTo>
                                <a:lnTo>
                                  <a:pt x="14" y="1019"/>
                                </a:lnTo>
                                <a:lnTo>
                                  <a:pt x="8" y="696"/>
                                </a:lnTo>
                                <a:lnTo>
                                  <a:pt x="1" y="372"/>
                                </a:lnTo>
                                <a:lnTo>
                                  <a:pt x="4" y="357"/>
                                </a:lnTo>
                                <a:lnTo>
                                  <a:pt x="6" y="342"/>
                                </a:lnTo>
                                <a:lnTo>
                                  <a:pt x="7" y="324"/>
                                </a:lnTo>
                                <a:lnTo>
                                  <a:pt x="7" y="307"/>
                                </a:lnTo>
                                <a:lnTo>
                                  <a:pt x="5" y="272"/>
                                </a:lnTo>
                                <a:lnTo>
                                  <a:pt x="2" y="233"/>
                                </a:lnTo>
                                <a:lnTo>
                                  <a:pt x="1" y="214"/>
                                </a:lnTo>
                                <a:lnTo>
                                  <a:pt x="0" y="195"/>
                                </a:lnTo>
                                <a:lnTo>
                                  <a:pt x="0" y="174"/>
                                </a:lnTo>
                                <a:lnTo>
                                  <a:pt x="1" y="155"/>
                                </a:lnTo>
                                <a:lnTo>
                                  <a:pt x="3" y="135"/>
                                </a:lnTo>
                                <a:lnTo>
                                  <a:pt x="7" y="115"/>
                                </a:lnTo>
                                <a:lnTo>
                                  <a:pt x="13" y="95"/>
                                </a:lnTo>
                                <a:lnTo>
                                  <a:pt x="21" y="76"/>
                                </a:lnTo>
                                <a:lnTo>
                                  <a:pt x="22" y="64"/>
                                </a:lnTo>
                                <a:lnTo>
                                  <a:pt x="25" y="53"/>
                                </a:lnTo>
                                <a:lnTo>
                                  <a:pt x="28" y="44"/>
                                </a:lnTo>
                                <a:lnTo>
                                  <a:pt x="31" y="35"/>
                                </a:lnTo>
                                <a:lnTo>
                                  <a:pt x="34" y="28"/>
                                </a:lnTo>
                                <a:lnTo>
                                  <a:pt x="38" y="21"/>
                                </a:lnTo>
                                <a:lnTo>
                                  <a:pt x="44" y="16"/>
                                </a:lnTo>
                                <a:lnTo>
                                  <a:pt x="49" y="10"/>
                                </a:lnTo>
                                <a:lnTo>
                                  <a:pt x="55" y="7"/>
                                </a:lnTo>
                                <a:lnTo>
                                  <a:pt x="61" y="4"/>
                                </a:lnTo>
                                <a:lnTo>
                                  <a:pt x="67" y="2"/>
                                </a:lnTo>
                                <a:lnTo>
                                  <a:pt x="74" y="1"/>
                                </a:lnTo>
                                <a:lnTo>
                                  <a:pt x="80" y="0"/>
                                </a:lnTo>
                                <a:lnTo>
                                  <a:pt x="88" y="0"/>
                                </a:lnTo>
                                <a:lnTo>
                                  <a:pt x="95" y="0"/>
                                </a:lnTo>
                                <a:lnTo>
                                  <a:pt x="104" y="1"/>
                                </a:lnTo>
                                <a:lnTo>
                                  <a:pt x="120" y="5"/>
                                </a:lnTo>
                                <a:lnTo>
                                  <a:pt x="136" y="10"/>
                                </a:lnTo>
                                <a:lnTo>
                                  <a:pt x="153" y="18"/>
                                </a:lnTo>
                                <a:lnTo>
                                  <a:pt x="170" y="26"/>
                                </a:lnTo>
                                <a:lnTo>
                                  <a:pt x="188" y="36"/>
                                </a:lnTo>
                                <a:lnTo>
                                  <a:pt x="204" y="46"/>
                                </a:lnTo>
                                <a:lnTo>
                                  <a:pt x="220" y="58"/>
                                </a:lnTo>
                                <a:lnTo>
                                  <a:pt x="236" y="68"/>
                                </a:lnTo>
                                <a:lnTo>
                                  <a:pt x="307" y="190"/>
                                </a:lnTo>
                                <a:lnTo>
                                  <a:pt x="374" y="315"/>
                                </a:lnTo>
                                <a:lnTo>
                                  <a:pt x="438" y="443"/>
                                </a:lnTo>
                                <a:lnTo>
                                  <a:pt x="498" y="573"/>
                                </a:lnTo>
                                <a:lnTo>
                                  <a:pt x="556" y="706"/>
                                </a:lnTo>
                                <a:lnTo>
                                  <a:pt x="609" y="842"/>
                                </a:lnTo>
                                <a:lnTo>
                                  <a:pt x="660" y="979"/>
                                </a:lnTo>
                                <a:lnTo>
                                  <a:pt x="708" y="1119"/>
                                </a:lnTo>
                                <a:lnTo>
                                  <a:pt x="752" y="1260"/>
                                </a:lnTo>
                                <a:lnTo>
                                  <a:pt x="794" y="1403"/>
                                </a:lnTo>
                                <a:lnTo>
                                  <a:pt x="832" y="1547"/>
                                </a:lnTo>
                                <a:lnTo>
                                  <a:pt x="869" y="1693"/>
                                </a:lnTo>
                                <a:lnTo>
                                  <a:pt x="902" y="1840"/>
                                </a:lnTo>
                                <a:lnTo>
                                  <a:pt x="933" y="1989"/>
                                </a:lnTo>
                                <a:lnTo>
                                  <a:pt x="962" y="2138"/>
                                </a:lnTo>
                                <a:lnTo>
                                  <a:pt x="989" y="2288"/>
                                </a:lnTo>
                                <a:lnTo>
                                  <a:pt x="1013" y="2438"/>
                                </a:lnTo>
                                <a:lnTo>
                                  <a:pt x="1034" y="2589"/>
                                </a:lnTo>
                                <a:lnTo>
                                  <a:pt x="1054" y="2742"/>
                                </a:lnTo>
                                <a:lnTo>
                                  <a:pt x="1072" y="2893"/>
                                </a:lnTo>
                                <a:lnTo>
                                  <a:pt x="1088" y="3045"/>
                                </a:lnTo>
                                <a:lnTo>
                                  <a:pt x="1102" y="3197"/>
                                </a:lnTo>
                                <a:lnTo>
                                  <a:pt x="1113" y="3348"/>
                                </a:lnTo>
                                <a:lnTo>
                                  <a:pt x="1124" y="3499"/>
                                </a:lnTo>
                                <a:lnTo>
                                  <a:pt x="1133" y="3649"/>
                                </a:lnTo>
                                <a:lnTo>
                                  <a:pt x="1140" y="3799"/>
                                </a:lnTo>
                                <a:lnTo>
                                  <a:pt x="1147" y="3948"/>
                                </a:lnTo>
                                <a:lnTo>
                                  <a:pt x="1151" y="4096"/>
                                </a:lnTo>
                                <a:lnTo>
                                  <a:pt x="1155" y="4243"/>
                                </a:lnTo>
                                <a:lnTo>
                                  <a:pt x="1157" y="4389"/>
                                </a:lnTo>
                                <a:lnTo>
                                  <a:pt x="1158" y="4533"/>
                                </a:lnTo>
                                <a:lnTo>
                                  <a:pt x="1160" y="4675"/>
                                </a:lnTo>
                                <a:lnTo>
                                  <a:pt x="1124" y="4699"/>
                                </a:lnTo>
                                <a:lnTo>
                                  <a:pt x="1090" y="4723"/>
                                </a:lnTo>
                                <a:lnTo>
                                  <a:pt x="1058" y="4747"/>
                                </a:lnTo>
                                <a:lnTo>
                                  <a:pt x="1027" y="4772"/>
                                </a:lnTo>
                                <a:lnTo>
                                  <a:pt x="996" y="4796"/>
                                </a:lnTo>
                                <a:lnTo>
                                  <a:pt x="966" y="4821"/>
                                </a:lnTo>
                                <a:lnTo>
                                  <a:pt x="939" y="4847"/>
                                </a:lnTo>
                                <a:lnTo>
                                  <a:pt x="912" y="4872"/>
                                </a:lnTo>
                                <a:lnTo>
                                  <a:pt x="886" y="4898"/>
                                </a:lnTo>
                                <a:lnTo>
                                  <a:pt x="861" y="4924"/>
                                </a:lnTo>
                                <a:lnTo>
                                  <a:pt x="837" y="4952"/>
                                </a:lnTo>
                                <a:lnTo>
                                  <a:pt x="813" y="4979"/>
                                </a:lnTo>
                                <a:lnTo>
                                  <a:pt x="790" y="5006"/>
                                </a:lnTo>
                                <a:lnTo>
                                  <a:pt x="769" y="5034"/>
                                </a:lnTo>
                                <a:lnTo>
                                  <a:pt x="749" y="5063"/>
                                </a:lnTo>
                                <a:lnTo>
                                  <a:pt x="728" y="5093"/>
                                </a:lnTo>
                                <a:lnTo>
                                  <a:pt x="708" y="5123"/>
                                </a:lnTo>
                                <a:lnTo>
                                  <a:pt x="689" y="5154"/>
                                </a:lnTo>
                                <a:lnTo>
                                  <a:pt x="670" y="5185"/>
                                </a:lnTo>
                                <a:lnTo>
                                  <a:pt x="652" y="5218"/>
                                </a:lnTo>
                                <a:lnTo>
                                  <a:pt x="635" y="5251"/>
                                </a:lnTo>
                                <a:lnTo>
                                  <a:pt x="618" y="5285"/>
                                </a:lnTo>
                                <a:lnTo>
                                  <a:pt x="601" y="5319"/>
                                </a:lnTo>
                                <a:lnTo>
                                  <a:pt x="583" y="5355"/>
                                </a:lnTo>
                                <a:lnTo>
                                  <a:pt x="567" y="5391"/>
                                </a:lnTo>
                                <a:lnTo>
                                  <a:pt x="551" y="5429"/>
                                </a:lnTo>
                                <a:lnTo>
                                  <a:pt x="535" y="5467"/>
                                </a:lnTo>
                                <a:lnTo>
                                  <a:pt x="519" y="5507"/>
                                </a:lnTo>
                                <a:lnTo>
                                  <a:pt x="488" y="5589"/>
                                </a:lnTo>
                                <a:lnTo>
                                  <a:pt x="457" y="5676"/>
                                </a:lnTo>
                                <a:lnTo>
                                  <a:pt x="433" y="5675"/>
                                </a:lnTo>
                                <a:lnTo>
                                  <a:pt x="401" y="5672"/>
                                </a:lnTo>
                                <a:lnTo>
                                  <a:pt x="361" y="5668"/>
                                </a:lnTo>
                                <a:lnTo>
                                  <a:pt x="320" y="5663"/>
                                </a:lnTo>
                                <a:lnTo>
                                  <a:pt x="297" y="5661"/>
                                </a:lnTo>
                                <a:lnTo>
                                  <a:pt x="276" y="5660"/>
                                </a:lnTo>
                                <a:lnTo>
                                  <a:pt x="254" y="5660"/>
                                </a:lnTo>
                                <a:lnTo>
                                  <a:pt x="234" y="5660"/>
                                </a:lnTo>
                                <a:lnTo>
                                  <a:pt x="213" y="5660"/>
                                </a:lnTo>
                                <a:lnTo>
                                  <a:pt x="195" y="5662"/>
                                </a:lnTo>
                                <a:lnTo>
                                  <a:pt x="179" y="5666"/>
                                </a:lnTo>
                                <a:lnTo>
                                  <a:pt x="165" y="567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615214" w:rsidRDefault="00615214" w:rsidP="00615214">
                              <w:pPr>
                                <w:rPr>
                                  <w:rFonts w:eastAsia="Times New Roman"/>
                                </w:rPr>
                              </w:pPr>
                            </w:p>
                          </w:txbxContent>
                        </wps:txbx>
                        <wps:bodyPr rot="0" vert="horz" wrap="square" lIns="91440" tIns="45720" rIns="91440" bIns="45720" anchor="t" anchorCtr="0" upright="1">
                          <a:noAutofit/>
                        </wps:bodyPr>
                      </wps:wsp>
                      <wps:wsp>
                        <wps:cNvPr id="3342" name="Freeform 22"/>
                        <wps:cNvSpPr>
                          <a:spLocks/>
                        </wps:cNvSpPr>
                        <wps:spPr bwMode="auto">
                          <a:xfrm>
                            <a:off x="221" y="362"/>
                            <a:ext cx="116" cy="568"/>
                          </a:xfrm>
                          <a:custGeom>
                            <a:avLst/>
                            <a:gdLst>
                              <a:gd name="T0" fmla="*/ 109 w 1160"/>
                              <a:gd name="T1" fmla="*/ 5638 h 5676"/>
                              <a:gd name="T2" fmla="*/ 82 w 1160"/>
                              <a:gd name="T3" fmla="*/ 5618 h 5676"/>
                              <a:gd name="T4" fmla="*/ 63 w 1160"/>
                              <a:gd name="T5" fmla="*/ 5595 h 5676"/>
                              <a:gd name="T6" fmla="*/ 38 w 1160"/>
                              <a:gd name="T7" fmla="*/ 5548 h 5676"/>
                              <a:gd name="T8" fmla="*/ 17 w 1160"/>
                              <a:gd name="T9" fmla="*/ 4875 h 5676"/>
                              <a:gd name="T10" fmla="*/ 18 w 1160"/>
                              <a:gd name="T11" fmla="*/ 3594 h 5676"/>
                              <a:gd name="T12" fmla="*/ 22 w 1160"/>
                              <a:gd name="T13" fmla="*/ 2310 h 5676"/>
                              <a:gd name="T14" fmla="*/ 18 w 1160"/>
                              <a:gd name="T15" fmla="*/ 1343 h 5676"/>
                              <a:gd name="T16" fmla="*/ 1 w 1160"/>
                              <a:gd name="T17" fmla="*/ 372 h 5676"/>
                              <a:gd name="T18" fmla="*/ 7 w 1160"/>
                              <a:gd name="T19" fmla="*/ 324 h 5676"/>
                              <a:gd name="T20" fmla="*/ 2 w 1160"/>
                              <a:gd name="T21" fmla="*/ 233 h 5676"/>
                              <a:gd name="T22" fmla="*/ 0 w 1160"/>
                              <a:gd name="T23" fmla="*/ 174 h 5676"/>
                              <a:gd name="T24" fmla="*/ 7 w 1160"/>
                              <a:gd name="T25" fmla="*/ 115 h 5676"/>
                              <a:gd name="T26" fmla="*/ 22 w 1160"/>
                              <a:gd name="T27" fmla="*/ 64 h 5676"/>
                              <a:gd name="T28" fmla="*/ 31 w 1160"/>
                              <a:gd name="T29" fmla="*/ 35 h 5676"/>
                              <a:gd name="T30" fmla="*/ 44 w 1160"/>
                              <a:gd name="T31" fmla="*/ 16 h 5676"/>
                              <a:gd name="T32" fmla="*/ 61 w 1160"/>
                              <a:gd name="T33" fmla="*/ 4 h 5676"/>
                              <a:gd name="T34" fmla="*/ 80 w 1160"/>
                              <a:gd name="T35" fmla="*/ 0 h 5676"/>
                              <a:gd name="T36" fmla="*/ 104 w 1160"/>
                              <a:gd name="T37" fmla="*/ 1 h 5676"/>
                              <a:gd name="T38" fmla="*/ 153 w 1160"/>
                              <a:gd name="T39" fmla="*/ 18 h 5676"/>
                              <a:gd name="T40" fmla="*/ 204 w 1160"/>
                              <a:gd name="T41" fmla="*/ 46 h 5676"/>
                              <a:gd name="T42" fmla="*/ 307 w 1160"/>
                              <a:gd name="T43" fmla="*/ 190 h 5676"/>
                              <a:gd name="T44" fmla="*/ 498 w 1160"/>
                              <a:gd name="T45" fmla="*/ 573 h 5676"/>
                              <a:gd name="T46" fmla="*/ 660 w 1160"/>
                              <a:gd name="T47" fmla="*/ 979 h 5676"/>
                              <a:gd name="T48" fmla="*/ 794 w 1160"/>
                              <a:gd name="T49" fmla="*/ 1403 h 5676"/>
                              <a:gd name="T50" fmla="*/ 902 w 1160"/>
                              <a:gd name="T51" fmla="*/ 1840 h 5676"/>
                              <a:gd name="T52" fmla="*/ 989 w 1160"/>
                              <a:gd name="T53" fmla="*/ 2288 h 5676"/>
                              <a:gd name="T54" fmla="*/ 1054 w 1160"/>
                              <a:gd name="T55" fmla="*/ 2742 h 5676"/>
                              <a:gd name="T56" fmla="*/ 1102 w 1160"/>
                              <a:gd name="T57" fmla="*/ 3197 h 5676"/>
                              <a:gd name="T58" fmla="*/ 1133 w 1160"/>
                              <a:gd name="T59" fmla="*/ 3649 h 5676"/>
                              <a:gd name="T60" fmla="*/ 1151 w 1160"/>
                              <a:gd name="T61" fmla="*/ 4096 h 5676"/>
                              <a:gd name="T62" fmla="*/ 1158 w 1160"/>
                              <a:gd name="T63" fmla="*/ 4533 h 5676"/>
                              <a:gd name="T64" fmla="*/ 1090 w 1160"/>
                              <a:gd name="T65" fmla="*/ 4723 h 5676"/>
                              <a:gd name="T66" fmla="*/ 996 w 1160"/>
                              <a:gd name="T67" fmla="*/ 4796 h 5676"/>
                              <a:gd name="T68" fmla="*/ 912 w 1160"/>
                              <a:gd name="T69" fmla="*/ 4872 h 5676"/>
                              <a:gd name="T70" fmla="*/ 837 w 1160"/>
                              <a:gd name="T71" fmla="*/ 4952 h 5676"/>
                              <a:gd name="T72" fmla="*/ 769 w 1160"/>
                              <a:gd name="T73" fmla="*/ 5034 h 5676"/>
                              <a:gd name="T74" fmla="*/ 708 w 1160"/>
                              <a:gd name="T75" fmla="*/ 5123 h 5676"/>
                              <a:gd name="T76" fmla="*/ 652 w 1160"/>
                              <a:gd name="T77" fmla="*/ 5218 h 5676"/>
                              <a:gd name="T78" fmla="*/ 601 w 1160"/>
                              <a:gd name="T79" fmla="*/ 5319 h 5676"/>
                              <a:gd name="T80" fmla="*/ 551 w 1160"/>
                              <a:gd name="T81" fmla="*/ 5429 h 5676"/>
                              <a:gd name="T82" fmla="*/ 488 w 1160"/>
                              <a:gd name="T83" fmla="*/ 5589 h 5676"/>
                              <a:gd name="T84" fmla="*/ 401 w 1160"/>
                              <a:gd name="T85" fmla="*/ 5672 h 5676"/>
                              <a:gd name="T86" fmla="*/ 297 w 1160"/>
                              <a:gd name="T87" fmla="*/ 5661 h 5676"/>
                              <a:gd name="T88" fmla="*/ 234 w 1160"/>
                              <a:gd name="T89" fmla="*/ 5660 h 5676"/>
                              <a:gd name="T90" fmla="*/ 179 w 1160"/>
                              <a:gd name="T91" fmla="*/ 5666 h 56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1160" h="5676">
                                <a:moveTo>
                                  <a:pt x="165" y="5670"/>
                                </a:moveTo>
                                <a:lnTo>
                                  <a:pt x="133" y="5653"/>
                                </a:lnTo>
                                <a:lnTo>
                                  <a:pt x="109" y="5638"/>
                                </a:lnTo>
                                <a:lnTo>
                                  <a:pt x="100" y="5631"/>
                                </a:lnTo>
                                <a:lnTo>
                                  <a:pt x="90" y="5625"/>
                                </a:lnTo>
                                <a:lnTo>
                                  <a:pt x="82" y="5618"/>
                                </a:lnTo>
                                <a:lnTo>
                                  <a:pt x="76" y="5611"/>
                                </a:lnTo>
                                <a:lnTo>
                                  <a:pt x="70" y="5603"/>
                                </a:lnTo>
                                <a:lnTo>
                                  <a:pt x="63" y="5595"/>
                                </a:lnTo>
                                <a:lnTo>
                                  <a:pt x="57" y="5585"/>
                                </a:lnTo>
                                <a:lnTo>
                                  <a:pt x="51" y="5574"/>
                                </a:lnTo>
                                <a:lnTo>
                                  <a:pt x="38" y="5548"/>
                                </a:lnTo>
                                <a:lnTo>
                                  <a:pt x="22" y="5512"/>
                                </a:lnTo>
                                <a:lnTo>
                                  <a:pt x="19" y="5194"/>
                                </a:lnTo>
                                <a:lnTo>
                                  <a:pt x="17" y="4875"/>
                                </a:lnTo>
                                <a:lnTo>
                                  <a:pt x="16" y="4555"/>
                                </a:lnTo>
                                <a:lnTo>
                                  <a:pt x="16" y="4235"/>
                                </a:lnTo>
                                <a:lnTo>
                                  <a:pt x="18" y="3594"/>
                                </a:lnTo>
                                <a:lnTo>
                                  <a:pt x="20" y="2953"/>
                                </a:lnTo>
                                <a:lnTo>
                                  <a:pt x="21" y="2631"/>
                                </a:lnTo>
                                <a:lnTo>
                                  <a:pt x="22" y="2310"/>
                                </a:lnTo>
                                <a:lnTo>
                                  <a:pt x="22" y="1987"/>
                                </a:lnTo>
                                <a:lnTo>
                                  <a:pt x="20" y="1665"/>
                                </a:lnTo>
                                <a:lnTo>
                                  <a:pt x="18" y="1343"/>
                                </a:lnTo>
                                <a:lnTo>
                                  <a:pt x="14" y="1019"/>
                                </a:lnTo>
                                <a:lnTo>
                                  <a:pt x="8" y="696"/>
                                </a:lnTo>
                                <a:lnTo>
                                  <a:pt x="1" y="372"/>
                                </a:lnTo>
                                <a:lnTo>
                                  <a:pt x="4" y="357"/>
                                </a:lnTo>
                                <a:lnTo>
                                  <a:pt x="6" y="342"/>
                                </a:lnTo>
                                <a:lnTo>
                                  <a:pt x="7" y="324"/>
                                </a:lnTo>
                                <a:lnTo>
                                  <a:pt x="7" y="307"/>
                                </a:lnTo>
                                <a:lnTo>
                                  <a:pt x="5" y="272"/>
                                </a:lnTo>
                                <a:lnTo>
                                  <a:pt x="2" y="233"/>
                                </a:lnTo>
                                <a:lnTo>
                                  <a:pt x="1" y="214"/>
                                </a:lnTo>
                                <a:lnTo>
                                  <a:pt x="0" y="195"/>
                                </a:lnTo>
                                <a:lnTo>
                                  <a:pt x="0" y="174"/>
                                </a:lnTo>
                                <a:lnTo>
                                  <a:pt x="1" y="155"/>
                                </a:lnTo>
                                <a:lnTo>
                                  <a:pt x="3" y="135"/>
                                </a:lnTo>
                                <a:lnTo>
                                  <a:pt x="7" y="115"/>
                                </a:lnTo>
                                <a:lnTo>
                                  <a:pt x="13" y="95"/>
                                </a:lnTo>
                                <a:lnTo>
                                  <a:pt x="21" y="76"/>
                                </a:lnTo>
                                <a:lnTo>
                                  <a:pt x="22" y="64"/>
                                </a:lnTo>
                                <a:lnTo>
                                  <a:pt x="25" y="53"/>
                                </a:lnTo>
                                <a:lnTo>
                                  <a:pt x="28" y="44"/>
                                </a:lnTo>
                                <a:lnTo>
                                  <a:pt x="31" y="35"/>
                                </a:lnTo>
                                <a:lnTo>
                                  <a:pt x="34" y="28"/>
                                </a:lnTo>
                                <a:lnTo>
                                  <a:pt x="38" y="21"/>
                                </a:lnTo>
                                <a:lnTo>
                                  <a:pt x="44" y="16"/>
                                </a:lnTo>
                                <a:lnTo>
                                  <a:pt x="49" y="10"/>
                                </a:lnTo>
                                <a:lnTo>
                                  <a:pt x="55" y="7"/>
                                </a:lnTo>
                                <a:lnTo>
                                  <a:pt x="61" y="4"/>
                                </a:lnTo>
                                <a:lnTo>
                                  <a:pt x="67" y="2"/>
                                </a:lnTo>
                                <a:lnTo>
                                  <a:pt x="74" y="1"/>
                                </a:lnTo>
                                <a:lnTo>
                                  <a:pt x="80" y="0"/>
                                </a:lnTo>
                                <a:lnTo>
                                  <a:pt x="88" y="0"/>
                                </a:lnTo>
                                <a:lnTo>
                                  <a:pt x="95" y="0"/>
                                </a:lnTo>
                                <a:lnTo>
                                  <a:pt x="104" y="1"/>
                                </a:lnTo>
                                <a:lnTo>
                                  <a:pt x="120" y="5"/>
                                </a:lnTo>
                                <a:lnTo>
                                  <a:pt x="136" y="10"/>
                                </a:lnTo>
                                <a:lnTo>
                                  <a:pt x="153" y="18"/>
                                </a:lnTo>
                                <a:lnTo>
                                  <a:pt x="170" y="26"/>
                                </a:lnTo>
                                <a:lnTo>
                                  <a:pt x="188" y="36"/>
                                </a:lnTo>
                                <a:lnTo>
                                  <a:pt x="204" y="46"/>
                                </a:lnTo>
                                <a:lnTo>
                                  <a:pt x="220" y="58"/>
                                </a:lnTo>
                                <a:lnTo>
                                  <a:pt x="236" y="68"/>
                                </a:lnTo>
                                <a:lnTo>
                                  <a:pt x="307" y="190"/>
                                </a:lnTo>
                                <a:lnTo>
                                  <a:pt x="374" y="315"/>
                                </a:lnTo>
                                <a:lnTo>
                                  <a:pt x="438" y="443"/>
                                </a:lnTo>
                                <a:lnTo>
                                  <a:pt x="498" y="573"/>
                                </a:lnTo>
                                <a:lnTo>
                                  <a:pt x="556" y="706"/>
                                </a:lnTo>
                                <a:lnTo>
                                  <a:pt x="609" y="842"/>
                                </a:lnTo>
                                <a:lnTo>
                                  <a:pt x="660" y="979"/>
                                </a:lnTo>
                                <a:lnTo>
                                  <a:pt x="708" y="1119"/>
                                </a:lnTo>
                                <a:lnTo>
                                  <a:pt x="752" y="1260"/>
                                </a:lnTo>
                                <a:lnTo>
                                  <a:pt x="794" y="1403"/>
                                </a:lnTo>
                                <a:lnTo>
                                  <a:pt x="832" y="1547"/>
                                </a:lnTo>
                                <a:lnTo>
                                  <a:pt x="869" y="1693"/>
                                </a:lnTo>
                                <a:lnTo>
                                  <a:pt x="902" y="1840"/>
                                </a:lnTo>
                                <a:lnTo>
                                  <a:pt x="933" y="1989"/>
                                </a:lnTo>
                                <a:lnTo>
                                  <a:pt x="962" y="2138"/>
                                </a:lnTo>
                                <a:lnTo>
                                  <a:pt x="989" y="2288"/>
                                </a:lnTo>
                                <a:lnTo>
                                  <a:pt x="1013" y="2438"/>
                                </a:lnTo>
                                <a:lnTo>
                                  <a:pt x="1034" y="2589"/>
                                </a:lnTo>
                                <a:lnTo>
                                  <a:pt x="1054" y="2742"/>
                                </a:lnTo>
                                <a:lnTo>
                                  <a:pt x="1072" y="2893"/>
                                </a:lnTo>
                                <a:lnTo>
                                  <a:pt x="1088" y="3045"/>
                                </a:lnTo>
                                <a:lnTo>
                                  <a:pt x="1102" y="3197"/>
                                </a:lnTo>
                                <a:lnTo>
                                  <a:pt x="1113" y="3348"/>
                                </a:lnTo>
                                <a:lnTo>
                                  <a:pt x="1124" y="3499"/>
                                </a:lnTo>
                                <a:lnTo>
                                  <a:pt x="1133" y="3649"/>
                                </a:lnTo>
                                <a:lnTo>
                                  <a:pt x="1140" y="3799"/>
                                </a:lnTo>
                                <a:lnTo>
                                  <a:pt x="1147" y="3948"/>
                                </a:lnTo>
                                <a:lnTo>
                                  <a:pt x="1151" y="4096"/>
                                </a:lnTo>
                                <a:lnTo>
                                  <a:pt x="1155" y="4243"/>
                                </a:lnTo>
                                <a:lnTo>
                                  <a:pt x="1157" y="4389"/>
                                </a:lnTo>
                                <a:lnTo>
                                  <a:pt x="1158" y="4533"/>
                                </a:lnTo>
                                <a:lnTo>
                                  <a:pt x="1160" y="4675"/>
                                </a:lnTo>
                                <a:lnTo>
                                  <a:pt x="1124" y="4699"/>
                                </a:lnTo>
                                <a:lnTo>
                                  <a:pt x="1090" y="4723"/>
                                </a:lnTo>
                                <a:lnTo>
                                  <a:pt x="1058" y="4747"/>
                                </a:lnTo>
                                <a:lnTo>
                                  <a:pt x="1027" y="4772"/>
                                </a:lnTo>
                                <a:lnTo>
                                  <a:pt x="996" y="4796"/>
                                </a:lnTo>
                                <a:lnTo>
                                  <a:pt x="966" y="4821"/>
                                </a:lnTo>
                                <a:lnTo>
                                  <a:pt x="939" y="4847"/>
                                </a:lnTo>
                                <a:lnTo>
                                  <a:pt x="912" y="4872"/>
                                </a:lnTo>
                                <a:lnTo>
                                  <a:pt x="886" y="4898"/>
                                </a:lnTo>
                                <a:lnTo>
                                  <a:pt x="861" y="4924"/>
                                </a:lnTo>
                                <a:lnTo>
                                  <a:pt x="837" y="4952"/>
                                </a:lnTo>
                                <a:lnTo>
                                  <a:pt x="813" y="4979"/>
                                </a:lnTo>
                                <a:lnTo>
                                  <a:pt x="790" y="5006"/>
                                </a:lnTo>
                                <a:lnTo>
                                  <a:pt x="769" y="5034"/>
                                </a:lnTo>
                                <a:lnTo>
                                  <a:pt x="749" y="5063"/>
                                </a:lnTo>
                                <a:lnTo>
                                  <a:pt x="728" y="5093"/>
                                </a:lnTo>
                                <a:lnTo>
                                  <a:pt x="708" y="5123"/>
                                </a:lnTo>
                                <a:lnTo>
                                  <a:pt x="689" y="5154"/>
                                </a:lnTo>
                                <a:lnTo>
                                  <a:pt x="670" y="5185"/>
                                </a:lnTo>
                                <a:lnTo>
                                  <a:pt x="652" y="5218"/>
                                </a:lnTo>
                                <a:lnTo>
                                  <a:pt x="635" y="5251"/>
                                </a:lnTo>
                                <a:lnTo>
                                  <a:pt x="618" y="5285"/>
                                </a:lnTo>
                                <a:lnTo>
                                  <a:pt x="601" y="5319"/>
                                </a:lnTo>
                                <a:lnTo>
                                  <a:pt x="583" y="5355"/>
                                </a:lnTo>
                                <a:lnTo>
                                  <a:pt x="567" y="5391"/>
                                </a:lnTo>
                                <a:lnTo>
                                  <a:pt x="551" y="5429"/>
                                </a:lnTo>
                                <a:lnTo>
                                  <a:pt x="535" y="5467"/>
                                </a:lnTo>
                                <a:lnTo>
                                  <a:pt x="519" y="5507"/>
                                </a:lnTo>
                                <a:lnTo>
                                  <a:pt x="488" y="5589"/>
                                </a:lnTo>
                                <a:lnTo>
                                  <a:pt x="457" y="5676"/>
                                </a:lnTo>
                                <a:lnTo>
                                  <a:pt x="433" y="5675"/>
                                </a:lnTo>
                                <a:lnTo>
                                  <a:pt x="401" y="5672"/>
                                </a:lnTo>
                                <a:lnTo>
                                  <a:pt x="361" y="5668"/>
                                </a:lnTo>
                                <a:lnTo>
                                  <a:pt x="320" y="5663"/>
                                </a:lnTo>
                                <a:lnTo>
                                  <a:pt x="297" y="5661"/>
                                </a:lnTo>
                                <a:lnTo>
                                  <a:pt x="276" y="5660"/>
                                </a:lnTo>
                                <a:lnTo>
                                  <a:pt x="254" y="5660"/>
                                </a:lnTo>
                                <a:lnTo>
                                  <a:pt x="234" y="5660"/>
                                </a:lnTo>
                                <a:lnTo>
                                  <a:pt x="213" y="5660"/>
                                </a:lnTo>
                                <a:lnTo>
                                  <a:pt x="195" y="5662"/>
                                </a:lnTo>
                                <a:lnTo>
                                  <a:pt x="179" y="5666"/>
                                </a:lnTo>
                                <a:lnTo>
                                  <a:pt x="165" y="567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615214" w:rsidRDefault="00615214" w:rsidP="00615214">
                              <w:pPr>
                                <w:rPr>
                                  <w:rFonts w:eastAsia="Times New Roman"/>
                                </w:rPr>
                              </w:pPr>
                            </w:p>
                          </w:txbxContent>
                        </wps:txbx>
                        <wps:bodyPr rot="0" vert="horz" wrap="square" lIns="91440" tIns="45720" rIns="91440" bIns="45720" anchor="t" anchorCtr="0" upright="1">
                          <a:noAutofit/>
                        </wps:bodyPr>
                      </wps:wsp>
                      <wps:wsp>
                        <wps:cNvPr id="3343" name="Rectangle 23"/>
                        <wps:cNvSpPr>
                          <a:spLocks noChangeArrowheads="1"/>
                        </wps:cNvSpPr>
                        <wps:spPr bwMode="auto">
                          <a:xfrm>
                            <a:off x="0" y="430"/>
                            <a:ext cx="40" cy="748"/>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15214" w:rsidRDefault="00615214" w:rsidP="00615214">
                              <w:pPr>
                                <w:rPr>
                                  <w:rFonts w:eastAsia="Times New Roman"/>
                                </w:rPr>
                              </w:pPr>
                            </w:p>
                          </w:txbxContent>
                        </wps:txbx>
                        <wps:bodyPr rot="0" vert="horz" wrap="square" lIns="91440" tIns="45720" rIns="91440" bIns="45720" anchor="t" anchorCtr="0" upright="1">
                          <a:noAutofit/>
                        </wps:bodyPr>
                      </wps:wsp>
                      <wps:wsp>
                        <wps:cNvPr id="3344" name="Freeform 24"/>
                        <wps:cNvSpPr>
                          <a:spLocks/>
                        </wps:cNvSpPr>
                        <wps:spPr bwMode="auto">
                          <a:xfrm>
                            <a:off x="0" y="1178"/>
                            <a:ext cx="40" cy="163"/>
                          </a:xfrm>
                          <a:custGeom>
                            <a:avLst/>
                            <a:gdLst>
                              <a:gd name="T0" fmla="*/ 400 w 400"/>
                              <a:gd name="T1" fmla="*/ 1615 h 1632"/>
                              <a:gd name="T2" fmla="*/ 400 w 400"/>
                              <a:gd name="T3" fmla="*/ 1624 h 1632"/>
                              <a:gd name="T4" fmla="*/ 400 w 400"/>
                              <a:gd name="T5" fmla="*/ 0 h 1632"/>
                              <a:gd name="T6" fmla="*/ 0 w 400"/>
                              <a:gd name="T7" fmla="*/ 0 h 1632"/>
                              <a:gd name="T8" fmla="*/ 0 w 400"/>
                              <a:gd name="T9" fmla="*/ 1624 h 1632"/>
                              <a:gd name="T10" fmla="*/ 0 w 400"/>
                              <a:gd name="T11" fmla="*/ 1632 h 1632"/>
                              <a:gd name="T12" fmla="*/ 0 w 400"/>
                              <a:gd name="T13" fmla="*/ 1624 h 1632"/>
                              <a:gd name="T14" fmla="*/ 0 w 400"/>
                              <a:gd name="T15" fmla="*/ 1627 h 1632"/>
                              <a:gd name="T16" fmla="*/ 1 w 400"/>
                              <a:gd name="T17" fmla="*/ 1632 h 1632"/>
                              <a:gd name="T18" fmla="*/ 400 w 400"/>
                              <a:gd name="T19" fmla="*/ 1615 h 16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00" h="1632">
                                <a:moveTo>
                                  <a:pt x="400" y="1615"/>
                                </a:moveTo>
                                <a:lnTo>
                                  <a:pt x="400" y="1624"/>
                                </a:lnTo>
                                <a:lnTo>
                                  <a:pt x="400" y="0"/>
                                </a:lnTo>
                                <a:lnTo>
                                  <a:pt x="0" y="0"/>
                                </a:lnTo>
                                <a:lnTo>
                                  <a:pt x="0" y="1624"/>
                                </a:lnTo>
                                <a:lnTo>
                                  <a:pt x="0" y="1632"/>
                                </a:lnTo>
                                <a:lnTo>
                                  <a:pt x="0" y="1624"/>
                                </a:lnTo>
                                <a:lnTo>
                                  <a:pt x="0" y="1627"/>
                                </a:lnTo>
                                <a:lnTo>
                                  <a:pt x="1" y="1632"/>
                                </a:lnTo>
                                <a:lnTo>
                                  <a:pt x="400" y="161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615214" w:rsidRDefault="00615214" w:rsidP="00615214">
                              <w:pPr>
                                <w:rPr>
                                  <w:rFonts w:eastAsia="Times New Roman"/>
                                </w:rPr>
                              </w:pPr>
                            </w:p>
                          </w:txbxContent>
                        </wps:txbx>
                        <wps:bodyPr rot="0" vert="horz" wrap="square" lIns="91440" tIns="45720" rIns="91440" bIns="45720" anchor="t" anchorCtr="0" upright="1">
                          <a:noAutofit/>
                        </wps:bodyPr>
                      </wps:wsp>
                      <wps:wsp>
                        <wps:cNvPr id="3345" name="Freeform 25"/>
                        <wps:cNvSpPr>
                          <a:spLocks/>
                        </wps:cNvSpPr>
                        <wps:spPr bwMode="auto">
                          <a:xfrm>
                            <a:off x="0" y="1339"/>
                            <a:ext cx="175" cy="210"/>
                          </a:xfrm>
                          <a:custGeom>
                            <a:avLst/>
                            <a:gdLst>
                              <a:gd name="T0" fmla="*/ 1712 w 1748"/>
                              <a:gd name="T1" fmla="*/ 1712 h 2097"/>
                              <a:gd name="T2" fmla="*/ 1617 w 1748"/>
                              <a:gd name="T3" fmla="*/ 1669 h 2097"/>
                              <a:gd name="T4" fmla="*/ 1522 w 1748"/>
                              <a:gd name="T5" fmla="*/ 1621 h 2097"/>
                              <a:gd name="T6" fmla="*/ 1429 w 1748"/>
                              <a:gd name="T7" fmla="*/ 1566 h 2097"/>
                              <a:gd name="T8" fmla="*/ 1337 w 1748"/>
                              <a:gd name="T9" fmla="*/ 1506 h 2097"/>
                              <a:gd name="T10" fmla="*/ 1247 w 1748"/>
                              <a:gd name="T11" fmla="*/ 1442 h 2097"/>
                              <a:gd name="T12" fmla="*/ 1160 w 1748"/>
                              <a:gd name="T13" fmla="*/ 1372 h 2097"/>
                              <a:gd name="T14" fmla="*/ 1076 w 1748"/>
                              <a:gd name="T15" fmla="*/ 1298 h 2097"/>
                              <a:gd name="T16" fmla="*/ 994 w 1748"/>
                              <a:gd name="T17" fmla="*/ 1220 h 2097"/>
                              <a:gd name="T18" fmla="*/ 917 w 1748"/>
                              <a:gd name="T19" fmla="*/ 1138 h 2097"/>
                              <a:gd name="T20" fmla="*/ 844 w 1748"/>
                              <a:gd name="T21" fmla="*/ 1054 h 2097"/>
                              <a:gd name="T22" fmla="*/ 776 w 1748"/>
                              <a:gd name="T23" fmla="*/ 965 h 2097"/>
                              <a:gd name="T24" fmla="*/ 711 w 1748"/>
                              <a:gd name="T25" fmla="*/ 874 h 2097"/>
                              <a:gd name="T26" fmla="*/ 652 w 1748"/>
                              <a:gd name="T27" fmla="*/ 782 h 2097"/>
                              <a:gd name="T28" fmla="*/ 599 w 1748"/>
                              <a:gd name="T29" fmla="*/ 686 h 2097"/>
                              <a:gd name="T30" fmla="*/ 551 w 1748"/>
                              <a:gd name="T31" fmla="*/ 590 h 2097"/>
                              <a:gd name="T32" fmla="*/ 510 w 1748"/>
                              <a:gd name="T33" fmla="*/ 492 h 2097"/>
                              <a:gd name="T34" fmla="*/ 474 w 1748"/>
                              <a:gd name="T35" fmla="*/ 394 h 2097"/>
                              <a:gd name="T36" fmla="*/ 445 w 1748"/>
                              <a:gd name="T37" fmla="*/ 296 h 2097"/>
                              <a:gd name="T38" fmla="*/ 423 w 1748"/>
                              <a:gd name="T39" fmla="*/ 196 h 2097"/>
                              <a:gd name="T40" fmla="*/ 408 w 1748"/>
                              <a:gd name="T41" fmla="*/ 98 h 2097"/>
                              <a:gd name="T42" fmla="*/ 400 w 1748"/>
                              <a:gd name="T43" fmla="*/ 0 h 2097"/>
                              <a:gd name="T44" fmla="*/ 5 w 1748"/>
                              <a:gd name="T45" fmla="*/ 101 h 2097"/>
                              <a:gd name="T46" fmla="*/ 23 w 1748"/>
                              <a:gd name="T47" fmla="*/ 227 h 2097"/>
                              <a:gd name="T48" fmla="*/ 48 w 1748"/>
                              <a:gd name="T49" fmla="*/ 353 h 2097"/>
                              <a:gd name="T50" fmla="*/ 80 w 1748"/>
                              <a:gd name="T51" fmla="*/ 477 h 2097"/>
                              <a:gd name="T52" fmla="*/ 122 w 1748"/>
                              <a:gd name="T53" fmla="*/ 598 h 2097"/>
                              <a:gd name="T54" fmla="*/ 171 w 1748"/>
                              <a:gd name="T55" fmla="*/ 717 h 2097"/>
                              <a:gd name="T56" fmla="*/ 226 w 1748"/>
                              <a:gd name="T57" fmla="*/ 834 h 2097"/>
                              <a:gd name="T58" fmla="*/ 289 w 1748"/>
                              <a:gd name="T59" fmla="*/ 949 h 2097"/>
                              <a:gd name="T60" fmla="*/ 355 w 1748"/>
                              <a:gd name="T61" fmla="*/ 1059 h 2097"/>
                              <a:gd name="T62" fmla="*/ 429 w 1748"/>
                              <a:gd name="T63" fmla="*/ 1167 h 2097"/>
                              <a:gd name="T64" fmla="*/ 509 w 1748"/>
                              <a:gd name="T65" fmla="*/ 1272 h 2097"/>
                              <a:gd name="T66" fmla="*/ 592 w 1748"/>
                              <a:gd name="T67" fmla="*/ 1373 h 2097"/>
                              <a:gd name="T68" fmla="*/ 680 w 1748"/>
                              <a:gd name="T69" fmla="*/ 1470 h 2097"/>
                              <a:gd name="T70" fmla="*/ 773 w 1748"/>
                              <a:gd name="T71" fmla="*/ 1562 h 2097"/>
                              <a:gd name="T72" fmla="*/ 870 w 1748"/>
                              <a:gd name="T73" fmla="*/ 1650 h 2097"/>
                              <a:gd name="T74" fmla="*/ 972 w 1748"/>
                              <a:gd name="T75" fmla="*/ 1732 h 2097"/>
                              <a:gd name="T76" fmla="*/ 1075 w 1748"/>
                              <a:gd name="T77" fmla="*/ 1811 h 2097"/>
                              <a:gd name="T78" fmla="*/ 1182 w 1748"/>
                              <a:gd name="T79" fmla="*/ 1882 h 2097"/>
                              <a:gd name="T80" fmla="*/ 1294 w 1748"/>
                              <a:gd name="T81" fmla="*/ 1950 h 2097"/>
                              <a:gd name="T82" fmla="*/ 1405 w 1748"/>
                              <a:gd name="T83" fmla="*/ 2010 h 2097"/>
                              <a:gd name="T84" fmla="*/ 1521 w 1748"/>
                              <a:gd name="T85" fmla="*/ 2065 h 2097"/>
                              <a:gd name="T86" fmla="*/ 1596 w 1748"/>
                              <a:gd name="T87" fmla="*/ 2096 h 2097"/>
                              <a:gd name="T88" fmla="*/ 1744 w 1748"/>
                              <a:gd name="T89" fmla="*/ 1725 h 20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748" h="2097">
                                <a:moveTo>
                                  <a:pt x="1748" y="1727"/>
                                </a:moveTo>
                                <a:lnTo>
                                  <a:pt x="1744" y="1725"/>
                                </a:lnTo>
                                <a:lnTo>
                                  <a:pt x="1712" y="1712"/>
                                </a:lnTo>
                                <a:lnTo>
                                  <a:pt x="1681" y="1699"/>
                                </a:lnTo>
                                <a:lnTo>
                                  <a:pt x="1649" y="1684"/>
                                </a:lnTo>
                                <a:lnTo>
                                  <a:pt x="1617" y="1669"/>
                                </a:lnTo>
                                <a:lnTo>
                                  <a:pt x="1586" y="1654"/>
                                </a:lnTo>
                                <a:lnTo>
                                  <a:pt x="1553" y="1638"/>
                                </a:lnTo>
                                <a:lnTo>
                                  <a:pt x="1522" y="1621"/>
                                </a:lnTo>
                                <a:lnTo>
                                  <a:pt x="1490" y="1603"/>
                                </a:lnTo>
                                <a:lnTo>
                                  <a:pt x="1459" y="1584"/>
                                </a:lnTo>
                                <a:lnTo>
                                  <a:pt x="1429" y="1566"/>
                                </a:lnTo>
                                <a:lnTo>
                                  <a:pt x="1398" y="1547"/>
                                </a:lnTo>
                                <a:lnTo>
                                  <a:pt x="1367" y="1527"/>
                                </a:lnTo>
                                <a:lnTo>
                                  <a:pt x="1337" y="1506"/>
                                </a:lnTo>
                                <a:lnTo>
                                  <a:pt x="1307" y="1486"/>
                                </a:lnTo>
                                <a:lnTo>
                                  <a:pt x="1277" y="1463"/>
                                </a:lnTo>
                                <a:lnTo>
                                  <a:pt x="1247" y="1442"/>
                                </a:lnTo>
                                <a:lnTo>
                                  <a:pt x="1217" y="1418"/>
                                </a:lnTo>
                                <a:lnTo>
                                  <a:pt x="1189" y="1396"/>
                                </a:lnTo>
                                <a:lnTo>
                                  <a:pt x="1160" y="1372"/>
                                </a:lnTo>
                                <a:lnTo>
                                  <a:pt x="1132" y="1349"/>
                                </a:lnTo>
                                <a:lnTo>
                                  <a:pt x="1103" y="1323"/>
                                </a:lnTo>
                                <a:lnTo>
                                  <a:pt x="1076" y="1298"/>
                                </a:lnTo>
                                <a:lnTo>
                                  <a:pt x="1048" y="1272"/>
                                </a:lnTo>
                                <a:lnTo>
                                  <a:pt x="1021" y="1246"/>
                                </a:lnTo>
                                <a:lnTo>
                                  <a:pt x="994" y="1220"/>
                                </a:lnTo>
                                <a:lnTo>
                                  <a:pt x="969" y="1193"/>
                                </a:lnTo>
                                <a:lnTo>
                                  <a:pt x="943" y="1166"/>
                                </a:lnTo>
                                <a:lnTo>
                                  <a:pt x="917" y="1138"/>
                                </a:lnTo>
                                <a:lnTo>
                                  <a:pt x="893" y="1111"/>
                                </a:lnTo>
                                <a:lnTo>
                                  <a:pt x="868" y="1082"/>
                                </a:lnTo>
                                <a:lnTo>
                                  <a:pt x="844" y="1054"/>
                                </a:lnTo>
                                <a:lnTo>
                                  <a:pt x="821" y="1024"/>
                                </a:lnTo>
                                <a:lnTo>
                                  <a:pt x="798" y="994"/>
                                </a:lnTo>
                                <a:lnTo>
                                  <a:pt x="776" y="965"/>
                                </a:lnTo>
                                <a:lnTo>
                                  <a:pt x="754" y="935"/>
                                </a:lnTo>
                                <a:lnTo>
                                  <a:pt x="733" y="905"/>
                                </a:lnTo>
                                <a:lnTo>
                                  <a:pt x="711" y="874"/>
                                </a:lnTo>
                                <a:lnTo>
                                  <a:pt x="691" y="844"/>
                                </a:lnTo>
                                <a:lnTo>
                                  <a:pt x="672" y="813"/>
                                </a:lnTo>
                                <a:lnTo>
                                  <a:pt x="652" y="782"/>
                                </a:lnTo>
                                <a:lnTo>
                                  <a:pt x="634" y="750"/>
                                </a:lnTo>
                                <a:lnTo>
                                  <a:pt x="617" y="718"/>
                                </a:lnTo>
                                <a:lnTo>
                                  <a:pt x="599" y="686"/>
                                </a:lnTo>
                                <a:lnTo>
                                  <a:pt x="583" y="654"/>
                                </a:lnTo>
                                <a:lnTo>
                                  <a:pt x="566" y="622"/>
                                </a:lnTo>
                                <a:lnTo>
                                  <a:pt x="551" y="590"/>
                                </a:lnTo>
                                <a:lnTo>
                                  <a:pt x="536" y="558"/>
                                </a:lnTo>
                                <a:lnTo>
                                  <a:pt x="522" y="525"/>
                                </a:lnTo>
                                <a:lnTo>
                                  <a:pt x="510" y="492"/>
                                </a:lnTo>
                                <a:lnTo>
                                  <a:pt x="497" y="459"/>
                                </a:lnTo>
                                <a:lnTo>
                                  <a:pt x="485" y="427"/>
                                </a:lnTo>
                                <a:lnTo>
                                  <a:pt x="474" y="394"/>
                                </a:lnTo>
                                <a:lnTo>
                                  <a:pt x="463" y="361"/>
                                </a:lnTo>
                                <a:lnTo>
                                  <a:pt x="454" y="328"/>
                                </a:lnTo>
                                <a:lnTo>
                                  <a:pt x="445" y="296"/>
                                </a:lnTo>
                                <a:lnTo>
                                  <a:pt x="437" y="263"/>
                                </a:lnTo>
                                <a:lnTo>
                                  <a:pt x="429" y="230"/>
                                </a:lnTo>
                                <a:lnTo>
                                  <a:pt x="423" y="196"/>
                                </a:lnTo>
                                <a:lnTo>
                                  <a:pt x="417" y="164"/>
                                </a:lnTo>
                                <a:lnTo>
                                  <a:pt x="412" y="130"/>
                                </a:lnTo>
                                <a:lnTo>
                                  <a:pt x="408" y="98"/>
                                </a:lnTo>
                                <a:lnTo>
                                  <a:pt x="404" y="66"/>
                                </a:lnTo>
                                <a:lnTo>
                                  <a:pt x="401" y="32"/>
                                </a:lnTo>
                                <a:lnTo>
                                  <a:pt x="400" y="0"/>
                                </a:lnTo>
                                <a:lnTo>
                                  <a:pt x="0" y="17"/>
                                </a:lnTo>
                                <a:lnTo>
                                  <a:pt x="3" y="59"/>
                                </a:lnTo>
                                <a:lnTo>
                                  <a:pt x="5" y="101"/>
                                </a:lnTo>
                                <a:lnTo>
                                  <a:pt x="11" y="145"/>
                                </a:lnTo>
                                <a:lnTo>
                                  <a:pt x="16" y="187"/>
                                </a:lnTo>
                                <a:lnTo>
                                  <a:pt x="23" y="227"/>
                                </a:lnTo>
                                <a:lnTo>
                                  <a:pt x="30" y="270"/>
                                </a:lnTo>
                                <a:lnTo>
                                  <a:pt x="39" y="312"/>
                                </a:lnTo>
                                <a:lnTo>
                                  <a:pt x="48" y="353"/>
                                </a:lnTo>
                                <a:lnTo>
                                  <a:pt x="58" y="395"/>
                                </a:lnTo>
                                <a:lnTo>
                                  <a:pt x="70" y="435"/>
                                </a:lnTo>
                                <a:lnTo>
                                  <a:pt x="80" y="477"/>
                                </a:lnTo>
                                <a:lnTo>
                                  <a:pt x="94" y="518"/>
                                </a:lnTo>
                                <a:lnTo>
                                  <a:pt x="108" y="558"/>
                                </a:lnTo>
                                <a:lnTo>
                                  <a:pt x="122" y="598"/>
                                </a:lnTo>
                                <a:lnTo>
                                  <a:pt x="137" y="639"/>
                                </a:lnTo>
                                <a:lnTo>
                                  <a:pt x="153" y="678"/>
                                </a:lnTo>
                                <a:lnTo>
                                  <a:pt x="171" y="717"/>
                                </a:lnTo>
                                <a:lnTo>
                                  <a:pt x="189" y="757"/>
                                </a:lnTo>
                                <a:lnTo>
                                  <a:pt x="207" y="795"/>
                                </a:lnTo>
                                <a:lnTo>
                                  <a:pt x="226" y="834"/>
                                </a:lnTo>
                                <a:lnTo>
                                  <a:pt x="246" y="873"/>
                                </a:lnTo>
                                <a:lnTo>
                                  <a:pt x="266" y="910"/>
                                </a:lnTo>
                                <a:lnTo>
                                  <a:pt x="289" y="949"/>
                                </a:lnTo>
                                <a:lnTo>
                                  <a:pt x="310" y="986"/>
                                </a:lnTo>
                                <a:lnTo>
                                  <a:pt x="333" y="1023"/>
                                </a:lnTo>
                                <a:lnTo>
                                  <a:pt x="355" y="1059"/>
                                </a:lnTo>
                                <a:lnTo>
                                  <a:pt x="380" y="1096"/>
                                </a:lnTo>
                                <a:lnTo>
                                  <a:pt x="403" y="1132"/>
                                </a:lnTo>
                                <a:lnTo>
                                  <a:pt x="429" y="1167"/>
                                </a:lnTo>
                                <a:lnTo>
                                  <a:pt x="455" y="1203"/>
                                </a:lnTo>
                                <a:lnTo>
                                  <a:pt x="481" y="1238"/>
                                </a:lnTo>
                                <a:lnTo>
                                  <a:pt x="509" y="1272"/>
                                </a:lnTo>
                                <a:lnTo>
                                  <a:pt x="535" y="1306"/>
                                </a:lnTo>
                                <a:lnTo>
                                  <a:pt x="563" y="1340"/>
                                </a:lnTo>
                                <a:lnTo>
                                  <a:pt x="592" y="1373"/>
                                </a:lnTo>
                                <a:lnTo>
                                  <a:pt x="621" y="1405"/>
                                </a:lnTo>
                                <a:lnTo>
                                  <a:pt x="650" y="1438"/>
                                </a:lnTo>
                                <a:lnTo>
                                  <a:pt x="680" y="1470"/>
                                </a:lnTo>
                                <a:lnTo>
                                  <a:pt x="711" y="1501"/>
                                </a:lnTo>
                                <a:lnTo>
                                  <a:pt x="741" y="1532"/>
                                </a:lnTo>
                                <a:lnTo>
                                  <a:pt x="773" y="1562"/>
                                </a:lnTo>
                                <a:lnTo>
                                  <a:pt x="806" y="1592"/>
                                </a:lnTo>
                                <a:lnTo>
                                  <a:pt x="838" y="1621"/>
                                </a:lnTo>
                                <a:lnTo>
                                  <a:pt x="870" y="1650"/>
                                </a:lnTo>
                                <a:lnTo>
                                  <a:pt x="903" y="1678"/>
                                </a:lnTo>
                                <a:lnTo>
                                  <a:pt x="937" y="1706"/>
                                </a:lnTo>
                                <a:lnTo>
                                  <a:pt x="972" y="1732"/>
                                </a:lnTo>
                                <a:lnTo>
                                  <a:pt x="1006" y="1759"/>
                                </a:lnTo>
                                <a:lnTo>
                                  <a:pt x="1041" y="1786"/>
                                </a:lnTo>
                                <a:lnTo>
                                  <a:pt x="1075" y="1811"/>
                                </a:lnTo>
                                <a:lnTo>
                                  <a:pt x="1111" y="1835"/>
                                </a:lnTo>
                                <a:lnTo>
                                  <a:pt x="1147" y="1860"/>
                                </a:lnTo>
                                <a:lnTo>
                                  <a:pt x="1182" y="1882"/>
                                </a:lnTo>
                                <a:lnTo>
                                  <a:pt x="1219" y="1906"/>
                                </a:lnTo>
                                <a:lnTo>
                                  <a:pt x="1256" y="1928"/>
                                </a:lnTo>
                                <a:lnTo>
                                  <a:pt x="1294" y="1950"/>
                                </a:lnTo>
                                <a:lnTo>
                                  <a:pt x="1330" y="1970"/>
                                </a:lnTo>
                                <a:lnTo>
                                  <a:pt x="1368" y="1991"/>
                                </a:lnTo>
                                <a:lnTo>
                                  <a:pt x="1405" y="2010"/>
                                </a:lnTo>
                                <a:lnTo>
                                  <a:pt x="1445" y="2029"/>
                                </a:lnTo>
                                <a:lnTo>
                                  <a:pt x="1483" y="2046"/>
                                </a:lnTo>
                                <a:lnTo>
                                  <a:pt x="1521" y="2065"/>
                                </a:lnTo>
                                <a:lnTo>
                                  <a:pt x="1561" y="2081"/>
                                </a:lnTo>
                                <a:lnTo>
                                  <a:pt x="1600" y="2097"/>
                                </a:lnTo>
                                <a:lnTo>
                                  <a:pt x="1596" y="2096"/>
                                </a:lnTo>
                                <a:lnTo>
                                  <a:pt x="1748" y="1727"/>
                                </a:lnTo>
                                <a:lnTo>
                                  <a:pt x="1747" y="1726"/>
                                </a:lnTo>
                                <a:lnTo>
                                  <a:pt x="1744" y="1725"/>
                                </a:lnTo>
                                <a:lnTo>
                                  <a:pt x="1748" y="172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615214" w:rsidRDefault="00615214" w:rsidP="00615214">
                              <w:pPr>
                                <w:rPr>
                                  <w:rFonts w:eastAsia="Times New Roman"/>
                                </w:rPr>
                              </w:pPr>
                            </w:p>
                          </w:txbxContent>
                        </wps:txbx>
                        <wps:bodyPr rot="0" vert="horz" wrap="square" lIns="91440" tIns="45720" rIns="91440" bIns="45720" anchor="t" anchorCtr="0" upright="1">
                          <a:noAutofit/>
                        </wps:bodyPr>
                      </wps:wsp>
                      <wps:wsp>
                        <wps:cNvPr id="3346" name="Freeform 26"/>
                        <wps:cNvSpPr>
                          <a:spLocks/>
                        </wps:cNvSpPr>
                        <wps:spPr bwMode="auto">
                          <a:xfrm>
                            <a:off x="160" y="1512"/>
                            <a:ext cx="419" cy="206"/>
                          </a:xfrm>
                          <a:custGeom>
                            <a:avLst/>
                            <a:gdLst>
                              <a:gd name="T0" fmla="*/ 4038 w 4190"/>
                              <a:gd name="T1" fmla="*/ 1660 h 2060"/>
                              <a:gd name="T2" fmla="*/ 4190 w 4190"/>
                              <a:gd name="T3" fmla="*/ 1660 h 2060"/>
                              <a:gd name="T4" fmla="*/ 152 w 4190"/>
                              <a:gd name="T5" fmla="*/ 0 h 2060"/>
                              <a:gd name="T6" fmla="*/ 0 w 4190"/>
                              <a:gd name="T7" fmla="*/ 369 h 2060"/>
                              <a:gd name="T8" fmla="*/ 4038 w 4190"/>
                              <a:gd name="T9" fmla="*/ 2029 h 2060"/>
                              <a:gd name="T10" fmla="*/ 4190 w 4190"/>
                              <a:gd name="T11" fmla="*/ 2029 h 2060"/>
                              <a:gd name="T12" fmla="*/ 4038 w 4190"/>
                              <a:gd name="T13" fmla="*/ 2029 h 2060"/>
                              <a:gd name="T14" fmla="*/ 4115 w 4190"/>
                              <a:gd name="T15" fmla="*/ 2060 h 2060"/>
                              <a:gd name="T16" fmla="*/ 4190 w 4190"/>
                              <a:gd name="T17" fmla="*/ 2029 h 2060"/>
                              <a:gd name="T18" fmla="*/ 4038 w 4190"/>
                              <a:gd name="T19" fmla="*/ 1660 h 206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190" h="2060">
                                <a:moveTo>
                                  <a:pt x="4038" y="1660"/>
                                </a:moveTo>
                                <a:lnTo>
                                  <a:pt x="4190" y="1660"/>
                                </a:lnTo>
                                <a:lnTo>
                                  <a:pt x="152" y="0"/>
                                </a:lnTo>
                                <a:lnTo>
                                  <a:pt x="0" y="369"/>
                                </a:lnTo>
                                <a:lnTo>
                                  <a:pt x="4038" y="2029"/>
                                </a:lnTo>
                                <a:lnTo>
                                  <a:pt x="4190" y="2029"/>
                                </a:lnTo>
                                <a:lnTo>
                                  <a:pt x="4038" y="2029"/>
                                </a:lnTo>
                                <a:lnTo>
                                  <a:pt x="4115" y="2060"/>
                                </a:lnTo>
                                <a:lnTo>
                                  <a:pt x="4190" y="2029"/>
                                </a:lnTo>
                                <a:lnTo>
                                  <a:pt x="4038" y="166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615214" w:rsidRDefault="00615214" w:rsidP="00615214">
                              <w:pPr>
                                <w:rPr>
                                  <w:rFonts w:eastAsia="Times New Roman"/>
                                </w:rPr>
                              </w:pPr>
                            </w:p>
                          </w:txbxContent>
                        </wps:txbx>
                        <wps:bodyPr rot="0" vert="horz" wrap="square" lIns="91440" tIns="45720" rIns="91440" bIns="45720" anchor="t" anchorCtr="0" upright="1">
                          <a:noAutofit/>
                        </wps:bodyPr>
                      </wps:wsp>
                      <wps:wsp>
                        <wps:cNvPr id="3347" name="Freeform 27"/>
                        <wps:cNvSpPr>
                          <a:spLocks/>
                        </wps:cNvSpPr>
                        <wps:spPr bwMode="auto">
                          <a:xfrm>
                            <a:off x="563" y="1512"/>
                            <a:ext cx="419" cy="203"/>
                          </a:xfrm>
                          <a:custGeom>
                            <a:avLst/>
                            <a:gdLst>
                              <a:gd name="T0" fmla="*/ 4042 w 4190"/>
                              <a:gd name="T1" fmla="*/ 0 h 2031"/>
                              <a:gd name="T2" fmla="*/ 4038 w 4190"/>
                              <a:gd name="T3" fmla="*/ 2 h 2031"/>
                              <a:gd name="T4" fmla="*/ 0 w 4190"/>
                              <a:gd name="T5" fmla="*/ 1662 h 2031"/>
                              <a:gd name="T6" fmla="*/ 152 w 4190"/>
                              <a:gd name="T7" fmla="*/ 2031 h 2031"/>
                              <a:gd name="T8" fmla="*/ 4190 w 4190"/>
                              <a:gd name="T9" fmla="*/ 371 h 2031"/>
                              <a:gd name="T10" fmla="*/ 4186 w 4190"/>
                              <a:gd name="T11" fmla="*/ 372 h 2031"/>
                              <a:gd name="T12" fmla="*/ 4042 w 4190"/>
                              <a:gd name="T13" fmla="*/ 0 h 2031"/>
                              <a:gd name="T14" fmla="*/ 4039 w 4190"/>
                              <a:gd name="T15" fmla="*/ 1 h 2031"/>
                              <a:gd name="T16" fmla="*/ 4038 w 4190"/>
                              <a:gd name="T17" fmla="*/ 2 h 2031"/>
                              <a:gd name="T18" fmla="*/ 4042 w 4190"/>
                              <a:gd name="T19" fmla="*/ 0 h 203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190" h="2031">
                                <a:moveTo>
                                  <a:pt x="4042" y="0"/>
                                </a:moveTo>
                                <a:lnTo>
                                  <a:pt x="4038" y="2"/>
                                </a:lnTo>
                                <a:lnTo>
                                  <a:pt x="0" y="1662"/>
                                </a:lnTo>
                                <a:lnTo>
                                  <a:pt x="152" y="2031"/>
                                </a:lnTo>
                                <a:lnTo>
                                  <a:pt x="4190" y="371"/>
                                </a:lnTo>
                                <a:lnTo>
                                  <a:pt x="4186" y="372"/>
                                </a:lnTo>
                                <a:lnTo>
                                  <a:pt x="4042" y="0"/>
                                </a:lnTo>
                                <a:lnTo>
                                  <a:pt x="4039" y="1"/>
                                </a:lnTo>
                                <a:lnTo>
                                  <a:pt x="4038" y="2"/>
                                </a:lnTo>
                                <a:lnTo>
                                  <a:pt x="4042"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615214" w:rsidRDefault="00615214" w:rsidP="00615214">
                              <w:pPr>
                                <w:rPr>
                                  <w:rFonts w:eastAsia="Times New Roman"/>
                                </w:rPr>
                              </w:pPr>
                            </w:p>
                          </w:txbxContent>
                        </wps:txbx>
                        <wps:bodyPr rot="0" vert="horz" wrap="square" lIns="91440" tIns="45720" rIns="91440" bIns="45720" anchor="t" anchorCtr="0" upright="1">
                          <a:noAutofit/>
                        </wps:bodyPr>
                      </wps:wsp>
                      <wps:wsp>
                        <wps:cNvPr id="3348" name="Freeform 28"/>
                        <wps:cNvSpPr>
                          <a:spLocks/>
                        </wps:cNvSpPr>
                        <wps:spPr bwMode="auto">
                          <a:xfrm>
                            <a:off x="968" y="1339"/>
                            <a:ext cx="174" cy="210"/>
                          </a:xfrm>
                          <a:custGeom>
                            <a:avLst/>
                            <a:gdLst>
                              <a:gd name="T0" fmla="*/ 1343 w 1744"/>
                              <a:gd name="T1" fmla="*/ 32 h 2097"/>
                              <a:gd name="T2" fmla="*/ 1332 w 1744"/>
                              <a:gd name="T3" fmla="*/ 130 h 2097"/>
                              <a:gd name="T4" fmla="*/ 1314 w 1744"/>
                              <a:gd name="T5" fmla="*/ 230 h 2097"/>
                              <a:gd name="T6" fmla="*/ 1290 w 1744"/>
                              <a:gd name="T7" fmla="*/ 328 h 2097"/>
                              <a:gd name="T8" fmla="*/ 1259 w 1744"/>
                              <a:gd name="T9" fmla="*/ 427 h 2097"/>
                              <a:gd name="T10" fmla="*/ 1222 w 1744"/>
                              <a:gd name="T11" fmla="*/ 525 h 2097"/>
                              <a:gd name="T12" fmla="*/ 1178 w 1744"/>
                              <a:gd name="T13" fmla="*/ 622 h 2097"/>
                              <a:gd name="T14" fmla="*/ 1127 w 1744"/>
                              <a:gd name="T15" fmla="*/ 718 h 2097"/>
                              <a:gd name="T16" fmla="*/ 1072 w 1744"/>
                              <a:gd name="T17" fmla="*/ 813 h 2097"/>
                              <a:gd name="T18" fmla="*/ 1011 w 1744"/>
                              <a:gd name="T19" fmla="*/ 905 h 2097"/>
                              <a:gd name="T20" fmla="*/ 946 w 1744"/>
                              <a:gd name="T21" fmla="*/ 995 h 2097"/>
                              <a:gd name="T22" fmla="*/ 876 w 1744"/>
                              <a:gd name="T23" fmla="*/ 1082 h 2097"/>
                              <a:gd name="T24" fmla="*/ 801 w 1744"/>
                              <a:gd name="T25" fmla="*/ 1166 h 2097"/>
                              <a:gd name="T26" fmla="*/ 723 w 1744"/>
                              <a:gd name="T27" fmla="*/ 1247 h 2097"/>
                              <a:gd name="T28" fmla="*/ 640 w 1744"/>
                              <a:gd name="T29" fmla="*/ 1323 h 2097"/>
                              <a:gd name="T30" fmla="*/ 555 w 1744"/>
                              <a:gd name="T31" fmla="*/ 1396 h 2097"/>
                              <a:gd name="T32" fmla="*/ 467 w 1744"/>
                              <a:gd name="T33" fmla="*/ 1463 h 2097"/>
                              <a:gd name="T34" fmla="*/ 376 w 1744"/>
                              <a:gd name="T35" fmla="*/ 1527 h 2097"/>
                              <a:gd name="T36" fmla="*/ 284 w 1744"/>
                              <a:gd name="T37" fmla="*/ 1584 h 2097"/>
                              <a:gd name="T38" fmla="*/ 190 w 1744"/>
                              <a:gd name="T39" fmla="*/ 1638 h 2097"/>
                              <a:gd name="T40" fmla="*/ 95 w 1744"/>
                              <a:gd name="T41" fmla="*/ 1684 h 2097"/>
                              <a:gd name="T42" fmla="*/ 0 w 1744"/>
                              <a:gd name="T43" fmla="*/ 1725 h 2097"/>
                              <a:gd name="T44" fmla="*/ 223 w 1744"/>
                              <a:gd name="T45" fmla="*/ 2065 h 2097"/>
                              <a:gd name="T46" fmla="*/ 338 w 1744"/>
                              <a:gd name="T47" fmla="*/ 2010 h 2097"/>
                              <a:gd name="T48" fmla="*/ 450 w 1744"/>
                              <a:gd name="T49" fmla="*/ 1950 h 2097"/>
                              <a:gd name="T50" fmla="*/ 561 w 1744"/>
                              <a:gd name="T51" fmla="*/ 1882 h 2097"/>
                              <a:gd name="T52" fmla="*/ 668 w 1744"/>
                              <a:gd name="T53" fmla="*/ 1811 h 2097"/>
                              <a:gd name="T54" fmla="*/ 773 w 1744"/>
                              <a:gd name="T55" fmla="*/ 1732 h 2097"/>
                              <a:gd name="T56" fmla="*/ 873 w 1744"/>
                              <a:gd name="T57" fmla="*/ 1650 h 2097"/>
                              <a:gd name="T58" fmla="*/ 971 w 1744"/>
                              <a:gd name="T59" fmla="*/ 1562 h 2097"/>
                              <a:gd name="T60" fmla="*/ 1063 w 1744"/>
                              <a:gd name="T61" fmla="*/ 1470 h 2097"/>
                              <a:gd name="T62" fmla="*/ 1152 w 1744"/>
                              <a:gd name="T63" fmla="*/ 1373 h 2097"/>
                              <a:gd name="T64" fmla="*/ 1235 w 1744"/>
                              <a:gd name="T65" fmla="*/ 1272 h 2097"/>
                              <a:gd name="T66" fmla="*/ 1315 w 1744"/>
                              <a:gd name="T67" fmla="*/ 1167 h 2097"/>
                              <a:gd name="T68" fmla="*/ 1389 w 1744"/>
                              <a:gd name="T69" fmla="*/ 1059 h 2097"/>
                              <a:gd name="T70" fmla="*/ 1456 w 1744"/>
                              <a:gd name="T71" fmla="*/ 949 h 2097"/>
                              <a:gd name="T72" fmla="*/ 1518 w 1744"/>
                              <a:gd name="T73" fmla="*/ 834 h 2097"/>
                              <a:gd name="T74" fmla="*/ 1573 w 1744"/>
                              <a:gd name="T75" fmla="*/ 718 h 2097"/>
                              <a:gd name="T76" fmla="*/ 1622 w 1744"/>
                              <a:gd name="T77" fmla="*/ 598 h 2097"/>
                              <a:gd name="T78" fmla="*/ 1662 w 1744"/>
                              <a:gd name="T79" fmla="*/ 477 h 2097"/>
                              <a:gd name="T80" fmla="*/ 1696 w 1744"/>
                              <a:gd name="T81" fmla="*/ 353 h 2097"/>
                              <a:gd name="T82" fmla="*/ 1720 w 1744"/>
                              <a:gd name="T83" fmla="*/ 227 h 2097"/>
                              <a:gd name="T84" fmla="*/ 1738 w 1744"/>
                              <a:gd name="T85" fmla="*/ 102 h 2097"/>
                              <a:gd name="T86" fmla="*/ 1744 w 1744"/>
                              <a:gd name="T87" fmla="*/ 9 h 2097"/>
                              <a:gd name="T88" fmla="*/ 1744 w 1744"/>
                              <a:gd name="T89" fmla="*/ 9 h 20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744" h="2097">
                                <a:moveTo>
                                  <a:pt x="1344" y="9"/>
                                </a:moveTo>
                                <a:lnTo>
                                  <a:pt x="1344" y="0"/>
                                </a:lnTo>
                                <a:lnTo>
                                  <a:pt x="1343" y="32"/>
                                </a:lnTo>
                                <a:lnTo>
                                  <a:pt x="1340" y="64"/>
                                </a:lnTo>
                                <a:lnTo>
                                  <a:pt x="1336" y="98"/>
                                </a:lnTo>
                                <a:lnTo>
                                  <a:pt x="1332" y="130"/>
                                </a:lnTo>
                                <a:lnTo>
                                  <a:pt x="1327" y="164"/>
                                </a:lnTo>
                                <a:lnTo>
                                  <a:pt x="1321" y="196"/>
                                </a:lnTo>
                                <a:lnTo>
                                  <a:pt x="1314" y="230"/>
                                </a:lnTo>
                                <a:lnTo>
                                  <a:pt x="1306" y="263"/>
                                </a:lnTo>
                                <a:lnTo>
                                  <a:pt x="1299" y="295"/>
                                </a:lnTo>
                                <a:lnTo>
                                  <a:pt x="1290" y="328"/>
                                </a:lnTo>
                                <a:lnTo>
                                  <a:pt x="1279" y="361"/>
                                </a:lnTo>
                                <a:lnTo>
                                  <a:pt x="1270" y="394"/>
                                </a:lnTo>
                                <a:lnTo>
                                  <a:pt x="1259" y="427"/>
                                </a:lnTo>
                                <a:lnTo>
                                  <a:pt x="1246" y="459"/>
                                </a:lnTo>
                                <a:lnTo>
                                  <a:pt x="1234" y="493"/>
                                </a:lnTo>
                                <a:lnTo>
                                  <a:pt x="1222" y="525"/>
                                </a:lnTo>
                                <a:lnTo>
                                  <a:pt x="1208" y="558"/>
                                </a:lnTo>
                                <a:lnTo>
                                  <a:pt x="1193" y="590"/>
                                </a:lnTo>
                                <a:lnTo>
                                  <a:pt x="1178" y="622"/>
                                </a:lnTo>
                                <a:lnTo>
                                  <a:pt x="1161" y="654"/>
                                </a:lnTo>
                                <a:lnTo>
                                  <a:pt x="1144" y="686"/>
                                </a:lnTo>
                                <a:lnTo>
                                  <a:pt x="1127" y="718"/>
                                </a:lnTo>
                                <a:lnTo>
                                  <a:pt x="1109" y="750"/>
                                </a:lnTo>
                                <a:lnTo>
                                  <a:pt x="1092" y="782"/>
                                </a:lnTo>
                                <a:lnTo>
                                  <a:pt x="1072" y="813"/>
                                </a:lnTo>
                                <a:lnTo>
                                  <a:pt x="1052" y="844"/>
                                </a:lnTo>
                                <a:lnTo>
                                  <a:pt x="1033" y="874"/>
                                </a:lnTo>
                                <a:lnTo>
                                  <a:pt x="1011" y="905"/>
                                </a:lnTo>
                                <a:lnTo>
                                  <a:pt x="990" y="935"/>
                                </a:lnTo>
                                <a:lnTo>
                                  <a:pt x="968" y="965"/>
                                </a:lnTo>
                                <a:lnTo>
                                  <a:pt x="946" y="995"/>
                                </a:lnTo>
                                <a:lnTo>
                                  <a:pt x="923" y="1024"/>
                                </a:lnTo>
                                <a:lnTo>
                                  <a:pt x="899" y="1053"/>
                                </a:lnTo>
                                <a:lnTo>
                                  <a:pt x="876" y="1082"/>
                                </a:lnTo>
                                <a:lnTo>
                                  <a:pt x="851" y="1111"/>
                                </a:lnTo>
                                <a:lnTo>
                                  <a:pt x="826" y="1138"/>
                                </a:lnTo>
                                <a:lnTo>
                                  <a:pt x="801" y="1166"/>
                                </a:lnTo>
                                <a:lnTo>
                                  <a:pt x="775" y="1193"/>
                                </a:lnTo>
                                <a:lnTo>
                                  <a:pt x="748" y="1220"/>
                                </a:lnTo>
                                <a:lnTo>
                                  <a:pt x="723" y="1247"/>
                                </a:lnTo>
                                <a:lnTo>
                                  <a:pt x="695" y="1272"/>
                                </a:lnTo>
                                <a:lnTo>
                                  <a:pt x="668" y="1298"/>
                                </a:lnTo>
                                <a:lnTo>
                                  <a:pt x="640" y="1323"/>
                                </a:lnTo>
                                <a:lnTo>
                                  <a:pt x="612" y="1349"/>
                                </a:lnTo>
                                <a:lnTo>
                                  <a:pt x="584" y="1372"/>
                                </a:lnTo>
                                <a:lnTo>
                                  <a:pt x="555" y="1396"/>
                                </a:lnTo>
                                <a:lnTo>
                                  <a:pt x="526" y="1418"/>
                                </a:lnTo>
                                <a:lnTo>
                                  <a:pt x="497" y="1442"/>
                                </a:lnTo>
                                <a:lnTo>
                                  <a:pt x="467" y="1463"/>
                                </a:lnTo>
                                <a:lnTo>
                                  <a:pt x="437" y="1486"/>
                                </a:lnTo>
                                <a:lnTo>
                                  <a:pt x="406" y="1506"/>
                                </a:lnTo>
                                <a:lnTo>
                                  <a:pt x="376" y="1527"/>
                                </a:lnTo>
                                <a:lnTo>
                                  <a:pt x="346" y="1547"/>
                                </a:lnTo>
                                <a:lnTo>
                                  <a:pt x="315" y="1566"/>
                                </a:lnTo>
                                <a:lnTo>
                                  <a:pt x="284" y="1584"/>
                                </a:lnTo>
                                <a:lnTo>
                                  <a:pt x="254" y="1603"/>
                                </a:lnTo>
                                <a:lnTo>
                                  <a:pt x="222" y="1621"/>
                                </a:lnTo>
                                <a:lnTo>
                                  <a:pt x="190" y="1638"/>
                                </a:lnTo>
                                <a:lnTo>
                                  <a:pt x="158" y="1654"/>
                                </a:lnTo>
                                <a:lnTo>
                                  <a:pt x="126" y="1669"/>
                                </a:lnTo>
                                <a:lnTo>
                                  <a:pt x="95" y="1684"/>
                                </a:lnTo>
                                <a:lnTo>
                                  <a:pt x="63" y="1699"/>
                                </a:lnTo>
                                <a:lnTo>
                                  <a:pt x="31" y="1712"/>
                                </a:lnTo>
                                <a:lnTo>
                                  <a:pt x="0" y="1725"/>
                                </a:lnTo>
                                <a:lnTo>
                                  <a:pt x="144" y="2097"/>
                                </a:lnTo>
                                <a:lnTo>
                                  <a:pt x="184" y="2081"/>
                                </a:lnTo>
                                <a:lnTo>
                                  <a:pt x="223" y="2065"/>
                                </a:lnTo>
                                <a:lnTo>
                                  <a:pt x="261" y="2046"/>
                                </a:lnTo>
                                <a:lnTo>
                                  <a:pt x="300" y="2029"/>
                                </a:lnTo>
                                <a:lnTo>
                                  <a:pt x="338" y="2010"/>
                                </a:lnTo>
                                <a:lnTo>
                                  <a:pt x="376" y="1991"/>
                                </a:lnTo>
                                <a:lnTo>
                                  <a:pt x="414" y="1970"/>
                                </a:lnTo>
                                <a:lnTo>
                                  <a:pt x="450" y="1950"/>
                                </a:lnTo>
                                <a:lnTo>
                                  <a:pt x="488" y="1928"/>
                                </a:lnTo>
                                <a:lnTo>
                                  <a:pt x="524" y="1906"/>
                                </a:lnTo>
                                <a:lnTo>
                                  <a:pt x="561" y="1882"/>
                                </a:lnTo>
                                <a:lnTo>
                                  <a:pt x="597" y="1860"/>
                                </a:lnTo>
                                <a:lnTo>
                                  <a:pt x="634" y="1835"/>
                                </a:lnTo>
                                <a:lnTo>
                                  <a:pt x="668" y="1811"/>
                                </a:lnTo>
                                <a:lnTo>
                                  <a:pt x="703" y="1786"/>
                                </a:lnTo>
                                <a:lnTo>
                                  <a:pt x="738" y="1759"/>
                                </a:lnTo>
                                <a:lnTo>
                                  <a:pt x="773" y="1732"/>
                                </a:lnTo>
                                <a:lnTo>
                                  <a:pt x="806" y="1706"/>
                                </a:lnTo>
                                <a:lnTo>
                                  <a:pt x="841" y="1678"/>
                                </a:lnTo>
                                <a:lnTo>
                                  <a:pt x="873" y="1650"/>
                                </a:lnTo>
                                <a:lnTo>
                                  <a:pt x="906" y="1621"/>
                                </a:lnTo>
                                <a:lnTo>
                                  <a:pt x="938" y="1592"/>
                                </a:lnTo>
                                <a:lnTo>
                                  <a:pt x="971" y="1562"/>
                                </a:lnTo>
                                <a:lnTo>
                                  <a:pt x="1002" y="1531"/>
                                </a:lnTo>
                                <a:lnTo>
                                  <a:pt x="1033" y="1501"/>
                                </a:lnTo>
                                <a:lnTo>
                                  <a:pt x="1063" y="1470"/>
                                </a:lnTo>
                                <a:lnTo>
                                  <a:pt x="1093" y="1438"/>
                                </a:lnTo>
                                <a:lnTo>
                                  <a:pt x="1123" y="1405"/>
                                </a:lnTo>
                                <a:lnTo>
                                  <a:pt x="1152" y="1373"/>
                                </a:lnTo>
                                <a:lnTo>
                                  <a:pt x="1181" y="1340"/>
                                </a:lnTo>
                                <a:lnTo>
                                  <a:pt x="1209" y="1306"/>
                                </a:lnTo>
                                <a:lnTo>
                                  <a:pt x="1235" y="1272"/>
                                </a:lnTo>
                                <a:lnTo>
                                  <a:pt x="1263" y="1237"/>
                                </a:lnTo>
                                <a:lnTo>
                                  <a:pt x="1289" y="1203"/>
                                </a:lnTo>
                                <a:lnTo>
                                  <a:pt x="1315" y="1167"/>
                                </a:lnTo>
                                <a:lnTo>
                                  <a:pt x="1340" y="1132"/>
                                </a:lnTo>
                                <a:lnTo>
                                  <a:pt x="1364" y="1096"/>
                                </a:lnTo>
                                <a:lnTo>
                                  <a:pt x="1389" y="1059"/>
                                </a:lnTo>
                                <a:lnTo>
                                  <a:pt x="1411" y="1023"/>
                                </a:lnTo>
                                <a:lnTo>
                                  <a:pt x="1434" y="986"/>
                                </a:lnTo>
                                <a:lnTo>
                                  <a:pt x="1456" y="949"/>
                                </a:lnTo>
                                <a:lnTo>
                                  <a:pt x="1478" y="910"/>
                                </a:lnTo>
                                <a:lnTo>
                                  <a:pt x="1498" y="873"/>
                                </a:lnTo>
                                <a:lnTo>
                                  <a:pt x="1518" y="834"/>
                                </a:lnTo>
                                <a:lnTo>
                                  <a:pt x="1537" y="795"/>
                                </a:lnTo>
                                <a:lnTo>
                                  <a:pt x="1555" y="757"/>
                                </a:lnTo>
                                <a:lnTo>
                                  <a:pt x="1573" y="718"/>
                                </a:lnTo>
                                <a:lnTo>
                                  <a:pt x="1590" y="678"/>
                                </a:lnTo>
                                <a:lnTo>
                                  <a:pt x="1607" y="638"/>
                                </a:lnTo>
                                <a:lnTo>
                                  <a:pt x="1622" y="598"/>
                                </a:lnTo>
                                <a:lnTo>
                                  <a:pt x="1636" y="558"/>
                                </a:lnTo>
                                <a:lnTo>
                                  <a:pt x="1650" y="518"/>
                                </a:lnTo>
                                <a:lnTo>
                                  <a:pt x="1662" y="477"/>
                                </a:lnTo>
                                <a:lnTo>
                                  <a:pt x="1674" y="435"/>
                                </a:lnTo>
                                <a:lnTo>
                                  <a:pt x="1685" y="395"/>
                                </a:lnTo>
                                <a:lnTo>
                                  <a:pt x="1696" y="353"/>
                                </a:lnTo>
                                <a:lnTo>
                                  <a:pt x="1705" y="312"/>
                                </a:lnTo>
                                <a:lnTo>
                                  <a:pt x="1714" y="270"/>
                                </a:lnTo>
                                <a:lnTo>
                                  <a:pt x="1720" y="227"/>
                                </a:lnTo>
                                <a:lnTo>
                                  <a:pt x="1728" y="187"/>
                                </a:lnTo>
                                <a:lnTo>
                                  <a:pt x="1733" y="145"/>
                                </a:lnTo>
                                <a:lnTo>
                                  <a:pt x="1738" y="102"/>
                                </a:lnTo>
                                <a:lnTo>
                                  <a:pt x="1741" y="59"/>
                                </a:lnTo>
                                <a:lnTo>
                                  <a:pt x="1744" y="17"/>
                                </a:lnTo>
                                <a:lnTo>
                                  <a:pt x="1744" y="9"/>
                                </a:lnTo>
                                <a:lnTo>
                                  <a:pt x="1743" y="17"/>
                                </a:lnTo>
                                <a:lnTo>
                                  <a:pt x="1744" y="12"/>
                                </a:lnTo>
                                <a:lnTo>
                                  <a:pt x="1744" y="9"/>
                                </a:lnTo>
                                <a:lnTo>
                                  <a:pt x="1344" y="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615214" w:rsidRDefault="00615214" w:rsidP="00615214">
                              <w:pPr>
                                <w:rPr>
                                  <w:rFonts w:eastAsia="Times New Roman"/>
                                </w:rPr>
                              </w:pPr>
                            </w:p>
                          </w:txbxContent>
                        </wps:txbx>
                        <wps:bodyPr rot="0" vert="horz" wrap="square" lIns="91440" tIns="45720" rIns="91440" bIns="45720" anchor="t" anchorCtr="0" upright="1">
                          <a:noAutofit/>
                        </wps:bodyPr>
                      </wps:wsp>
                      <wps:wsp>
                        <wps:cNvPr id="3349" name="Freeform 29"/>
                        <wps:cNvSpPr>
                          <a:spLocks/>
                        </wps:cNvSpPr>
                        <wps:spPr bwMode="auto">
                          <a:xfrm>
                            <a:off x="1102" y="0"/>
                            <a:ext cx="40" cy="1340"/>
                          </a:xfrm>
                          <a:custGeom>
                            <a:avLst/>
                            <a:gdLst>
                              <a:gd name="T0" fmla="*/ 199 w 400"/>
                              <a:gd name="T1" fmla="*/ 400 h 13403"/>
                              <a:gd name="T2" fmla="*/ 0 w 400"/>
                              <a:gd name="T3" fmla="*/ 200 h 13403"/>
                              <a:gd name="T4" fmla="*/ 0 w 400"/>
                              <a:gd name="T5" fmla="*/ 13403 h 13403"/>
                              <a:gd name="T6" fmla="*/ 400 w 400"/>
                              <a:gd name="T7" fmla="*/ 13403 h 13403"/>
                              <a:gd name="T8" fmla="*/ 400 w 400"/>
                              <a:gd name="T9" fmla="*/ 200 h 13403"/>
                              <a:gd name="T10" fmla="*/ 199 w 400"/>
                              <a:gd name="T11" fmla="*/ 0 h 13403"/>
                              <a:gd name="T12" fmla="*/ 400 w 400"/>
                              <a:gd name="T13" fmla="*/ 200 h 13403"/>
                              <a:gd name="T14" fmla="*/ 400 w 400"/>
                              <a:gd name="T15" fmla="*/ 0 h 13403"/>
                              <a:gd name="T16" fmla="*/ 199 w 400"/>
                              <a:gd name="T17" fmla="*/ 0 h 13403"/>
                              <a:gd name="T18" fmla="*/ 199 w 400"/>
                              <a:gd name="T19" fmla="*/ 400 h 1340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00" h="13403">
                                <a:moveTo>
                                  <a:pt x="199" y="400"/>
                                </a:moveTo>
                                <a:lnTo>
                                  <a:pt x="0" y="200"/>
                                </a:lnTo>
                                <a:lnTo>
                                  <a:pt x="0" y="13403"/>
                                </a:lnTo>
                                <a:lnTo>
                                  <a:pt x="400" y="13403"/>
                                </a:lnTo>
                                <a:lnTo>
                                  <a:pt x="400" y="200"/>
                                </a:lnTo>
                                <a:lnTo>
                                  <a:pt x="199" y="0"/>
                                </a:lnTo>
                                <a:lnTo>
                                  <a:pt x="400" y="200"/>
                                </a:lnTo>
                                <a:lnTo>
                                  <a:pt x="400" y="0"/>
                                </a:lnTo>
                                <a:lnTo>
                                  <a:pt x="199" y="0"/>
                                </a:lnTo>
                                <a:lnTo>
                                  <a:pt x="199" y="40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615214" w:rsidRDefault="00615214" w:rsidP="00615214">
                              <w:pPr>
                                <w:rPr>
                                  <w:rFonts w:eastAsia="Times New Roman"/>
                                </w:rPr>
                              </w:pPr>
                            </w:p>
                          </w:txbxContent>
                        </wps:txbx>
                        <wps:bodyPr rot="0" vert="horz" wrap="square" lIns="91440" tIns="45720" rIns="91440" bIns="45720" anchor="t" anchorCtr="0" upright="1">
                          <a:noAutofit/>
                        </wps:bodyPr>
                      </wps:wsp>
                      <wps:wsp>
                        <wps:cNvPr id="3350" name="Rectangle 30"/>
                        <wps:cNvSpPr>
                          <a:spLocks noChangeArrowheads="1"/>
                        </wps:cNvSpPr>
                        <wps:spPr bwMode="auto">
                          <a:xfrm>
                            <a:off x="571" y="0"/>
                            <a:ext cx="551" cy="4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15214" w:rsidRDefault="00615214" w:rsidP="00615214">
                              <w:pPr>
                                <w:rPr>
                                  <w:rFonts w:eastAsia="Times New Roman"/>
                                </w:rPr>
                              </w:pPr>
                            </w:p>
                          </w:txbxContent>
                        </wps:txbx>
                        <wps:bodyPr rot="0" vert="horz" wrap="square" lIns="91440" tIns="45720" rIns="91440" bIns="45720" anchor="t" anchorCtr="0" upright="1">
                          <a:noAutofit/>
                        </wps:bodyPr>
                      </wps:wsp>
                      <wps:wsp>
                        <wps:cNvPr id="3351" name="Freeform 31"/>
                        <wps:cNvSpPr>
                          <a:spLocks/>
                        </wps:cNvSpPr>
                        <wps:spPr bwMode="auto">
                          <a:xfrm>
                            <a:off x="0" y="0"/>
                            <a:ext cx="571" cy="40"/>
                          </a:xfrm>
                          <a:custGeom>
                            <a:avLst/>
                            <a:gdLst>
                              <a:gd name="T0" fmla="*/ 400 w 5711"/>
                              <a:gd name="T1" fmla="*/ 200 h 400"/>
                              <a:gd name="T2" fmla="*/ 201 w 5711"/>
                              <a:gd name="T3" fmla="*/ 400 h 400"/>
                              <a:gd name="T4" fmla="*/ 5711 w 5711"/>
                              <a:gd name="T5" fmla="*/ 400 h 400"/>
                              <a:gd name="T6" fmla="*/ 5711 w 5711"/>
                              <a:gd name="T7" fmla="*/ 0 h 400"/>
                              <a:gd name="T8" fmla="*/ 201 w 5711"/>
                              <a:gd name="T9" fmla="*/ 0 h 400"/>
                              <a:gd name="T10" fmla="*/ 0 w 5711"/>
                              <a:gd name="T11" fmla="*/ 200 h 400"/>
                              <a:gd name="T12" fmla="*/ 201 w 5711"/>
                              <a:gd name="T13" fmla="*/ 0 h 400"/>
                              <a:gd name="T14" fmla="*/ 0 w 5711"/>
                              <a:gd name="T15" fmla="*/ 0 h 400"/>
                              <a:gd name="T16" fmla="*/ 0 w 5711"/>
                              <a:gd name="T17" fmla="*/ 200 h 400"/>
                              <a:gd name="T18" fmla="*/ 400 w 5711"/>
                              <a:gd name="T19" fmla="*/ 200 h 4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5711" h="400">
                                <a:moveTo>
                                  <a:pt x="400" y="200"/>
                                </a:moveTo>
                                <a:lnTo>
                                  <a:pt x="201" y="400"/>
                                </a:lnTo>
                                <a:lnTo>
                                  <a:pt x="5711" y="400"/>
                                </a:lnTo>
                                <a:lnTo>
                                  <a:pt x="5711" y="0"/>
                                </a:lnTo>
                                <a:lnTo>
                                  <a:pt x="201" y="0"/>
                                </a:lnTo>
                                <a:lnTo>
                                  <a:pt x="0" y="200"/>
                                </a:lnTo>
                                <a:lnTo>
                                  <a:pt x="201" y="0"/>
                                </a:lnTo>
                                <a:lnTo>
                                  <a:pt x="0" y="0"/>
                                </a:lnTo>
                                <a:lnTo>
                                  <a:pt x="0" y="200"/>
                                </a:lnTo>
                                <a:lnTo>
                                  <a:pt x="400" y="20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615214" w:rsidRDefault="00615214" w:rsidP="00615214">
                              <w:pPr>
                                <w:rPr>
                                  <w:rFonts w:eastAsia="Times New Roman"/>
                                </w:rPr>
                              </w:pPr>
                            </w:p>
                          </w:txbxContent>
                        </wps:txbx>
                        <wps:bodyPr rot="0" vert="horz" wrap="square" lIns="91440" tIns="45720" rIns="91440" bIns="45720" anchor="t" anchorCtr="0" upright="1">
                          <a:noAutofit/>
                        </wps:bodyPr>
                      </wps:wsp>
                      <wps:wsp>
                        <wps:cNvPr id="3352" name="Freeform 32"/>
                        <wps:cNvSpPr>
                          <a:spLocks/>
                        </wps:cNvSpPr>
                        <wps:spPr bwMode="auto">
                          <a:xfrm>
                            <a:off x="0" y="20"/>
                            <a:ext cx="40" cy="410"/>
                          </a:xfrm>
                          <a:custGeom>
                            <a:avLst/>
                            <a:gdLst>
                              <a:gd name="T0" fmla="*/ 201 w 400"/>
                              <a:gd name="T1" fmla="*/ 4097 h 4097"/>
                              <a:gd name="T2" fmla="*/ 400 w 400"/>
                              <a:gd name="T3" fmla="*/ 4097 h 4097"/>
                              <a:gd name="T4" fmla="*/ 400 w 400"/>
                              <a:gd name="T5" fmla="*/ 0 h 4097"/>
                              <a:gd name="T6" fmla="*/ 0 w 400"/>
                              <a:gd name="T7" fmla="*/ 0 h 4097"/>
                              <a:gd name="T8" fmla="*/ 0 w 400"/>
                              <a:gd name="T9" fmla="*/ 4097 h 4097"/>
                              <a:gd name="T10" fmla="*/ 201 w 400"/>
                              <a:gd name="T11" fmla="*/ 4097 h 4097"/>
                            </a:gdLst>
                            <a:ahLst/>
                            <a:cxnLst>
                              <a:cxn ang="0">
                                <a:pos x="T0" y="T1"/>
                              </a:cxn>
                              <a:cxn ang="0">
                                <a:pos x="T2" y="T3"/>
                              </a:cxn>
                              <a:cxn ang="0">
                                <a:pos x="T4" y="T5"/>
                              </a:cxn>
                              <a:cxn ang="0">
                                <a:pos x="T6" y="T7"/>
                              </a:cxn>
                              <a:cxn ang="0">
                                <a:pos x="T8" y="T9"/>
                              </a:cxn>
                              <a:cxn ang="0">
                                <a:pos x="T10" y="T11"/>
                              </a:cxn>
                            </a:cxnLst>
                            <a:rect l="0" t="0" r="r" b="b"/>
                            <a:pathLst>
                              <a:path w="400" h="4097">
                                <a:moveTo>
                                  <a:pt x="201" y="4097"/>
                                </a:moveTo>
                                <a:lnTo>
                                  <a:pt x="400" y="4097"/>
                                </a:lnTo>
                                <a:lnTo>
                                  <a:pt x="400" y="0"/>
                                </a:lnTo>
                                <a:lnTo>
                                  <a:pt x="0" y="0"/>
                                </a:lnTo>
                                <a:lnTo>
                                  <a:pt x="0" y="4097"/>
                                </a:lnTo>
                                <a:lnTo>
                                  <a:pt x="201" y="40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615214" w:rsidRDefault="00615214" w:rsidP="00615214">
                              <w:pPr>
                                <w:rPr>
                                  <w:rFonts w:eastAsia="Times New Roman"/>
                                </w:rPr>
                              </w:pP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Группа 3322" o:spid="_x0000_s1026" style="position:absolute;margin-left:215.85pt;margin-top:5.9pt;width:34pt;height:48.2pt;z-index:251659264;mso-position-horizontal-relative:margin" coordsize="1142,17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">
                <v:shape id="Freeform 3" o:spid="_x0000_s1027" style="position:absolute;left:166;top:131;width:810;height:1455;visibility:visible;mso-wrap-style:square;v-text-anchor:top" coordsize="8096,1454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44MncMA&#10;AADdAAAADwAAAGRycy9kb3ducmV2LnhtbESPQYvCMBSE78L+h/AW9qapDah0jSKiiwdhsa73R/Ns&#10;i81LaaLWf2+EBY/DzHzDzJe9bcSNOl871jAeJSCIC2dqLjX8HbfDGQgfkA02jknDgzwsFx+DOWbG&#10;3flAtzyUIkLYZ6ihCqHNpPRFRRb9yLXE0Tu7zmKIsiul6fAe4baRaZJMpMWa40KFLa0rKi751Wpw&#10;6me3P5XpQW14Gnj1Ozuf+r3WX5/96htEoD68w//tndGgVKrg9SY+Abl4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44MncMAAADdAAAADwAAAAAAAAAAAAAAAACYAgAAZHJzL2Rv&#10;d25yZXYueG1sUEsFBgAAAAAEAAQA9QAAAIgDAAAAAA==&#10;" adj="-11796480,,540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xe" fillcolor="black" stroked="f">
                  <v:stroke joinstyle="round"/>
                  <v:formulas/>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textboxrect="0,0,8096,14546"/>
                  <v:textbox>
                    <w:txbxContent>
                      <w:p w:rsidR="00615214" w:rsidRDefault="00615214" w:rsidP="00615214">
                        <w:pPr>
                          <w:rPr>
                            <w:rFonts w:eastAsia="Times New Roman"/>
                          </w:rPr>
                        </w:pPr>
                      </w:p>
                    </w:txbxContent>
                  </v:textbox>
                </v:shape>
                <v:shape id="Freeform 4" o:spid="_x0000_s1028" style="position:absolute;left:166;top:131;width:810;height:1455;visibility:visible;mso-wrap-style:square;v-text-anchor:top" coordsize="8096,1454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" adj="-11796480,,540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e" filled="f" strokeweight=".5pt">
                  <v:stroke joinstyle="round"/>
                  <v:formulas/>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textboxrect="0,0,8096,14546"/>
                  <v:textbox>
                    <w:txbxContent>
                      <w:p w:rsidR="00615214" w:rsidRDefault="00615214" w:rsidP="00615214">
                        <w:pPr>
                          <w:rPr>
                            <w:rFonts w:eastAsia="Times New Roman"/>
                          </w:rPr>
                        </w:pPr>
                      </w:p>
                    </w:txbxContent>
                  </v:textbox>
                </v:shape>
                <v:shape id="Freeform 5" o:spid="_x0000_s1029" style="position:absolute;left:609;top:1311;width:71;height:149;visibility:visible;mso-wrap-style:square;v-text-anchor:top"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OWXA8QA&#10;AADdAAAADwAAAGRycy9kb3ducmV2LnhtbESPTWrDMBCF94HeQUyhm9DIiWkobhRjSl2CN8FJDzBY&#10;E8vUGhlLid3bR4VCl4/38/F2+Wx7caPRd44VrFcJCOLG6Y5bBV/n8vkVhA/IGnvHpOCHPOT7h8UO&#10;M+0mrul2Cq2II+wzVGBCGDIpfWPIol+5gTh6FzdaDFGOrdQjTnHc9nKTJFtpseNIMDjQu6Hm+3S1&#10;EXJM8VhdpnP5OeOEH5XhZVEr9fQ4F28gAs3hP/zXPmgFabp5gd838QnI/R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jllwPEAAAA3QAAAA8AAAAAAAAAAAAAAAAAmAIAAGRycy9k&#10;b3ducmV2LnhtbFBLBQYAAAAABAAEAPUAAACJAwAAAAA=&#10;" adj="-11796480,,540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xe" stroked="f">
                  <v:stroke joinstyle="round"/>
                  <v:formulas/>
                  <v:path arrowok="t" o:connecttype="custom" o:connectlocs="71,31;71,25;71,19;71,12;70,7;68,5;64,3;61,1;53,0;41,0;28,0;16,0;9,1;7,3;4,5;2,9;0,149;7,146;13,142;19,137;25,132;30,127;35,121;39,115;44,108;48,101;52,93;55,85;59,76;62,66;65,56;68,45;71,34" o:connectangles="0,0,0,0,0,0,0,0,0,0,0,0,0,0,0,0,0,0,0,0,0,0,0,0,0,0,0,0,0,0,0,0,0" textboxrect="0,0,710,1491"/>
                  <v:textbox>
                    <w:txbxContent>
                      <w:p w:rsidR="00615214" w:rsidRDefault="00615214" w:rsidP="00615214">
                        <w:pPr>
                          <w:rPr>
                            <w:rFonts w:eastAsia="Times New Roman"/>
                          </w:rPr>
                        </w:pPr>
                      </w:p>
                    </w:txbxContent>
                  </v:textbox>
                </v:shape>
                <v:shape id="Freeform 6" o:spid="_x0000_s1030" style="position:absolute;left:609;top:1311;width:71;height:149;visibility:visible;mso-wrap-style:square;v-text-anchor:top"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Yzc1MYA&#10;AADdAAAADwAAAGRycy9kb3ducmV2LnhtbESPQUvDQBSE70L/w/IEb+3GVKPEbkupCiJ4sAri7ZF9&#10;TYLZt8vus4n/3hUKHoeZ+YZZbSY3qCPF1Hs2cLkoQBE33vbcGnh/e5zfgkqCbHHwTAZ+KMFmPTtb&#10;YW39yK903EurMoRTjQY6kVBrnZqOHKaFD8TZO/joULKMrbYRxwx3gy6LotIOe84LHQbaddR87b+d&#10;gZfxITzfVNeH8BmvSp3urXzsxJiL82l7B0pokv/wqf1kDSyXZQV/b/IT0Ot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6Yzc1MYAAADdAAAADwAAAAAAAAAAAAAAAACYAgAAZHJz&#10;L2Rvd25yZXYueG1sUEsFBgAAAAAEAAQA9QAAAIsDAAAAAA==&#10;" adj="-11796480,,540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e" filled="f" strokeweight=".5pt">
                  <v:stroke joinstyle="round"/>
                  <v:formulas/>
                  <v:path arrowok="t" o:connecttype="custom" o:connectlocs="71,31;71,25;71,19;71,12;70,7;68,5;64,3;61,1;53,0;41,0;28,0;16,0;9,1;7,3;4,5;2,9;0,149;7,146;13,142;19,137;25,132;30,127;35,121;39,115;44,108;48,101;52,93;55,85;59,76;62,66;65,56;68,45;71,34" o:connectangles="0,0,0,0,0,0,0,0,0,0,0,0,0,0,0,0,0,0,0,0,0,0,0,0,0,0,0,0,0,0,0,0,0" textboxrect="0,0,710,1491"/>
                  <v:textbox>
                    <w:txbxContent>
                      <w:p w:rsidR="00615214" w:rsidRDefault="00615214" w:rsidP="00615214">
                        <w:pPr>
                          <w:rPr>
                            <w:rFonts w:eastAsia="Times New Roman"/>
                          </w:rPr>
                        </w:pPr>
                      </w:p>
                    </w:txbxContent>
                  </v:textbox>
                </v:shape>
                <v:shape id="Freeform 7" o:spid="_x0000_s1031" style="position:absolute;left:462;top:1311;width:71;height:149;visibility:visible;mso-wrap-style:square;v-text-anchor:top"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3us78QA&#10;AADdAAAADwAAAGRycy9kb3ducmV2LnhtbESPTWrDMBCF94HeQUyhm9DIiaEpbhRjSl2CN8FJDzBY&#10;E8vUGhlLid3bR4VCl4/38/F2+Wx7caPRd44VrFcJCOLG6Y5bBV/n8vkVhA/IGnvHpOCHPOT7h8UO&#10;M+0mrul2Cq2II+wzVGBCGDIpfWPIol+5gTh6FzdaDFGOrdQjTnHc9nKTJC/SYseRYHCgd0PN9+lq&#10;I+SY4rG6TOfyc8YJPyrDy6JW6ulxLt5ABJrDf/ivfdAK0nSzhd838QnI/R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d7rO/EAAAA3QAAAA8AAAAAAAAAAAAAAAAAmAIAAGRycy9k&#10;b3ducmV2LnhtbFBLBQYAAAAABAAEAPUAAACJAwAAAAA=&#10;" adj="-11796480,,540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xe" stroked="f">
                  <v:stroke joinstyle="round"/>
                  <v:formulas/>
                  <v:path arrowok="t" o:connecttype="custom" o:connectlocs="0,31;0,25;0,19;0,12;1,7;4,5;7,3;10,1;18,0;30,0;43,0;55,0;62,1;64,3;67,5;69,9;71,149;64,146;58,142;52,137;46,132;41,127;36,121;32,115;27,108;23,101;20,93;16,85;12,76;9,66;6,56;3,45;0,34" o:connectangles="0,0,0,0,0,0,0,0,0,0,0,0,0,0,0,0,0,0,0,0,0,0,0,0,0,0,0,0,0,0,0,0,0" textboxrect="0,0,710,1491"/>
                  <v:textbox>
                    <w:txbxContent>
                      <w:p w:rsidR="00615214" w:rsidRDefault="00615214" w:rsidP="00615214">
                        <w:pPr>
                          <w:rPr>
                            <w:rFonts w:eastAsia="Times New Roman"/>
                          </w:rPr>
                        </w:pPr>
                      </w:p>
                    </w:txbxContent>
                  </v:textbox>
                </v:shape>
                <v:shape id="Freeform 8" o:spid="_x0000_s1032" style="position:absolute;left:462;top:1311;width:71;height:149;visibility:visible;mso-wrap-style:square;v-text-anchor:top"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1/tPcMA&#10;AADdAAAADwAAAGRycy9kb3ducmV2LnhtbERPTUsDMRC9C/0PYQrebNat1rJtWqQqiNCDVSi9DZvp&#10;7uJmEpKxu/57cxA8Pt73eju6Xl0ops6zgdtZAYq49rbjxsDnx8vNElQSZIu9ZzLwQwm2m8nVGivr&#10;B36ny0EalUM4VWigFQmV1qluyWGa+UCcubOPDiXD2GgbccjhrtdlUSy0w45zQ4uBdi3VX4dvZ2A/&#10;PIe3h8X9OZziXanTk5XjToy5no6PK1BCo/yL/9yv1sB8Xua5+U1+Anrz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91/tPcMAAADdAAAADwAAAAAAAAAAAAAAAACYAgAAZHJzL2Rv&#10;d25yZXYueG1sUEsFBgAAAAAEAAQA9QAAAIgDAAAAAA==&#10;" adj="-11796480,,540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e" filled="f" strokeweight=".5pt">
                  <v:stroke joinstyle="round"/>
                  <v:formulas/>
                  <v:path arrowok="t" o:connecttype="custom" o:connectlocs="0,31;0,25;0,19;0,12;1,7;4,5;7,3;10,1;18,0;30,0;43,0;55,0;62,1;64,3;67,5;69,9;71,149;64,146;58,142;52,137;46,132;41,127;36,121;32,115;27,108;23,101;20,93;16,85;12,76;9,66;6,56;3,45;0,34" o:connectangles="0,0,0,0,0,0,0,0,0,0,0,0,0,0,0,0,0,0,0,0,0,0,0,0,0,0,0,0,0,0,0,0,0" textboxrect="0,0,710,1491"/>
                  <v:textbox>
                    <w:txbxContent>
                      <w:p w:rsidR="00615214" w:rsidRDefault="00615214" w:rsidP="00615214">
                        <w:pPr>
                          <w:rPr>
                            <w:rFonts w:eastAsia="Times New Roman"/>
                          </w:rPr>
                        </w:pPr>
                      </w:p>
                    </w:txbxContent>
                  </v:textbox>
                </v:shape>
                <v:shape id="Freeform 9" o:spid="_x0000_s1033" style="position:absolute;left:745;top:1010;width:174;height:235;visibility:visible;mso-wrap-style:square;v-text-anchor:top"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pPo2MYA&#10;AADdAAAADwAAAGRycy9kb3ducmV2LnhtbESPUWvCMBSF3wf7D+EOfJGZzjLZOqNMIShMEN1gr5fm&#10;2pY1NyWJtvv3iyDs8XDO+Q5nvhxsKy7kQ+NYwdMkA0FcOtNwpeDrUz++gAgR2WDrmBT8UoDl4v5u&#10;joVxPR/ocoyVSBAOBSqoY+wKKUNZk8UwcR1x8k7OW4xJ+koaj32C21ZOs2wmLTacFmrsaF1T+XM8&#10;WwWrfV/lflyuBvdx2nw/a230Tis1ehje30BEGuJ/+NbeGgV5Pn2F65v0BOTi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npPo2MYAAADdAAAADwAAAAAAAAAAAAAAAACYAgAAZHJz&#10;L2Rvd25yZXYueG1sUEsFBgAAAAAEAAQA9QAAAIsDAAAAAA==&#10;" adj="-11796480,,540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xe" stroked="f">
                  <v:stroke joinstyle="round"/>
                  <v:formulas/>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textboxrect="0,0,1740,2349"/>
                  <v:textbox>
                    <w:txbxContent>
                      <w:p w:rsidR="00615214" w:rsidRDefault="00615214" w:rsidP="00615214">
                        <w:pPr>
                          <w:rPr>
                            <w:rFonts w:eastAsia="Times New Roman"/>
                          </w:rPr>
                        </w:pPr>
                      </w:p>
                    </w:txbxContent>
                  </v:textbox>
                </v:shape>
                <v:shape id="Freeform 10" o:spid="_x0000_s1034" style="position:absolute;left:745;top:1010;width:174;height:235;visibility:visible;mso-wrap-style:square;v-text-anchor:top"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8iN3cEA&#10;AADdAAAADwAAAGRycy9kb3ducmV2LnhtbERP3WrCMBS+F3yHcAa703R2itRGEUdhjN1M9wCH5qyp&#10;bU5KEmv39svFwMuP7788TLYXI/nQOlbwssxAENdOt9wo+L5Uiy2IEJE19o5JwS8FOOznsxIL7e78&#10;ReM5NiKFcChQgYlxKKQMtSGLYekG4sT9OG8xJugbqT3eU7jt5SrLNtJiy6nB4EAnQ3V3vlkF1cfq&#10;c+xu2lfuOL1aWpvr9s0o9fw0HXcgIk3xIf53v2sFeZ6n/elNegJy/w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PIjd3BAAAA3QAAAA8AAAAAAAAAAAAAAAAAmAIAAGRycy9kb3du&#10;cmV2LnhtbFBLBQYAAAAABAAEAPUAAACGAwAAAAA=&#10;" adj="-11796480,,540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e" filled="f" strokeweight=".5pt">
                  <v:stroke joinstyle="round"/>
                  <v:formulas/>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textboxrect="0,0,1740,2349"/>
                  <v:textbox>
                    <w:txbxContent>
                      <w:p w:rsidR="00615214" w:rsidRDefault="00615214" w:rsidP="00615214">
                        <w:pPr>
                          <w:rPr>
                            <w:rFonts w:eastAsia="Times New Roman"/>
                          </w:rPr>
                        </w:pPr>
                      </w:p>
                    </w:txbxContent>
                  </v:textbox>
                </v:shape>
                <v:shape id="Freeform 11" o:spid="_x0000_s1035" style="position:absolute;left:223;top:1010;width:174;height:235;visibility:visible;mso-wrap-style:square;v-text-anchor:top"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TxyA8YA&#10;AADdAAAADwAAAGRycy9kb3ducmV2LnhtbESPUWvCMBSF3wf+h3AFX8ZMtUykM4oOgoMNRB3s9dJc&#10;22JzU5LM1n+/DAZ7PJxzvsNZbQbbihv50DhWMJtmIIhLZxquFHye9dMSRIjIBlvHpOBOATbr0cMK&#10;C+N6PtLtFCuRIBwKVFDH2BVShrImi2HqOuLkXZy3GJP0lTQe+wS3rZxn2UJabDgt1NjRa03l9fRt&#10;FewOfZX7x3I3uPfL/utZa6M/tFKT8bB9ARFpiP/hv/abUZDn+Qx+36QnINc/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5TxyA8YAAADdAAAADwAAAAAAAAAAAAAAAACYAgAAZHJz&#10;L2Rvd25yZXYueG1sUEsFBgAAAAAEAAQA9QAAAIsDAAAAAA==&#10;" adj="-11796480,,540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xe" stroked="f">
                  <v:stroke joinstyle="round"/>
                  <v:formulas/>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textboxrect="0,0,1740,2349"/>
                  <v:textbox>
                    <w:txbxContent>
                      <w:p w:rsidR="00615214" w:rsidRDefault="00615214" w:rsidP="00615214">
                        <w:pPr>
                          <w:rPr>
                            <w:rFonts w:eastAsia="Times New Roman"/>
                          </w:rPr>
                        </w:pPr>
                      </w:p>
                    </w:txbxContent>
                  </v:textbox>
                </v:shape>
                <v:shape id="Freeform 12" o:spid="_x0000_s1036" style="position:absolute;left:223;top:1010;width:174;height:235;visibility:visible;mso-wrap-style:square;v-text-anchor:top"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Fa2McQA&#10;AADdAAAADwAAAGRycy9kb3ducmV2LnhtbESPUWvCMBSF3wf7D+EOfJup7TakM4psFGT4Mt0PuDR3&#10;TbW5KUms9d8bQfDxcM75DmexGm0nBvKhdaxgNs1AENdOt9wo+NtXr3MQISJr7ByTggsFWC2fnxZY&#10;anfmXxp2sREJwqFEBSbGvpQy1IYshqnriZP377zFmKRvpPZ4TnDbyTzLPqTFltOCwZ6+DNXH3ckq&#10;qH7y7XA8aV+59fhm6d0c5t9GqcnLuP4EEWmMj/C9vdEKiqLI4fYmPQG5vA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xWtjHEAAAA3QAAAA8AAAAAAAAAAAAAAAAAmAIAAGRycy9k&#10;b3ducmV2LnhtbFBLBQYAAAAABAAEAPUAAACJAwAAAAA=&#10;" adj="-11796480,,540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e" filled="f" strokeweight=".5pt">
                  <v:stroke joinstyle="round"/>
                  <v:formulas/>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textboxrect="0,0,1740,2349"/>
                  <v:textbox>
                    <w:txbxContent>
                      <w:p w:rsidR="00615214" w:rsidRDefault="00615214" w:rsidP="00615214">
                        <w:pPr>
                          <w:rPr>
                            <w:rFonts w:eastAsia="Times New Roman"/>
                          </w:rPr>
                        </w:pPr>
                      </w:p>
                    </w:txbxContent>
                  </v:textbox>
                </v:shape>
                <v:shape id="Freeform 13" o:spid="_x0000_s1037" style="position:absolute;left:609;top:1138;width:87;height:110;visibility:visible;mso-wrap-style:square;v-text-anchor:top" coordsize="872,109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F8JjLwA&#10;AADdAAAADwAAAGRycy9kb3ducmV2LnhtbERPywrCMBC8C/5DWMGbpj6RahQRFD1a/YClWdtis6lN&#10;tPXvjSA4t2FezGrTmlK8qHaFZQWjYQSCOLW64EzB9bIfLEA4j6yxtEwK3uRgs+52Vhhr2/CZXonP&#10;RChhF6OC3PsqltKlORl0Q1sRB+1ma4M+0DqTusYmlJtSjqNoLg0WHBZyrGiXU3pPnkbB9N0cHsns&#10;Hu21odFpUp3YpzOl+r12uwThqfV/8y991AomAfB9E56AXH8A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DkXwmMvAAAAN0AAAAPAAAAAAAAAAAAAAAAAJgCAABkcnMvZG93bnJldi54&#10;bWxQSwUGAAAAAAQABAD1AAAAgQMAAAAA&#10;" adj="-11796480,,540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xe" stroked="f">
                  <v:stroke joinstyle="round"/>
                  <v:formulas/>
                  <v:path arrowok="t" o:connecttype="custom" o:connectlocs="85,89;86,77;87,65;87,52;87,42;86,36;86,30;84,24;83,18;81,13;78,7;74,2;70,0;65,0;59,1;54,2;49,3;44,4;38,6;33,8;28,10;24,13;19,15;15,19;11,22;7,26;4,29;1,34;0,108;11,108;22,109;34,110;45,110;51,110;56,109;62,108;67,106;72,104;77,102;81,99;85,95" o:connectangles="0,0,0,0,0,0,0,0,0,0,0,0,0,0,0,0,0,0,0,0,0,0,0,0,0,0,0,0,0,0,0,0,0,0,0,0,0,0,0,0,0" textboxrect="0,0,872,1094"/>
                  <v:textbox>
                    <w:txbxContent>
                      <w:p w:rsidR="00615214" w:rsidRDefault="00615214" w:rsidP="00615214">
                        <w:pPr>
                          <w:rPr>
                            <w:rFonts w:eastAsia="Times New Roman"/>
                          </w:rPr>
                        </w:pPr>
                      </w:p>
                    </w:txbxContent>
                  </v:textbox>
                </v:shape>
                <v:shape id="Freeform 14" o:spid="_x0000_s1038" style="position:absolute;left:609;top:1138;width:87;height:110;visibility:visible;mso-wrap-style:square;v-text-anchor:top" coordsize="872,109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iSI5MUA&#10;AADdAAAADwAAAGRycy9kb3ducmV2LnhtbESPT2vCQBTE7wW/w/IEb3WjEWlTVxElIj21qXp+ZJ9J&#10;aPZtyG7++O27hUKPw8z8htnsRlOLnlpXWVawmEcgiHOrKy4UXL7S5xcQziNrrC2Tggc52G0nTxtM&#10;tB34k/rMFyJA2CWooPS+SaR0eUkG3dw2xMG729agD7ItpG5xCHBTy2UUraXBisNCiQ0dSsq/s84o&#10;6Na35YXv7/ojOz5Or8d07+S1UGo2HfdvIDyN/j/81z5rBXEcr+D3TXgCcvs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CJIjkxQAAAN0AAAAPAAAAAAAAAAAAAAAAAJgCAABkcnMv&#10;ZG93bnJldi54bWxQSwUGAAAAAAQABAD1AAAAigMAAAAA&#10;" adj="-11796480,,540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e" filled="f" strokeweight=".5pt">
                  <v:stroke joinstyle="round"/>
                  <v:formulas/>
                  <v:path arrowok="t" o:connecttype="custom" o:connectlocs="85,89;86,77;87,65;87,52;87,42;86,36;86,30;84,24;83,18;81,13;78,7;74,2;70,0;65,0;59,1;54,2;49,3;44,4;38,6;33,8;28,10;24,13;19,15;15,19;11,22;7,26;4,29;1,34;0,108;11,108;22,109;34,110;45,110;51,110;56,109;62,108;67,106;72,104;77,102;81,99;85,95" o:connectangles="0,0,0,0,0,0,0,0,0,0,0,0,0,0,0,0,0,0,0,0,0,0,0,0,0,0,0,0,0,0,0,0,0,0,0,0,0,0,0,0,0" textboxrect="0,0,872,1094"/>
                  <v:textbox>
                    <w:txbxContent>
                      <w:p w:rsidR="00615214" w:rsidRDefault="00615214" w:rsidP="00615214">
                        <w:pPr>
                          <w:rPr>
                            <w:rFonts w:eastAsia="Times New Roman"/>
                          </w:rPr>
                        </w:pPr>
                      </w:p>
                    </w:txbxContent>
                  </v:textbox>
                </v:shape>
                <v:shape id="Freeform 15" o:spid="_x0000_s1039" style="position:absolute;left:446;top:1139;width:87;height:109;visibility:visible;mso-wrap-style:square;v-text-anchor:top" coordsize="872,109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" adj="-11796480,,540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xe" stroked="f">
                  <v:stroke joinstyle="round"/>
                  <v:formulas/>
                  <v:path arrowok="t" o:connecttype="custom" o:connectlocs="2,88;1,76;0,64;0,51;0,42;1,36;1,30;3,24;4,18;6,13;9,7;13,2;17,0;22,0;28,1;33,2;38,3;43,4;49,6;54,8;59,10;63,13;68,15;72,18;76,22;80,25;83,29;86,33;87,107;76,107;65,108;53,109;42,109;36,109;31,108;25,107;20,106;15,104;10,101;6,98;2,94" o:connectangles="0,0,0,0,0,0,0,0,0,0,0,0,0,0,0,0,0,0,0,0,0,0,0,0,0,0,0,0,0,0,0,0,0,0,0,0,0,0,0,0,0" textboxrect="0,0,872,1093"/>
                  <v:textbox>
                    <w:txbxContent>
                      <w:p w:rsidR="00615214" w:rsidRDefault="00615214" w:rsidP="00615214">
                        <w:pPr>
                          <w:rPr>
                            <w:rFonts w:eastAsia="Times New Roman"/>
                          </w:rPr>
                        </w:pPr>
                      </w:p>
                    </w:txbxContent>
                  </v:textbox>
                </v:shape>
                <v:shape id="Freeform 16" o:spid="_x0000_s1040" style="position:absolute;left:446;top:1139;width:87;height:109;visibility:visible;mso-wrap-style:square;v-text-anchor:top" coordsize="872,109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GEO/MUA&#10;AADdAAAADwAAAGRycy9kb3ducmV2LnhtbESPS4vCQBCE74L/YWjBm040EiTrKD7wwZ58wV6bTG8S&#10;NtMTMqPG/fU7woLHoqq+omaL1lTiTo0rLSsYDSMQxJnVJecKrpftYArCeWSNlWVS8CQHi3m3M8NU&#10;2wef6H72uQgQdikqKLyvUyldVpBBN7Q1cfC+bWPQB9nkUjf4CHBTyXEUJdJgyWGhwJrWBWU/55tR&#10;8Jt84dHtx6tNrD09J9Od/TzulOr32uUHCE+tf4f/2wetII7jBF5vwhOQ8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EYQ78xQAAAN0AAAAPAAAAAAAAAAAAAAAAAJgCAABkcnMv&#10;ZG93bnJldi54bWxQSwUGAAAAAAQABAD1AAAAigMAAAAA&#10;" adj="-11796480,,540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e" filled="f" strokeweight=".5pt">
                  <v:stroke joinstyle="round"/>
                  <v:formulas/>
                  <v:path arrowok="t" o:connecttype="custom" o:connectlocs="2,88;1,76;0,64;0,51;0,42;1,36;1,30;3,24;4,18;6,13;9,7;13,2;17,0;22,0;28,1;33,2;38,3;43,4;49,6;54,8;59,10;63,13;68,15;72,18;76,22;80,25;83,29;86,33;87,107;76,107;65,108;53,109;42,109;36,109;31,108;25,107;20,106;15,104;10,101;6,98;2,94" o:connectangles="0,0,0,0,0,0,0,0,0,0,0,0,0,0,0,0,0,0,0,0,0,0,0,0,0,0,0,0,0,0,0,0,0,0,0,0,0,0,0,0,0" textboxrect="0,0,872,1093"/>
                  <v:textbox>
                    <w:txbxContent>
                      <w:p w:rsidR="00615214" w:rsidRDefault="00615214" w:rsidP="00615214">
                        <w:pPr>
                          <w:rPr>
                            <w:rFonts w:eastAsia="Times New Roman"/>
                          </w:rPr>
                        </w:pPr>
                      </w:p>
                    </w:txbxContent>
                  </v:textbox>
                </v:shape>
                <v:shape id="Freeform 17" o:spid="_x0000_s1041" style="position:absolute;left:478;top:845;width:186;height:283;visibility:visible;mso-wrap-style:square;v-text-anchor:top" coordsize="1854,282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X438YA&#10;AADdAAAADwAAAGRycy9kb3ducmV2LnhtbESPwW7CMBBE70j9B2sr9VacEqBtGoNQBRI3IO0HrOKt&#10;EyVeh9hA6NfXSJU4jmbmjSZfDrYVZ+p97VjByzgBQVw6XbNR8P21eX4D4QOyxtYxKbiSh+XiYZRj&#10;pt2FD3QughERwj5DBVUIXSalLyuy6MeuI47ej+sthih7I3WPlwi3rZwkyVxarDkuVNjRZ0VlU5ys&#10;gqObzPRQrHHXrN/3tTHT4+9hqtTT47D6ABFoCPfwf3urFaRp+gq3N/EJyMU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Q/X438YAAADdAAAADwAAAAAAAAAAAAAAAACYAgAAZHJz&#10;L2Rvd25yZXYueG1sUEsFBgAAAAAEAAQA9QAAAIsDAAAAAA==&#10;" adj="-11796480,,540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xe" stroked="f">
                  <v:stroke joinstyle="round"/>
                  <v:formulas/>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textboxrect="0,0,1854,2824"/>
                  <v:textbox>
                    <w:txbxContent>
                      <w:p w:rsidR="00615214" w:rsidRDefault="00615214" w:rsidP="00615214">
                        <w:pPr>
                          <w:rPr>
                            <w:rFonts w:eastAsia="Times New Roman"/>
                          </w:rPr>
                        </w:pPr>
                      </w:p>
                    </w:txbxContent>
                  </v:textbox>
                </v:shape>
                <v:shape id="Freeform 18" o:spid="_x0000_s1042" style="position:absolute;left:478;top:845;width:186;height:283;visibility:visible;mso-wrap-style:square;v-text-anchor:top" coordsize="1854,282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0vmxcIA&#10;AADdAAAADwAAAGRycy9kb3ducmV2LnhtbERPPW/CMBDdK/EfrEPqVhyIoBAwUalUKWtoh46HfSSB&#10;+JzGLgn99fVQqePT+97lo23FjXrfOFYwnyUgiLUzDVcKPt7fntYgfEA22DomBXfykO8nDzvMjBu4&#10;pNsxVCKGsM9QQR1Cl0npdU0W/cx1xJE7u95iiLCvpOlxiOG2lYskWUmLDceGGjt6rUlfj99WQdGc&#10;aLnS541dH3T5+fMV0ueLUepxOr5sQQQaw7/4z10YBWmaxrnxTXwCcv8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3S+bFwgAAAN0AAAAPAAAAAAAAAAAAAAAAAJgCAABkcnMvZG93&#10;bnJldi54bWxQSwUGAAAAAAQABAD1AAAAhwMAAAAA&#10;" adj="-11796480,,540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e" filled="f" strokeweight=".5pt">
                  <v:stroke joinstyle="round"/>
                  <v:formulas/>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textboxrect="0,0,1854,2824"/>
                  <v:textbox>
                    <w:txbxContent>
                      <w:p w:rsidR="00615214" w:rsidRDefault="00615214" w:rsidP="00615214">
                        <w:pPr>
                          <w:rPr>
                            <w:rFonts w:eastAsia="Times New Roman"/>
                          </w:rPr>
                        </w:pPr>
                      </w:p>
                    </w:txbxContent>
                  </v:textbox>
                </v:shape>
                <v:shape id="Freeform 19" o:spid="_x0000_s1043" style="position:absolute;left:805;top:362;width:116;height:567;visibility:visible;mso-wrap-style:square;v-text-anchor:top" coordsize="1160,567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Q6wqsIA&#10;AADdAAAADwAAAGRycy9kb3ducmV2LnhtbERPW2vCMBR+F/YfwhnsTdNZkFlNyxwMNrzAnOjroTlr&#10;ypqT0mS1/nsjDHz87nzLYrCN6KnztWMFz5MEBHHpdM2VgsP3+/gFhA/IGhvHpOBCHor8YbTETLsz&#10;f1G/D5WIJewzVGBCaDMpfWnIop+4ljhqP66zGCLsKqk7PMdy28hpksykxZrjgsGW3gyVv/s/q6DH&#10;3SU5mdV2/llvyuludVzryKunx+F1ASLQEO7m//SHVpCm6Rxub+ITkPkV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5DrCqwgAAAN0AAAAPAAAAAAAAAAAAAAAAAJgCAABkcnMvZG93&#10;bnJldi54bWxQSwUGAAAAAAQABAD1AAAAhwMAAAAA&#10;" adj="-11796480,,540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xe" stroked="f">
                  <v:stroke joinstyle="round"/>
                  <v:formulas/>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textboxrect="0,0,1160,5677"/>
                  <v:textbox>
                    <w:txbxContent>
                      <w:p w:rsidR="00615214" w:rsidRDefault="00615214" w:rsidP="00615214">
                        <w:pPr>
                          <w:rPr>
                            <w:rFonts w:eastAsia="Times New Roman"/>
                          </w:rPr>
                        </w:pPr>
                      </w:p>
                    </w:txbxContent>
                  </v:textbox>
                </v:shape>
                <v:shape id="Freeform 20" o:spid="_x0000_s1044" style="position:absolute;left:805;top:362;width:116;height:567;visibility:visible;mso-wrap-style:square;v-text-anchor:top" coordsize="1160,567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QnUKsIA&#10;AADdAAAADwAAAGRycy9kb3ducmV2LnhtbERPPU/DMBDdkfofrENiow4pqlCoW1WVihgh7cB4xNc4&#10;bXwX2aYJ/Ho8IDE+ve/VZvK9ulKInbCBh3kBirgR23Fr4HjY3z+BignZYi9MBr4pwmY9u1lhZWXk&#10;d7rWqVU5hGOFBlxKQ6V1bBx5jHMZiDN3kuAxZRhabQOOOdz3uiyKpfbYcW5wONDOUXOpv7yB8aX5&#10;PJenD+t+wiD7+k3OZS/G3N1O22dQiab0L/5zv1oDi8Vj3p/f5Ceg17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xCdQqwgAAAN0AAAAPAAAAAAAAAAAAAAAAAJgCAABkcnMvZG93&#10;bnJldi54bWxQSwUGAAAAAAQABAD1AAAAhwMAAAAA&#10;" adj="-11796480,,540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e" filled="f" strokeweight=".5pt">
                  <v:stroke joinstyle="round"/>
                  <v:formulas/>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textboxrect="0,0,1160,5677"/>
                  <v:textbox>
                    <w:txbxContent>
                      <w:p w:rsidR="00615214" w:rsidRDefault="00615214" w:rsidP="00615214">
                        <w:pPr>
                          <w:rPr>
                            <w:rFonts w:eastAsia="Times New Roman"/>
                          </w:rPr>
                        </w:pPr>
                      </w:p>
                    </w:txbxContent>
                  </v:textbox>
                </v:shape>
                <v:shape id="Freeform 21" o:spid="_x0000_s1045" style="position:absolute;left:221;top:362;width:116;height:568;visibility:visible;mso-wrap-style:square;v-text-anchor:top" coordsize="1160,567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C43FscA&#10;AADdAAAADwAAAGRycy9kb3ducmV2LnhtbESPW2sCMRSE3wv+h3CEvnWzXrCyNYrVCkUsxUvfj5vj&#10;7rbJybJJdfvvjSD0cZiZb5jJrLVGnKnxlWMFvSQFQZw7XXGh4LBfPY1B+ICs0TgmBX/kYTbtPEww&#10;0+7CWzrvQiEihH2GCsoQ6kxKn5dk0SeuJo7eyTUWQ5RNIXWDlwi3RvbTdCQtVhwXSqxpUVL+s/u1&#10;ClafS/Pd/9jOv2RYvD0fzXj9utwo9dht5y8gArXhP3xvv2sFg8GwB7c38QnI6RU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AuNxbHAAAA3QAAAA8AAAAAAAAAAAAAAAAAmAIAAGRy&#10;cy9kb3ducmV2LnhtbFBLBQYAAAAABAAEAPUAAACMAwAAAAA=&#10;" adj="-11796480,,540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xe" stroked="f">
                  <v:stroke joinstyle="round"/>
                  <v:formulas/>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textboxrect="0,0,1160,5676"/>
                  <v:textbox>
                    <w:txbxContent>
                      <w:p w:rsidR="00615214" w:rsidRDefault="00615214" w:rsidP="00615214">
                        <w:pPr>
                          <w:rPr>
                            <w:rFonts w:eastAsia="Times New Roman"/>
                          </w:rPr>
                        </w:pPr>
                      </w:p>
                    </w:txbxContent>
                  </v:textbox>
                </v:shape>
                <v:shape id="Freeform 22" o:spid="_x0000_s1046" style="position:absolute;left:221;top:362;width:116;height:568;visibility:visible;mso-wrap-style:square;v-text-anchor:top" coordsize="1160,567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Vtk2MYA&#10;AADdAAAADwAAAGRycy9kb3ducmV2LnhtbESPQWvCQBSE70L/w/IKvYhuaqxI6ipFEC0o1Ch4fWZf&#10;k2D2bchuY/rvXUHwOMzMN8xs0ZlKtNS40rKC92EEgjizuuRcwfGwGkxBOI+ssbJMCv7JwWL+0pth&#10;ou2V99SmPhcBwi5BBYX3dSKlywoy6Ia2Jg7er20M+iCbXOoGrwFuKjmKook0WHJYKLCmZUHZJf0z&#10;Ctqf7TnftK7+vkz77iM+r9c7fVLq7bX7+gThqfPP8KO90QrieDyC+5vwBOT8B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uVtk2MYAAADdAAAADwAAAAAAAAAAAAAAAACYAgAAZHJz&#10;L2Rvd25yZXYueG1sUEsFBgAAAAAEAAQA9QAAAIsDAAAAAA==&#10;" adj="-11796480,,540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e" filled="f" strokeweight=".5pt">
                  <v:stroke joinstyle="round"/>
                  <v:formulas/>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textboxrect="0,0,1160,5676"/>
                  <v:textbox>
                    <w:txbxContent>
                      <w:p w:rsidR="00615214" w:rsidRDefault="00615214" w:rsidP="00615214">
                        <w:pPr>
                          <w:rPr>
                            <w:rFonts w:eastAsia="Times New Roman"/>
                          </w:rPr>
                        </w:pPr>
                      </w:p>
                    </w:txbxContent>
                  </v:textbox>
                </v:shape>
                <v:rect id="Rectangle 23" o:spid="_x0000_s1047" style="position:absolute;top:430;width:40;height:7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ra9iscA&#10;AADdAAAADwAAAGRycy9kb3ducmV2LnhtbESPQWvCQBSE7wX/w/KE3pqNxhaNrlILhV4EtT3U2zP7&#10;TILZt+nuVlN/vSsUPA4z8w0zW3SmESdyvrasYJCkIIgLq2suFXx9vj+NQfiArLGxTAr+yMNi3nuY&#10;Ya7tmTd02oZSRAj7HBVUIbS5lL6oyKBPbEscvYN1BkOUrpTa4TnCTSOHafoiDdYcFyps6a2i4rj9&#10;NQqWk/HyZz3i1WWz39Hue398HrpUqcd+9zoFEagL9/B/+0MryLJRBrc38QnI+RU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a2vYrHAAAA3QAAAA8AAAAAAAAAAAAAAAAAmAIAAGRy&#10;cy9kb3ducmV2LnhtbFBLBQYAAAAABAAEAPUAAACMAwAAAAA=&#10;" fillcolor="black" stroked="f">
                  <v:textbox>
                    <w:txbxContent>
                      <w:p w:rsidR="00615214" w:rsidRDefault="00615214" w:rsidP="00615214">
                        <w:pPr>
                          <w:rPr>
                            <w:rFonts w:eastAsia="Times New Roman"/>
                          </w:rPr>
                        </w:pPr>
                      </w:p>
                    </w:txbxContent>
                  </v:textbox>
                </v:rect>
                <v:shape id="Freeform 24" o:spid="_x0000_s1048" style="position:absolute;top:1178;width:40;height:163;visibility:visible;mso-wrap-style:square;v-text-anchor:top" coordsize="400,1632"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Xbm8MgA&#10;AADdAAAADwAAAGRycy9kb3ducmV2LnhtbESPS2/CMBCE75X6H6yt1FtxyksoYFDpQ0ICDjwOHJd4&#10;SazE6yh2IfDrcaVKHEcz841mMmttJc7UeONYwXsnAUGcOW04V7Df/byNQPiArLFyTAqu5GE2fX6a&#10;YKrdhTd03oZcRAj7FBUUIdSplD4ryKLvuJo4eifXWAxRNrnUDV4i3FaymyRDadFwXCiwps+CsnL7&#10;axUclkMz2hjqHle3+bdeDcr5+qtU6vWl/RiDCNSGR/i/vdAKer1+H/7exCcgp3c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BJdubwyAAAAN0AAAAPAAAAAAAAAAAAAAAAAJgCAABk&#10;cnMvZG93bnJldi54bWxQSwUGAAAAAAQABAD1AAAAjQMAAAAA&#10;" adj="-11796480,,5400" path="m400,1615r,9l400,,,,,1624r,8l,1624r,3l1,1632r399,-17xe" fillcolor="black" stroked="f">
                  <v:stroke joinstyle="round"/>
                  <v:formulas/>
                  <v:path arrowok="t" o:connecttype="custom" o:connectlocs="40,161;40,162;40,0;0,0;0,162;0,163;0,162;0,163;0,163;40,161" o:connectangles="0,0,0,0,0,0,0,0,0,0" textboxrect="0,0,400,1632"/>
                  <v:textbox>
                    <w:txbxContent>
                      <w:p w:rsidR="00615214" w:rsidRDefault="00615214" w:rsidP="00615214">
                        <w:pPr>
                          <w:rPr>
                            <w:rFonts w:eastAsia="Times New Roman"/>
                          </w:rPr>
                        </w:pPr>
                      </w:p>
                    </w:txbxContent>
                  </v:textbox>
                </v:shape>
                <v:shape id="Freeform 25" o:spid="_x0000_s1049" style="position:absolute;top:1339;width:175;height:210;visibility:visible;mso-wrap-style:square;v-text-anchor:top" coordsize="1748,2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t993sYA&#10;AADdAAAADwAAAGRycy9kb3ducmV2LnhtbESPQWsCMRSE7wX/Q3hCbzWrtkVWo4iltBcPtYrXx+Z1&#10;s93Ny5pEXf31piD0OMzMN8xs0dlGnMiHyrGC4SADQVw4XXGpYPv9/jQBESKyxsYxKbhQgMW89zDD&#10;XLszf9FpE0uRIBxyVGBibHMpQ2HIYhi4ljh5P85bjEn6UmqP5wS3jRxl2au0WHFaMNjSylBRb45W&#10;gV/u3+orH3d1dl1fwsdvd5igUeqx3y2nICJ18T98b39qBePx8wv8vUlPQM5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Ct993sYAAADdAAAADwAAAAAAAAAAAAAAAACYAgAAZHJz&#10;L2Rvd25yZXYueG1sUEsFBgAAAAAEAAQA9QAAAIsDAAAAAA==&#10;" adj="-11796480,,5400" path="m1748,1727r-4,-2l1712,1712r-31,-13l1649,1684r-32,-15l1586,1654r-33,-16l1522,1621r-32,-18l1459,1584r-30,-18l1398,1547r-31,-20l1337,1506r-30,-20l1277,1463r-30,-21l1217,1418r-28,-22l1160,1372r-28,-23l1103,1323r-27,-25l1048,1272r-27,-26l994,1220r-25,-27l943,1166r-26,-28l893,1111r-25,-29l844,1054r-23,-30l798,994,776,965,754,935,733,905,711,874,691,844,672,813,652,782,634,750,617,718,599,686,583,654,566,622,551,590,536,558,522,525,510,492,497,459,485,427,474,394,463,361r-9,-33l445,296r-8,-33l429,230r-6,-34l417,164r-5,-34l408,98,404,66,401,32,400,,,17,3,59r2,42l11,145r5,42l23,227r7,43l39,312r9,41l58,395r12,40l80,477r14,41l108,558r14,40l137,639r16,39l171,717r18,40l207,795r19,39l246,873r20,37l289,949r21,37l333,1023r22,36l380,1096r23,36l429,1167r26,36l481,1238r28,34l535,1306r28,34l592,1373r29,32l650,1438r30,32l711,1501r30,31l773,1562r33,30l838,1621r32,29l903,1678r34,28l972,1732r34,27l1041,1786r34,25l1111,1835r36,25l1182,1882r37,24l1256,1928r38,22l1330,1970r38,21l1405,2010r40,19l1483,2046r38,19l1561,2081r39,16l1596,2096r152,-369l1747,1726r-3,-1l1748,1727xe" fillcolor="black" stroked="f">
                  <v:stroke joinstyle="round"/>
                  <v:formulas/>
                  <v:path arrowok="t" o:connecttype="custom" o:connectlocs="171,171;162,167;152,162;143,157;134,151;125,144;116,137;108,130;100,122;92,114;84,106;78,97;71,88;65,78;60,69;55,59;51,49;47,39;45,30;42,20;41,10;40,0;1,10;2,23;5,35;8,48;12,60;17,72;23,84;29,95;36,106;43,117;51,127;59,137;68,147;77,156;87,165;97,173;108,181;118,188;130,195;141,201;152,207;160,210;175,173" o:connectangles="0,0,0,0,0,0,0,0,0,0,0,0,0,0,0,0,0,0,0,0,0,0,0,0,0,0,0,0,0,0,0,0,0,0,0,0,0,0,0,0,0,0,0,0,0" textboxrect="0,0,1748,2097"/>
                  <v:textbox>
                    <w:txbxContent>
                      <w:p w:rsidR="00615214" w:rsidRDefault="00615214" w:rsidP="00615214">
                        <w:pPr>
                          <w:rPr>
                            <w:rFonts w:eastAsia="Times New Roman"/>
                          </w:rPr>
                        </w:pPr>
                      </w:p>
                    </w:txbxContent>
                  </v:textbox>
                </v:shape>
                <v:shape id="Freeform 26" o:spid="_x0000_s1050" style="position:absolute;left:160;top:1512;width:419;height:206;visibility:visible;mso-wrap-style:square;v-text-anchor:top" coordsize="4190,206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1lGG8YA&#10;AADdAAAADwAAAGRycy9kb3ducmV2LnhtbESP3WoCMRSE7wu+QziCN6Vm1aLtapQiFApKwZ8HON0c&#10;dxeTk2VzqmufvhEKvRxm5htmseq8UxdqYx3YwGiYgSIugq25NHA8vD+9gIqCbNEFJgM3irBa9h4W&#10;mNtw5R1d9lKqBOGYo4FKpMm1jkVFHuMwNMTJO4XWoyTZltq2eE1w7/Q4y6baY81pocKG1hUV5/23&#10;N+DGX+51M4tbuR31Nvvxsnv8tMYM+t3bHJRQJ//hv/aHNTCZPE/h/iY9Ab38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31lGG8YAAADdAAAADwAAAAAAAAAAAAAAAACYAgAAZHJz&#10;L2Rvd25yZXYueG1sUEsFBgAAAAAEAAQA9QAAAIsDAAAAAA==&#10;" adj="-11796480,,5400" path="m4038,1660r152,l152,,,369,4038,2029r152,l4038,2029r77,31l4190,2029,4038,1660xe" fillcolor="black" stroked="f">
                  <v:stroke joinstyle="round"/>
                  <v:formulas/>
                  <v:path arrowok="t" o:connecttype="custom" o:connectlocs="404,166;419,166;15,0;0,37;404,203;419,203;404,203;412,206;419,203;404,166" o:connectangles="0,0,0,0,0,0,0,0,0,0" textboxrect="0,0,4190,2060"/>
                  <v:textbox>
                    <w:txbxContent>
                      <w:p w:rsidR="00615214" w:rsidRDefault="00615214" w:rsidP="00615214">
                        <w:pPr>
                          <w:rPr>
                            <w:rFonts w:eastAsia="Times New Roman"/>
                          </w:rPr>
                        </w:pPr>
                      </w:p>
                    </w:txbxContent>
                  </v:textbox>
                </v:shape>
                <v:shape id="Freeform 27" o:spid="_x0000_s1051" style="position:absolute;left:563;top:1512;width:419;height:203;visibility:visible;mso-wrap-style:square;v-text-anchor:top" coordsize="4190,203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pnsxMYA&#10;AADdAAAADwAAAGRycy9kb3ducmV2LnhtbESPQWsCMRSE70L/Q3iF3jRbLW1ZjdIqwl48uLV4fW6e&#10;m6XJy7KJuu2vN0LB4zAz3zCzRe+sOFMXGs8KnkcZCOLK64ZrBbuv9fAdRIjIGq1nUvBLARbzh8EM&#10;c+0vvKVzGWuRIBxyVGBibHMpQ2XIYRj5ljh5R985jEl2tdQdXhLcWTnOslfpsOG0YLClpaHqpzw5&#10;BauyteNdYT7D/ntzONjib037lVJPj/3HFESkPt7D/+1CK5hMXt7g9iY9ATm/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pnsxMYAAADdAAAADwAAAAAAAAAAAAAAAACYAgAAZHJz&#10;L2Rvd25yZXYueG1sUEsFBgAAAAAEAAQA9QAAAIsDAAAAAA==&#10;" adj="-11796480,,5400" path="m4042,r-4,2l,1662r152,369l4190,371r-4,1l4042,r-3,1l4038,2r4,-2xe" fillcolor="black" stroked="f">
                  <v:stroke joinstyle="round"/>
                  <v:formulas/>
                  <v:path arrowok="t" o:connecttype="custom" o:connectlocs="404,0;404,0;0,166;15,203;419,37;419,37;404,0;404,0;404,0;404,0" o:connectangles="0,0,0,0,0,0,0,0,0,0" textboxrect="0,0,4190,2031"/>
                  <v:textbox>
                    <w:txbxContent>
                      <w:p w:rsidR="00615214" w:rsidRDefault="00615214" w:rsidP="00615214">
                        <w:pPr>
                          <w:rPr>
                            <w:rFonts w:eastAsia="Times New Roman"/>
                          </w:rPr>
                        </w:pPr>
                      </w:p>
                    </w:txbxContent>
                  </v:textbox>
                </v:shape>
                <v:shape id="Freeform 28" o:spid="_x0000_s1052" style="position:absolute;left:968;top:1339;width:174;height:210;visibility:visible;mso-wrap-style:square;v-text-anchor:top" coordsize="1744,2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ZE3B8IA&#10;AADdAAAADwAAAGRycy9kb3ducmV2LnhtbERPz2vCMBS+C/sfwhvspsl01FGNMmQFYSerHnZ7JM+2&#10;W/NSmqzt/vvlMPD48f3e7ifXioH60HjW8LxQIIiNtw1XGi7nYv4KIkRki61n0vBLAfa7h9kWc+tH&#10;PtFQxkqkEA45aqhj7HIpg6nJYVj4jjhxN987jAn2lbQ9jinctXKpVCYdNpwaauzoUJP5Ln+chq9C&#10;fnij0Fwv1/Fo15/vGbVK66fH6W0DItIU7+J/99FqWK1e0tz0Jj0Bufs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VkTcHwgAAAN0AAAAPAAAAAAAAAAAAAAAAAJgCAABkcnMvZG93&#10;bnJldi54bWxQSwUGAAAAAAQABAD1AAAAhwMAAAAA&#10;" adj="-11796480,,5400" path="m1344,9r,-9l1343,32r-3,32l1336,98r-4,32l1327,164r-6,32l1314,230r-8,33l1299,295r-9,33l1279,361r-9,33l1259,427r-13,32l1234,493r-12,32l1208,558r-15,32l1178,622r-17,32l1144,686r-17,32l1109,750r-17,32l1072,813r-20,31l1033,874r-22,31l990,935r-22,30l946,995r-23,29l899,1053r-23,29l851,1111r-25,27l801,1166r-26,27l748,1220r-25,27l695,1272r-27,26l640,1323r-28,26l584,1372r-29,24l526,1418r-29,24l467,1463r-30,23l406,1506r-30,21l346,1547r-31,19l284,1584r-30,19l222,1621r-32,17l158,1654r-32,15l95,1684r-32,15l31,1712,,1725r144,372l184,2081r39,-16l261,2046r39,-17l338,2010r38,-19l414,1970r36,-20l488,1928r36,-22l561,1882r36,-22l634,1835r34,-24l703,1786r35,-27l773,1732r33,-26l841,1678r32,-28l906,1621r32,-29l971,1562r31,-31l1033,1501r30,-31l1093,1438r30,-33l1152,1373r29,-33l1209,1306r26,-34l1263,1237r26,-34l1315,1167r25,-35l1364,1096r25,-37l1411,1023r23,-37l1456,949r22,-39l1498,873r20,-39l1537,795r18,-38l1573,718r17,-40l1607,638r15,-40l1636,558r14,-40l1662,477r12,-42l1685,395r11,-42l1705,312r9,-42l1720,227r8,-40l1733,145r5,-43l1741,59r3,-42l1744,9r-1,8l1744,12r,-3l1344,9xe" fillcolor="black" stroked="f">
                  <v:stroke joinstyle="round"/>
                  <v:formulas/>
                  <v:path arrowok="t" o:connecttype="custom" o:connectlocs="134,3;133,13;131,23;129,33;126,43;122,53;118,62;112,72;107,81;101,91;94,100;87,108;80,117;72,125;64,132;55,140;47,147;38,153;28,159;19,164;9,169;0,173;22,207;34,201;45,195;56,188;67,181;77,173;87,165;97,156;106,147;115,137;123,127;131,117;139,106;145,95;151,84;157,72;162,60;166,48;169,35;172,23;173,10;174,1;174,1" o:connectangles="0,0,0,0,0,0,0,0,0,0,0,0,0,0,0,0,0,0,0,0,0,0,0,0,0,0,0,0,0,0,0,0,0,0,0,0,0,0,0,0,0,0,0,0,0" textboxrect="0,0,1744,2097"/>
                  <v:textbox>
                    <w:txbxContent>
                      <w:p w:rsidR="00615214" w:rsidRDefault="00615214" w:rsidP="00615214">
                        <w:pPr>
                          <w:rPr>
                            <w:rFonts w:eastAsia="Times New Roman"/>
                          </w:rPr>
                        </w:pPr>
                      </w:p>
                    </w:txbxContent>
                  </v:textbox>
                </v:shape>
                <v:shape id="Freeform 29" o:spid="_x0000_s1053" style="position:absolute;left:1102;width:40;height:1340;visibility:visible;mso-wrap-style:square;v-text-anchor:top" coordsize="400,1340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cQwssYA&#10;AADdAAAADwAAAGRycy9kb3ducmV2LnhtbESPQWvCQBSE7wX/w/KE3upGI0Wjq9hCoVQ8VIt4fGaf&#10;SUj2bdhdNf57Vyh4HGbmG2a+7EwjLuR8ZVnBcJCAIM6trrhQ8Lf7epuA8AFZY2OZFNzIw3LRe5lj&#10;pu2Vf+myDYWIEPYZKihDaDMpfV6SQT+wLXH0TtYZDFG6QmqH1wg3jRwlybs0WHFcKLGlz5Lyens2&#10;Cg7nNZ826c/KfYS97Xa+Hh0ntVKv/W41AxGoC8/wf/tbK0jT8RQeb+ITkIs7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YcQwssYAAADdAAAADwAAAAAAAAAAAAAAAACYAgAAZHJz&#10;L2Rvd25yZXYueG1sUEsFBgAAAAAEAAQA9QAAAIsDAAAAAA==&#10;" adj="-11796480,,5400" path="m199,400l,200,,13403r400,l400,200,199,,400,200,400,,199,r,400xe" fillcolor="black" stroked="f">
                  <v:stroke joinstyle="round"/>
                  <v:formulas/>
                  <v:path arrowok="t" o:connecttype="custom" o:connectlocs="20,40;0,20;0,1340;40,1340;40,20;20,0;40,20;40,0;20,0;20,40" o:connectangles="0,0,0,0,0,0,0,0,0,0" textboxrect="0,0,400,13403"/>
                  <v:textbox>
                    <w:txbxContent>
                      <w:p w:rsidR="00615214" w:rsidRDefault="00615214" w:rsidP="00615214">
                        <w:pPr>
                          <w:rPr>
                            <w:rFonts w:eastAsia="Times New Roman"/>
                          </w:rPr>
                        </w:pPr>
                      </w:p>
                    </w:txbxContent>
                  </v:textbox>
                </v:shape>
                <v:rect id="Rectangle 30" o:spid="_x0000_s1054" style="position:absolute;left:571;width:551;height: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721IMQA&#10;AADdAAAADwAAAGRycy9kb3ducmV2LnhtbERPu27CMBTdkfgH61ZiI055VDTFIEBCYqkEtEPZLvFt&#10;EhFfB9tA6NfjAanj0XlP562pxZWcrywreE1SEMS51RUXCr6/1v0JCB+QNdaWScGdPMxn3c4UM21v&#10;vKPrPhQihrDPUEEZQpNJ6fOSDPrENsSR+7XOYIjQFVI7vMVwU8tBmr5JgxXHhhIbWpWUn/YXo2D5&#10;PlmetyP+/NsdD3T4OZ7GA5cq1XtpFx8gArXhX/x0b7SC4XAc98c38QnI2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O9tSDEAAAA3QAAAA8AAAAAAAAAAAAAAAAAmAIAAGRycy9k&#10;b3ducmV2LnhtbFBLBQYAAAAABAAEAPUAAACJAwAAAAA=&#10;" fillcolor="black" stroked="f">
                  <v:textbox>
                    <w:txbxContent>
                      <w:p w:rsidR="00615214" w:rsidRDefault="00615214" w:rsidP="00615214">
                        <w:pPr>
                          <w:rPr>
                            <w:rFonts w:eastAsia="Times New Roman"/>
                          </w:rPr>
                        </w:pPr>
                      </w:p>
                    </w:txbxContent>
                  </v:textbox>
                </v:rect>
                <v:shape id="Freeform 31" o:spid="_x0000_s1055" style="position:absolute;width:571;height:40;visibility:visible;mso-wrap-style:square;v-text-anchor:top" coordsize="5711,4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o3qusUA&#10;AADdAAAADwAAAGRycy9kb3ducmV2LnhtbESPQUsDMRSE70L/Q3gFbzbbLoqsTctSKIqnbVW8vm5e&#10;N0s3L0sS0/XfG0HwOMzMN8x6O9lBJPKhd6xguShAELdO99wpeH/b3z2CCBFZ4+CYFHxTgO1mdrPG&#10;SrsrHygdYycyhEOFCkyMYyVlaA1ZDAs3Emfv7LzFmKXvpPZ4zXA7yFVRPEiLPecFgyPtDLWX45dV&#10;kE67pi7TZzKHV1933jXPH6dGqdv5VD+BiDTF//Bf+0UrKMv7Jfy+yU9Abn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yjeq6xQAAAN0AAAAPAAAAAAAAAAAAAAAAAJgCAABkcnMv&#10;ZG93bnJldi54bWxQSwUGAAAAAAQABAD1AAAAigMAAAAA&#10;" adj="-11796480,,5400" path="m400,200l201,400r5510,l5711,,201,,,200,201,,,,,200r400,xe" fillcolor="black" stroked="f">
                  <v:stroke joinstyle="round"/>
                  <v:formulas/>
                  <v:path arrowok="t" o:connecttype="custom" o:connectlocs="40,20;20,40;571,40;571,0;20,0;0,20;20,0;0,0;0,20;40,20" o:connectangles="0,0,0,0,0,0,0,0,0,0" textboxrect="0,0,5711,400"/>
                  <v:textbox>
                    <w:txbxContent>
                      <w:p w:rsidR="00615214" w:rsidRDefault="00615214" w:rsidP="00615214">
                        <w:pPr>
                          <w:rPr>
                            <w:rFonts w:eastAsia="Times New Roman"/>
                          </w:rPr>
                        </w:pPr>
                      </w:p>
                    </w:txbxContent>
                  </v:textbox>
                </v:shape>
                <v:shape id="Freeform 32" o:spid="_x0000_s1056" style="position:absolute;top:20;width:40;height:410;visibility:visible;mso-wrap-style:square;v-text-anchor:top" coordsize="400,4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tiUP8YA&#10;AADdAAAADwAAAGRycy9kb3ducmV2LnhtbESPQWvCQBSE70L/w/IK3nSjorSpqxSpol60aaE9PrKv&#10;2dDs25BdY+yv7wqCx2FmvmHmy85WoqXGl44VjIYJCOLc6ZILBZ8f68ETCB+QNVaOScGFPCwXD705&#10;ptqd+Z3aLBQiQtinqMCEUKdS+tyQRT90NXH0flxjMUTZFFI3eI5wW8lxksykxZLjgsGaVoby3+xk&#10;FfjR6u1rb/+e2++N4UO2M7NjYZTqP3avLyACdeEevrW3WsFkMh3D9U18AnLx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tiUP8YAAADdAAAADwAAAAAAAAAAAAAAAACYAgAAZHJz&#10;L2Rvd25yZXYueG1sUEsFBgAAAAAEAAQA9QAAAIsDAAAAAA==&#10;" adj="-11796480,,5400" path="m201,4097r199,l400,,,,,4097r201,xe" fillcolor="black" stroked="f">
                  <v:stroke joinstyle="round"/>
                  <v:formulas/>
                  <v:path arrowok="t" o:connecttype="custom" o:connectlocs="20,410;40,410;40,0;0,0;0,410;20,410" o:connectangles="0,0,0,0,0,0" textboxrect="0,0,400,4097"/>
                  <v:textbox>
                    <w:txbxContent>
                      <w:p w:rsidR="00615214" w:rsidRDefault="00615214" w:rsidP="00615214">
                        <w:pPr>
                          <w:rPr>
                            <w:rFonts w:eastAsia="Times New Roman"/>
                          </w:rPr>
                        </w:pPr>
                      </w:p>
                    </w:txbxContent>
                  </v:textbox>
                </v:shape>
                <w10:wrap anchorx="margin"/>
              </v:group>
            </w:pict>
          </mc:Fallback>
        </mc:AlternateContent>
      </w:r>
    </w:p>
    <w:p w:rsidR="00615214" w:rsidRDefault="00615214" w:rsidP="00615214">
      <w:pPr>
        <w:tabs>
          <w:tab w:val="left" w:pos="708"/>
        </w:tabs>
        <w:spacing w:after="0" w:line="240" w:lineRule="auto"/>
        <w:jc w:val="center"/>
        <w:rPr>
          <w:rFonts w:ascii="Times New Roman" w:eastAsia="Arial Unicode MS" w:hAnsi="Times New Roman"/>
          <w:b/>
          <w:color w:val="000000"/>
          <w:sz w:val="24"/>
          <w:szCs w:val="24"/>
        </w:rPr>
      </w:pPr>
    </w:p>
    <w:p w:rsidR="00615214" w:rsidRPr="00B1748F" w:rsidRDefault="00615214" w:rsidP="00615214">
      <w:pPr>
        <w:tabs>
          <w:tab w:val="left" w:pos="708"/>
        </w:tabs>
        <w:spacing w:after="0" w:line="240" w:lineRule="auto"/>
        <w:jc w:val="center"/>
        <w:rPr>
          <w:rFonts w:ascii="Times New Roman" w:eastAsia="Arial Unicode MS" w:hAnsi="Times New Roman"/>
          <w:color w:val="000000"/>
          <w:sz w:val="24"/>
          <w:szCs w:val="24"/>
        </w:rPr>
      </w:pPr>
    </w:p>
    <w:p w:rsidR="00615214" w:rsidRDefault="00615214" w:rsidP="00615214">
      <w:pPr>
        <w:tabs>
          <w:tab w:val="left" w:pos="708"/>
        </w:tabs>
        <w:spacing w:after="0" w:line="240" w:lineRule="auto"/>
        <w:jc w:val="center"/>
        <w:rPr>
          <w:rFonts w:ascii="Times New Roman" w:eastAsia="Arial Unicode MS" w:hAnsi="Times New Roman"/>
          <w:b/>
          <w:color w:val="000000"/>
          <w:sz w:val="24"/>
          <w:szCs w:val="24"/>
        </w:rPr>
      </w:pPr>
    </w:p>
    <w:p w:rsidR="00615214" w:rsidRDefault="00615214" w:rsidP="00615214">
      <w:pPr>
        <w:tabs>
          <w:tab w:val="left" w:pos="708"/>
        </w:tabs>
        <w:spacing w:after="0" w:line="240" w:lineRule="auto"/>
        <w:jc w:val="center"/>
        <w:rPr>
          <w:rFonts w:ascii="Times New Roman" w:eastAsia="Arial Unicode MS" w:hAnsi="Times New Roman"/>
          <w:b/>
          <w:color w:val="000000"/>
          <w:sz w:val="24"/>
          <w:szCs w:val="24"/>
        </w:rPr>
      </w:pPr>
    </w:p>
    <w:p w:rsidR="00615214" w:rsidRDefault="00615214" w:rsidP="00615214">
      <w:pPr>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УКРАЇНА</w:t>
      </w:r>
    </w:p>
    <w:p w:rsidR="00615214" w:rsidRDefault="00615214" w:rsidP="00615214">
      <w:pPr>
        <w:keepNext/>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КРУПЕЦЬКА СІЛЬСЬКА РАДА</w:t>
      </w:r>
    </w:p>
    <w:p w:rsidR="00615214" w:rsidRDefault="00615214" w:rsidP="00615214">
      <w:pPr>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СЛАВУТСЬКОГО РАЙОНУ</w:t>
      </w:r>
    </w:p>
    <w:p w:rsidR="00615214" w:rsidRDefault="00615214" w:rsidP="00615214">
      <w:pPr>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ХМЕЛЬНИЦЬКОЇ ОБЛАСТІ</w:t>
      </w:r>
    </w:p>
    <w:p w:rsidR="00615214" w:rsidRDefault="00615214" w:rsidP="00615214">
      <w:pPr>
        <w:tabs>
          <w:tab w:val="left" w:pos="708"/>
        </w:tabs>
        <w:spacing w:after="0" w:line="240" w:lineRule="auto"/>
        <w:jc w:val="center"/>
        <w:rPr>
          <w:rFonts w:ascii="Times New Roman" w:eastAsia="Arial Unicode MS" w:hAnsi="Times New Roman"/>
          <w:b/>
          <w:color w:val="000000"/>
          <w:sz w:val="24"/>
          <w:szCs w:val="24"/>
        </w:rPr>
      </w:pPr>
    </w:p>
    <w:p w:rsidR="00615214" w:rsidRDefault="00615214" w:rsidP="00615214">
      <w:pPr>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 xml:space="preserve"> РІШЕННЯ</w:t>
      </w:r>
    </w:p>
    <w:p w:rsidR="00615214" w:rsidRDefault="00615214" w:rsidP="00615214">
      <w:pPr>
        <w:tabs>
          <w:tab w:val="left" w:pos="708"/>
        </w:tabs>
        <w:spacing w:after="0" w:line="240" w:lineRule="auto"/>
        <w:jc w:val="center"/>
        <w:rPr>
          <w:rFonts w:ascii="Times New Roman" w:eastAsia="Arial Unicode MS" w:hAnsi="Times New Roman"/>
          <w:b/>
          <w:color w:val="000000"/>
          <w:sz w:val="24"/>
          <w:szCs w:val="24"/>
        </w:rPr>
      </w:pPr>
    </w:p>
    <w:p w:rsidR="00615214" w:rsidRDefault="00615214" w:rsidP="00615214">
      <w:pPr>
        <w:tabs>
          <w:tab w:val="left" w:pos="708"/>
        </w:tabs>
        <w:spacing w:after="0" w:line="240" w:lineRule="auto"/>
        <w:jc w:val="center"/>
        <w:rPr>
          <w:rFonts w:ascii="Times New Roman" w:eastAsia="Arial Unicode MS" w:hAnsi="Times New Roman"/>
          <w:color w:val="000000"/>
          <w:sz w:val="24"/>
          <w:szCs w:val="24"/>
        </w:rPr>
      </w:pPr>
      <w:r>
        <w:rPr>
          <w:rFonts w:ascii="Times New Roman" w:eastAsia="Arial Unicode MS" w:hAnsi="Times New Roman"/>
          <w:color w:val="000000"/>
          <w:sz w:val="24"/>
          <w:szCs w:val="24"/>
        </w:rPr>
        <w:t xml:space="preserve">  ХІ</w:t>
      </w:r>
      <w:r>
        <w:rPr>
          <w:rFonts w:ascii="Times New Roman" w:eastAsia="Arial Unicode MS" w:hAnsi="Times New Roman"/>
          <w:color w:val="000000"/>
          <w:sz w:val="24"/>
          <w:szCs w:val="24"/>
          <w:lang w:val="en-US"/>
        </w:rPr>
        <w:t>V</w:t>
      </w:r>
      <w:r>
        <w:rPr>
          <w:rFonts w:ascii="Times New Roman" w:eastAsia="Arial Unicode MS" w:hAnsi="Times New Roman"/>
          <w:color w:val="000000"/>
          <w:sz w:val="24"/>
          <w:szCs w:val="24"/>
        </w:rPr>
        <w:t xml:space="preserve">  сесії сільської ради  </w:t>
      </w:r>
      <w:r>
        <w:rPr>
          <w:rFonts w:ascii="Times New Roman" w:eastAsia="Arial Unicode MS" w:hAnsi="Times New Roman"/>
          <w:color w:val="000000"/>
          <w:sz w:val="24"/>
          <w:szCs w:val="24"/>
          <w:lang w:val="en-US"/>
        </w:rPr>
        <w:t>V</w:t>
      </w:r>
      <w:r>
        <w:rPr>
          <w:rFonts w:ascii="Times New Roman" w:eastAsia="Arial Unicode MS" w:hAnsi="Times New Roman"/>
          <w:color w:val="000000"/>
          <w:sz w:val="24"/>
          <w:szCs w:val="24"/>
        </w:rPr>
        <w:t>ІІІ скликання</w:t>
      </w:r>
    </w:p>
    <w:p w:rsidR="00615214" w:rsidRDefault="00615214" w:rsidP="00615214">
      <w:pPr>
        <w:tabs>
          <w:tab w:val="left" w:pos="708"/>
        </w:tabs>
        <w:spacing w:after="0" w:line="240" w:lineRule="auto"/>
        <w:rPr>
          <w:rFonts w:ascii="Times New Roman" w:eastAsia="Arial Unicode MS" w:hAnsi="Times New Roman"/>
          <w:color w:val="000000"/>
          <w:sz w:val="24"/>
          <w:szCs w:val="24"/>
        </w:rPr>
      </w:pPr>
    </w:p>
    <w:p w:rsidR="00615214" w:rsidRPr="00DA220F" w:rsidRDefault="00615214" w:rsidP="00615214">
      <w:pPr>
        <w:tabs>
          <w:tab w:val="left" w:pos="708"/>
        </w:tabs>
        <w:spacing w:after="0" w:line="240" w:lineRule="auto"/>
        <w:rPr>
          <w:rFonts w:ascii="Times New Roman" w:eastAsia="Arial Unicode MS" w:hAnsi="Times New Roman"/>
          <w:color w:val="000000"/>
          <w:sz w:val="24"/>
          <w:szCs w:val="24"/>
          <w:lang w:val="ru-RU"/>
        </w:rPr>
      </w:pPr>
      <w:r w:rsidRPr="00DA220F">
        <w:rPr>
          <w:rFonts w:ascii="Times New Roman" w:eastAsia="Arial Unicode MS" w:hAnsi="Times New Roman"/>
          <w:color w:val="000000"/>
          <w:sz w:val="24"/>
          <w:szCs w:val="24"/>
          <w:lang w:val="ru-RU"/>
        </w:rPr>
        <w:t>07</w:t>
      </w:r>
      <w:r>
        <w:rPr>
          <w:rFonts w:ascii="Times New Roman" w:eastAsia="Arial Unicode MS" w:hAnsi="Times New Roman"/>
          <w:color w:val="000000"/>
          <w:sz w:val="24"/>
          <w:szCs w:val="24"/>
        </w:rPr>
        <w:t>.0</w:t>
      </w:r>
      <w:r w:rsidRPr="00DA220F">
        <w:rPr>
          <w:rFonts w:ascii="Times New Roman" w:eastAsia="Arial Unicode MS" w:hAnsi="Times New Roman"/>
          <w:color w:val="000000"/>
          <w:sz w:val="24"/>
          <w:szCs w:val="24"/>
          <w:lang w:val="ru-RU"/>
        </w:rPr>
        <w:t>9</w:t>
      </w:r>
      <w:r>
        <w:rPr>
          <w:rFonts w:ascii="Times New Roman" w:eastAsia="Arial Unicode MS" w:hAnsi="Times New Roman"/>
          <w:color w:val="000000"/>
          <w:sz w:val="24"/>
          <w:szCs w:val="24"/>
        </w:rPr>
        <w:t>.2021 року                                            Крупець                                                       №</w:t>
      </w:r>
      <w:r>
        <w:rPr>
          <w:rFonts w:ascii="Times New Roman" w:eastAsia="Arial Unicode MS" w:hAnsi="Times New Roman"/>
          <w:color w:val="000000"/>
          <w:sz w:val="24"/>
          <w:szCs w:val="24"/>
          <w:lang w:val="ru-RU"/>
        </w:rPr>
        <w:t>3</w:t>
      </w:r>
    </w:p>
    <w:p w:rsidR="00615214" w:rsidRDefault="00615214" w:rsidP="00615214">
      <w:pPr>
        <w:tabs>
          <w:tab w:val="left" w:pos="142"/>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
          <w:sz w:val="24"/>
          <w:szCs w:val="24"/>
        </w:rPr>
      </w:pPr>
    </w:p>
    <w:p w:rsidR="00615214" w:rsidRPr="004D76F8" w:rsidRDefault="00615214" w:rsidP="00615214">
      <w:pPr>
        <w:tabs>
          <w:tab w:val="left" w:pos="142"/>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
          <w:sz w:val="24"/>
          <w:szCs w:val="24"/>
        </w:rPr>
      </w:pPr>
      <w:r w:rsidRPr="004D76F8">
        <w:rPr>
          <w:rFonts w:ascii="Times New Roman" w:hAnsi="Times New Roman" w:cs="Times New Roman"/>
          <w:b/>
          <w:sz w:val="24"/>
          <w:szCs w:val="24"/>
        </w:rPr>
        <w:t xml:space="preserve">Про хід виконання Програми соціально – </w:t>
      </w:r>
    </w:p>
    <w:p w:rsidR="00615214" w:rsidRPr="004D76F8" w:rsidRDefault="00615214" w:rsidP="00615214">
      <w:pPr>
        <w:tabs>
          <w:tab w:val="left" w:pos="142"/>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
          <w:sz w:val="24"/>
          <w:szCs w:val="24"/>
        </w:rPr>
      </w:pPr>
      <w:r w:rsidRPr="004D76F8">
        <w:rPr>
          <w:rFonts w:ascii="Times New Roman" w:hAnsi="Times New Roman" w:cs="Times New Roman"/>
          <w:b/>
          <w:sz w:val="24"/>
          <w:szCs w:val="24"/>
        </w:rPr>
        <w:t xml:space="preserve">економічного розвитку </w:t>
      </w:r>
      <w:proofErr w:type="spellStart"/>
      <w:r w:rsidRPr="004D76F8">
        <w:rPr>
          <w:rFonts w:ascii="Times New Roman" w:hAnsi="Times New Roman" w:cs="Times New Roman"/>
          <w:b/>
          <w:sz w:val="24"/>
          <w:szCs w:val="24"/>
        </w:rPr>
        <w:t>Крупецької</w:t>
      </w:r>
      <w:proofErr w:type="spellEnd"/>
      <w:r w:rsidRPr="004D76F8">
        <w:rPr>
          <w:rFonts w:ascii="Times New Roman" w:hAnsi="Times New Roman" w:cs="Times New Roman"/>
          <w:b/>
          <w:sz w:val="24"/>
          <w:szCs w:val="24"/>
        </w:rPr>
        <w:t xml:space="preserve"> сільської ради </w:t>
      </w:r>
    </w:p>
    <w:p w:rsidR="00615214" w:rsidRPr="004D76F8" w:rsidRDefault="00615214" w:rsidP="00615214">
      <w:pPr>
        <w:tabs>
          <w:tab w:val="left" w:pos="142"/>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4"/>
          <w:szCs w:val="24"/>
        </w:rPr>
      </w:pPr>
      <w:r>
        <w:rPr>
          <w:rFonts w:ascii="Times New Roman" w:hAnsi="Times New Roman" w:cs="Times New Roman"/>
          <w:b/>
          <w:sz w:val="24"/>
          <w:szCs w:val="24"/>
        </w:rPr>
        <w:t>за перше півріччя 2021</w:t>
      </w:r>
      <w:r w:rsidRPr="004D76F8">
        <w:rPr>
          <w:rFonts w:ascii="Times New Roman" w:hAnsi="Times New Roman" w:cs="Times New Roman"/>
          <w:b/>
          <w:sz w:val="24"/>
          <w:szCs w:val="24"/>
        </w:rPr>
        <w:t xml:space="preserve"> року</w:t>
      </w:r>
    </w:p>
    <w:p w:rsidR="00615214" w:rsidRPr="004D76F8" w:rsidRDefault="00615214" w:rsidP="00615214">
      <w:pPr>
        <w:tabs>
          <w:tab w:val="left" w:pos="142"/>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4"/>
          <w:szCs w:val="24"/>
        </w:rPr>
      </w:pPr>
    </w:p>
    <w:p w:rsidR="00615214" w:rsidRDefault="00615214" w:rsidP="00615214">
      <w:pPr>
        <w:tabs>
          <w:tab w:val="left" w:pos="142"/>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567"/>
        <w:jc w:val="both"/>
        <w:rPr>
          <w:rFonts w:ascii="Times New Roman" w:hAnsi="Times New Roman" w:cs="Times New Roman"/>
          <w:sz w:val="24"/>
          <w:szCs w:val="24"/>
        </w:rPr>
      </w:pPr>
      <w:r>
        <w:rPr>
          <w:rFonts w:ascii="Times New Roman" w:hAnsi="Times New Roman" w:cs="Times New Roman"/>
          <w:sz w:val="24"/>
          <w:szCs w:val="24"/>
        </w:rPr>
        <w:t>Відповідно до пункту 1 частини 1 статті 27</w:t>
      </w:r>
      <w:r w:rsidRPr="004D76F8">
        <w:rPr>
          <w:rFonts w:ascii="Times New Roman" w:hAnsi="Times New Roman" w:cs="Times New Roman"/>
          <w:sz w:val="24"/>
          <w:szCs w:val="24"/>
        </w:rPr>
        <w:t xml:space="preserve"> Закону України «Про місцеве самоврядування в Україні» сільська рада </w:t>
      </w:r>
    </w:p>
    <w:p w:rsidR="00615214" w:rsidRPr="004D76F8" w:rsidRDefault="00615214" w:rsidP="00615214">
      <w:pPr>
        <w:tabs>
          <w:tab w:val="left" w:pos="142"/>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567"/>
        <w:jc w:val="both"/>
        <w:rPr>
          <w:rFonts w:ascii="Times New Roman" w:hAnsi="Times New Roman" w:cs="Times New Roman"/>
          <w:sz w:val="24"/>
          <w:szCs w:val="24"/>
        </w:rPr>
      </w:pPr>
      <w:r w:rsidRPr="004D76F8">
        <w:rPr>
          <w:rFonts w:ascii="Times New Roman" w:hAnsi="Times New Roman" w:cs="Times New Roman"/>
          <w:sz w:val="24"/>
          <w:szCs w:val="24"/>
        </w:rPr>
        <w:t>ВИРІШИЛА:</w:t>
      </w:r>
    </w:p>
    <w:p w:rsidR="00615214" w:rsidRPr="004D76F8" w:rsidRDefault="00615214" w:rsidP="00615214">
      <w:pPr>
        <w:tabs>
          <w:tab w:val="left" w:pos="142"/>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4"/>
          <w:szCs w:val="24"/>
        </w:rPr>
      </w:pPr>
      <w:r w:rsidRPr="004D76F8">
        <w:rPr>
          <w:rFonts w:ascii="Times New Roman" w:hAnsi="Times New Roman" w:cs="Times New Roman"/>
          <w:sz w:val="24"/>
          <w:szCs w:val="24"/>
        </w:rPr>
        <w:t xml:space="preserve">       1. Звіт про хід виконання Програми соціально - економічного розвитку </w:t>
      </w:r>
      <w:proofErr w:type="spellStart"/>
      <w:r w:rsidRPr="004D76F8">
        <w:rPr>
          <w:rFonts w:ascii="Times New Roman" w:hAnsi="Times New Roman" w:cs="Times New Roman"/>
          <w:sz w:val="24"/>
          <w:szCs w:val="24"/>
        </w:rPr>
        <w:t>Крупецької</w:t>
      </w:r>
      <w:proofErr w:type="spellEnd"/>
      <w:r w:rsidRPr="004D76F8">
        <w:rPr>
          <w:rFonts w:ascii="Times New Roman" w:hAnsi="Times New Roman" w:cs="Times New Roman"/>
          <w:sz w:val="24"/>
          <w:szCs w:val="24"/>
        </w:rPr>
        <w:t xml:space="preserve"> сільс</w:t>
      </w:r>
      <w:r>
        <w:rPr>
          <w:rFonts w:ascii="Times New Roman" w:hAnsi="Times New Roman" w:cs="Times New Roman"/>
          <w:sz w:val="24"/>
          <w:szCs w:val="24"/>
        </w:rPr>
        <w:t>ької ради за перше півріччя 2021</w:t>
      </w:r>
      <w:r w:rsidRPr="004D76F8">
        <w:rPr>
          <w:rFonts w:ascii="Times New Roman" w:hAnsi="Times New Roman" w:cs="Times New Roman"/>
          <w:sz w:val="24"/>
          <w:szCs w:val="24"/>
        </w:rPr>
        <w:t xml:space="preserve"> року взяти до відома (додається).</w:t>
      </w:r>
    </w:p>
    <w:p w:rsidR="00615214" w:rsidRPr="004D76F8" w:rsidRDefault="00615214" w:rsidP="00615214">
      <w:pPr>
        <w:tabs>
          <w:tab w:val="left" w:pos="142"/>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4"/>
          <w:szCs w:val="24"/>
        </w:rPr>
      </w:pPr>
      <w:r w:rsidRPr="004D76F8">
        <w:rPr>
          <w:rFonts w:ascii="Times New Roman" w:hAnsi="Times New Roman" w:cs="Times New Roman"/>
          <w:sz w:val="24"/>
          <w:szCs w:val="24"/>
        </w:rPr>
        <w:t xml:space="preserve">       2. Виконкому сільської ради врахувати результати соціально - економічного розвитку </w:t>
      </w:r>
      <w:proofErr w:type="spellStart"/>
      <w:r w:rsidRPr="004D76F8">
        <w:rPr>
          <w:rFonts w:ascii="Times New Roman" w:hAnsi="Times New Roman" w:cs="Times New Roman"/>
          <w:sz w:val="24"/>
          <w:szCs w:val="24"/>
        </w:rPr>
        <w:t>Крупецької</w:t>
      </w:r>
      <w:proofErr w:type="spellEnd"/>
      <w:r w:rsidRPr="004D76F8">
        <w:rPr>
          <w:rFonts w:ascii="Times New Roman" w:hAnsi="Times New Roman" w:cs="Times New Roman"/>
          <w:sz w:val="24"/>
          <w:szCs w:val="24"/>
        </w:rPr>
        <w:t xml:space="preserve"> сільсько</w:t>
      </w:r>
      <w:r>
        <w:rPr>
          <w:rFonts w:ascii="Times New Roman" w:hAnsi="Times New Roman" w:cs="Times New Roman"/>
          <w:sz w:val="24"/>
          <w:szCs w:val="24"/>
        </w:rPr>
        <w:t>ї ради за перше півріччя 2021</w:t>
      </w:r>
      <w:r w:rsidRPr="004D76F8">
        <w:rPr>
          <w:rFonts w:ascii="Times New Roman" w:hAnsi="Times New Roman" w:cs="Times New Roman"/>
          <w:sz w:val="24"/>
          <w:szCs w:val="24"/>
        </w:rPr>
        <w:t xml:space="preserve"> рік при подальшій реалізації Програми соціально - економічного розвитку </w:t>
      </w:r>
      <w:proofErr w:type="spellStart"/>
      <w:r w:rsidRPr="004D76F8">
        <w:rPr>
          <w:rFonts w:ascii="Times New Roman" w:hAnsi="Times New Roman" w:cs="Times New Roman"/>
          <w:sz w:val="24"/>
          <w:szCs w:val="24"/>
        </w:rPr>
        <w:t>К</w:t>
      </w:r>
      <w:r>
        <w:rPr>
          <w:rFonts w:ascii="Times New Roman" w:hAnsi="Times New Roman" w:cs="Times New Roman"/>
          <w:sz w:val="24"/>
          <w:szCs w:val="24"/>
        </w:rPr>
        <w:t>рупецької</w:t>
      </w:r>
      <w:proofErr w:type="spellEnd"/>
      <w:r>
        <w:rPr>
          <w:rFonts w:ascii="Times New Roman" w:hAnsi="Times New Roman" w:cs="Times New Roman"/>
          <w:sz w:val="24"/>
          <w:szCs w:val="24"/>
        </w:rPr>
        <w:t xml:space="preserve"> сільської ради на 2021 - 2023</w:t>
      </w:r>
      <w:r w:rsidRPr="004D76F8">
        <w:rPr>
          <w:rFonts w:ascii="Times New Roman" w:hAnsi="Times New Roman" w:cs="Times New Roman"/>
          <w:sz w:val="24"/>
          <w:szCs w:val="24"/>
        </w:rPr>
        <w:t xml:space="preserve"> роки.</w:t>
      </w:r>
    </w:p>
    <w:p w:rsidR="00615214" w:rsidRPr="004D76F8" w:rsidRDefault="00615214" w:rsidP="00615214">
      <w:pPr>
        <w:tabs>
          <w:tab w:val="num" w:pos="360"/>
        </w:tabs>
        <w:spacing w:afterLines="30" w:after="72"/>
        <w:jc w:val="both"/>
        <w:rPr>
          <w:rFonts w:ascii="Times New Roman" w:hAnsi="Times New Roman" w:cs="Times New Roman"/>
          <w:sz w:val="24"/>
          <w:szCs w:val="24"/>
        </w:rPr>
      </w:pPr>
      <w:r w:rsidRPr="004D76F8">
        <w:rPr>
          <w:rFonts w:ascii="Times New Roman" w:hAnsi="Times New Roman" w:cs="Times New Roman"/>
          <w:sz w:val="24"/>
          <w:szCs w:val="24"/>
        </w:rPr>
        <w:t xml:space="preserve">      3. Контроль за виконанням рішення покласти на постійну комісію з питань фінансів, бюджету, планування, соціально</w:t>
      </w:r>
      <w:r>
        <w:rPr>
          <w:rFonts w:ascii="Times New Roman" w:hAnsi="Times New Roman" w:cs="Times New Roman"/>
          <w:sz w:val="24"/>
          <w:szCs w:val="24"/>
        </w:rPr>
        <w:t xml:space="preserve"> </w:t>
      </w:r>
      <w:r w:rsidRPr="004D76F8">
        <w:rPr>
          <w:rFonts w:ascii="Times New Roman" w:hAnsi="Times New Roman" w:cs="Times New Roman"/>
          <w:sz w:val="24"/>
          <w:szCs w:val="24"/>
        </w:rPr>
        <w:t>-</w:t>
      </w:r>
      <w:r>
        <w:rPr>
          <w:rFonts w:ascii="Times New Roman" w:hAnsi="Times New Roman" w:cs="Times New Roman"/>
          <w:sz w:val="24"/>
          <w:szCs w:val="24"/>
        </w:rPr>
        <w:t xml:space="preserve"> </w:t>
      </w:r>
      <w:r w:rsidRPr="004D76F8">
        <w:rPr>
          <w:rFonts w:ascii="Times New Roman" w:hAnsi="Times New Roman" w:cs="Times New Roman"/>
          <w:sz w:val="24"/>
          <w:szCs w:val="24"/>
        </w:rPr>
        <w:t xml:space="preserve">економічного розвитку, інвестицій та міжнародного </w:t>
      </w:r>
      <w:r>
        <w:rPr>
          <w:rFonts w:ascii="Times New Roman" w:hAnsi="Times New Roman" w:cs="Times New Roman"/>
          <w:sz w:val="24"/>
          <w:szCs w:val="24"/>
        </w:rPr>
        <w:t>співробітництва (</w:t>
      </w:r>
      <w:proofErr w:type="spellStart"/>
      <w:r>
        <w:rPr>
          <w:rFonts w:ascii="Times New Roman" w:hAnsi="Times New Roman" w:cs="Times New Roman"/>
          <w:sz w:val="24"/>
          <w:szCs w:val="24"/>
        </w:rPr>
        <w:t>Т.М.Бережну</w:t>
      </w:r>
      <w:proofErr w:type="spellEnd"/>
      <w:r w:rsidRPr="004D76F8">
        <w:rPr>
          <w:rFonts w:ascii="Times New Roman" w:hAnsi="Times New Roman" w:cs="Times New Roman"/>
          <w:sz w:val="24"/>
          <w:szCs w:val="24"/>
        </w:rPr>
        <w:t>).</w:t>
      </w:r>
    </w:p>
    <w:p w:rsidR="00615214" w:rsidRDefault="00615214" w:rsidP="00615214">
      <w:pPr>
        <w:tabs>
          <w:tab w:val="left" w:pos="142"/>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4"/>
          <w:szCs w:val="24"/>
        </w:rPr>
      </w:pPr>
    </w:p>
    <w:p w:rsidR="00615214" w:rsidRDefault="00615214" w:rsidP="00615214">
      <w:pPr>
        <w:tabs>
          <w:tab w:val="left" w:pos="142"/>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4"/>
          <w:szCs w:val="24"/>
        </w:rPr>
      </w:pPr>
    </w:p>
    <w:p w:rsidR="00615214" w:rsidRDefault="00615214" w:rsidP="00615214">
      <w:pPr>
        <w:tabs>
          <w:tab w:val="left" w:pos="142"/>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4"/>
          <w:szCs w:val="24"/>
        </w:rPr>
      </w:pPr>
    </w:p>
    <w:p w:rsidR="00615214" w:rsidRDefault="00615214" w:rsidP="00615214">
      <w:pPr>
        <w:tabs>
          <w:tab w:val="left" w:pos="142"/>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4"/>
          <w:szCs w:val="24"/>
        </w:rPr>
      </w:pPr>
    </w:p>
    <w:p w:rsidR="00615214" w:rsidRDefault="00615214" w:rsidP="00615214">
      <w:pPr>
        <w:tabs>
          <w:tab w:val="left" w:pos="142"/>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4"/>
          <w:szCs w:val="24"/>
        </w:rPr>
      </w:pPr>
      <w:r>
        <w:rPr>
          <w:rFonts w:ascii="Times New Roman" w:hAnsi="Times New Roman" w:cs="Times New Roman"/>
          <w:sz w:val="24"/>
          <w:szCs w:val="24"/>
        </w:rPr>
        <w:t>Сільський голова                                                                               Валерій МИХАЛЮК</w:t>
      </w:r>
    </w:p>
    <w:p w:rsidR="00615214" w:rsidRDefault="00615214" w:rsidP="00615214">
      <w:pPr>
        <w:tabs>
          <w:tab w:val="left" w:pos="142"/>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4"/>
          <w:szCs w:val="24"/>
        </w:rPr>
      </w:pPr>
    </w:p>
    <w:p w:rsidR="00615214" w:rsidRDefault="00615214" w:rsidP="00615214">
      <w:pPr>
        <w:tabs>
          <w:tab w:val="left" w:pos="142"/>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4"/>
          <w:szCs w:val="24"/>
        </w:rPr>
      </w:pPr>
    </w:p>
    <w:p w:rsidR="00615214" w:rsidRDefault="00615214" w:rsidP="00615214">
      <w:pPr>
        <w:tabs>
          <w:tab w:val="left" w:pos="142"/>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4"/>
          <w:szCs w:val="24"/>
        </w:rPr>
      </w:pPr>
    </w:p>
    <w:p w:rsidR="00615214" w:rsidRDefault="00615214" w:rsidP="00615214">
      <w:pPr>
        <w:tabs>
          <w:tab w:val="left" w:pos="142"/>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4"/>
          <w:szCs w:val="24"/>
        </w:rPr>
      </w:pPr>
    </w:p>
    <w:p w:rsidR="00615214" w:rsidRDefault="00615214" w:rsidP="00615214">
      <w:pPr>
        <w:tabs>
          <w:tab w:val="left" w:pos="142"/>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4"/>
          <w:szCs w:val="24"/>
        </w:rPr>
      </w:pPr>
    </w:p>
    <w:p w:rsidR="00615214" w:rsidRDefault="00615214" w:rsidP="00615214">
      <w:pPr>
        <w:tabs>
          <w:tab w:val="left" w:pos="142"/>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4"/>
          <w:szCs w:val="24"/>
        </w:rPr>
      </w:pPr>
    </w:p>
    <w:p w:rsidR="00615214" w:rsidRDefault="00615214" w:rsidP="00615214">
      <w:pPr>
        <w:tabs>
          <w:tab w:val="left" w:pos="142"/>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4"/>
          <w:szCs w:val="24"/>
        </w:rPr>
      </w:pPr>
    </w:p>
    <w:p w:rsidR="00615214" w:rsidRDefault="00615214" w:rsidP="00615214">
      <w:pPr>
        <w:tabs>
          <w:tab w:val="left" w:pos="142"/>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4"/>
          <w:szCs w:val="24"/>
        </w:rPr>
      </w:pPr>
    </w:p>
    <w:p w:rsidR="00615214" w:rsidRDefault="00615214" w:rsidP="00615214">
      <w:pPr>
        <w:tabs>
          <w:tab w:val="left" w:pos="142"/>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4"/>
          <w:szCs w:val="24"/>
        </w:rPr>
      </w:pPr>
    </w:p>
    <w:p w:rsidR="00615214" w:rsidRDefault="00615214" w:rsidP="00615214">
      <w:pPr>
        <w:tabs>
          <w:tab w:val="left" w:pos="142"/>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4"/>
          <w:szCs w:val="24"/>
        </w:rPr>
      </w:pPr>
    </w:p>
    <w:p w:rsidR="00615214" w:rsidRDefault="00615214" w:rsidP="00615214">
      <w:pPr>
        <w:tabs>
          <w:tab w:val="left" w:pos="142"/>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4"/>
          <w:szCs w:val="24"/>
        </w:rPr>
      </w:pPr>
    </w:p>
    <w:p w:rsidR="00615214" w:rsidRDefault="00615214" w:rsidP="00615214">
      <w:pPr>
        <w:spacing w:after="0"/>
        <w:ind w:firstLine="709"/>
        <w:jc w:val="center"/>
        <w:rPr>
          <w:rFonts w:ascii="Times New Roman" w:hAnsi="Times New Roman" w:cs="Times New Roman"/>
          <w:b/>
          <w:sz w:val="24"/>
          <w:szCs w:val="24"/>
        </w:rPr>
      </w:pPr>
      <w:r>
        <w:rPr>
          <w:rFonts w:ascii="Times New Roman" w:hAnsi="Times New Roman" w:cs="Times New Roman"/>
          <w:b/>
          <w:sz w:val="24"/>
          <w:szCs w:val="24"/>
        </w:rPr>
        <w:t xml:space="preserve">Звіт </w:t>
      </w:r>
    </w:p>
    <w:p w:rsidR="00615214" w:rsidRPr="00EF49BC" w:rsidRDefault="00615214" w:rsidP="00615214">
      <w:pPr>
        <w:spacing w:after="0"/>
        <w:ind w:firstLine="709"/>
        <w:jc w:val="center"/>
        <w:rPr>
          <w:rFonts w:ascii="Times New Roman" w:hAnsi="Times New Roman" w:cs="Times New Roman"/>
          <w:b/>
          <w:sz w:val="24"/>
          <w:szCs w:val="24"/>
        </w:rPr>
      </w:pPr>
      <w:r>
        <w:rPr>
          <w:rFonts w:ascii="Times New Roman" w:hAnsi="Times New Roman" w:cs="Times New Roman"/>
          <w:b/>
          <w:sz w:val="24"/>
          <w:szCs w:val="24"/>
        </w:rPr>
        <w:t xml:space="preserve">про хід виконання Програми </w:t>
      </w:r>
      <w:r w:rsidRPr="00EF49BC">
        <w:rPr>
          <w:rFonts w:ascii="Times New Roman" w:hAnsi="Times New Roman" w:cs="Times New Roman"/>
          <w:b/>
          <w:sz w:val="24"/>
          <w:szCs w:val="24"/>
        </w:rPr>
        <w:t xml:space="preserve"> соціально-економічного розвитку</w:t>
      </w:r>
    </w:p>
    <w:p w:rsidR="00615214" w:rsidRPr="00EF49BC" w:rsidRDefault="00615214" w:rsidP="00615214">
      <w:pPr>
        <w:spacing w:after="0"/>
        <w:ind w:firstLine="709"/>
        <w:jc w:val="center"/>
        <w:rPr>
          <w:rFonts w:ascii="Times New Roman" w:hAnsi="Times New Roman" w:cs="Times New Roman"/>
          <w:b/>
          <w:sz w:val="24"/>
          <w:szCs w:val="24"/>
        </w:rPr>
      </w:pPr>
      <w:proofErr w:type="spellStart"/>
      <w:r>
        <w:rPr>
          <w:rFonts w:ascii="Times New Roman" w:hAnsi="Times New Roman" w:cs="Times New Roman"/>
          <w:b/>
          <w:sz w:val="24"/>
          <w:szCs w:val="24"/>
        </w:rPr>
        <w:t>Крупецької</w:t>
      </w:r>
      <w:proofErr w:type="spellEnd"/>
      <w:r>
        <w:rPr>
          <w:rFonts w:ascii="Times New Roman" w:hAnsi="Times New Roman" w:cs="Times New Roman"/>
          <w:b/>
          <w:sz w:val="24"/>
          <w:szCs w:val="24"/>
        </w:rPr>
        <w:t xml:space="preserve"> сільської ради </w:t>
      </w:r>
      <w:r w:rsidRPr="00EF49BC">
        <w:rPr>
          <w:rFonts w:ascii="Times New Roman" w:hAnsi="Times New Roman" w:cs="Times New Roman"/>
          <w:b/>
          <w:sz w:val="24"/>
          <w:szCs w:val="24"/>
        </w:rPr>
        <w:t xml:space="preserve"> за І півріччя 2021 року</w:t>
      </w:r>
    </w:p>
    <w:p w:rsidR="00615214" w:rsidRPr="00EF49BC" w:rsidRDefault="00615214" w:rsidP="00615214">
      <w:pPr>
        <w:spacing w:after="0"/>
        <w:jc w:val="both"/>
        <w:rPr>
          <w:rFonts w:ascii="Times New Roman" w:hAnsi="Times New Roman" w:cs="Times New Roman"/>
          <w:sz w:val="24"/>
          <w:szCs w:val="24"/>
        </w:rPr>
      </w:pPr>
    </w:p>
    <w:p w:rsidR="00615214" w:rsidRPr="00EF49BC" w:rsidRDefault="00615214" w:rsidP="00615214">
      <w:pPr>
        <w:spacing w:after="0"/>
        <w:ind w:firstLine="709"/>
        <w:jc w:val="both"/>
        <w:rPr>
          <w:rFonts w:ascii="Times New Roman" w:hAnsi="Times New Roman" w:cs="Times New Roman"/>
          <w:sz w:val="24"/>
          <w:szCs w:val="24"/>
        </w:rPr>
      </w:pPr>
      <w:r w:rsidRPr="00EF49BC">
        <w:rPr>
          <w:rFonts w:ascii="Times New Roman" w:hAnsi="Times New Roman" w:cs="Times New Roman"/>
          <w:sz w:val="24"/>
          <w:szCs w:val="24"/>
        </w:rPr>
        <w:t xml:space="preserve">За перше півріччя 2021 року відділами, </w:t>
      </w:r>
      <w:proofErr w:type="spellStart"/>
      <w:r w:rsidRPr="00EF49BC">
        <w:rPr>
          <w:rFonts w:ascii="Times New Roman" w:hAnsi="Times New Roman" w:cs="Times New Roman"/>
          <w:sz w:val="24"/>
          <w:szCs w:val="24"/>
        </w:rPr>
        <w:t>Крупецької</w:t>
      </w:r>
      <w:proofErr w:type="spellEnd"/>
      <w:r w:rsidRPr="00EF49BC">
        <w:rPr>
          <w:rFonts w:ascii="Times New Roman" w:hAnsi="Times New Roman" w:cs="Times New Roman"/>
          <w:sz w:val="24"/>
          <w:szCs w:val="24"/>
        </w:rPr>
        <w:t xml:space="preserve"> сільської ради, виконавчим комітетом, підприємствами, установами, організаціями </w:t>
      </w:r>
      <w:proofErr w:type="spellStart"/>
      <w:r w:rsidRPr="00EF49BC">
        <w:rPr>
          <w:rFonts w:ascii="Times New Roman" w:hAnsi="Times New Roman" w:cs="Times New Roman"/>
          <w:sz w:val="24"/>
          <w:szCs w:val="24"/>
        </w:rPr>
        <w:t>Крупецької</w:t>
      </w:r>
      <w:proofErr w:type="spellEnd"/>
      <w:r>
        <w:rPr>
          <w:rFonts w:ascii="Times New Roman" w:hAnsi="Times New Roman" w:cs="Times New Roman"/>
          <w:sz w:val="24"/>
          <w:szCs w:val="24"/>
        </w:rPr>
        <w:t xml:space="preserve"> </w:t>
      </w:r>
      <w:r w:rsidRPr="00EF49BC">
        <w:rPr>
          <w:rFonts w:ascii="Times New Roman" w:hAnsi="Times New Roman" w:cs="Times New Roman"/>
          <w:sz w:val="24"/>
          <w:szCs w:val="24"/>
        </w:rPr>
        <w:t>громади проводилася робота по забезпеченню виконання Програми соціально</w:t>
      </w:r>
      <w:r>
        <w:rPr>
          <w:rFonts w:ascii="Times New Roman" w:hAnsi="Times New Roman" w:cs="Times New Roman"/>
          <w:sz w:val="24"/>
          <w:szCs w:val="24"/>
        </w:rPr>
        <w:t xml:space="preserve"> </w:t>
      </w:r>
      <w:r w:rsidRPr="00EF49BC">
        <w:rPr>
          <w:rFonts w:ascii="Times New Roman" w:hAnsi="Times New Roman" w:cs="Times New Roman"/>
          <w:sz w:val="24"/>
          <w:szCs w:val="24"/>
        </w:rPr>
        <w:t>-</w:t>
      </w:r>
      <w:r>
        <w:rPr>
          <w:rFonts w:ascii="Times New Roman" w:hAnsi="Times New Roman" w:cs="Times New Roman"/>
          <w:sz w:val="24"/>
          <w:szCs w:val="24"/>
        </w:rPr>
        <w:t xml:space="preserve"> </w:t>
      </w:r>
      <w:r w:rsidRPr="00EF49BC">
        <w:rPr>
          <w:rFonts w:ascii="Times New Roman" w:hAnsi="Times New Roman" w:cs="Times New Roman"/>
          <w:sz w:val="24"/>
          <w:szCs w:val="24"/>
        </w:rPr>
        <w:t xml:space="preserve">економічного розвитку </w:t>
      </w:r>
      <w:proofErr w:type="spellStart"/>
      <w:r w:rsidRPr="00EF49BC">
        <w:rPr>
          <w:rFonts w:ascii="Times New Roman" w:hAnsi="Times New Roman" w:cs="Times New Roman"/>
          <w:sz w:val="24"/>
          <w:szCs w:val="24"/>
        </w:rPr>
        <w:t>Крупецької</w:t>
      </w:r>
      <w:proofErr w:type="spellEnd"/>
      <w:r w:rsidRPr="00EF49BC">
        <w:rPr>
          <w:rFonts w:ascii="Times New Roman" w:hAnsi="Times New Roman" w:cs="Times New Roman"/>
          <w:sz w:val="24"/>
          <w:szCs w:val="24"/>
        </w:rPr>
        <w:t xml:space="preserve"> сільської</w:t>
      </w:r>
      <w:r>
        <w:rPr>
          <w:rFonts w:ascii="Times New Roman" w:hAnsi="Times New Roman" w:cs="Times New Roman"/>
          <w:sz w:val="24"/>
          <w:szCs w:val="24"/>
        </w:rPr>
        <w:t xml:space="preserve"> </w:t>
      </w:r>
      <w:r w:rsidRPr="00EF49BC">
        <w:rPr>
          <w:rFonts w:ascii="Times New Roman" w:hAnsi="Times New Roman" w:cs="Times New Roman"/>
          <w:sz w:val="24"/>
          <w:szCs w:val="24"/>
        </w:rPr>
        <w:t>ради на 2021 рік та відповідних профільних цільових програм за різними напрямками, а саме:</w:t>
      </w:r>
    </w:p>
    <w:p w:rsidR="00615214" w:rsidRPr="00EF49BC" w:rsidRDefault="00615214" w:rsidP="00615214">
      <w:pPr>
        <w:spacing w:after="0"/>
        <w:ind w:firstLine="709"/>
        <w:jc w:val="both"/>
        <w:rPr>
          <w:rFonts w:ascii="Times New Roman" w:eastAsia="Times New Roman" w:hAnsi="Times New Roman" w:cs="Times New Roman"/>
          <w:color w:val="000000"/>
          <w:sz w:val="24"/>
          <w:szCs w:val="24"/>
        </w:rPr>
      </w:pPr>
      <w:r w:rsidRPr="00EF49BC">
        <w:rPr>
          <w:rFonts w:ascii="Times New Roman" w:eastAsia="Times New Roman" w:hAnsi="Times New Roman" w:cs="Times New Roman"/>
          <w:color w:val="000000"/>
          <w:sz w:val="24"/>
          <w:szCs w:val="24"/>
        </w:rPr>
        <w:t xml:space="preserve">1. Програма  «Шкільний автобус» на території </w:t>
      </w:r>
      <w:proofErr w:type="spellStart"/>
      <w:r w:rsidRPr="00EF49BC">
        <w:rPr>
          <w:rFonts w:ascii="Times New Roman" w:eastAsia="Times New Roman" w:hAnsi="Times New Roman" w:cs="Times New Roman"/>
          <w:color w:val="000000"/>
          <w:sz w:val="24"/>
          <w:szCs w:val="24"/>
        </w:rPr>
        <w:t>Крупецької</w:t>
      </w:r>
      <w:proofErr w:type="spellEnd"/>
      <w:r w:rsidRPr="00EF49BC">
        <w:rPr>
          <w:rFonts w:ascii="Times New Roman" w:eastAsia="Times New Roman" w:hAnsi="Times New Roman" w:cs="Times New Roman"/>
          <w:color w:val="000000"/>
          <w:sz w:val="24"/>
          <w:szCs w:val="24"/>
        </w:rPr>
        <w:t xml:space="preserve"> сільської ради на 2018</w:t>
      </w:r>
      <w:r>
        <w:rPr>
          <w:rFonts w:ascii="Times New Roman" w:eastAsia="Times New Roman" w:hAnsi="Times New Roman" w:cs="Times New Roman"/>
          <w:color w:val="000000"/>
          <w:sz w:val="24"/>
          <w:szCs w:val="24"/>
        </w:rPr>
        <w:t xml:space="preserve"> </w:t>
      </w:r>
      <w:r w:rsidRPr="00EF49BC">
        <w:rPr>
          <w:rFonts w:ascii="Times New Roman" w:eastAsia="Times New Roman" w:hAnsi="Times New Roman" w:cs="Times New Roman"/>
          <w:color w:val="000000"/>
          <w:sz w:val="24"/>
          <w:szCs w:val="24"/>
        </w:rPr>
        <w:t xml:space="preserve">-2022 року, затверджена ХІ сесією сільської ради </w:t>
      </w:r>
      <w:r w:rsidRPr="00EF49BC">
        <w:rPr>
          <w:rFonts w:ascii="Times New Roman" w:eastAsia="Times New Roman" w:hAnsi="Times New Roman" w:cs="Times New Roman"/>
          <w:color w:val="000000"/>
          <w:sz w:val="24"/>
          <w:szCs w:val="24"/>
          <w:lang w:val="en-US"/>
        </w:rPr>
        <w:t>V</w:t>
      </w:r>
      <w:r w:rsidRPr="00EF49BC">
        <w:rPr>
          <w:rFonts w:ascii="Times New Roman" w:eastAsia="Times New Roman" w:hAnsi="Times New Roman" w:cs="Times New Roman"/>
          <w:color w:val="000000"/>
          <w:sz w:val="24"/>
          <w:szCs w:val="24"/>
        </w:rPr>
        <w:t>ІІ скликання від 19.09.2018</w:t>
      </w:r>
      <w:r>
        <w:rPr>
          <w:rFonts w:ascii="Times New Roman" w:eastAsia="Times New Roman" w:hAnsi="Times New Roman" w:cs="Times New Roman"/>
          <w:color w:val="000000"/>
          <w:sz w:val="24"/>
          <w:szCs w:val="24"/>
        </w:rPr>
        <w:t xml:space="preserve"> </w:t>
      </w:r>
      <w:r w:rsidRPr="00EF49BC">
        <w:rPr>
          <w:rFonts w:ascii="Times New Roman" w:eastAsia="Times New Roman" w:hAnsi="Times New Roman" w:cs="Times New Roman"/>
          <w:color w:val="000000"/>
          <w:sz w:val="24"/>
          <w:szCs w:val="24"/>
        </w:rPr>
        <w:t>р. №14;</w:t>
      </w:r>
    </w:p>
    <w:p w:rsidR="00615214" w:rsidRPr="00EF49BC" w:rsidRDefault="00615214" w:rsidP="00615214">
      <w:pPr>
        <w:spacing w:after="0"/>
        <w:ind w:firstLine="709"/>
        <w:jc w:val="both"/>
        <w:rPr>
          <w:rFonts w:ascii="Times New Roman" w:eastAsia="Times New Roman" w:hAnsi="Times New Roman" w:cs="Times New Roman"/>
          <w:color w:val="000000"/>
          <w:sz w:val="24"/>
          <w:szCs w:val="24"/>
        </w:rPr>
      </w:pPr>
      <w:r w:rsidRPr="00EF49BC">
        <w:rPr>
          <w:rFonts w:ascii="Times New Roman" w:eastAsia="Times New Roman" w:hAnsi="Times New Roman" w:cs="Times New Roman"/>
          <w:color w:val="000000"/>
          <w:sz w:val="24"/>
          <w:szCs w:val="24"/>
        </w:rPr>
        <w:t xml:space="preserve">2. Комплексна програма з питань реалізації молодіжної політики у </w:t>
      </w:r>
      <w:proofErr w:type="spellStart"/>
      <w:r w:rsidRPr="00EF49BC">
        <w:rPr>
          <w:rFonts w:ascii="Times New Roman" w:eastAsia="Times New Roman" w:hAnsi="Times New Roman" w:cs="Times New Roman"/>
          <w:color w:val="000000"/>
          <w:sz w:val="24"/>
          <w:szCs w:val="24"/>
        </w:rPr>
        <w:t>Крупецькій</w:t>
      </w:r>
      <w:proofErr w:type="spellEnd"/>
      <w:r w:rsidRPr="00EF49BC">
        <w:rPr>
          <w:rFonts w:ascii="Times New Roman" w:eastAsia="Times New Roman" w:hAnsi="Times New Roman" w:cs="Times New Roman"/>
          <w:color w:val="000000"/>
          <w:sz w:val="24"/>
          <w:szCs w:val="24"/>
        </w:rPr>
        <w:t xml:space="preserve"> сільській раді на період 2018</w:t>
      </w:r>
      <w:r>
        <w:rPr>
          <w:rFonts w:ascii="Times New Roman" w:eastAsia="Times New Roman" w:hAnsi="Times New Roman" w:cs="Times New Roman"/>
          <w:color w:val="000000"/>
          <w:sz w:val="24"/>
          <w:szCs w:val="24"/>
        </w:rPr>
        <w:t xml:space="preserve"> </w:t>
      </w:r>
      <w:r w:rsidRPr="00EF49BC">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 xml:space="preserve"> </w:t>
      </w:r>
      <w:r w:rsidRPr="00EF49BC">
        <w:rPr>
          <w:rFonts w:ascii="Times New Roman" w:eastAsia="Times New Roman" w:hAnsi="Times New Roman" w:cs="Times New Roman"/>
          <w:color w:val="000000"/>
          <w:sz w:val="24"/>
          <w:szCs w:val="24"/>
        </w:rPr>
        <w:t>2022 роки, затверджена ХІ сесією сільської ради VІІ скликання від 19.09.2018</w:t>
      </w:r>
      <w:r>
        <w:rPr>
          <w:rFonts w:ascii="Times New Roman" w:eastAsia="Times New Roman" w:hAnsi="Times New Roman" w:cs="Times New Roman"/>
          <w:color w:val="000000"/>
          <w:sz w:val="24"/>
          <w:szCs w:val="24"/>
        </w:rPr>
        <w:t xml:space="preserve"> </w:t>
      </w:r>
      <w:r w:rsidRPr="00EF49BC">
        <w:rPr>
          <w:rFonts w:ascii="Times New Roman" w:eastAsia="Times New Roman" w:hAnsi="Times New Roman" w:cs="Times New Roman"/>
          <w:color w:val="000000"/>
          <w:sz w:val="24"/>
          <w:szCs w:val="24"/>
        </w:rPr>
        <w:t>р. №15;</w:t>
      </w:r>
    </w:p>
    <w:p w:rsidR="00615214" w:rsidRPr="00EF49BC" w:rsidRDefault="00615214" w:rsidP="00615214">
      <w:pPr>
        <w:spacing w:after="0"/>
        <w:ind w:firstLine="709"/>
        <w:jc w:val="both"/>
        <w:rPr>
          <w:rFonts w:ascii="Times New Roman" w:eastAsia="Times New Roman" w:hAnsi="Times New Roman" w:cs="Times New Roman"/>
          <w:color w:val="000000"/>
          <w:sz w:val="24"/>
          <w:szCs w:val="24"/>
        </w:rPr>
      </w:pPr>
      <w:r w:rsidRPr="00EF49BC">
        <w:rPr>
          <w:rFonts w:ascii="Times New Roman" w:eastAsia="Times New Roman" w:hAnsi="Times New Roman" w:cs="Times New Roman"/>
          <w:color w:val="000000"/>
          <w:sz w:val="24"/>
          <w:szCs w:val="24"/>
        </w:rPr>
        <w:t xml:space="preserve">3. Комплексна програма розвитку фізичної культури і спорту у </w:t>
      </w:r>
      <w:proofErr w:type="spellStart"/>
      <w:r w:rsidRPr="00EF49BC">
        <w:rPr>
          <w:rFonts w:ascii="Times New Roman" w:eastAsia="Times New Roman" w:hAnsi="Times New Roman" w:cs="Times New Roman"/>
          <w:color w:val="000000"/>
          <w:sz w:val="24"/>
          <w:szCs w:val="24"/>
        </w:rPr>
        <w:t>Крупецькій</w:t>
      </w:r>
      <w:proofErr w:type="spellEnd"/>
      <w:r w:rsidRPr="00EF49BC">
        <w:rPr>
          <w:rFonts w:ascii="Times New Roman" w:eastAsia="Times New Roman" w:hAnsi="Times New Roman" w:cs="Times New Roman"/>
          <w:color w:val="000000"/>
          <w:sz w:val="24"/>
          <w:szCs w:val="24"/>
        </w:rPr>
        <w:t xml:space="preserve"> сільській раді на 2018</w:t>
      </w:r>
      <w:r>
        <w:rPr>
          <w:rFonts w:ascii="Times New Roman" w:eastAsia="Times New Roman" w:hAnsi="Times New Roman" w:cs="Times New Roman"/>
          <w:color w:val="000000"/>
          <w:sz w:val="24"/>
          <w:szCs w:val="24"/>
        </w:rPr>
        <w:t xml:space="preserve"> </w:t>
      </w:r>
      <w:r w:rsidRPr="00EF49BC">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 xml:space="preserve"> </w:t>
      </w:r>
      <w:r w:rsidRPr="00EF49BC">
        <w:rPr>
          <w:rFonts w:ascii="Times New Roman" w:eastAsia="Times New Roman" w:hAnsi="Times New Roman" w:cs="Times New Roman"/>
          <w:color w:val="000000"/>
          <w:sz w:val="24"/>
          <w:szCs w:val="24"/>
        </w:rPr>
        <w:t>2022 роки, затверджена ХІ сесією сільської ради VІІ скликання від 19.09.2018р. №16;</w:t>
      </w:r>
    </w:p>
    <w:p w:rsidR="00615214" w:rsidRPr="00EF49BC" w:rsidRDefault="00615214" w:rsidP="00615214">
      <w:pPr>
        <w:spacing w:after="0"/>
        <w:ind w:firstLine="709"/>
        <w:jc w:val="both"/>
        <w:rPr>
          <w:rFonts w:ascii="Times New Roman" w:eastAsia="Times New Roman" w:hAnsi="Times New Roman" w:cs="Times New Roman"/>
          <w:color w:val="000000"/>
          <w:sz w:val="24"/>
          <w:szCs w:val="24"/>
        </w:rPr>
      </w:pPr>
      <w:r w:rsidRPr="00EF49BC">
        <w:rPr>
          <w:rFonts w:ascii="Times New Roman" w:eastAsia="Times New Roman" w:hAnsi="Times New Roman" w:cs="Times New Roman"/>
          <w:color w:val="000000"/>
          <w:sz w:val="24"/>
          <w:szCs w:val="24"/>
        </w:rPr>
        <w:t xml:space="preserve">4. Програма розвитку позашкільної освіти на території </w:t>
      </w:r>
      <w:proofErr w:type="spellStart"/>
      <w:r w:rsidRPr="00EF49BC">
        <w:rPr>
          <w:rFonts w:ascii="Times New Roman" w:eastAsia="Times New Roman" w:hAnsi="Times New Roman" w:cs="Times New Roman"/>
          <w:color w:val="000000"/>
          <w:sz w:val="24"/>
          <w:szCs w:val="24"/>
        </w:rPr>
        <w:t>Крупецької</w:t>
      </w:r>
      <w:proofErr w:type="spellEnd"/>
      <w:r w:rsidRPr="00EF49BC">
        <w:rPr>
          <w:rFonts w:ascii="Times New Roman" w:eastAsia="Times New Roman" w:hAnsi="Times New Roman" w:cs="Times New Roman"/>
          <w:color w:val="000000"/>
          <w:sz w:val="24"/>
          <w:szCs w:val="24"/>
        </w:rPr>
        <w:t xml:space="preserve"> сільської ради на 2018</w:t>
      </w:r>
      <w:r>
        <w:rPr>
          <w:rFonts w:ascii="Times New Roman" w:eastAsia="Times New Roman" w:hAnsi="Times New Roman" w:cs="Times New Roman"/>
          <w:color w:val="000000"/>
          <w:sz w:val="24"/>
          <w:szCs w:val="24"/>
        </w:rPr>
        <w:t xml:space="preserve"> </w:t>
      </w:r>
      <w:r w:rsidRPr="00EF49BC">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 xml:space="preserve"> </w:t>
      </w:r>
      <w:r w:rsidRPr="00EF49BC">
        <w:rPr>
          <w:rFonts w:ascii="Times New Roman" w:eastAsia="Times New Roman" w:hAnsi="Times New Roman" w:cs="Times New Roman"/>
          <w:color w:val="000000"/>
          <w:sz w:val="24"/>
          <w:szCs w:val="24"/>
        </w:rPr>
        <w:t>2022 роки, затверджена ХІ сесією сільської ради VІІ скликання від 19.09.2018</w:t>
      </w:r>
      <w:r>
        <w:rPr>
          <w:rFonts w:ascii="Times New Roman" w:eastAsia="Times New Roman" w:hAnsi="Times New Roman" w:cs="Times New Roman"/>
          <w:color w:val="000000"/>
          <w:sz w:val="24"/>
          <w:szCs w:val="24"/>
        </w:rPr>
        <w:t xml:space="preserve"> </w:t>
      </w:r>
      <w:r w:rsidRPr="00EF49BC">
        <w:rPr>
          <w:rFonts w:ascii="Times New Roman" w:eastAsia="Times New Roman" w:hAnsi="Times New Roman" w:cs="Times New Roman"/>
          <w:color w:val="000000"/>
          <w:sz w:val="24"/>
          <w:szCs w:val="24"/>
        </w:rPr>
        <w:t>р. №17;</w:t>
      </w:r>
    </w:p>
    <w:p w:rsidR="00615214" w:rsidRPr="00EF49BC" w:rsidRDefault="00615214" w:rsidP="00615214">
      <w:pPr>
        <w:spacing w:after="0"/>
        <w:ind w:firstLine="709"/>
        <w:jc w:val="both"/>
        <w:rPr>
          <w:rFonts w:ascii="Times New Roman" w:eastAsia="Times New Roman" w:hAnsi="Times New Roman" w:cs="Times New Roman"/>
          <w:color w:val="000000"/>
          <w:sz w:val="24"/>
          <w:szCs w:val="24"/>
        </w:rPr>
      </w:pPr>
      <w:r w:rsidRPr="00EF49BC">
        <w:rPr>
          <w:rFonts w:ascii="Times New Roman" w:eastAsia="Times New Roman" w:hAnsi="Times New Roman" w:cs="Times New Roman"/>
          <w:color w:val="000000"/>
          <w:sz w:val="24"/>
          <w:szCs w:val="24"/>
        </w:rPr>
        <w:t xml:space="preserve">5. Програма розвитку надання соціальних послуг у </w:t>
      </w:r>
      <w:proofErr w:type="spellStart"/>
      <w:r w:rsidRPr="00EF49BC">
        <w:rPr>
          <w:rFonts w:ascii="Times New Roman" w:eastAsia="Times New Roman" w:hAnsi="Times New Roman" w:cs="Times New Roman"/>
          <w:color w:val="000000"/>
          <w:sz w:val="24"/>
          <w:szCs w:val="24"/>
        </w:rPr>
        <w:t>Крупецькій</w:t>
      </w:r>
      <w:proofErr w:type="spellEnd"/>
      <w:r w:rsidRPr="00EF49BC">
        <w:rPr>
          <w:rFonts w:ascii="Times New Roman" w:eastAsia="Times New Roman" w:hAnsi="Times New Roman" w:cs="Times New Roman"/>
          <w:color w:val="000000"/>
          <w:sz w:val="24"/>
          <w:szCs w:val="24"/>
        </w:rPr>
        <w:t xml:space="preserve"> сільській раді на 2018-2023 роки, затверджена ХV сесією сільської ради VІІ скликання від 22.11.2018</w:t>
      </w:r>
      <w:r>
        <w:rPr>
          <w:rFonts w:ascii="Times New Roman" w:eastAsia="Times New Roman" w:hAnsi="Times New Roman" w:cs="Times New Roman"/>
          <w:color w:val="000000"/>
          <w:sz w:val="24"/>
          <w:szCs w:val="24"/>
        </w:rPr>
        <w:t xml:space="preserve"> </w:t>
      </w:r>
      <w:r w:rsidRPr="00EF49BC">
        <w:rPr>
          <w:rFonts w:ascii="Times New Roman" w:eastAsia="Times New Roman" w:hAnsi="Times New Roman" w:cs="Times New Roman"/>
          <w:color w:val="000000"/>
          <w:sz w:val="24"/>
          <w:szCs w:val="24"/>
        </w:rPr>
        <w:t>р. №4;</w:t>
      </w:r>
    </w:p>
    <w:p w:rsidR="00615214" w:rsidRPr="00EF49BC" w:rsidRDefault="00615214" w:rsidP="00615214">
      <w:pPr>
        <w:spacing w:after="0"/>
        <w:ind w:firstLine="709"/>
        <w:jc w:val="both"/>
        <w:rPr>
          <w:rFonts w:ascii="Times New Roman" w:eastAsia="Times New Roman" w:hAnsi="Times New Roman" w:cs="Times New Roman"/>
          <w:color w:val="000000"/>
          <w:sz w:val="24"/>
          <w:szCs w:val="24"/>
        </w:rPr>
      </w:pPr>
      <w:r w:rsidRPr="00EF49BC">
        <w:rPr>
          <w:rFonts w:ascii="Times New Roman" w:eastAsia="Times New Roman" w:hAnsi="Times New Roman" w:cs="Times New Roman"/>
          <w:color w:val="000000"/>
          <w:sz w:val="24"/>
          <w:szCs w:val="24"/>
        </w:rPr>
        <w:t xml:space="preserve">6. Програма поводження з відходами у </w:t>
      </w:r>
      <w:proofErr w:type="spellStart"/>
      <w:r w:rsidRPr="00EF49BC">
        <w:rPr>
          <w:rFonts w:ascii="Times New Roman" w:eastAsia="Times New Roman" w:hAnsi="Times New Roman" w:cs="Times New Roman"/>
          <w:color w:val="000000"/>
          <w:sz w:val="24"/>
          <w:szCs w:val="24"/>
        </w:rPr>
        <w:t>Крупецькій</w:t>
      </w:r>
      <w:proofErr w:type="spellEnd"/>
      <w:r w:rsidRPr="00EF49BC">
        <w:rPr>
          <w:rFonts w:ascii="Times New Roman" w:eastAsia="Times New Roman" w:hAnsi="Times New Roman" w:cs="Times New Roman"/>
          <w:color w:val="000000"/>
          <w:sz w:val="24"/>
          <w:szCs w:val="24"/>
        </w:rPr>
        <w:t xml:space="preserve"> сільській раді на 2018-2022 роки, затверджена ХV сесією сільської ради VІІ скликання від 22.11.2018</w:t>
      </w:r>
      <w:r>
        <w:rPr>
          <w:rFonts w:ascii="Times New Roman" w:eastAsia="Times New Roman" w:hAnsi="Times New Roman" w:cs="Times New Roman"/>
          <w:color w:val="000000"/>
          <w:sz w:val="24"/>
          <w:szCs w:val="24"/>
        </w:rPr>
        <w:t xml:space="preserve"> </w:t>
      </w:r>
      <w:r w:rsidRPr="00EF49BC">
        <w:rPr>
          <w:rFonts w:ascii="Times New Roman" w:eastAsia="Times New Roman" w:hAnsi="Times New Roman" w:cs="Times New Roman"/>
          <w:color w:val="000000"/>
          <w:sz w:val="24"/>
          <w:szCs w:val="24"/>
        </w:rPr>
        <w:t>р. №6;</w:t>
      </w:r>
    </w:p>
    <w:p w:rsidR="00615214" w:rsidRPr="00EF49BC" w:rsidRDefault="00615214" w:rsidP="00615214">
      <w:pPr>
        <w:spacing w:after="0"/>
        <w:ind w:firstLine="709"/>
        <w:jc w:val="both"/>
        <w:rPr>
          <w:rFonts w:ascii="Times New Roman" w:eastAsia="Times New Roman" w:hAnsi="Times New Roman" w:cs="Times New Roman"/>
          <w:color w:val="000000"/>
          <w:sz w:val="24"/>
          <w:szCs w:val="24"/>
        </w:rPr>
      </w:pPr>
      <w:r w:rsidRPr="00EF49BC">
        <w:rPr>
          <w:rFonts w:ascii="Times New Roman" w:eastAsia="Times New Roman" w:hAnsi="Times New Roman" w:cs="Times New Roman"/>
          <w:color w:val="000000"/>
          <w:sz w:val="24"/>
          <w:szCs w:val="24"/>
        </w:rPr>
        <w:t xml:space="preserve">7.Програма оздоровлення та відпочинку дітей </w:t>
      </w:r>
      <w:proofErr w:type="spellStart"/>
      <w:r w:rsidRPr="00EF49BC">
        <w:rPr>
          <w:rFonts w:ascii="Times New Roman" w:eastAsia="Times New Roman" w:hAnsi="Times New Roman" w:cs="Times New Roman"/>
          <w:color w:val="000000"/>
          <w:sz w:val="24"/>
          <w:szCs w:val="24"/>
        </w:rPr>
        <w:t>Крупецької</w:t>
      </w:r>
      <w:proofErr w:type="spellEnd"/>
      <w:r w:rsidRPr="00EF49BC">
        <w:rPr>
          <w:rFonts w:ascii="Times New Roman" w:eastAsia="Times New Roman" w:hAnsi="Times New Roman" w:cs="Times New Roman"/>
          <w:color w:val="000000"/>
          <w:sz w:val="24"/>
          <w:szCs w:val="24"/>
        </w:rPr>
        <w:t xml:space="preserve"> сільської ради на 2019-2023 роки,</w:t>
      </w:r>
      <w:r>
        <w:rPr>
          <w:rFonts w:ascii="Times New Roman" w:eastAsia="Times New Roman" w:hAnsi="Times New Roman" w:cs="Times New Roman"/>
          <w:color w:val="000000"/>
          <w:sz w:val="24"/>
          <w:szCs w:val="24"/>
        </w:rPr>
        <w:t xml:space="preserve"> </w:t>
      </w:r>
      <w:r w:rsidRPr="00EF49BC">
        <w:rPr>
          <w:rFonts w:ascii="Times New Roman" w:eastAsia="Times New Roman" w:hAnsi="Times New Roman" w:cs="Times New Roman"/>
          <w:color w:val="000000"/>
          <w:sz w:val="24"/>
          <w:szCs w:val="24"/>
        </w:rPr>
        <w:t>затверджена ХVІІ сесією сільської ради VІІ скликання від 22.12.2018р. №6;</w:t>
      </w:r>
    </w:p>
    <w:p w:rsidR="00615214" w:rsidRPr="00EF49BC" w:rsidRDefault="00615214" w:rsidP="00615214">
      <w:pPr>
        <w:spacing w:after="0"/>
        <w:ind w:firstLine="709"/>
        <w:jc w:val="both"/>
        <w:rPr>
          <w:rFonts w:ascii="Times New Roman" w:eastAsia="Times New Roman" w:hAnsi="Times New Roman" w:cs="Times New Roman"/>
          <w:color w:val="000000"/>
          <w:sz w:val="24"/>
          <w:szCs w:val="24"/>
        </w:rPr>
      </w:pPr>
      <w:r w:rsidRPr="00EF49BC">
        <w:rPr>
          <w:rFonts w:ascii="Times New Roman" w:eastAsia="Times New Roman" w:hAnsi="Times New Roman" w:cs="Times New Roman"/>
          <w:color w:val="000000"/>
          <w:sz w:val="24"/>
          <w:szCs w:val="24"/>
        </w:rPr>
        <w:t xml:space="preserve">8. Програма розвитку освіти </w:t>
      </w:r>
      <w:proofErr w:type="spellStart"/>
      <w:r w:rsidRPr="00EF49BC">
        <w:rPr>
          <w:rFonts w:ascii="Times New Roman" w:eastAsia="Times New Roman" w:hAnsi="Times New Roman" w:cs="Times New Roman"/>
          <w:color w:val="000000"/>
          <w:sz w:val="24"/>
          <w:szCs w:val="24"/>
        </w:rPr>
        <w:t>Крупецької</w:t>
      </w:r>
      <w:proofErr w:type="spellEnd"/>
      <w:r w:rsidRPr="00EF49BC">
        <w:rPr>
          <w:rFonts w:ascii="Times New Roman" w:eastAsia="Times New Roman" w:hAnsi="Times New Roman" w:cs="Times New Roman"/>
          <w:color w:val="000000"/>
          <w:sz w:val="24"/>
          <w:szCs w:val="24"/>
        </w:rPr>
        <w:t xml:space="preserve"> об’єднаної територіальної громади на 2019-2022 роки, затверджена ХVІІІ сесією сільської ради VІІ скликання від 24.01.2019р. №12;</w:t>
      </w:r>
    </w:p>
    <w:p w:rsidR="00615214" w:rsidRPr="00EF49BC" w:rsidRDefault="00615214" w:rsidP="00615214">
      <w:pPr>
        <w:spacing w:after="0"/>
        <w:ind w:firstLine="709"/>
        <w:jc w:val="both"/>
        <w:rPr>
          <w:rFonts w:ascii="Times New Roman" w:eastAsia="Times New Roman" w:hAnsi="Times New Roman" w:cs="Times New Roman"/>
          <w:color w:val="000000"/>
          <w:sz w:val="24"/>
          <w:szCs w:val="24"/>
        </w:rPr>
      </w:pPr>
      <w:r w:rsidRPr="00EF49BC">
        <w:rPr>
          <w:rFonts w:ascii="Times New Roman" w:eastAsia="Times New Roman" w:hAnsi="Times New Roman" w:cs="Times New Roman"/>
          <w:color w:val="000000"/>
          <w:sz w:val="24"/>
          <w:szCs w:val="24"/>
        </w:rPr>
        <w:t>9. Програма розвитку культури, мист</w:t>
      </w:r>
      <w:r>
        <w:rPr>
          <w:rFonts w:ascii="Times New Roman" w:eastAsia="Times New Roman" w:hAnsi="Times New Roman" w:cs="Times New Roman"/>
          <w:color w:val="000000"/>
          <w:sz w:val="24"/>
          <w:szCs w:val="24"/>
        </w:rPr>
        <w:t xml:space="preserve">ецтва, туризму та збереження </w:t>
      </w:r>
      <w:proofErr w:type="spellStart"/>
      <w:r>
        <w:rPr>
          <w:rFonts w:ascii="Times New Roman" w:eastAsia="Times New Roman" w:hAnsi="Times New Roman" w:cs="Times New Roman"/>
          <w:color w:val="000000"/>
          <w:sz w:val="24"/>
          <w:szCs w:val="24"/>
        </w:rPr>
        <w:t>об</w:t>
      </w:r>
      <w:r w:rsidRPr="00EF49BC">
        <w:rPr>
          <w:rFonts w:ascii="Times New Roman" w:eastAsia="Times New Roman" w:hAnsi="Times New Roman" w:cs="Times New Roman"/>
          <w:color w:val="000000"/>
          <w:sz w:val="24"/>
          <w:szCs w:val="24"/>
          <w:vertAlign w:val="superscript"/>
        </w:rPr>
        <w:t>,</w:t>
      </w:r>
      <w:r w:rsidRPr="00EF49BC">
        <w:rPr>
          <w:rFonts w:ascii="Times New Roman" w:eastAsia="Times New Roman" w:hAnsi="Times New Roman" w:cs="Times New Roman"/>
          <w:color w:val="000000"/>
          <w:sz w:val="24"/>
          <w:szCs w:val="24"/>
        </w:rPr>
        <w:t>єктів</w:t>
      </w:r>
      <w:proofErr w:type="spellEnd"/>
      <w:r w:rsidRPr="00EF49BC">
        <w:rPr>
          <w:rFonts w:ascii="Times New Roman" w:eastAsia="Times New Roman" w:hAnsi="Times New Roman" w:cs="Times New Roman"/>
          <w:color w:val="000000"/>
          <w:sz w:val="24"/>
          <w:szCs w:val="24"/>
        </w:rPr>
        <w:t xml:space="preserve"> культурної спадщини в </w:t>
      </w:r>
      <w:proofErr w:type="spellStart"/>
      <w:r w:rsidRPr="00EF49BC">
        <w:rPr>
          <w:rFonts w:ascii="Times New Roman" w:eastAsia="Times New Roman" w:hAnsi="Times New Roman" w:cs="Times New Roman"/>
          <w:color w:val="000000"/>
          <w:sz w:val="24"/>
          <w:szCs w:val="24"/>
        </w:rPr>
        <w:t>Крупецькій</w:t>
      </w:r>
      <w:proofErr w:type="spellEnd"/>
      <w:r w:rsidRPr="00EF49BC">
        <w:rPr>
          <w:rFonts w:ascii="Times New Roman" w:eastAsia="Times New Roman" w:hAnsi="Times New Roman" w:cs="Times New Roman"/>
          <w:color w:val="000000"/>
          <w:sz w:val="24"/>
          <w:szCs w:val="24"/>
        </w:rPr>
        <w:t xml:space="preserve"> об’єднаної територіальної громади на 2019</w:t>
      </w:r>
      <w:r>
        <w:rPr>
          <w:rFonts w:ascii="Times New Roman" w:eastAsia="Times New Roman" w:hAnsi="Times New Roman" w:cs="Times New Roman"/>
          <w:color w:val="000000"/>
          <w:sz w:val="24"/>
          <w:szCs w:val="24"/>
        </w:rPr>
        <w:t xml:space="preserve"> </w:t>
      </w:r>
      <w:r w:rsidRPr="00EF49BC">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 xml:space="preserve"> </w:t>
      </w:r>
      <w:r w:rsidRPr="00EF49BC">
        <w:rPr>
          <w:rFonts w:ascii="Times New Roman" w:eastAsia="Times New Roman" w:hAnsi="Times New Roman" w:cs="Times New Roman"/>
          <w:color w:val="000000"/>
          <w:sz w:val="24"/>
          <w:szCs w:val="24"/>
        </w:rPr>
        <w:t>2023 роки, затверджена ХХ сесією сільської ради VІІ скликання від 27.03.2019</w:t>
      </w:r>
      <w:r>
        <w:rPr>
          <w:rFonts w:ascii="Times New Roman" w:eastAsia="Times New Roman" w:hAnsi="Times New Roman" w:cs="Times New Roman"/>
          <w:color w:val="000000"/>
          <w:sz w:val="24"/>
          <w:szCs w:val="24"/>
        </w:rPr>
        <w:t xml:space="preserve"> </w:t>
      </w:r>
      <w:r w:rsidRPr="00EF49BC">
        <w:rPr>
          <w:rFonts w:ascii="Times New Roman" w:eastAsia="Times New Roman" w:hAnsi="Times New Roman" w:cs="Times New Roman"/>
          <w:color w:val="000000"/>
          <w:sz w:val="24"/>
          <w:szCs w:val="24"/>
        </w:rPr>
        <w:t>р. №4;</w:t>
      </w:r>
    </w:p>
    <w:p w:rsidR="00615214" w:rsidRPr="00EF49BC" w:rsidRDefault="00615214" w:rsidP="00615214">
      <w:pPr>
        <w:spacing w:after="0"/>
        <w:ind w:firstLine="709"/>
        <w:jc w:val="both"/>
        <w:rPr>
          <w:rFonts w:ascii="Times New Roman" w:eastAsia="Times New Roman" w:hAnsi="Times New Roman" w:cs="Times New Roman"/>
          <w:color w:val="000000"/>
          <w:sz w:val="24"/>
          <w:szCs w:val="24"/>
        </w:rPr>
      </w:pPr>
      <w:r w:rsidRPr="00EF49BC">
        <w:rPr>
          <w:rFonts w:ascii="Times New Roman" w:eastAsia="Times New Roman" w:hAnsi="Times New Roman" w:cs="Times New Roman"/>
          <w:color w:val="000000"/>
          <w:sz w:val="24"/>
          <w:szCs w:val="24"/>
        </w:rPr>
        <w:t xml:space="preserve">10. Програма «Обдарована дитина» в </w:t>
      </w:r>
      <w:proofErr w:type="spellStart"/>
      <w:r w:rsidRPr="00EF49BC">
        <w:rPr>
          <w:rFonts w:ascii="Times New Roman" w:eastAsia="Times New Roman" w:hAnsi="Times New Roman" w:cs="Times New Roman"/>
          <w:color w:val="000000"/>
          <w:sz w:val="24"/>
          <w:szCs w:val="24"/>
        </w:rPr>
        <w:t>Крупецькій</w:t>
      </w:r>
      <w:proofErr w:type="spellEnd"/>
      <w:r w:rsidRPr="00EF49BC">
        <w:rPr>
          <w:rFonts w:ascii="Times New Roman" w:eastAsia="Times New Roman" w:hAnsi="Times New Roman" w:cs="Times New Roman"/>
          <w:color w:val="000000"/>
          <w:sz w:val="24"/>
          <w:szCs w:val="24"/>
        </w:rPr>
        <w:t xml:space="preserve"> сільській раді на 2019</w:t>
      </w:r>
      <w:r>
        <w:rPr>
          <w:rFonts w:ascii="Times New Roman" w:eastAsia="Times New Roman" w:hAnsi="Times New Roman" w:cs="Times New Roman"/>
          <w:color w:val="000000"/>
          <w:sz w:val="24"/>
          <w:szCs w:val="24"/>
        </w:rPr>
        <w:t xml:space="preserve"> </w:t>
      </w:r>
      <w:r w:rsidRPr="00EF49BC">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 xml:space="preserve"> </w:t>
      </w:r>
      <w:r w:rsidRPr="00EF49BC">
        <w:rPr>
          <w:rFonts w:ascii="Times New Roman" w:eastAsia="Times New Roman" w:hAnsi="Times New Roman" w:cs="Times New Roman"/>
          <w:color w:val="000000"/>
          <w:sz w:val="24"/>
          <w:szCs w:val="24"/>
        </w:rPr>
        <w:t>20223 роки, затверджена ХХІІ сесією сільської ради VІІ скликання від 14.05.2019</w:t>
      </w:r>
      <w:r>
        <w:rPr>
          <w:rFonts w:ascii="Times New Roman" w:eastAsia="Times New Roman" w:hAnsi="Times New Roman" w:cs="Times New Roman"/>
          <w:color w:val="000000"/>
          <w:sz w:val="24"/>
          <w:szCs w:val="24"/>
        </w:rPr>
        <w:t xml:space="preserve"> </w:t>
      </w:r>
      <w:r w:rsidRPr="00EF49BC">
        <w:rPr>
          <w:rFonts w:ascii="Times New Roman" w:eastAsia="Times New Roman" w:hAnsi="Times New Roman" w:cs="Times New Roman"/>
          <w:color w:val="000000"/>
          <w:sz w:val="24"/>
          <w:szCs w:val="24"/>
        </w:rPr>
        <w:t>р. №7;</w:t>
      </w:r>
    </w:p>
    <w:p w:rsidR="00615214" w:rsidRPr="00EF49BC" w:rsidRDefault="00615214" w:rsidP="00615214">
      <w:pPr>
        <w:spacing w:after="0"/>
        <w:ind w:firstLine="709"/>
        <w:jc w:val="both"/>
        <w:rPr>
          <w:rFonts w:ascii="Times New Roman" w:eastAsia="Times New Roman" w:hAnsi="Times New Roman" w:cs="Times New Roman"/>
          <w:color w:val="000000"/>
          <w:sz w:val="24"/>
          <w:szCs w:val="24"/>
        </w:rPr>
      </w:pPr>
      <w:r w:rsidRPr="00EF49BC">
        <w:rPr>
          <w:rFonts w:ascii="Times New Roman" w:eastAsia="Times New Roman" w:hAnsi="Times New Roman" w:cs="Times New Roman"/>
          <w:color w:val="000000"/>
          <w:sz w:val="24"/>
          <w:szCs w:val="24"/>
        </w:rPr>
        <w:lastRenderedPageBreak/>
        <w:t xml:space="preserve">11. Комплексна програма мобілізації зусиль по забезпеченню реалізації міграційної політики у </w:t>
      </w:r>
      <w:proofErr w:type="spellStart"/>
      <w:r w:rsidRPr="00EF49BC">
        <w:rPr>
          <w:rFonts w:ascii="Times New Roman" w:eastAsia="Times New Roman" w:hAnsi="Times New Roman" w:cs="Times New Roman"/>
          <w:color w:val="000000"/>
          <w:sz w:val="24"/>
          <w:szCs w:val="24"/>
        </w:rPr>
        <w:t>Крупецькій</w:t>
      </w:r>
      <w:proofErr w:type="spellEnd"/>
      <w:r w:rsidRPr="00EF49BC">
        <w:rPr>
          <w:rFonts w:ascii="Times New Roman" w:eastAsia="Times New Roman" w:hAnsi="Times New Roman" w:cs="Times New Roman"/>
          <w:color w:val="000000"/>
          <w:sz w:val="24"/>
          <w:szCs w:val="24"/>
        </w:rPr>
        <w:t xml:space="preserve"> сільській об’єднаної територіальної громади на 2019</w:t>
      </w:r>
      <w:r>
        <w:rPr>
          <w:rFonts w:ascii="Times New Roman" w:eastAsia="Times New Roman" w:hAnsi="Times New Roman" w:cs="Times New Roman"/>
          <w:color w:val="000000"/>
          <w:sz w:val="24"/>
          <w:szCs w:val="24"/>
        </w:rPr>
        <w:t xml:space="preserve"> </w:t>
      </w:r>
      <w:r w:rsidRPr="00EF49BC">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 xml:space="preserve"> </w:t>
      </w:r>
      <w:r w:rsidRPr="00EF49BC">
        <w:rPr>
          <w:rFonts w:ascii="Times New Roman" w:eastAsia="Times New Roman" w:hAnsi="Times New Roman" w:cs="Times New Roman"/>
          <w:color w:val="000000"/>
          <w:sz w:val="24"/>
          <w:szCs w:val="24"/>
        </w:rPr>
        <w:t>2023 роки, затверджена ХХІІІ сесією сільської ради VІІ скликання від 25.06.2019</w:t>
      </w:r>
      <w:r>
        <w:rPr>
          <w:rFonts w:ascii="Times New Roman" w:eastAsia="Times New Roman" w:hAnsi="Times New Roman" w:cs="Times New Roman"/>
          <w:color w:val="000000"/>
          <w:sz w:val="24"/>
          <w:szCs w:val="24"/>
        </w:rPr>
        <w:t xml:space="preserve"> </w:t>
      </w:r>
      <w:r w:rsidRPr="00EF49BC">
        <w:rPr>
          <w:rFonts w:ascii="Times New Roman" w:eastAsia="Times New Roman" w:hAnsi="Times New Roman" w:cs="Times New Roman"/>
          <w:color w:val="000000"/>
          <w:sz w:val="24"/>
          <w:szCs w:val="24"/>
        </w:rPr>
        <w:t>р. №2;</w:t>
      </w:r>
    </w:p>
    <w:p w:rsidR="00615214" w:rsidRPr="00EF49BC" w:rsidRDefault="00615214" w:rsidP="00615214">
      <w:pPr>
        <w:spacing w:after="0"/>
        <w:ind w:firstLine="709"/>
        <w:jc w:val="both"/>
        <w:rPr>
          <w:rFonts w:ascii="Times New Roman" w:eastAsia="Times New Roman" w:hAnsi="Times New Roman" w:cs="Times New Roman"/>
          <w:color w:val="000000"/>
          <w:sz w:val="24"/>
          <w:szCs w:val="24"/>
        </w:rPr>
      </w:pPr>
      <w:r w:rsidRPr="00EF49BC">
        <w:rPr>
          <w:rFonts w:ascii="Times New Roman" w:eastAsia="Times New Roman" w:hAnsi="Times New Roman" w:cs="Times New Roman"/>
          <w:color w:val="000000"/>
          <w:sz w:val="24"/>
          <w:szCs w:val="24"/>
        </w:rPr>
        <w:t xml:space="preserve">12. Програми про спільне утримання методичного кабінету відділом з гуманітарних питань </w:t>
      </w:r>
      <w:proofErr w:type="spellStart"/>
      <w:r w:rsidRPr="00EF49BC">
        <w:rPr>
          <w:rFonts w:ascii="Times New Roman" w:eastAsia="Times New Roman" w:hAnsi="Times New Roman" w:cs="Times New Roman"/>
          <w:color w:val="000000"/>
          <w:sz w:val="24"/>
          <w:szCs w:val="24"/>
        </w:rPr>
        <w:t>Улашанівської</w:t>
      </w:r>
      <w:proofErr w:type="spellEnd"/>
      <w:r w:rsidRPr="00EF49BC">
        <w:rPr>
          <w:rFonts w:ascii="Times New Roman" w:eastAsia="Times New Roman" w:hAnsi="Times New Roman" w:cs="Times New Roman"/>
          <w:color w:val="000000"/>
          <w:sz w:val="24"/>
          <w:szCs w:val="24"/>
        </w:rPr>
        <w:t xml:space="preserve"> сільської ради та </w:t>
      </w:r>
      <w:proofErr w:type="spellStart"/>
      <w:r w:rsidRPr="00EF49BC">
        <w:rPr>
          <w:rFonts w:ascii="Times New Roman" w:eastAsia="Times New Roman" w:hAnsi="Times New Roman" w:cs="Times New Roman"/>
          <w:color w:val="000000"/>
          <w:sz w:val="24"/>
          <w:szCs w:val="24"/>
        </w:rPr>
        <w:t>Крупецькою</w:t>
      </w:r>
      <w:proofErr w:type="spellEnd"/>
      <w:r w:rsidRPr="00EF49BC">
        <w:rPr>
          <w:rFonts w:ascii="Times New Roman" w:eastAsia="Times New Roman" w:hAnsi="Times New Roman" w:cs="Times New Roman"/>
          <w:color w:val="000000"/>
          <w:sz w:val="24"/>
          <w:szCs w:val="24"/>
        </w:rPr>
        <w:t xml:space="preserve"> сільською радою, затверджена ХХVІІІ сесією сільської ради VІІ скликання від 22.10.2019</w:t>
      </w:r>
      <w:r>
        <w:rPr>
          <w:rFonts w:ascii="Times New Roman" w:eastAsia="Times New Roman" w:hAnsi="Times New Roman" w:cs="Times New Roman"/>
          <w:color w:val="000000"/>
          <w:sz w:val="24"/>
          <w:szCs w:val="24"/>
        </w:rPr>
        <w:t xml:space="preserve"> </w:t>
      </w:r>
      <w:r w:rsidRPr="00EF49BC">
        <w:rPr>
          <w:rFonts w:ascii="Times New Roman" w:eastAsia="Times New Roman" w:hAnsi="Times New Roman" w:cs="Times New Roman"/>
          <w:color w:val="000000"/>
          <w:sz w:val="24"/>
          <w:szCs w:val="24"/>
        </w:rPr>
        <w:t>р. №6;</w:t>
      </w:r>
    </w:p>
    <w:p w:rsidR="00615214" w:rsidRPr="00EF49BC" w:rsidRDefault="00615214" w:rsidP="00615214">
      <w:pPr>
        <w:spacing w:after="0"/>
        <w:ind w:firstLine="709"/>
        <w:jc w:val="both"/>
        <w:rPr>
          <w:rFonts w:ascii="Times New Roman" w:eastAsia="Times New Roman" w:hAnsi="Times New Roman" w:cs="Times New Roman"/>
          <w:color w:val="000000"/>
          <w:sz w:val="24"/>
          <w:szCs w:val="24"/>
        </w:rPr>
      </w:pPr>
      <w:r w:rsidRPr="00EF49BC">
        <w:rPr>
          <w:rFonts w:ascii="Times New Roman" w:eastAsia="Times New Roman" w:hAnsi="Times New Roman" w:cs="Times New Roman"/>
          <w:color w:val="000000"/>
          <w:sz w:val="24"/>
          <w:szCs w:val="24"/>
        </w:rPr>
        <w:t xml:space="preserve">13. Програма утримання та розвиток інфраструктури доріг </w:t>
      </w:r>
      <w:proofErr w:type="spellStart"/>
      <w:r w:rsidRPr="00EF49BC">
        <w:rPr>
          <w:rFonts w:ascii="Times New Roman" w:eastAsia="Times New Roman" w:hAnsi="Times New Roman" w:cs="Times New Roman"/>
          <w:color w:val="000000"/>
          <w:sz w:val="24"/>
          <w:szCs w:val="24"/>
        </w:rPr>
        <w:t>Крупецької</w:t>
      </w:r>
      <w:proofErr w:type="spellEnd"/>
      <w:r w:rsidRPr="00EF49BC">
        <w:rPr>
          <w:rFonts w:ascii="Times New Roman" w:eastAsia="Times New Roman" w:hAnsi="Times New Roman" w:cs="Times New Roman"/>
          <w:color w:val="000000"/>
          <w:sz w:val="24"/>
          <w:szCs w:val="24"/>
        </w:rPr>
        <w:t xml:space="preserve"> сільської ради на 2020</w:t>
      </w:r>
      <w:r>
        <w:rPr>
          <w:rFonts w:ascii="Times New Roman" w:eastAsia="Times New Roman" w:hAnsi="Times New Roman" w:cs="Times New Roman"/>
          <w:color w:val="000000"/>
          <w:sz w:val="24"/>
          <w:szCs w:val="24"/>
        </w:rPr>
        <w:t xml:space="preserve"> </w:t>
      </w:r>
      <w:r w:rsidRPr="00EF49BC">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 xml:space="preserve"> </w:t>
      </w:r>
      <w:r w:rsidRPr="00EF49BC">
        <w:rPr>
          <w:rFonts w:ascii="Times New Roman" w:eastAsia="Times New Roman" w:hAnsi="Times New Roman" w:cs="Times New Roman"/>
          <w:color w:val="000000"/>
          <w:sz w:val="24"/>
          <w:szCs w:val="24"/>
        </w:rPr>
        <w:t>2022 роки, затверджена ХХІХ сесією сільської ради VІІ скликання від 22.11.2019</w:t>
      </w:r>
      <w:r>
        <w:rPr>
          <w:rFonts w:ascii="Times New Roman" w:eastAsia="Times New Roman" w:hAnsi="Times New Roman" w:cs="Times New Roman"/>
          <w:color w:val="000000"/>
          <w:sz w:val="24"/>
          <w:szCs w:val="24"/>
        </w:rPr>
        <w:t xml:space="preserve"> </w:t>
      </w:r>
      <w:r w:rsidRPr="00EF49BC">
        <w:rPr>
          <w:rFonts w:ascii="Times New Roman" w:eastAsia="Times New Roman" w:hAnsi="Times New Roman" w:cs="Times New Roman"/>
          <w:color w:val="000000"/>
          <w:sz w:val="24"/>
          <w:szCs w:val="24"/>
        </w:rPr>
        <w:t>р. №5;</w:t>
      </w:r>
    </w:p>
    <w:p w:rsidR="00615214" w:rsidRPr="00EF49BC" w:rsidRDefault="00615214" w:rsidP="00615214">
      <w:pPr>
        <w:spacing w:after="0"/>
        <w:ind w:firstLine="709"/>
        <w:jc w:val="both"/>
        <w:rPr>
          <w:rFonts w:ascii="Times New Roman" w:eastAsia="Times New Roman" w:hAnsi="Times New Roman" w:cs="Times New Roman"/>
          <w:color w:val="000000"/>
          <w:sz w:val="24"/>
          <w:szCs w:val="24"/>
        </w:rPr>
      </w:pPr>
      <w:r w:rsidRPr="00EF49BC">
        <w:rPr>
          <w:rFonts w:ascii="Times New Roman" w:eastAsia="Times New Roman" w:hAnsi="Times New Roman" w:cs="Times New Roman"/>
          <w:color w:val="000000"/>
          <w:sz w:val="24"/>
          <w:szCs w:val="24"/>
        </w:rPr>
        <w:t xml:space="preserve">14. Програма фінансового забезпечення представницьких витрат та інших видатків, пов’язаних з діяльністю </w:t>
      </w:r>
      <w:proofErr w:type="spellStart"/>
      <w:r w:rsidRPr="00EF49BC">
        <w:rPr>
          <w:rFonts w:ascii="Times New Roman" w:eastAsia="Times New Roman" w:hAnsi="Times New Roman" w:cs="Times New Roman"/>
          <w:color w:val="000000"/>
          <w:sz w:val="24"/>
          <w:szCs w:val="24"/>
        </w:rPr>
        <w:t>Крупецької</w:t>
      </w:r>
      <w:proofErr w:type="spellEnd"/>
      <w:r w:rsidRPr="00EF49BC">
        <w:rPr>
          <w:rFonts w:ascii="Times New Roman" w:eastAsia="Times New Roman" w:hAnsi="Times New Roman" w:cs="Times New Roman"/>
          <w:color w:val="000000"/>
          <w:sz w:val="24"/>
          <w:szCs w:val="24"/>
        </w:rPr>
        <w:t xml:space="preserve"> сільської ради на 2020</w:t>
      </w:r>
      <w:r>
        <w:rPr>
          <w:rFonts w:ascii="Times New Roman" w:eastAsia="Times New Roman" w:hAnsi="Times New Roman" w:cs="Times New Roman"/>
          <w:color w:val="000000"/>
          <w:sz w:val="24"/>
          <w:szCs w:val="24"/>
        </w:rPr>
        <w:t xml:space="preserve"> </w:t>
      </w:r>
      <w:r w:rsidRPr="00EF49BC">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 xml:space="preserve"> </w:t>
      </w:r>
      <w:r w:rsidRPr="00EF49BC">
        <w:rPr>
          <w:rFonts w:ascii="Times New Roman" w:eastAsia="Times New Roman" w:hAnsi="Times New Roman" w:cs="Times New Roman"/>
          <w:color w:val="000000"/>
          <w:sz w:val="24"/>
          <w:szCs w:val="24"/>
        </w:rPr>
        <w:t>2022 роки, затверджена ХХІХ сесією сільської ради VІІ скликання від 22.11.2019</w:t>
      </w:r>
      <w:r>
        <w:rPr>
          <w:rFonts w:ascii="Times New Roman" w:eastAsia="Times New Roman" w:hAnsi="Times New Roman" w:cs="Times New Roman"/>
          <w:color w:val="000000"/>
          <w:sz w:val="24"/>
          <w:szCs w:val="24"/>
        </w:rPr>
        <w:t xml:space="preserve"> </w:t>
      </w:r>
      <w:r w:rsidRPr="00EF49BC">
        <w:rPr>
          <w:rFonts w:ascii="Times New Roman" w:eastAsia="Times New Roman" w:hAnsi="Times New Roman" w:cs="Times New Roman"/>
          <w:color w:val="000000"/>
          <w:sz w:val="24"/>
          <w:szCs w:val="24"/>
        </w:rPr>
        <w:t>р. №6;</w:t>
      </w:r>
    </w:p>
    <w:p w:rsidR="00615214" w:rsidRPr="00EF49BC" w:rsidRDefault="00615214" w:rsidP="00615214">
      <w:pPr>
        <w:spacing w:after="0"/>
        <w:ind w:firstLine="709"/>
        <w:jc w:val="both"/>
        <w:rPr>
          <w:rFonts w:ascii="Times New Roman" w:eastAsia="Times New Roman" w:hAnsi="Times New Roman" w:cs="Times New Roman"/>
          <w:color w:val="000000"/>
          <w:sz w:val="24"/>
          <w:szCs w:val="24"/>
        </w:rPr>
      </w:pPr>
      <w:r w:rsidRPr="00EF49BC">
        <w:rPr>
          <w:rFonts w:ascii="Times New Roman" w:eastAsia="Times New Roman" w:hAnsi="Times New Roman" w:cs="Times New Roman"/>
          <w:color w:val="000000"/>
          <w:sz w:val="24"/>
          <w:szCs w:val="24"/>
        </w:rPr>
        <w:t xml:space="preserve">15. Програма розвитку рибного господарства водойм </w:t>
      </w:r>
      <w:proofErr w:type="spellStart"/>
      <w:r w:rsidRPr="00EF49BC">
        <w:rPr>
          <w:rFonts w:ascii="Times New Roman" w:eastAsia="Times New Roman" w:hAnsi="Times New Roman" w:cs="Times New Roman"/>
          <w:color w:val="000000"/>
          <w:sz w:val="24"/>
          <w:szCs w:val="24"/>
        </w:rPr>
        <w:t>Крупецькоїоб’єднаної</w:t>
      </w:r>
      <w:proofErr w:type="spellEnd"/>
      <w:r w:rsidRPr="00EF49BC">
        <w:rPr>
          <w:rFonts w:ascii="Times New Roman" w:eastAsia="Times New Roman" w:hAnsi="Times New Roman" w:cs="Times New Roman"/>
          <w:color w:val="000000"/>
          <w:sz w:val="24"/>
          <w:szCs w:val="24"/>
        </w:rPr>
        <w:t xml:space="preserve"> територіальної громади на 2020</w:t>
      </w:r>
      <w:r>
        <w:rPr>
          <w:rFonts w:ascii="Times New Roman" w:eastAsia="Times New Roman" w:hAnsi="Times New Roman" w:cs="Times New Roman"/>
          <w:color w:val="000000"/>
          <w:sz w:val="24"/>
          <w:szCs w:val="24"/>
        </w:rPr>
        <w:t xml:space="preserve"> </w:t>
      </w:r>
      <w:r w:rsidRPr="00EF49BC">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 xml:space="preserve"> </w:t>
      </w:r>
      <w:r w:rsidRPr="00EF49BC">
        <w:rPr>
          <w:rFonts w:ascii="Times New Roman" w:eastAsia="Times New Roman" w:hAnsi="Times New Roman" w:cs="Times New Roman"/>
          <w:color w:val="000000"/>
          <w:sz w:val="24"/>
          <w:szCs w:val="24"/>
        </w:rPr>
        <w:t>2022 роки, затверджена ХХХІІ сесією сільської ради VІІ скликання від 15.01.2020</w:t>
      </w:r>
      <w:r>
        <w:rPr>
          <w:rFonts w:ascii="Times New Roman" w:eastAsia="Times New Roman" w:hAnsi="Times New Roman" w:cs="Times New Roman"/>
          <w:color w:val="000000"/>
          <w:sz w:val="24"/>
          <w:szCs w:val="24"/>
        </w:rPr>
        <w:t xml:space="preserve"> </w:t>
      </w:r>
      <w:r w:rsidRPr="00EF49BC">
        <w:rPr>
          <w:rFonts w:ascii="Times New Roman" w:eastAsia="Times New Roman" w:hAnsi="Times New Roman" w:cs="Times New Roman"/>
          <w:color w:val="000000"/>
          <w:sz w:val="24"/>
          <w:szCs w:val="24"/>
        </w:rPr>
        <w:t>р. №9;</w:t>
      </w:r>
    </w:p>
    <w:p w:rsidR="00615214" w:rsidRPr="00EF49BC" w:rsidRDefault="00615214" w:rsidP="00615214">
      <w:pPr>
        <w:spacing w:after="0"/>
        <w:ind w:firstLine="709"/>
        <w:jc w:val="both"/>
        <w:rPr>
          <w:rFonts w:ascii="Times New Roman" w:eastAsia="Times New Roman" w:hAnsi="Times New Roman" w:cs="Times New Roman"/>
          <w:color w:val="000000"/>
          <w:sz w:val="24"/>
          <w:szCs w:val="24"/>
        </w:rPr>
      </w:pPr>
      <w:r w:rsidRPr="00EF49BC">
        <w:rPr>
          <w:rFonts w:ascii="Times New Roman" w:eastAsia="Times New Roman" w:hAnsi="Times New Roman" w:cs="Times New Roman"/>
          <w:color w:val="000000"/>
          <w:sz w:val="24"/>
          <w:szCs w:val="24"/>
        </w:rPr>
        <w:t xml:space="preserve">16. Програма комплексного розвитку території </w:t>
      </w:r>
      <w:proofErr w:type="spellStart"/>
      <w:r w:rsidRPr="00EF49BC">
        <w:rPr>
          <w:rFonts w:ascii="Times New Roman" w:eastAsia="Times New Roman" w:hAnsi="Times New Roman" w:cs="Times New Roman"/>
          <w:color w:val="000000"/>
          <w:sz w:val="24"/>
          <w:szCs w:val="24"/>
        </w:rPr>
        <w:t>Крупецької</w:t>
      </w:r>
      <w:proofErr w:type="spellEnd"/>
      <w:r w:rsidRPr="00EF49BC">
        <w:rPr>
          <w:rFonts w:ascii="Times New Roman" w:eastAsia="Times New Roman" w:hAnsi="Times New Roman" w:cs="Times New Roman"/>
          <w:color w:val="000000"/>
          <w:sz w:val="24"/>
          <w:szCs w:val="24"/>
        </w:rPr>
        <w:t xml:space="preserve"> об’єднаної територіальної громади на 2020-2024 роки, затверджена ХХХІІ сесією сільської ради VІІ скликання від 15.01.2020</w:t>
      </w:r>
      <w:r>
        <w:rPr>
          <w:rFonts w:ascii="Times New Roman" w:eastAsia="Times New Roman" w:hAnsi="Times New Roman" w:cs="Times New Roman"/>
          <w:color w:val="000000"/>
          <w:sz w:val="24"/>
          <w:szCs w:val="24"/>
        </w:rPr>
        <w:t xml:space="preserve"> </w:t>
      </w:r>
      <w:r w:rsidRPr="00EF49BC">
        <w:rPr>
          <w:rFonts w:ascii="Times New Roman" w:eastAsia="Times New Roman" w:hAnsi="Times New Roman" w:cs="Times New Roman"/>
          <w:color w:val="000000"/>
          <w:sz w:val="24"/>
          <w:szCs w:val="24"/>
        </w:rPr>
        <w:t>р. №11;</w:t>
      </w:r>
    </w:p>
    <w:p w:rsidR="00615214" w:rsidRPr="00EF49BC" w:rsidRDefault="00615214" w:rsidP="00615214">
      <w:pPr>
        <w:spacing w:after="0"/>
        <w:ind w:firstLine="709"/>
        <w:jc w:val="both"/>
        <w:rPr>
          <w:rFonts w:ascii="Times New Roman" w:eastAsia="Times New Roman" w:hAnsi="Times New Roman" w:cs="Times New Roman"/>
          <w:color w:val="000000"/>
          <w:sz w:val="24"/>
          <w:szCs w:val="24"/>
        </w:rPr>
      </w:pPr>
      <w:r w:rsidRPr="00EF49BC">
        <w:rPr>
          <w:rFonts w:ascii="Times New Roman" w:eastAsia="Times New Roman" w:hAnsi="Times New Roman" w:cs="Times New Roman"/>
          <w:color w:val="000000"/>
          <w:sz w:val="24"/>
          <w:szCs w:val="24"/>
        </w:rPr>
        <w:t xml:space="preserve">17. Програма підтримки діяльності </w:t>
      </w:r>
      <w:proofErr w:type="spellStart"/>
      <w:r w:rsidRPr="00EF49BC">
        <w:rPr>
          <w:rFonts w:ascii="Times New Roman" w:eastAsia="Times New Roman" w:hAnsi="Times New Roman" w:cs="Times New Roman"/>
          <w:color w:val="000000"/>
          <w:sz w:val="24"/>
          <w:szCs w:val="24"/>
        </w:rPr>
        <w:t>Славутського</w:t>
      </w:r>
      <w:proofErr w:type="spellEnd"/>
      <w:r>
        <w:rPr>
          <w:rFonts w:ascii="Times New Roman" w:eastAsia="Times New Roman" w:hAnsi="Times New Roman" w:cs="Times New Roman"/>
          <w:color w:val="000000"/>
          <w:sz w:val="24"/>
          <w:szCs w:val="24"/>
        </w:rPr>
        <w:t xml:space="preserve"> </w:t>
      </w:r>
      <w:r w:rsidRPr="00EF49BC">
        <w:rPr>
          <w:rFonts w:ascii="Times New Roman" w:eastAsia="Times New Roman" w:hAnsi="Times New Roman" w:cs="Times New Roman"/>
          <w:color w:val="000000"/>
          <w:sz w:val="24"/>
          <w:szCs w:val="24"/>
        </w:rPr>
        <w:t xml:space="preserve">міськрайонного відділу філії Державної установи «Центр </w:t>
      </w:r>
      <w:proofErr w:type="spellStart"/>
      <w:r w:rsidRPr="00EF49BC">
        <w:rPr>
          <w:rFonts w:ascii="Times New Roman" w:eastAsia="Times New Roman" w:hAnsi="Times New Roman" w:cs="Times New Roman"/>
          <w:color w:val="000000"/>
          <w:sz w:val="24"/>
          <w:szCs w:val="24"/>
        </w:rPr>
        <w:t>пробації</w:t>
      </w:r>
      <w:proofErr w:type="spellEnd"/>
      <w:r w:rsidRPr="00EF49BC">
        <w:rPr>
          <w:rFonts w:ascii="Times New Roman" w:eastAsia="Times New Roman" w:hAnsi="Times New Roman" w:cs="Times New Roman"/>
          <w:color w:val="000000"/>
          <w:sz w:val="24"/>
          <w:szCs w:val="24"/>
        </w:rPr>
        <w:t>» в Хмельницькій області з метою покращення профілактики рецидивної злочинності та правопорушень на період 2020</w:t>
      </w:r>
      <w:r>
        <w:rPr>
          <w:rFonts w:ascii="Times New Roman" w:eastAsia="Times New Roman" w:hAnsi="Times New Roman" w:cs="Times New Roman"/>
          <w:color w:val="000000"/>
          <w:sz w:val="24"/>
          <w:szCs w:val="24"/>
        </w:rPr>
        <w:t xml:space="preserve"> </w:t>
      </w:r>
      <w:r w:rsidRPr="00EF49BC">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 xml:space="preserve"> </w:t>
      </w:r>
      <w:r w:rsidRPr="00EF49BC">
        <w:rPr>
          <w:rFonts w:ascii="Times New Roman" w:eastAsia="Times New Roman" w:hAnsi="Times New Roman" w:cs="Times New Roman"/>
          <w:color w:val="000000"/>
          <w:sz w:val="24"/>
          <w:szCs w:val="24"/>
        </w:rPr>
        <w:t>2022 роки,</w:t>
      </w:r>
      <w:r>
        <w:rPr>
          <w:rFonts w:ascii="Times New Roman" w:eastAsia="Times New Roman" w:hAnsi="Times New Roman" w:cs="Times New Roman"/>
          <w:color w:val="000000"/>
          <w:sz w:val="24"/>
          <w:szCs w:val="24"/>
        </w:rPr>
        <w:t xml:space="preserve"> </w:t>
      </w:r>
      <w:r w:rsidRPr="00EF49BC">
        <w:rPr>
          <w:rFonts w:ascii="Times New Roman" w:eastAsia="Times New Roman" w:hAnsi="Times New Roman" w:cs="Times New Roman"/>
          <w:color w:val="000000"/>
          <w:sz w:val="24"/>
          <w:szCs w:val="24"/>
        </w:rPr>
        <w:t>затверджена ХХХVІ сесією сільської ради VІІ скликання від 24.04.2020</w:t>
      </w:r>
      <w:r>
        <w:rPr>
          <w:rFonts w:ascii="Times New Roman" w:eastAsia="Times New Roman" w:hAnsi="Times New Roman" w:cs="Times New Roman"/>
          <w:color w:val="000000"/>
          <w:sz w:val="24"/>
          <w:szCs w:val="24"/>
        </w:rPr>
        <w:t xml:space="preserve"> </w:t>
      </w:r>
      <w:r w:rsidRPr="00EF49BC">
        <w:rPr>
          <w:rFonts w:ascii="Times New Roman" w:eastAsia="Times New Roman" w:hAnsi="Times New Roman" w:cs="Times New Roman"/>
          <w:color w:val="000000"/>
          <w:sz w:val="24"/>
          <w:szCs w:val="24"/>
        </w:rPr>
        <w:t>р. №6;</w:t>
      </w:r>
    </w:p>
    <w:p w:rsidR="00615214" w:rsidRPr="00EF49BC" w:rsidRDefault="00615214" w:rsidP="00615214">
      <w:pPr>
        <w:spacing w:after="0"/>
        <w:ind w:firstLine="709"/>
        <w:jc w:val="both"/>
        <w:rPr>
          <w:rFonts w:ascii="Times New Roman" w:eastAsia="Times New Roman" w:hAnsi="Times New Roman" w:cs="Times New Roman"/>
          <w:color w:val="000000"/>
          <w:sz w:val="24"/>
          <w:szCs w:val="24"/>
        </w:rPr>
      </w:pPr>
      <w:r w:rsidRPr="00EF49BC">
        <w:rPr>
          <w:rFonts w:ascii="Times New Roman" w:eastAsia="Times New Roman" w:hAnsi="Times New Roman" w:cs="Times New Roman"/>
          <w:color w:val="000000"/>
          <w:sz w:val="24"/>
          <w:szCs w:val="24"/>
        </w:rPr>
        <w:t xml:space="preserve">18. Програма національно-патріотичного виховання дітей та молоді </w:t>
      </w:r>
      <w:proofErr w:type="spellStart"/>
      <w:r w:rsidRPr="00EF49BC">
        <w:rPr>
          <w:rFonts w:ascii="Times New Roman" w:eastAsia="Times New Roman" w:hAnsi="Times New Roman" w:cs="Times New Roman"/>
          <w:color w:val="000000"/>
          <w:sz w:val="24"/>
          <w:szCs w:val="24"/>
        </w:rPr>
        <w:t>Крупецької</w:t>
      </w:r>
      <w:proofErr w:type="spellEnd"/>
      <w:r w:rsidRPr="00EF49BC">
        <w:rPr>
          <w:rFonts w:ascii="Times New Roman" w:eastAsia="Times New Roman" w:hAnsi="Times New Roman" w:cs="Times New Roman"/>
          <w:color w:val="000000"/>
          <w:sz w:val="24"/>
          <w:szCs w:val="24"/>
        </w:rPr>
        <w:t xml:space="preserve"> сільської ради на 2020-2024 роки, затверджена ХХХVІІІ сесією сільської ради VІІ скликання від 26.06.2020</w:t>
      </w:r>
      <w:r>
        <w:rPr>
          <w:rFonts w:ascii="Times New Roman" w:eastAsia="Times New Roman" w:hAnsi="Times New Roman" w:cs="Times New Roman"/>
          <w:color w:val="000000"/>
          <w:sz w:val="24"/>
          <w:szCs w:val="24"/>
        </w:rPr>
        <w:t xml:space="preserve"> </w:t>
      </w:r>
      <w:r w:rsidRPr="00EF49BC">
        <w:rPr>
          <w:rFonts w:ascii="Times New Roman" w:eastAsia="Times New Roman" w:hAnsi="Times New Roman" w:cs="Times New Roman"/>
          <w:color w:val="000000"/>
          <w:sz w:val="24"/>
          <w:szCs w:val="24"/>
        </w:rPr>
        <w:t>р. №8;</w:t>
      </w:r>
    </w:p>
    <w:p w:rsidR="00615214" w:rsidRPr="00EF49BC" w:rsidRDefault="00615214" w:rsidP="00615214">
      <w:pPr>
        <w:spacing w:after="0"/>
        <w:ind w:firstLine="709"/>
        <w:jc w:val="both"/>
        <w:rPr>
          <w:rFonts w:ascii="Times New Roman" w:eastAsia="Times New Roman" w:hAnsi="Times New Roman" w:cs="Times New Roman"/>
          <w:color w:val="000000"/>
          <w:sz w:val="24"/>
          <w:szCs w:val="24"/>
        </w:rPr>
      </w:pPr>
      <w:r w:rsidRPr="00EF49BC">
        <w:rPr>
          <w:rFonts w:ascii="Times New Roman" w:eastAsia="Times New Roman" w:hAnsi="Times New Roman" w:cs="Times New Roman"/>
          <w:color w:val="000000"/>
          <w:sz w:val="24"/>
          <w:szCs w:val="24"/>
        </w:rPr>
        <w:t xml:space="preserve">19. Цільова програма із забезпечення чергових призовів громадян </w:t>
      </w:r>
      <w:proofErr w:type="spellStart"/>
      <w:r w:rsidRPr="00EF49BC">
        <w:rPr>
          <w:rFonts w:ascii="Times New Roman" w:eastAsia="Times New Roman" w:hAnsi="Times New Roman" w:cs="Times New Roman"/>
          <w:color w:val="000000"/>
          <w:sz w:val="24"/>
          <w:szCs w:val="24"/>
        </w:rPr>
        <w:t>Крупецької</w:t>
      </w:r>
      <w:proofErr w:type="spellEnd"/>
      <w:r w:rsidRPr="00EF49BC">
        <w:rPr>
          <w:rFonts w:ascii="Times New Roman" w:eastAsia="Times New Roman" w:hAnsi="Times New Roman" w:cs="Times New Roman"/>
          <w:color w:val="000000"/>
          <w:sz w:val="24"/>
          <w:szCs w:val="24"/>
        </w:rPr>
        <w:t xml:space="preserve"> об’єднаної територіальної громади на  строкову службу на 2020-2024 роки, затверджена ХХХХІІ сесією сільської ради VІІ скликання від 12.10.2020</w:t>
      </w:r>
      <w:r>
        <w:rPr>
          <w:rFonts w:ascii="Times New Roman" w:eastAsia="Times New Roman" w:hAnsi="Times New Roman" w:cs="Times New Roman"/>
          <w:color w:val="000000"/>
          <w:sz w:val="24"/>
          <w:szCs w:val="24"/>
        </w:rPr>
        <w:t xml:space="preserve"> </w:t>
      </w:r>
      <w:r w:rsidRPr="00EF49BC">
        <w:rPr>
          <w:rFonts w:ascii="Times New Roman" w:eastAsia="Times New Roman" w:hAnsi="Times New Roman" w:cs="Times New Roman"/>
          <w:color w:val="000000"/>
          <w:sz w:val="24"/>
          <w:szCs w:val="24"/>
        </w:rPr>
        <w:t>р. №24;</w:t>
      </w:r>
    </w:p>
    <w:p w:rsidR="00615214" w:rsidRPr="00EF49BC" w:rsidRDefault="00615214" w:rsidP="00615214">
      <w:pPr>
        <w:spacing w:after="0"/>
        <w:ind w:firstLine="709"/>
        <w:jc w:val="both"/>
        <w:rPr>
          <w:rFonts w:ascii="Times New Roman" w:eastAsia="Times New Roman" w:hAnsi="Times New Roman" w:cs="Times New Roman"/>
          <w:color w:val="000000"/>
          <w:sz w:val="24"/>
          <w:szCs w:val="24"/>
        </w:rPr>
      </w:pPr>
      <w:r w:rsidRPr="00EF49BC">
        <w:rPr>
          <w:rFonts w:ascii="Times New Roman" w:eastAsia="Times New Roman" w:hAnsi="Times New Roman" w:cs="Times New Roman"/>
          <w:color w:val="000000"/>
          <w:sz w:val="24"/>
          <w:szCs w:val="24"/>
        </w:rPr>
        <w:t xml:space="preserve">20. Програма фінансової підтримки комунального підприємства </w:t>
      </w:r>
      <w:proofErr w:type="spellStart"/>
      <w:r w:rsidRPr="00EF49BC">
        <w:rPr>
          <w:rFonts w:ascii="Times New Roman" w:eastAsia="Times New Roman" w:hAnsi="Times New Roman" w:cs="Times New Roman"/>
          <w:color w:val="000000"/>
          <w:sz w:val="24"/>
          <w:szCs w:val="24"/>
        </w:rPr>
        <w:t>Крупецької</w:t>
      </w:r>
      <w:proofErr w:type="spellEnd"/>
      <w:r w:rsidRPr="00EF49BC">
        <w:rPr>
          <w:rFonts w:ascii="Times New Roman" w:eastAsia="Times New Roman" w:hAnsi="Times New Roman" w:cs="Times New Roman"/>
          <w:color w:val="000000"/>
          <w:sz w:val="24"/>
          <w:szCs w:val="24"/>
        </w:rPr>
        <w:t xml:space="preserve"> сільської ради «Спеціалізоване </w:t>
      </w:r>
      <w:proofErr w:type="spellStart"/>
      <w:r w:rsidRPr="00EF49BC">
        <w:rPr>
          <w:rFonts w:ascii="Times New Roman" w:eastAsia="Times New Roman" w:hAnsi="Times New Roman" w:cs="Times New Roman"/>
          <w:color w:val="000000"/>
          <w:sz w:val="24"/>
          <w:szCs w:val="24"/>
        </w:rPr>
        <w:t>лісокомунальне</w:t>
      </w:r>
      <w:proofErr w:type="spellEnd"/>
      <w:r w:rsidRPr="00EF49BC">
        <w:rPr>
          <w:rFonts w:ascii="Times New Roman" w:eastAsia="Times New Roman" w:hAnsi="Times New Roman" w:cs="Times New Roman"/>
          <w:color w:val="000000"/>
          <w:sz w:val="24"/>
          <w:szCs w:val="24"/>
        </w:rPr>
        <w:t xml:space="preserve"> підприємство» та здійснення внесків до його статутного капіталу на 2020-2022 роки, затверджена ХХХХІІ сесією сільської ради VІІ скликання від 12.10.2020</w:t>
      </w:r>
      <w:r>
        <w:rPr>
          <w:rFonts w:ascii="Times New Roman" w:eastAsia="Times New Roman" w:hAnsi="Times New Roman" w:cs="Times New Roman"/>
          <w:color w:val="000000"/>
          <w:sz w:val="24"/>
          <w:szCs w:val="24"/>
        </w:rPr>
        <w:t xml:space="preserve"> </w:t>
      </w:r>
      <w:r w:rsidRPr="00EF49BC">
        <w:rPr>
          <w:rFonts w:ascii="Times New Roman" w:eastAsia="Times New Roman" w:hAnsi="Times New Roman" w:cs="Times New Roman"/>
          <w:color w:val="000000"/>
          <w:sz w:val="24"/>
          <w:szCs w:val="24"/>
        </w:rPr>
        <w:t>р. №1;</w:t>
      </w:r>
    </w:p>
    <w:p w:rsidR="00615214" w:rsidRPr="00EF49BC" w:rsidRDefault="00615214" w:rsidP="00615214">
      <w:pPr>
        <w:spacing w:after="0"/>
        <w:ind w:firstLine="709"/>
        <w:jc w:val="both"/>
        <w:rPr>
          <w:rFonts w:ascii="Times New Roman" w:eastAsia="Times New Roman" w:hAnsi="Times New Roman" w:cs="Times New Roman"/>
          <w:color w:val="000000"/>
          <w:sz w:val="24"/>
          <w:szCs w:val="24"/>
        </w:rPr>
      </w:pPr>
      <w:r w:rsidRPr="00EF49BC">
        <w:rPr>
          <w:rFonts w:ascii="Times New Roman" w:eastAsia="Times New Roman" w:hAnsi="Times New Roman" w:cs="Times New Roman"/>
          <w:color w:val="000000"/>
          <w:sz w:val="24"/>
          <w:szCs w:val="24"/>
        </w:rPr>
        <w:t xml:space="preserve">21. Програма надання одноразової матеріальної допомоги жителям </w:t>
      </w:r>
      <w:proofErr w:type="spellStart"/>
      <w:r w:rsidRPr="00EF49BC">
        <w:rPr>
          <w:rFonts w:ascii="Times New Roman" w:eastAsia="Times New Roman" w:hAnsi="Times New Roman" w:cs="Times New Roman"/>
          <w:color w:val="000000"/>
          <w:sz w:val="24"/>
          <w:szCs w:val="24"/>
        </w:rPr>
        <w:t>Крупецької</w:t>
      </w:r>
      <w:proofErr w:type="spellEnd"/>
      <w:r w:rsidRPr="00EF49BC">
        <w:rPr>
          <w:rFonts w:ascii="Times New Roman" w:eastAsia="Times New Roman" w:hAnsi="Times New Roman" w:cs="Times New Roman"/>
          <w:color w:val="000000"/>
          <w:sz w:val="24"/>
          <w:szCs w:val="24"/>
        </w:rPr>
        <w:t xml:space="preserve"> сільської ради на 2021-2023 роки, затверджена ІІІ сесією сільської ради VІІІ скликання від 27.11.2020</w:t>
      </w:r>
      <w:r>
        <w:rPr>
          <w:rFonts w:ascii="Times New Roman" w:eastAsia="Times New Roman" w:hAnsi="Times New Roman" w:cs="Times New Roman"/>
          <w:color w:val="000000"/>
          <w:sz w:val="24"/>
          <w:szCs w:val="24"/>
        </w:rPr>
        <w:t xml:space="preserve"> </w:t>
      </w:r>
      <w:r w:rsidRPr="00EF49BC">
        <w:rPr>
          <w:rFonts w:ascii="Times New Roman" w:eastAsia="Times New Roman" w:hAnsi="Times New Roman" w:cs="Times New Roman"/>
          <w:color w:val="000000"/>
          <w:sz w:val="24"/>
          <w:szCs w:val="24"/>
        </w:rPr>
        <w:t>р. №9;</w:t>
      </w:r>
    </w:p>
    <w:p w:rsidR="00615214" w:rsidRPr="00EF49BC" w:rsidRDefault="00615214" w:rsidP="00615214">
      <w:pPr>
        <w:spacing w:after="0"/>
        <w:ind w:firstLine="709"/>
        <w:jc w:val="both"/>
        <w:rPr>
          <w:rFonts w:ascii="Times New Roman" w:eastAsia="Times New Roman" w:hAnsi="Times New Roman" w:cs="Times New Roman"/>
          <w:color w:val="000000"/>
          <w:sz w:val="24"/>
          <w:szCs w:val="24"/>
        </w:rPr>
      </w:pPr>
      <w:r w:rsidRPr="00EF49BC">
        <w:rPr>
          <w:rFonts w:ascii="Times New Roman" w:eastAsia="Times New Roman" w:hAnsi="Times New Roman" w:cs="Times New Roman"/>
          <w:color w:val="000000"/>
          <w:sz w:val="24"/>
          <w:szCs w:val="24"/>
        </w:rPr>
        <w:t xml:space="preserve">22. Програма запобігання та зменшення впливу надзвичайних ситуацій  техногенного та природного характеру у </w:t>
      </w:r>
      <w:proofErr w:type="spellStart"/>
      <w:r w:rsidRPr="00EF49BC">
        <w:rPr>
          <w:rFonts w:ascii="Times New Roman" w:eastAsia="Times New Roman" w:hAnsi="Times New Roman" w:cs="Times New Roman"/>
          <w:color w:val="000000"/>
          <w:sz w:val="24"/>
          <w:szCs w:val="24"/>
        </w:rPr>
        <w:t>Крупецькій</w:t>
      </w:r>
      <w:proofErr w:type="spellEnd"/>
      <w:r w:rsidRPr="00EF49BC">
        <w:rPr>
          <w:rFonts w:ascii="Times New Roman" w:eastAsia="Times New Roman" w:hAnsi="Times New Roman" w:cs="Times New Roman"/>
          <w:color w:val="000000"/>
          <w:sz w:val="24"/>
          <w:szCs w:val="24"/>
        </w:rPr>
        <w:t xml:space="preserve"> сільській раді на 2021</w:t>
      </w:r>
      <w:r>
        <w:rPr>
          <w:rFonts w:ascii="Times New Roman" w:eastAsia="Times New Roman" w:hAnsi="Times New Roman" w:cs="Times New Roman"/>
          <w:color w:val="000000"/>
          <w:sz w:val="24"/>
          <w:szCs w:val="24"/>
        </w:rPr>
        <w:t xml:space="preserve"> </w:t>
      </w:r>
      <w:r w:rsidRPr="00EF49BC">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 xml:space="preserve"> </w:t>
      </w:r>
      <w:r w:rsidRPr="00EF49BC">
        <w:rPr>
          <w:rFonts w:ascii="Times New Roman" w:eastAsia="Times New Roman" w:hAnsi="Times New Roman" w:cs="Times New Roman"/>
          <w:color w:val="000000"/>
          <w:sz w:val="24"/>
          <w:szCs w:val="24"/>
        </w:rPr>
        <w:t>2025 роки, затверджена ІІІ сесією сільської ради VІІІ скликання від 27.11.2020</w:t>
      </w:r>
      <w:r>
        <w:rPr>
          <w:rFonts w:ascii="Times New Roman" w:eastAsia="Times New Roman" w:hAnsi="Times New Roman" w:cs="Times New Roman"/>
          <w:color w:val="000000"/>
          <w:sz w:val="24"/>
          <w:szCs w:val="24"/>
        </w:rPr>
        <w:t xml:space="preserve"> </w:t>
      </w:r>
      <w:r w:rsidRPr="00EF49BC">
        <w:rPr>
          <w:rFonts w:ascii="Times New Roman" w:eastAsia="Times New Roman" w:hAnsi="Times New Roman" w:cs="Times New Roman"/>
          <w:color w:val="000000"/>
          <w:sz w:val="24"/>
          <w:szCs w:val="24"/>
        </w:rPr>
        <w:t>р. №88;</w:t>
      </w:r>
    </w:p>
    <w:p w:rsidR="00615214" w:rsidRPr="00EF49BC" w:rsidRDefault="00615214" w:rsidP="00615214">
      <w:pPr>
        <w:spacing w:after="0"/>
        <w:ind w:firstLine="709"/>
        <w:jc w:val="both"/>
        <w:rPr>
          <w:rFonts w:ascii="Times New Roman" w:eastAsia="Times New Roman" w:hAnsi="Times New Roman" w:cs="Times New Roman"/>
          <w:color w:val="000000"/>
          <w:sz w:val="24"/>
          <w:szCs w:val="24"/>
        </w:rPr>
      </w:pPr>
      <w:r w:rsidRPr="00EF49BC">
        <w:rPr>
          <w:rFonts w:ascii="Times New Roman" w:eastAsia="Times New Roman" w:hAnsi="Times New Roman" w:cs="Times New Roman"/>
          <w:color w:val="000000"/>
          <w:sz w:val="24"/>
          <w:szCs w:val="24"/>
        </w:rPr>
        <w:t xml:space="preserve">23. Програма забезпечення пожежної безпеки населених пунктів та об’єктів усіх форм власності, розвитку інфраструктури підрозділу пожежної охорони та невоєнізованих </w:t>
      </w:r>
      <w:r w:rsidRPr="00EF49BC">
        <w:rPr>
          <w:rFonts w:ascii="Times New Roman" w:eastAsia="Times New Roman" w:hAnsi="Times New Roman" w:cs="Times New Roman"/>
          <w:color w:val="000000"/>
          <w:sz w:val="24"/>
          <w:szCs w:val="24"/>
        </w:rPr>
        <w:lastRenderedPageBreak/>
        <w:t xml:space="preserve">пожежних формувань у </w:t>
      </w:r>
      <w:proofErr w:type="spellStart"/>
      <w:r w:rsidRPr="00EF49BC">
        <w:rPr>
          <w:rFonts w:ascii="Times New Roman" w:eastAsia="Times New Roman" w:hAnsi="Times New Roman" w:cs="Times New Roman"/>
          <w:color w:val="000000"/>
          <w:sz w:val="24"/>
          <w:szCs w:val="24"/>
        </w:rPr>
        <w:t>Крупецькій</w:t>
      </w:r>
      <w:proofErr w:type="spellEnd"/>
      <w:r w:rsidRPr="00EF49BC">
        <w:rPr>
          <w:rFonts w:ascii="Times New Roman" w:eastAsia="Times New Roman" w:hAnsi="Times New Roman" w:cs="Times New Roman"/>
          <w:color w:val="000000"/>
          <w:sz w:val="24"/>
          <w:szCs w:val="24"/>
        </w:rPr>
        <w:t xml:space="preserve"> сільській раді на 2021</w:t>
      </w:r>
      <w:r>
        <w:rPr>
          <w:rFonts w:ascii="Times New Roman" w:eastAsia="Times New Roman" w:hAnsi="Times New Roman" w:cs="Times New Roman"/>
          <w:color w:val="000000"/>
          <w:sz w:val="24"/>
          <w:szCs w:val="24"/>
        </w:rPr>
        <w:t xml:space="preserve"> </w:t>
      </w:r>
      <w:r w:rsidRPr="00EF49BC">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 xml:space="preserve"> </w:t>
      </w:r>
      <w:r w:rsidRPr="00EF49BC">
        <w:rPr>
          <w:rFonts w:ascii="Times New Roman" w:eastAsia="Times New Roman" w:hAnsi="Times New Roman" w:cs="Times New Roman"/>
          <w:color w:val="000000"/>
          <w:sz w:val="24"/>
          <w:szCs w:val="24"/>
        </w:rPr>
        <w:t>2025 роки, затверджена ІІІ сесією сільської ради VІІІ скликання від 27.11.2020</w:t>
      </w:r>
      <w:r>
        <w:rPr>
          <w:rFonts w:ascii="Times New Roman" w:eastAsia="Times New Roman" w:hAnsi="Times New Roman" w:cs="Times New Roman"/>
          <w:color w:val="000000"/>
          <w:sz w:val="24"/>
          <w:szCs w:val="24"/>
        </w:rPr>
        <w:t xml:space="preserve"> </w:t>
      </w:r>
      <w:r w:rsidRPr="00EF49BC">
        <w:rPr>
          <w:rFonts w:ascii="Times New Roman" w:eastAsia="Times New Roman" w:hAnsi="Times New Roman" w:cs="Times New Roman"/>
          <w:color w:val="000000"/>
          <w:sz w:val="24"/>
          <w:szCs w:val="24"/>
        </w:rPr>
        <w:t>р. №89;</w:t>
      </w:r>
    </w:p>
    <w:p w:rsidR="00615214" w:rsidRPr="00EF49BC" w:rsidRDefault="00615214" w:rsidP="00615214">
      <w:pPr>
        <w:spacing w:after="0"/>
        <w:ind w:firstLine="709"/>
        <w:jc w:val="both"/>
        <w:rPr>
          <w:rFonts w:ascii="Times New Roman" w:eastAsia="Times New Roman" w:hAnsi="Times New Roman" w:cs="Times New Roman"/>
          <w:color w:val="000000"/>
          <w:sz w:val="24"/>
          <w:szCs w:val="24"/>
        </w:rPr>
      </w:pPr>
      <w:r w:rsidRPr="00EF49BC">
        <w:rPr>
          <w:rFonts w:ascii="Times New Roman" w:eastAsia="Times New Roman" w:hAnsi="Times New Roman" w:cs="Times New Roman"/>
          <w:color w:val="000000"/>
          <w:sz w:val="24"/>
          <w:szCs w:val="24"/>
        </w:rPr>
        <w:t xml:space="preserve">24. Програма розвитку земельних відносин у </w:t>
      </w:r>
      <w:proofErr w:type="spellStart"/>
      <w:r w:rsidRPr="00EF49BC">
        <w:rPr>
          <w:rFonts w:ascii="Times New Roman" w:eastAsia="Times New Roman" w:hAnsi="Times New Roman" w:cs="Times New Roman"/>
          <w:color w:val="000000"/>
          <w:sz w:val="24"/>
          <w:szCs w:val="24"/>
        </w:rPr>
        <w:t>Крупецькій</w:t>
      </w:r>
      <w:proofErr w:type="spellEnd"/>
      <w:r w:rsidRPr="00EF49BC">
        <w:rPr>
          <w:rFonts w:ascii="Times New Roman" w:eastAsia="Times New Roman" w:hAnsi="Times New Roman" w:cs="Times New Roman"/>
          <w:color w:val="000000"/>
          <w:sz w:val="24"/>
          <w:szCs w:val="24"/>
        </w:rPr>
        <w:t xml:space="preserve"> сільській раді </w:t>
      </w:r>
      <w:proofErr w:type="spellStart"/>
      <w:r w:rsidRPr="00EF49BC">
        <w:rPr>
          <w:rFonts w:ascii="Times New Roman" w:eastAsia="Times New Roman" w:hAnsi="Times New Roman" w:cs="Times New Roman"/>
          <w:color w:val="000000"/>
          <w:sz w:val="24"/>
          <w:szCs w:val="24"/>
        </w:rPr>
        <w:t>Славутського</w:t>
      </w:r>
      <w:proofErr w:type="spellEnd"/>
      <w:r w:rsidRPr="00EF49BC">
        <w:rPr>
          <w:rFonts w:ascii="Times New Roman" w:eastAsia="Times New Roman" w:hAnsi="Times New Roman" w:cs="Times New Roman"/>
          <w:color w:val="000000"/>
          <w:sz w:val="24"/>
          <w:szCs w:val="24"/>
        </w:rPr>
        <w:t xml:space="preserve"> району Хмельницької області на 2021</w:t>
      </w:r>
      <w:r>
        <w:rPr>
          <w:rFonts w:ascii="Times New Roman" w:eastAsia="Times New Roman" w:hAnsi="Times New Roman" w:cs="Times New Roman"/>
          <w:color w:val="000000"/>
          <w:sz w:val="24"/>
          <w:szCs w:val="24"/>
        </w:rPr>
        <w:t xml:space="preserve"> </w:t>
      </w:r>
      <w:r w:rsidRPr="00EF49BC">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 xml:space="preserve"> </w:t>
      </w:r>
      <w:r w:rsidRPr="00EF49BC">
        <w:rPr>
          <w:rFonts w:ascii="Times New Roman" w:eastAsia="Times New Roman" w:hAnsi="Times New Roman" w:cs="Times New Roman"/>
          <w:color w:val="000000"/>
          <w:sz w:val="24"/>
          <w:szCs w:val="24"/>
        </w:rPr>
        <w:t>2025 роки, затверджена ІІІ сесією сільської ради VІІІ скликання від 27.11.2020</w:t>
      </w:r>
      <w:r>
        <w:rPr>
          <w:rFonts w:ascii="Times New Roman" w:eastAsia="Times New Roman" w:hAnsi="Times New Roman" w:cs="Times New Roman"/>
          <w:color w:val="000000"/>
          <w:sz w:val="24"/>
          <w:szCs w:val="24"/>
        </w:rPr>
        <w:t xml:space="preserve"> </w:t>
      </w:r>
      <w:r w:rsidRPr="00EF49BC">
        <w:rPr>
          <w:rFonts w:ascii="Times New Roman" w:eastAsia="Times New Roman" w:hAnsi="Times New Roman" w:cs="Times New Roman"/>
          <w:color w:val="000000"/>
          <w:sz w:val="24"/>
          <w:szCs w:val="24"/>
        </w:rPr>
        <w:t>р. №91;</w:t>
      </w:r>
    </w:p>
    <w:p w:rsidR="00615214" w:rsidRPr="00EF49BC" w:rsidRDefault="00615214" w:rsidP="00615214">
      <w:pPr>
        <w:spacing w:after="0"/>
        <w:ind w:firstLine="709"/>
        <w:jc w:val="both"/>
        <w:rPr>
          <w:rFonts w:ascii="Times New Roman" w:eastAsia="Times New Roman" w:hAnsi="Times New Roman" w:cs="Times New Roman"/>
          <w:color w:val="000000"/>
          <w:sz w:val="24"/>
          <w:szCs w:val="24"/>
        </w:rPr>
      </w:pPr>
      <w:r w:rsidRPr="00EF49BC">
        <w:rPr>
          <w:rFonts w:ascii="Times New Roman" w:eastAsia="Times New Roman" w:hAnsi="Times New Roman" w:cs="Times New Roman"/>
          <w:color w:val="000000"/>
          <w:sz w:val="24"/>
          <w:szCs w:val="24"/>
        </w:rPr>
        <w:t>25. Програма розвитку первинної медико</w:t>
      </w:r>
      <w:r>
        <w:rPr>
          <w:rFonts w:ascii="Times New Roman" w:eastAsia="Times New Roman" w:hAnsi="Times New Roman" w:cs="Times New Roman"/>
          <w:color w:val="000000"/>
          <w:sz w:val="24"/>
          <w:szCs w:val="24"/>
        </w:rPr>
        <w:t xml:space="preserve"> </w:t>
      </w:r>
      <w:r w:rsidRPr="00EF49BC">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 xml:space="preserve"> </w:t>
      </w:r>
      <w:r w:rsidRPr="00EF49BC">
        <w:rPr>
          <w:rFonts w:ascii="Times New Roman" w:eastAsia="Times New Roman" w:hAnsi="Times New Roman" w:cs="Times New Roman"/>
          <w:color w:val="000000"/>
          <w:sz w:val="24"/>
          <w:szCs w:val="24"/>
        </w:rPr>
        <w:t xml:space="preserve">санітарної допомоги в </w:t>
      </w:r>
      <w:proofErr w:type="spellStart"/>
      <w:r w:rsidRPr="00EF49BC">
        <w:rPr>
          <w:rFonts w:ascii="Times New Roman" w:eastAsia="Times New Roman" w:hAnsi="Times New Roman" w:cs="Times New Roman"/>
          <w:color w:val="000000"/>
          <w:sz w:val="24"/>
          <w:szCs w:val="24"/>
        </w:rPr>
        <w:t>Крупецькій</w:t>
      </w:r>
      <w:proofErr w:type="spellEnd"/>
      <w:r w:rsidRPr="00EF49BC">
        <w:rPr>
          <w:rFonts w:ascii="Times New Roman" w:eastAsia="Times New Roman" w:hAnsi="Times New Roman" w:cs="Times New Roman"/>
          <w:color w:val="000000"/>
          <w:sz w:val="24"/>
          <w:szCs w:val="24"/>
        </w:rPr>
        <w:t xml:space="preserve"> об’єднаній територіальній громаді на 2021</w:t>
      </w:r>
      <w:r>
        <w:rPr>
          <w:rFonts w:ascii="Times New Roman" w:eastAsia="Times New Roman" w:hAnsi="Times New Roman" w:cs="Times New Roman"/>
          <w:color w:val="000000"/>
          <w:sz w:val="24"/>
          <w:szCs w:val="24"/>
        </w:rPr>
        <w:t xml:space="preserve"> </w:t>
      </w:r>
      <w:r w:rsidRPr="00EF49BC">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 xml:space="preserve"> </w:t>
      </w:r>
      <w:r w:rsidRPr="00EF49BC">
        <w:rPr>
          <w:rFonts w:ascii="Times New Roman" w:eastAsia="Times New Roman" w:hAnsi="Times New Roman" w:cs="Times New Roman"/>
          <w:color w:val="000000"/>
          <w:sz w:val="24"/>
          <w:szCs w:val="24"/>
        </w:rPr>
        <w:t>2023 роки, затверджена ІV сесією сільської ради VІІІ скликання від 23.12.2020</w:t>
      </w:r>
      <w:r>
        <w:rPr>
          <w:rFonts w:ascii="Times New Roman" w:eastAsia="Times New Roman" w:hAnsi="Times New Roman" w:cs="Times New Roman"/>
          <w:color w:val="000000"/>
          <w:sz w:val="24"/>
          <w:szCs w:val="24"/>
        </w:rPr>
        <w:t xml:space="preserve"> </w:t>
      </w:r>
      <w:r w:rsidRPr="00EF49BC">
        <w:rPr>
          <w:rFonts w:ascii="Times New Roman" w:eastAsia="Times New Roman" w:hAnsi="Times New Roman" w:cs="Times New Roman"/>
          <w:color w:val="000000"/>
          <w:sz w:val="24"/>
          <w:szCs w:val="24"/>
        </w:rPr>
        <w:t>р. №1;</w:t>
      </w:r>
    </w:p>
    <w:p w:rsidR="00615214" w:rsidRPr="00EF49BC" w:rsidRDefault="00615214" w:rsidP="00615214">
      <w:pPr>
        <w:spacing w:after="0"/>
        <w:ind w:firstLine="709"/>
        <w:jc w:val="both"/>
        <w:rPr>
          <w:rFonts w:ascii="Times New Roman" w:eastAsia="Times New Roman" w:hAnsi="Times New Roman" w:cs="Times New Roman"/>
          <w:color w:val="000000"/>
          <w:sz w:val="24"/>
          <w:szCs w:val="24"/>
        </w:rPr>
      </w:pPr>
      <w:r w:rsidRPr="00EF49BC">
        <w:rPr>
          <w:rFonts w:ascii="Times New Roman" w:eastAsia="Times New Roman" w:hAnsi="Times New Roman" w:cs="Times New Roman"/>
          <w:color w:val="000000"/>
          <w:sz w:val="24"/>
          <w:szCs w:val="24"/>
        </w:rPr>
        <w:t>26. Комплексна програма фінансової підтримки комунального підприємства «</w:t>
      </w:r>
      <w:proofErr w:type="spellStart"/>
      <w:r w:rsidRPr="00EF49BC">
        <w:rPr>
          <w:rFonts w:ascii="Times New Roman" w:eastAsia="Times New Roman" w:hAnsi="Times New Roman" w:cs="Times New Roman"/>
          <w:color w:val="000000"/>
          <w:sz w:val="24"/>
          <w:szCs w:val="24"/>
        </w:rPr>
        <w:t>Славутська</w:t>
      </w:r>
      <w:proofErr w:type="spellEnd"/>
      <w:r w:rsidRPr="00EF49BC">
        <w:rPr>
          <w:rFonts w:ascii="Times New Roman" w:eastAsia="Times New Roman" w:hAnsi="Times New Roman" w:cs="Times New Roman"/>
          <w:color w:val="000000"/>
          <w:sz w:val="24"/>
          <w:szCs w:val="24"/>
        </w:rPr>
        <w:t xml:space="preserve"> міська лікарня ім. Ф.М. Михайлова» </w:t>
      </w:r>
      <w:proofErr w:type="spellStart"/>
      <w:r w:rsidRPr="00EF49BC">
        <w:rPr>
          <w:rFonts w:ascii="Times New Roman" w:eastAsia="Times New Roman" w:hAnsi="Times New Roman" w:cs="Times New Roman"/>
          <w:color w:val="000000"/>
          <w:sz w:val="24"/>
          <w:szCs w:val="24"/>
        </w:rPr>
        <w:t>Славутської</w:t>
      </w:r>
      <w:proofErr w:type="spellEnd"/>
      <w:r w:rsidRPr="00EF49BC">
        <w:rPr>
          <w:rFonts w:ascii="Times New Roman" w:eastAsia="Times New Roman" w:hAnsi="Times New Roman" w:cs="Times New Roman"/>
          <w:color w:val="000000"/>
          <w:sz w:val="24"/>
          <w:szCs w:val="24"/>
        </w:rPr>
        <w:t xml:space="preserve"> міської ради на 2021</w:t>
      </w:r>
      <w:r>
        <w:rPr>
          <w:rFonts w:ascii="Times New Roman" w:eastAsia="Times New Roman" w:hAnsi="Times New Roman" w:cs="Times New Roman"/>
          <w:color w:val="000000"/>
          <w:sz w:val="24"/>
          <w:szCs w:val="24"/>
        </w:rPr>
        <w:t xml:space="preserve"> </w:t>
      </w:r>
      <w:r w:rsidRPr="00EF49BC">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 xml:space="preserve"> </w:t>
      </w:r>
      <w:r w:rsidRPr="00EF49BC">
        <w:rPr>
          <w:rFonts w:ascii="Times New Roman" w:eastAsia="Times New Roman" w:hAnsi="Times New Roman" w:cs="Times New Roman"/>
          <w:color w:val="000000"/>
          <w:sz w:val="24"/>
          <w:szCs w:val="24"/>
        </w:rPr>
        <w:t>2023 роки, затверджена V сесією сільської ради VІІІ скликання від 27.01.2021</w:t>
      </w:r>
      <w:r>
        <w:rPr>
          <w:rFonts w:ascii="Times New Roman" w:eastAsia="Times New Roman" w:hAnsi="Times New Roman" w:cs="Times New Roman"/>
          <w:color w:val="000000"/>
          <w:sz w:val="24"/>
          <w:szCs w:val="24"/>
        </w:rPr>
        <w:t xml:space="preserve"> </w:t>
      </w:r>
      <w:r w:rsidRPr="00EF49BC">
        <w:rPr>
          <w:rFonts w:ascii="Times New Roman" w:eastAsia="Times New Roman" w:hAnsi="Times New Roman" w:cs="Times New Roman"/>
          <w:color w:val="000000"/>
          <w:sz w:val="24"/>
          <w:szCs w:val="24"/>
        </w:rPr>
        <w:t>р. №6;</w:t>
      </w:r>
    </w:p>
    <w:p w:rsidR="00615214" w:rsidRPr="00EF49BC" w:rsidRDefault="00615214" w:rsidP="00615214">
      <w:pPr>
        <w:spacing w:after="0"/>
        <w:ind w:firstLine="709"/>
        <w:jc w:val="both"/>
        <w:rPr>
          <w:rFonts w:ascii="Times New Roman" w:eastAsia="Times New Roman" w:hAnsi="Times New Roman" w:cs="Times New Roman"/>
          <w:color w:val="000000"/>
          <w:sz w:val="24"/>
          <w:szCs w:val="24"/>
        </w:rPr>
      </w:pPr>
      <w:r w:rsidRPr="00EF49BC">
        <w:rPr>
          <w:rFonts w:ascii="Times New Roman" w:eastAsia="Times New Roman" w:hAnsi="Times New Roman" w:cs="Times New Roman"/>
          <w:color w:val="000000"/>
          <w:sz w:val="24"/>
          <w:szCs w:val="24"/>
        </w:rPr>
        <w:t xml:space="preserve">27. Програма забезпечення медичними препаратами хворих на цукровий та нецукровий діабет жителів </w:t>
      </w:r>
      <w:proofErr w:type="spellStart"/>
      <w:r w:rsidRPr="00EF49BC">
        <w:rPr>
          <w:rFonts w:ascii="Times New Roman" w:eastAsia="Times New Roman" w:hAnsi="Times New Roman" w:cs="Times New Roman"/>
          <w:color w:val="000000"/>
          <w:sz w:val="24"/>
          <w:szCs w:val="24"/>
        </w:rPr>
        <w:t>Крупецької</w:t>
      </w:r>
      <w:proofErr w:type="spellEnd"/>
      <w:r w:rsidRPr="00EF49BC">
        <w:rPr>
          <w:rFonts w:ascii="Times New Roman" w:eastAsia="Times New Roman" w:hAnsi="Times New Roman" w:cs="Times New Roman"/>
          <w:color w:val="000000"/>
          <w:sz w:val="24"/>
          <w:szCs w:val="24"/>
        </w:rPr>
        <w:t xml:space="preserve"> сільської ради на 2021</w:t>
      </w:r>
      <w:r>
        <w:rPr>
          <w:rFonts w:ascii="Times New Roman" w:eastAsia="Times New Roman" w:hAnsi="Times New Roman" w:cs="Times New Roman"/>
          <w:color w:val="000000"/>
          <w:sz w:val="24"/>
          <w:szCs w:val="24"/>
        </w:rPr>
        <w:t xml:space="preserve"> </w:t>
      </w:r>
      <w:r w:rsidRPr="00EF49BC">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 xml:space="preserve"> </w:t>
      </w:r>
      <w:r w:rsidRPr="00EF49BC">
        <w:rPr>
          <w:rFonts w:ascii="Times New Roman" w:eastAsia="Times New Roman" w:hAnsi="Times New Roman" w:cs="Times New Roman"/>
          <w:color w:val="000000"/>
          <w:sz w:val="24"/>
          <w:szCs w:val="24"/>
        </w:rPr>
        <w:t>2026 роки, затверджена V сесією сільської ради VІІІ скликання від 27.01.2021</w:t>
      </w:r>
      <w:r>
        <w:rPr>
          <w:rFonts w:ascii="Times New Roman" w:eastAsia="Times New Roman" w:hAnsi="Times New Roman" w:cs="Times New Roman"/>
          <w:color w:val="000000"/>
          <w:sz w:val="24"/>
          <w:szCs w:val="24"/>
        </w:rPr>
        <w:t xml:space="preserve"> </w:t>
      </w:r>
      <w:r w:rsidRPr="00EF49BC">
        <w:rPr>
          <w:rFonts w:ascii="Times New Roman" w:eastAsia="Times New Roman" w:hAnsi="Times New Roman" w:cs="Times New Roman"/>
          <w:color w:val="000000"/>
          <w:sz w:val="24"/>
          <w:szCs w:val="24"/>
        </w:rPr>
        <w:t>р. №7;</w:t>
      </w:r>
    </w:p>
    <w:p w:rsidR="00615214" w:rsidRPr="00EF49BC" w:rsidRDefault="00615214" w:rsidP="00615214">
      <w:pPr>
        <w:spacing w:after="0"/>
        <w:ind w:firstLine="709"/>
        <w:jc w:val="both"/>
        <w:rPr>
          <w:rFonts w:ascii="Times New Roman" w:eastAsia="Times New Roman" w:hAnsi="Times New Roman" w:cs="Times New Roman"/>
          <w:color w:val="000000"/>
          <w:sz w:val="24"/>
          <w:szCs w:val="24"/>
        </w:rPr>
      </w:pPr>
      <w:r w:rsidRPr="00EF49BC">
        <w:rPr>
          <w:rFonts w:ascii="Times New Roman" w:eastAsia="Times New Roman" w:hAnsi="Times New Roman" w:cs="Times New Roman"/>
          <w:color w:val="000000"/>
          <w:sz w:val="24"/>
          <w:szCs w:val="24"/>
        </w:rPr>
        <w:t xml:space="preserve">28. Комплексна програма підтримки, реабілітації та інтеграції інвалідів у </w:t>
      </w:r>
      <w:proofErr w:type="spellStart"/>
      <w:r w:rsidRPr="00EF49BC">
        <w:rPr>
          <w:rFonts w:ascii="Times New Roman" w:eastAsia="Times New Roman" w:hAnsi="Times New Roman" w:cs="Times New Roman"/>
          <w:color w:val="000000"/>
          <w:sz w:val="24"/>
          <w:szCs w:val="24"/>
        </w:rPr>
        <w:t>Крупецькій</w:t>
      </w:r>
      <w:proofErr w:type="spellEnd"/>
      <w:r w:rsidRPr="00EF49BC">
        <w:rPr>
          <w:rFonts w:ascii="Times New Roman" w:eastAsia="Times New Roman" w:hAnsi="Times New Roman" w:cs="Times New Roman"/>
          <w:color w:val="000000"/>
          <w:sz w:val="24"/>
          <w:szCs w:val="24"/>
        </w:rPr>
        <w:t xml:space="preserve"> сільській раді на 2021</w:t>
      </w:r>
      <w:r>
        <w:rPr>
          <w:rFonts w:ascii="Times New Roman" w:eastAsia="Times New Roman" w:hAnsi="Times New Roman" w:cs="Times New Roman"/>
          <w:color w:val="000000"/>
          <w:sz w:val="24"/>
          <w:szCs w:val="24"/>
        </w:rPr>
        <w:t xml:space="preserve"> </w:t>
      </w:r>
      <w:r w:rsidRPr="00EF49BC">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 xml:space="preserve"> </w:t>
      </w:r>
      <w:r w:rsidRPr="00EF49BC">
        <w:rPr>
          <w:rFonts w:ascii="Times New Roman" w:eastAsia="Times New Roman" w:hAnsi="Times New Roman" w:cs="Times New Roman"/>
          <w:color w:val="000000"/>
          <w:sz w:val="24"/>
          <w:szCs w:val="24"/>
        </w:rPr>
        <w:t>2025 роки, затверджена V сесією сільської ради VІІІ скликання від 27.01.2021</w:t>
      </w:r>
      <w:r>
        <w:rPr>
          <w:rFonts w:ascii="Times New Roman" w:eastAsia="Times New Roman" w:hAnsi="Times New Roman" w:cs="Times New Roman"/>
          <w:color w:val="000000"/>
          <w:sz w:val="24"/>
          <w:szCs w:val="24"/>
        </w:rPr>
        <w:t xml:space="preserve"> </w:t>
      </w:r>
      <w:r w:rsidRPr="00EF49BC">
        <w:rPr>
          <w:rFonts w:ascii="Times New Roman" w:eastAsia="Times New Roman" w:hAnsi="Times New Roman" w:cs="Times New Roman"/>
          <w:color w:val="000000"/>
          <w:sz w:val="24"/>
          <w:szCs w:val="24"/>
        </w:rPr>
        <w:t>р. №10;</w:t>
      </w:r>
    </w:p>
    <w:p w:rsidR="00615214" w:rsidRPr="00EF49BC" w:rsidRDefault="00615214" w:rsidP="00615214">
      <w:pPr>
        <w:spacing w:after="0"/>
        <w:ind w:firstLine="709"/>
        <w:jc w:val="both"/>
        <w:rPr>
          <w:rFonts w:ascii="Times New Roman" w:eastAsia="Times New Roman" w:hAnsi="Times New Roman" w:cs="Times New Roman"/>
          <w:color w:val="000000"/>
          <w:sz w:val="24"/>
          <w:szCs w:val="24"/>
        </w:rPr>
      </w:pPr>
      <w:r w:rsidRPr="00EF49BC">
        <w:rPr>
          <w:rFonts w:ascii="Times New Roman" w:eastAsia="Times New Roman" w:hAnsi="Times New Roman" w:cs="Times New Roman"/>
          <w:color w:val="000000"/>
          <w:sz w:val="24"/>
          <w:szCs w:val="24"/>
        </w:rPr>
        <w:t xml:space="preserve">29. Комплексна програма соціального захисту населення </w:t>
      </w:r>
      <w:proofErr w:type="spellStart"/>
      <w:r w:rsidRPr="00EF49BC">
        <w:rPr>
          <w:rFonts w:ascii="Times New Roman" w:eastAsia="Times New Roman" w:hAnsi="Times New Roman" w:cs="Times New Roman"/>
          <w:color w:val="000000"/>
          <w:sz w:val="24"/>
          <w:szCs w:val="24"/>
        </w:rPr>
        <w:t>Крупецької</w:t>
      </w:r>
      <w:proofErr w:type="spellEnd"/>
      <w:r w:rsidRPr="00EF49BC">
        <w:rPr>
          <w:rFonts w:ascii="Times New Roman" w:eastAsia="Times New Roman" w:hAnsi="Times New Roman" w:cs="Times New Roman"/>
          <w:color w:val="000000"/>
          <w:sz w:val="24"/>
          <w:szCs w:val="24"/>
        </w:rPr>
        <w:t xml:space="preserve"> сільської ради на 2021</w:t>
      </w:r>
      <w:r>
        <w:rPr>
          <w:rFonts w:ascii="Times New Roman" w:eastAsia="Times New Roman" w:hAnsi="Times New Roman" w:cs="Times New Roman"/>
          <w:color w:val="000000"/>
          <w:sz w:val="24"/>
          <w:szCs w:val="24"/>
        </w:rPr>
        <w:t xml:space="preserve"> </w:t>
      </w:r>
      <w:r w:rsidRPr="00EF49BC">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 xml:space="preserve"> </w:t>
      </w:r>
      <w:r w:rsidRPr="00EF49BC">
        <w:rPr>
          <w:rFonts w:ascii="Times New Roman" w:eastAsia="Times New Roman" w:hAnsi="Times New Roman" w:cs="Times New Roman"/>
          <w:color w:val="000000"/>
          <w:sz w:val="24"/>
          <w:szCs w:val="24"/>
        </w:rPr>
        <w:t>2025 роки, затверджена V сесією сільської ради VІІІ скликання від 27.01.2021</w:t>
      </w:r>
      <w:r>
        <w:rPr>
          <w:rFonts w:ascii="Times New Roman" w:eastAsia="Times New Roman" w:hAnsi="Times New Roman" w:cs="Times New Roman"/>
          <w:color w:val="000000"/>
          <w:sz w:val="24"/>
          <w:szCs w:val="24"/>
        </w:rPr>
        <w:t xml:space="preserve"> </w:t>
      </w:r>
      <w:r w:rsidRPr="00EF49BC">
        <w:rPr>
          <w:rFonts w:ascii="Times New Roman" w:eastAsia="Times New Roman" w:hAnsi="Times New Roman" w:cs="Times New Roman"/>
          <w:color w:val="000000"/>
          <w:sz w:val="24"/>
          <w:szCs w:val="24"/>
        </w:rPr>
        <w:t>р. №11;</w:t>
      </w:r>
    </w:p>
    <w:p w:rsidR="00615214" w:rsidRPr="00EF49BC" w:rsidRDefault="00615214" w:rsidP="00615214">
      <w:pPr>
        <w:spacing w:after="0"/>
        <w:ind w:firstLine="709"/>
        <w:jc w:val="both"/>
        <w:rPr>
          <w:rFonts w:ascii="Times New Roman" w:eastAsia="Times New Roman" w:hAnsi="Times New Roman" w:cs="Times New Roman"/>
          <w:color w:val="000000"/>
          <w:sz w:val="24"/>
          <w:szCs w:val="24"/>
        </w:rPr>
      </w:pPr>
      <w:r w:rsidRPr="00EF49BC">
        <w:rPr>
          <w:rFonts w:ascii="Times New Roman" w:eastAsia="Times New Roman" w:hAnsi="Times New Roman" w:cs="Times New Roman"/>
          <w:color w:val="000000"/>
          <w:sz w:val="24"/>
          <w:szCs w:val="24"/>
        </w:rPr>
        <w:t xml:space="preserve">30.Комплексна програма профілактики злочинності та території  </w:t>
      </w:r>
      <w:proofErr w:type="spellStart"/>
      <w:r w:rsidRPr="00EF49BC">
        <w:rPr>
          <w:rFonts w:ascii="Times New Roman" w:eastAsia="Times New Roman" w:hAnsi="Times New Roman" w:cs="Times New Roman"/>
          <w:color w:val="000000"/>
          <w:sz w:val="24"/>
          <w:szCs w:val="24"/>
        </w:rPr>
        <w:t>Крупецької</w:t>
      </w:r>
      <w:proofErr w:type="spellEnd"/>
      <w:r w:rsidRPr="00EF49BC">
        <w:rPr>
          <w:rFonts w:ascii="Times New Roman" w:eastAsia="Times New Roman" w:hAnsi="Times New Roman" w:cs="Times New Roman"/>
          <w:color w:val="000000"/>
          <w:sz w:val="24"/>
          <w:szCs w:val="24"/>
        </w:rPr>
        <w:t xml:space="preserve"> об’єднаної територіальної громади на 2021-2025 роки, затверджена V сесією сільської ради VІІІ скликання від 27.01.2021</w:t>
      </w:r>
      <w:r>
        <w:rPr>
          <w:rFonts w:ascii="Times New Roman" w:eastAsia="Times New Roman" w:hAnsi="Times New Roman" w:cs="Times New Roman"/>
          <w:color w:val="000000"/>
          <w:sz w:val="24"/>
          <w:szCs w:val="24"/>
        </w:rPr>
        <w:t xml:space="preserve"> </w:t>
      </w:r>
      <w:r w:rsidRPr="00EF49BC">
        <w:rPr>
          <w:rFonts w:ascii="Times New Roman" w:eastAsia="Times New Roman" w:hAnsi="Times New Roman" w:cs="Times New Roman"/>
          <w:color w:val="000000"/>
          <w:sz w:val="24"/>
          <w:szCs w:val="24"/>
        </w:rPr>
        <w:t>р. №61;</w:t>
      </w:r>
    </w:p>
    <w:p w:rsidR="00615214" w:rsidRPr="00EF49BC" w:rsidRDefault="00615214" w:rsidP="00615214">
      <w:pPr>
        <w:spacing w:after="0"/>
        <w:ind w:firstLine="709"/>
        <w:jc w:val="both"/>
        <w:rPr>
          <w:rFonts w:ascii="Times New Roman" w:eastAsia="Times New Roman" w:hAnsi="Times New Roman" w:cs="Times New Roman"/>
          <w:color w:val="000000"/>
          <w:sz w:val="24"/>
          <w:szCs w:val="24"/>
        </w:rPr>
      </w:pPr>
      <w:r w:rsidRPr="00EF49BC">
        <w:rPr>
          <w:rFonts w:ascii="Times New Roman" w:eastAsia="Times New Roman" w:hAnsi="Times New Roman" w:cs="Times New Roman"/>
          <w:color w:val="000000"/>
          <w:sz w:val="24"/>
          <w:szCs w:val="24"/>
        </w:rPr>
        <w:t xml:space="preserve">31. Програма розвитку та забезпечення функціонування Трудового архіву </w:t>
      </w:r>
      <w:proofErr w:type="spellStart"/>
      <w:r w:rsidRPr="00EF49BC">
        <w:rPr>
          <w:rFonts w:ascii="Times New Roman" w:eastAsia="Times New Roman" w:hAnsi="Times New Roman" w:cs="Times New Roman"/>
          <w:color w:val="000000"/>
          <w:sz w:val="24"/>
          <w:szCs w:val="24"/>
        </w:rPr>
        <w:t>Крупецької</w:t>
      </w:r>
      <w:proofErr w:type="spellEnd"/>
      <w:r w:rsidRPr="00EF49BC">
        <w:rPr>
          <w:rFonts w:ascii="Times New Roman" w:eastAsia="Times New Roman" w:hAnsi="Times New Roman" w:cs="Times New Roman"/>
          <w:color w:val="000000"/>
          <w:sz w:val="24"/>
          <w:szCs w:val="24"/>
        </w:rPr>
        <w:t xml:space="preserve"> сільської ради на 2021</w:t>
      </w:r>
      <w:r>
        <w:rPr>
          <w:rFonts w:ascii="Times New Roman" w:eastAsia="Times New Roman" w:hAnsi="Times New Roman" w:cs="Times New Roman"/>
          <w:color w:val="000000"/>
          <w:sz w:val="24"/>
          <w:szCs w:val="24"/>
        </w:rPr>
        <w:t xml:space="preserve"> </w:t>
      </w:r>
      <w:r w:rsidRPr="00EF49BC">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 xml:space="preserve"> </w:t>
      </w:r>
      <w:r w:rsidRPr="00EF49BC">
        <w:rPr>
          <w:rFonts w:ascii="Times New Roman" w:eastAsia="Times New Roman" w:hAnsi="Times New Roman" w:cs="Times New Roman"/>
          <w:color w:val="000000"/>
          <w:sz w:val="24"/>
          <w:szCs w:val="24"/>
        </w:rPr>
        <w:t>2023 роки, затверджена VІІІ сесією сільської ради VІІІ скликання від 10.03.2021</w:t>
      </w:r>
      <w:r>
        <w:rPr>
          <w:rFonts w:ascii="Times New Roman" w:eastAsia="Times New Roman" w:hAnsi="Times New Roman" w:cs="Times New Roman"/>
          <w:color w:val="000000"/>
          <w:sz w:val="24"/>
          <w:szCs w:val="24"/>
        </w:rPr>
        <w:t xml:space="preserve"> </w:t>
      </w:r>
      <w:r w:rsidRPr="00EF49BC">
        <w:rPr>
          <w:rFonts w:ascii="Times New Roman" w:eastAsia="Times New Roman" w:hAnsi="Times New Roman" w:cs="Times New Roman"/>
          <w:color w:val="000000"/>
          <w:sz w:val="24"/>
          <w:szCs w:val="24"/>
        </w:rPr>
        <w:t>р. №1;</w:t>
      </w:r>
    </w:p>
    <w:p w:rsidR="00615214" w:rsidRPr="00EF49BC" w:rsidRDefault="00615214" w:rsidP="00615214">
      <w:pPr>
        <w:spacing w:after="0"/>
        <w:ind w:firstLine="709"/>
        <w:jc w:val="both"/>
        <w:rPr>
          <w:rFonts w:ascii="Times New Roman" w:eastAsia="Calibri" w:hAnsi="Times New Roman" w:cs="Times New Roman"/>
          <w:noProof/>
          <w:sz w:val="24"/>
          <w:szCs w:val="24"/>
          <w:lang w:eastAsia="en-US"/>
        </w:rPr>
      </w:pPr>
      <w:r w:rsidRPr="00EF49BC">
        <w:rPr>
          <w:rFonts w:ascii="Times New Roman" w:eastAsia="Calibri" w:hAnsi="Times New Roman" w:cs="Times New Roman"/>
          <w:noProof/>
          <w:sz w:val="24"/>
          <w:szCs w:val="24"/>
        </w:rPr>
        <w:t>32. Програма розвитку автомобільних доріг загального користування місцевого значення у Крупецькій сільській раді на 2021</w:t>
      </w:r>
      <w:r>
        <w:rPr>
          <w:rFonts w:ascii="Times New Roman" w:eastAsia="Calibri" w:hAnsi="Times New Roman" w:cs="Times New Roman"/>
          <w:noProof/>
          <w:sz w:val="24"/>
          <w:szCs w:val="24"/>
        </w:rPr>
        <w:t xml:space="preserve"> </w:t>
      </w:r>
      <w:r w:rsidRPr="00EF49BC">
        <w:rPr>
          <w:rFonts w:ascii="Times New Roman" w:eastAsia="Calibri" w:hAnsi="Times New Roman" w:cs="Times New Roman"/>
          <w:noProof/>
          <w:sz w:val="24"/>
          <w:szCs w:val="24"/>
        </w:rPr>
        <w:t>-</w:t>
      </w:r>
      <w:r>
        <w:rPr>
          <w:rFonts w:ascii="Times New Roman" w:eastAsia="Calibri" w:hAnsi="Times New Roman" w:cs="Times New Roman"/>
          <w:noProof/>
          <w:sz w:val="24"/>
          <w:szCs w:val="24"/>
        </w:rPr>
        <w:t xml:space="preserve"> </w:t>
      </w:r>
      <w:r w:rsidRPr="00EF49BC">
        <w:rPr>
          <w:rFonts w:ascii="Times New Roman" w:eastAsia="Calibri" w:hAnsi="Times New Roman" w:cs="Times New Roman"/>
          <w:noProof/>
          <w:sz w:val="24"/>
          <w:szCs w:val="24"/>
        </w:rPr>
        <w:t>2025 роки, затверджена ХІІ сесією сільської ради VІІІ скликання від 27.05.2021</w:t>
      </w:r>
      <w:r>
        <w:rPr>
          <w:rFonts w:ascii="Times New Roman" w:eastAsia="Calibri" w:hAnsi="Times New Roman" w:cs="Times New Roman"/>
          <w:noProof/>
          <w:sz w:val="24"/>
          <w:szCs w:val="24"/>
        </w:rPr>
        <w:t xml:space="preserve"> </w:t>
      </w:r>
      <w:r w:rsidRPr="00EF49BC">
        <w:rPr>
          <w:rFonts w:ascii="Times New Roman" w:eastAsia="Calibri" w:hAnsi="Times New Roman" w:cs="Times New Roman"/>
          <w:noProof/>
          <w:sz w:val="24"/>
          <w:szCs w:val="24"/>
        </w:rPr>
        <w:t>р. №1;</w:t>
      </w:r>
    </w:p>
    <w:p w:rsidR="00615214" w:rsidRPr="00CD6BBD" w:rsidRDefault="00615214" w:rsidP="00615214">
      <w:pPr>
        <w:spacing w:after="0"/>
        <w:ind w:firstLine="709"/>
        <w:jc w:val="both"/>
        <w:rPr>
          <w:rFonts w:ascii="Times New Roman" w:eastAsia="Calibri" w:hAnsi="Times New Roman" w:cs="Times New Roman"/>
          <w:noProof/>
          <w:sz w:val="24"/>
          <w:szCs w:val="24"/>
        </w:rPr>
      </w:pPr>
      <w:r w:rsidRPr="00EF49BC">
        <w:rPr>
          <w:rFonts w:ascii="Times New Roman" w:eastAsia="Calibri" w:hAnsi="Times New Roman" w:cs="Times New Roman"/>
          <w:noProof/>
          <w:sz w:val="24"/>
          <w:szCs w:val="24"/>
        </w:rPr>
        <w:t>33. Програма забезпечення національної безпеки у Крупецікій територіальній громаді на 2021</w:t>
      </w:r>
      <w:r>
        <w:rPr>
          <w:rFonts w:ascii="Times New Roman" w:eastAsia="Calibri" w:hAnsi="Times New Roman" w:cs="Times New Roman"/>
          <w:noProof/>
          <w:sz w:val="24"/>
          <w:szCs w:val="24"/>
        </w:rPr>
        <w:t xml:space="preserve"> </w:t>
      </w:r>
      <w:r w:rsidRPr="00EF49BC">
        <w:rPr>
          <w:rFonts w:ascii="Times New Roman" w:eastAsia="Calibri" w:hAnsi="Times New Roman" w:cs="Times New Roman"/>
          <w:noProof/>
          <w:sz w:val="24"/>
          <w:szCs w:val="24"/>
        </w:rPr>
        <w:t>-</w:t>
      </w:r>
      <w:r>
        <w:rPr>
          <w:rFonts w:ascii="Times New Roman" w:eastAsia="Calibri" w:hAnsi="Times New Roman" w:cs="Times New Roman"/>
          <w:noProof/>
          <w:sz w:val="24"/>
          <w:szCs w:val="24"/>
        </w:rPr>
        <w:t xml:space="preserve"> </w:t>
      </w:r>
      <w:r w:rsidRPr="00EF49BC">
        <w:rPr>
          <w:rFonts w:ascii="Times New Roman" w:eastAsia="Calibri" w:hAnsi="Times New Roman" w:cs="Times New Roman"/>
          <w:noProof/>
          <w:sz w:val="24"/>
          <w:szCs w:val="24"/>
        </w:rPr>
        <w:t>2022 роки, затверджена ХІІІ сесією сільської ради VІІІ скликання від 23.07.2021</w:t>
      </w:r>
      <w:r>
        <w:rPr>
          <w:rFonts w:ascii="Times New Roman" w:eastAsia="Calibri" w:hAnsi="Times New Roman" w:cs="Times New Roman"/>
          <w:noProof/>
          <w:sz w:val="24"/>
          <w:szCs w:val="24"/>
        </w:rPr>
        <w:t xml:space="preserve"> </w:t>
      </w:r>
      <w:r w:rsidRPr="00EF49BC">
        <w:rPr>
          <w:rFonts w:ascii="Times New Roman" w:eastAsia="Calibri" w:hAnsi="Times New Roman" w:cs="Times New Roman"/>
          <w:noProof/>
          <w:sz w:val="24"/>
          <w:szCs w:val="24"/>
        </w:rPr>
        <w:t>р. №4.</w:t>
      </w:r>
    </w:p>
    <w:p w:rsidR="00615214" w:rsidRPr="00EF49BC" w:rsidRDefault="00615214" w:rsidP="00615214">
      <w:pPr>
        <w:spacing w:after="0"/>
        <w:ind w:firstLine="708"/>
        <w:jc w:val="both"/>
        <w:rPr>
          <w:rFonts w:ascii="Times New Roman" w:hAnsi="Times New Roman" w:cs="Times New Roman"/>
          <w:b/>
          <w:sz w:val="24"/>
          <w:szCs w:val="24"/>
        </w:rPr>
      </w:pPr>
      <w:r w:rsidRPr="00EF49BC">
        <w:rPr>
          <w:rFonts w:ascii="Times New Roman" w:hAnsi="Times New Roman" w:cs="Times New Roman"/>
          <w:b/>
          <w:sz w:val="24"/>
          <w:szCs w:val="24"/>
        </w:rPr>
        <w:t>Виконавчий комітет сільської ради.</w:t>
      </w:r>
    </w:p>
    <w:p w:rsidR="00615214" w:rsidRPr="00EF49BC" w:rsidRDefault="00615214" w:rsidP="00615214">
      <w:pPr>
        <w:spacing w:after="0"/>
        <w:ind w:firstLine="709"/>
        <w:jc w:val="both"/>
        <w:rPr>
          <w:rFonts w:ascii="Times New Roman" w:hAnsi="Times New Roman" w:cs="Times New Roman"/>
          <w:sz w:val="24"/>
          <w:szCs w:val="24"/>
        </w:rPr>
      </w:pPr>
      <w:r w:rsidRPr="00EF49BC">
        <w:rPr>
          <w:rFonts w:ascii="Times New Roman" w:hAnsi="Times New Roman" w:cs="Times New Roman"/>
          <w:sz w:val="24"/>
          <w:szCs w:val="24"/>
        </w:rPr>
        <w:t xml:space="preserve">Протягом І півріччя 2021 року до виконкому </w:t>
      </w:r>
      <w:proofErr w:type="spellStart"/>
      <w:r w:rsidRPr="00EF49BC">
        <w:rPr>
          <w:rFonts w:ascii="Times New Roman" w:hAnsi="Times New Roman" w:cs="Times New Roman"/>
          <w:sz w:val="24"/>
          <w:szCs w:val="24"/>
        </w:rPr>
        <w:t>Крупецької</w:t>
      </w:r>
      <w:proofErr w:type="spellEnd"/>
      <w:r w:rsidRPr="00EF49BC">
        <w:rPr>
          <w:rFonts w:ascii="Times New Roman" w:hAnsi="Times New Roman" w:cs="Times New Roman"/>
          <w:sz w:val="24"/>
          <w:szCs w:val="24"/>
        </w:rPr>
        <w:t xml:space="preserve"> сільської ради надійшло 193 звернень громадян.</w:t>
      </w:r>
    </w:p>
    <w:p w:rsidR="00615214" w:rsidRPr="00EF49BC" w:rsidRDefault="00615214" w:rsidP="00615214">
      <w:pPr>
        <w:spacing w:after="0"/>
        <w:ind w:firstLine="709"/>
        <w:jc w:val="both"/>
        <w:rPr>
          <w:rFonts w:ascii="Times New Roman" w:hAnsi="Times New Roman" w:cs="Times New Roman"/>
          <w:sz w:val="24"/>
          <w:szCs w:val="24"/>
        </w:rPr>
      </w:pPr>
      <w:r w:rsidRPr="00EF49BC">
        <w:rPr>
          <w:rFonts w:ascii="Times New Roman" w:hAnsi="Times New Roman" w:cs="Times New Roman"/>
          <w:sz w:val="24"/>
          <w:szCs w:val="24"/>
        </w:rPr>
        <w:t xml:space="preserve">Із загальної кількості звернень 132 письмових звернення та  61 усне звернення на особистому прийомі  сільського голови, заступника сільського голови з питань діяльності  виконавчих органів ради, секретаря сільської ради, </w:t>
      </w:r>
      <w:proofErr w:type="spellStart"/>
      <w:r w:rsidRPr="00EF49BC">
        <w:rPr>
          <w:rFonts w:ascii="Times New Roman" w:hAnsi="Times New Roman" w:cs="Times New Roman"/>
          <w:sz w:val="24"/>
          <w:szCs w:val="24"/>
        </w:rPr>
        <w:t>старост</w:t>
      </w:r>
      <w:proofErr w:type="spellEnd"/>
      <w:r w:rsidRPr="00EF49BC">
        <w:rPr>
          <w:rFonts w:ascii="Times New Roman" w:hAnsi="Times New Roman" w:cs="Times New Roman"/>
          <w:sz w:val="24"/>
          <w:szCs w:val="24"/>
        </w:rPr>
        <w:t>.</w:t>
      </w:r>
    </w:p>
    <w:p w:rsidR="00615214" w:rsidRPr="00EF49BC" w:rsidRDefault="00615214" w:rsidP="00615214">
      <w:pPr>
        <w:spacing w:after="0"/>
        <w:ind w:firstLine="709"/>
        <w:jc w:val="both"/>
        <w:rPr>
          <w:rFonts w:ascii="Times New Roman" w:hAnsi="Times New Roman" w:cs="Times New Roman"/>
          <w:sz w:val="24"/>
          <w:szCs w:val="24"/>
        </w:rPr>
      </w:pPr>
      <w:r w:rsidRPr="00EF49BC">
        <w:rPr>
          <w:rFonts w:ascii="Times New Roman" w:hAnsi="Times New Roman" w:cs="Times New Roman"/>
          <w:sz w:val="24"/>
          <w:szCs w:val="24"/>
        </w:rPr>
        <w:t xml:space="preserve">Найбільша кількість письмових звернень 112 щодо надання матеріальної допомоги на лікування, 1 заява від дитини – сироти про надання матеріальної допомоги по </w:t>
      </w:r>
      <w:r w:rsidRPr="00EF49BC">
        <w:rPr>
          <w:rFonts w:ascii="Times New Roman" w:hAnsi="Times New Roman" w:cs="Times New Roman"/>
          <w:sz w:val="24"/>
          <w:szCs w:val="24"/>
        </w:rPr>
        <w:lastRenderedPageBreak/>
        <w:t>досягнення нею 18 річного віку, 4 заяви про надання матеріальної допомоги на поховання та 20 заяв (скарг) громадян  щодо присвоєння, упорядкування поштових адрес, зрізання сухих аварійних дерев тощо.</w:t>
      </w:r>
    </w:p>
    <w:p w:rsidR="00615214" w:rsidRPr="00EF49BC" w:rsidRDefault="00615214" w:rsidP="00615214">
      <w:pPr>
        <w:spacing w:after="0"/>
        <w:ind w:firstLine="709"/>
        <w:jc w:val="both"/>
        <w:rPr>
          <w:rFonts w:ascii="Times New Roman" w:hAnsi="Times New Roman" w:cs="Times New Roman"/>
          <w:sz w:val="24"/>
          <w:szCs w:val="24"/>
        </w:rPr>
      </w:pPr>
      <w:r w:rsidRPr="00EF49BC">
        <w:rPr>
          <w:rFonts w:ascii="Times New Roman" w:hAnsi="Times New Roman" w:cs="Times New Roman"/>
          <w:sz w:val="24"/>
          <w:szCs w:val="24"/>
        </w:rPr>
        <w:t>Із 112 заяв громадян про надання матеріальної допомоги на лікування  вирішено позитивно (111) та одна відмова (відсутність банківського рахунку). Також надавались письмові та усні роз’яснення щодо подання документів.</w:t>
      </w:r>
    </w:p>
    <w:p w:rsidR="00615214" w:rsidRPr="00EF49BC" w:rsidRDefault="00615214" w:rsidP="00615214">
      <w:pPr>
        <w:spacing w:after="0"/>
        <w:ind w:firstLine="709"/>
        <w:jc w:val="both"/>
        <w:rPr>
          <w:rFonts w:ascii="Times New Roman" w:hAnsi="Times New Roman" w:cs="Times New Roman"/>
          <w:sz w:val="24"/>
          <w:szCs w:val="24"/>
        </w:rPr>
      </w:pPr>
      <w:r w:rsidRPr="00EF49BC">
        <w:rPr>
          <w:rFonts w:ascii="Times New Roman" w:hAnsi="Times New Roman" w:cs="Times New Roman"/>
          <w:sz w:val="24"/>
          <w:szCs w:val="24"/>
        </w:rPr>
        <w:t>З загальної кількості  звернень найбільшу частини надійшло від</w:t>
      </w:r>
      <w:r>
        <w:rPr>
          <w:rFonts w:ascii="Times New Roman" w:hAnsi="Times New Roman" w:cs="Times New Roman"/>
          <w:sz w:val="24"/>
          <w:szCs w:val="24"/>
        </w:rPr>
        <w:t xml:space="preserve"> </w:t>
      </w:r>
      <w:r w:rsidRPr="00EF49BC">
        <w:rPr>
          <w:rFonts w:ascii="Times New Roman" w:hAnsi="Times New Roman" w:cs="Times New Roman"/>
          <w:sz w:val="24"/>
          <w:szCs w:val="24"/>
        </w:rPr>
        <w:t>людей похилого віку,</w:t>
      </w:r>
      <w:r>
        <w:rPr>
          <w:rFonts w:ascii="Times New Roman" w:hAnsi="Times New Roman" w:cs="Times New Roman"/>
          <w:sz w:val="24"/>
          <w:szCs w:val="24"/>
        </w:rPr>
        <w:t xml:space="preserve"> </w:t>
      </w:r>
      <w:r w:rsidRPr="00EF49BC">
        <w:rPr>
          <w:rFonts w:ascii="Times New Roman" w:hAnsi="Times New Roman" w:cs="Times New Roman"/>
          <w:sz w:val="24"/>
          <w:szCs w:val="24"/>
        </w:rPr>
        <w:t>пенсіонерів (42), осіб з інвалідністю ІІ, ІІІ категорій (22),працездатних осіб (9), безробітних (7), «дітей війни» (4), учасників бойових дій (3), учасників війни (2) та багатодітних сімей (1).</w:t>
      </w:r>
    </w:p>
    <w:p w:rsidR="00615214" w:rsidRPr="00EF49BC" w:rsidRDefault="00615214" w:rsidP="00615214">
      <w:pPr>
        <w:spacing w:after="0"/>
        <w:ind w:firstLine="709"/>
        <w:jc w:val="center"/>
        <w:rPr>
          <w:rFonts w:ascii="Times New Roman" w:hAnsi="Times New Roman" w:cs="Times New Roman"/>
          <w:b/>
          <w:sz w:val="24"/>
          <w:szCs w:val="24"/>
        </w:rPr>
      </w:pPr>
      <w:r w:rsidRPr="00EF49BC">
        <w:rPr>
          <w:rFonts w:ascii="Times New Roman" w:hAnsi="Times New Roman" w:cs="Times New Roman"/>
          <w:b/>
          <w:sz w:val="24"/>
          <w:szCs w:val="24"/>
        </w:rPr>
        <w:t>Фінансово-бюджетна політика</w:t>
      </w:r>
    </w:p>
    <w:p w:rsidR="00615214" w:rsidRPr="00EF49BC" w:rsidRDefault="00615214" w:rsidP="00615214">
      <w:pPr>
        <w:tabs>
          <w:tab w:val="left" w:pos="0"/>
        </w:tabs>
        <w:spacing w:after="0"/>
        <w:ind w:firstLine="567"/>
        <w:contextualSpacing/>
        <w:jc w:val="both"/>
        <w:rPr>
          <w:rFonts w:ascii="Times New Roman" w:eastAsia="Times New Roman" w:hAnsi="Times New Roman" w:cs="Times New Roman"/>
          <w:sz w:val="24"/>
          <w:szCs w:val="24"/>
        </w:rPr>
      </w:pPr>
      <w:r w:rsidRPr="00EF49BC">
        <w:rPr>
          <w:rFonts w:ascii="Times New Roman" w:eastAsia="Times New Roman" w:hAnsi="Times New Roman" w:cs="Times New Roman"/>
          <w:sz w:val="24"/>
          <w:szCs w:val="24"/>
        </w:rPr>
        <w:t xml:space="preserve">Бюджет </w:t>
      </w:r>
      <w:proofErr w:type="spellStart"/>
      <w:r w:rsidRPr="00EF49BC">
        <w:rPr>
          <w:rFonts w:ascii="Times New Roman" w:eastAsia="Times New Roman" w:hAnsi="Times New Roman" w:cs="Times New Roman"/>
          <w:sz w:val="24"/>
          <w:szCs w:val="24"/>
        </w:rPr>
        <w:t>Крупецької</w:t>
      </w:r>
      <w:proofErr w:type="spellEnd"/>
      <w:r w:rsidRPr="00EF49BC">
        <w:rPr>
          <w:rFonts w:ascii="Times New Roman" w:eastAsia="Times New Roman" w:hAnsi="Times New Roman" w:cs="Times New Roman"/>
          <w:sz w:val="24"/>
          <w:szCs w:val="24"/>
        </w:rPr>
        <w:t xml:space="preserve"> сільської ради складається з загального та спеціального фонду і формується за рахунок надходжень закріплених за сільським бюджетом загальнодержавних податків та зборів, власних надходжень, а також субвенцій з державного бюджету та інших бюджетів.</w:t>
      </w:r>
    </w:p>
    <w:p w:rsidR="00615214" w:rsidRPr="00EF49BC" w:rsidRDefault="00615214" w:rsidP="00615214">
      <w:pPr>
        <w:tabs>
          <w:tab w:val="left" w:pos="0"/>
        </w:tabs>
        <w:spacing w:after="0"/>
        <w:ind w:firstLine="567"/>
        <w:contextualSpacing/>
        <w:jc w:val="both"/>
        <w:rPr>
          <w:rFonts w:ascii="Times New Roman" w:eastAsia="Times New Roman" w:hAnsi="Times New Roman" w:cs="Times New Roman"/>
          <w:sz w:val="24"/>
          <w:szCs w:val="24"/>
        </w:rPr>
      </w:pPr>
      <w:r w:rsidRPr="00EF49BC">
        <w:rPr>
          <w:rFonts w:ascii="Times New Roman" w:eastAsia="Times New Roman" w:hAnsi="Times New Roman" w:cs="Times New Roman"/>
          <w:sz w:val="24"/>
          <w:szCs w:val="24"/>
        </w:rPr>
        <w:t>Загальний обсяг доходів сільського бюджету за І півріччя 2021 року складає 24 705 163,45 грн., з них доходи загального фонду без урахування трансфертів 14 350 481,40 грн., спеціального фонду 3 016 020,05 грн., трансферти 7 338 662,0 грн.</w:t>
      </w:r>
      <w:r w:rsidRPr="00EF49BC">
        <w:rPr>
          <w:rFonts w:ascii="Times New Roman" w:eastAsia="Times New Roman" w:hAnsi="Times New Roman" w:cs="Times New Roman"/>
          <w:b/>
          <w:bCs/>
          <w:sz w:val="24"/>
          <w:szCs w:val="24"/>
          <w:lang w:eastAsia="ru-RU"/>
        </w:rPr>
        <w:t xml:space="preserve">  </w:t>
      </w:r>
    </w:p>
    <w:p w:rsidR="00615214" w:rsidRPr="00EF49BC" w:rsidRDefault="00615214" w:rsidP="00615214">
      <w:pPr>
        <w:tabs>
          <w:tab w:val="left" w:pos="0"/>
        </w:tabs>
        <w:spacing w:after="0"/>
        <w:ind w:firstLine="567"/>
        <w:jc w:val="both"/>
        <w:rPr>
          <w:rFonts w:ascii="Times New Roman" w:eastAsia="Times New Roman" w:hAnsi="Times New Roman" w:cs="Times New Roman"/>
          <w:sz w:val="24"/>
          <w:szCs w:val="24"/>
          <w:lang w:eastAsia="ru-RU"/>
        </w:rPr>
      </w:pPr>
      <w:r w:rsidRPr="00EF49BC">
        <w:rPr>
          <w:rFonts w:ascii="Times New Roman" w:eastAsia="Times New Roman" w:hAnsi="Times New Roman" w:cs="Times New Roman"/>
          <w:bCs/>
          <w:sz w:val="24"/>
          <w:szCs w:val="24"/>
          <w:lang w:eastAsia="ru-RU"/>
        </w:rPr>
        <w:t xml:space="preserve">За І півріччя 2021 року надійшло доходів до </w:t>
      </w:r>
      <w:r w:rsidRPr="00EF49BC">
        <w:rPr>
          <w:rFonts w:ascii="Times New Roman" w:eastAsia="Times New Roman" w:hAnsi="Times New Roman" w:cs="Times New Roman"/>
          <w:b/>
          <w:bCs/>
          <w:i/>
          <w:sz w:val="24"/>
          <w:szCs w:val="24"/>
          <w:lang w:eastAsia="ru-RU"/>
        </w:rPr>
        <w:t>загального фонду</w:t>
      </w:r>
      <w:r w:rsidRPr="00EF49BC">
        <w:rPr>
          <w:rFonts w:ascii="Times New Roman" w:eastAsia="Times New Roman" w:hAnsi="Times New Roman" w:cs="Times New Roman"/>
          <w:bCs/>
          <w:sz w:val="24"/>
          <w:szCs w:val="24"/>
          <w:lang w:eastAsia="ru-RU"/>
        </w:rPr>
        <w:t xml:space="preserve"> бюджету </w:t>
      </w:r>
      <w:proofErr w:type="spellStart"/>
      <w:r w:rsidRPr="00EF49BC">
        <w:rPr>
          <w:rFonts w:ascii="Times New Roman" w:eastAsia="Times New Roman" w:hAnsi="Times New Roman" w:cs="Times New Roman"/>
          <w:bCs/>
          <w:sz w:val="24"/>
          <w:szCs w:val="24"/>
          <w:lang w:eastAsia="ru-RU"/>
        </w:rPr>
        <w:t>Крупецької</w:t>
      </w:r>
      <w:proofErr w:type="spellEnd"/>
      <w:r w:rsidRPr="00EF49BC">
        <w:rPr>
          <w:rFonts w:ascii="Times New Roman" w:eastAsia="Times New Roman" w:hAnsi="Times New Roman" w:cs="Times New Roman"/>
          <w:bCs/>
          <w:sz w:val="24"/>
          <w:szCs w:val="24"/>
          <w:lang w:eastAsia="ru-RU"/>
        </w:rPr>
        <w:t xml:space="preserve"> сільської ради (із врахуванням трансфертів) в сумі  24 705 163,45</w:t>
      </w:r>
      <w:r>
        <w:rPr>
          <w:rFonts w:ascii="Times New Roman" w:eastAsia="Times New Roman" w:hAnsi="Times New Roman" w:cs="Times New Roman"/>
          <w:bCs/>
          <w:sz w:val="24"/>
          <w:szCs w:val="24"/>
          <w:lang w:eastAsia="ru-RU"/>
        </w:rPr>
        <w:t xml:space="preserve"> </w:t>
      </w:r>
      <w:r w:rsidRPr="00EF49BC">
        <w:rPr>
          <w:rFonts w:ascii="Times New Roman" w:eastAsia="Times New Roman" w:hAnsi="Times New Roman" w:cs="Times New Roman"/>
          <w:bCs/>
          <w:sz w:val="24"/>
          <w:szCs w:val="24"/>
          <w:lang w:eastAsia="ru-RU"/>
        </w:rPr>
        <w:t xml:space="preserve">грн., </w:t>
      </w:r>
      <w:r w:rsidRPr="00EF49BC">
        <w:rPr>
          <w:rFonts w:ascii="Times New Roman" w:eastAsia="Times New Roman" w:hAnsi="Times New Roman" w:cs="Times New Roman"/>
          <w:sz w:val="24"/>
          <w:szCs w:val="24"/>
          <w:lang w:eastAsia="ru-RU"/>
        </w:rPr>
        <w:t>або 49,58% до річного плану затвердженого сесією сільської  ради з урахуванням внесених змін, в тому числі доходів загального фонду (без офіційних трансфертів) – 14 350 481,40 грн., з них:</w:t>
      </w:r>
    </w:p>
    <w:p w:rsidR="00615214" w:rsidRPr="00EF49BC" w:rsidRDefault="00615214" w:rsidP="00615214">
      <w:pPr>
        <w:numPr>
          <w:ilvl w:val="0"/>
          <w:numId w:val="1"/>
        </w:numPr>
        <w:spacing w:after="0"/>
        <w:ind w:left="0" w:firstLine="567"/>
        <w:jc w:val="both"/>
        <w:rPr>
          <w:rFonts w:ascii="Times New Roman" w:eastAsia="Times New Roman" w:hAnsi="Times New Roman" w:cs="Times New Roman"/>
          <w:sz w:val="24"/>
          <w:szCs w:val="24"/>
          <w:lang w:eastAsia="ru-RU"/>
        </w:rPr>
      </w:pPr>
      <w:r w:rsidRPr="00EF49BC">
        <w:rPr>
          <w:rFonts w:ascii="Times New Roman" w:eastAsia="Times New Roman" w:hAnsi="Times New Roman" w:cs="Times New Roman"/>
          <w:sz w:val="24"/>
          <w:szCs w:val="24"/>
          <w:lang w:eastAsia="ru-RU"/>
        </w:rPr>
        <w:t>податок на доходи фізичних осіб – 9 081 620,67 грн. (найбільші платники ТОВ «</w:t>
      </w:r>
      <w:proofErr w:type="spellStart"/>
      <w:r w:rsidRPr="00EF49BC">
        <w:rPr>
          <w:rFonts w:ascii="Times New Roman" w:eastAsia="Times New Roman" w:hAnsi="Times New Roman" w:cs="Times New Roman"/>
          <w:sz w:val="24"/>
          <w:szCs w:val="24"/>
          <w:lang w:eastAsia="ru-RU"/>
        </w:rPr>
        <w:t>Суффле</w:t>
      </w:r>
      <w:proofErr w:type="spellEnd"/>
      <w:r w:rsidRPr="00EF49BC">
        <w:rPr>
          <w:rFonts w:ascii="Times New Roman" w:eastAsia="Times New Roman" w:hAnsi="Times New Roman" w:cs="Times New Roman"/>
          <w:sz w:val="24"/>
          <w:szCs w:val="24"/>
          <w:lang w:eastAsia="ru-RU"/>
        </w:rPr>
        <w:t xml:space="preserve"> Агро Україна», ПрАТ «</w:t>
      </w:r>
      <w:proofErr w:type="spellStart"/>
      <w:r w:rsidRPr="00EF49BC">
        <w:rPr>
          <w:rFonts w:ascii="Times New Roman" w:eastAsia="Times New Roman" w:hAnsi="Times New Roman" w:cs="Times New Roman"/>
          <w:sz w:val="24"/>
          <w:szCs w:val="24"/>
          <w:lang w:eastAsia="ru-RU"/>
        </w:rPr>
        <w:t>Славутський</w:t>
      </w:r>
      <w:proofErr w:type="spellEnd"/>
      <w:r w:rsidRPr="00EF49BC">
        <w:rPr>
          <w:rFonts w:ascii="Times New Roman" w:eastAsia="Times New Roman" w:hAnsi="Times New Roman" w:cs="Times New Roman"/>
          <w:sz w:val="24"/>
          <w:szCs w:val="24"/>
          <w:lang w:eastAsia="ru-RU"/>
        </w:rPr>
        <w:t xml:space="preserve"> солодовий завод», </w:t>
      </w:r>
      <w:r w:rsidRPr="00EF49BC">
        <w:rPr>
          <w:rFonts w:ascii="Times New Roman" w:eastAsia="Times New Roman" w:hAnsi="Times New Roman" w:cs="Times New Roman"/>
          <w:sz w:val="24"/>
          <w:szCs w:val="24"/>
        </w:rPr>
        <w:t>ДП «</w:t>
      </w:r>
      <w:proofErr w:type="spellStart"/>
      <w:r w:rsidRPr="00EF49BC">
        <w:rPr>
          <w:rFonts w:ascii="Times New Roman" w:eastAsia="Times New Roman" w:hAnsi="Times New Roman" w:cs="Times New Roman"/>
          <w:sz w:val="24"/>
          <w:szCs w:val="24"/>
        </w:rPr>
        <w:t>Славутський</w:t>
      </w:r>
      <w:proofErr w:type="spellEnd"/>
      <w:r w:rsidRPr="00EF49BC">
        <w:rPr>
          <w:rFonts w:ascii="Times New Roman" w:eastAsia="Times New Roman" w:hAnsi="Times New Roman" w:cs="Times New Roman"/>
          <w:sz w:val="24"/>
          <w:szCs w:val="24"/>
        </w:rPr>
        <w:t xml:space="preserve"> лісгосп»</w:t>
      </w:r>
      <w:r w:rsidRPr="00EF49BC">
        <w:rPr>
          <w:rFonts w:ascii="Times New Roman" w:eastAsia="Times New Roman" w:hAnsi="Times New Roman" w:cs="Times New Roman"/>
          <w:sz w:val="24"/>
          <w:szCs w:val="24"/>
          <w:lang w:eastAsia="ru-RU"/>
        </w:rPr>
        <w:t xml:space="preserve">, </w:t>
      </w:r>
      <w:proofErr w:type="spellStart"/>
      <w:r w:rsidRPr="00EF49BC">
        <w:rPr>
          <w:rFonts w:ascii="Times New Roman" w:eastAsia="Times New Roman" w:hAnsi="Times New Roman" w:cs="Times New Roman"/>
          <w:sz w:val="24"/>
          <w:szCs w:val="24"/>
          <w:lang w:eastAsia="ru-RU"/>
        </w:rPr>
        <w:t>Крупецька</w:t>
      </w:r>
      <w:proofErr w:type="spellEnd"/>
      <w:r w:rsidRPr="00EF49BC">
        <w:rPr>
          <w:rFonts w:ascii="Times New Roman" w:eastAsia="Times New Roman" w:hAnsi="Times New Roman" w:cs="Times New Roman"/>
          <w:sz w:val="24"/>
          <w:szCs w:val="24"/>
          <w:lang w:eastAsia="ru-RU"/>
        </w:rPr>
        <w:t xml:space="preserve"> сільська рада, ДО «Комбінат «Естафета», ТОВ «</w:t>
      </w:r>
      <w:proofErr w:type="spellStart"/>
      <w:r w:rsidRPr="00EF49BC">
        <w:rPr>
          <w:rFonts w:ascii="Times New Roman" w:eastAsia="Times New Roman" w:hAnsi="Times New Roman" w:cs="Times New Roman"/>
          <w:sz w:val="24"/>
          <w:szCs w:val="24"/>
          <w:lang w:eastAsia="ru-RU"/>
        </w:rPr>
        <w:t>Інтердерево</w:t>
      </w:r>
      <w:proofErr w:type="spellEnd"/>
      <w:r w:rsidRPr="00EF49BC">
        <w:rPr>
          <w:rFonts w:ascii="Times New Roman" w:eastAsia="Times New Roman" w:hAnsi="Times New Roman" w:cs="Times New Roman"/>
          <w:sz w:val="24"/>
          <w:szCs w:val="24"/>
          <w:lang w:eastAsia="ru-RU"/>
        </w:rPr>
        <w:t>», СФГ «ЛАН»);</w:t>
      </w:r>
    </w:p>
    <w:p w:rsidR="00615214" w:rsidRPr="00EF49BC" w:rsidRDefault="00615214" w:rsidP="00615214">
      <w:pPr>
        <w:numPr>
          <w:ilvl w:val="0"/>
          <w:numId w:val="1"/>
        </w:numPr>
        <w:spacing w:after="0"/>
        <w:ind w:left="0" w:firstLine="567"/>
        <w:jc w:val="both"/>
        <w:rPr>
          <w:rFonts w:ascii="Times New Roman" w:eastAsia="Times New Roman" w:hAnsi="Times New Roman" w:cs="Times New Roman"/>
          <w:sz w:val="24"/>
          <w:szCs w:val="24"/>
          <w:lang w:eastAsia="ru-RU"/>
        </w:rPr>
      </w:pPr>
      <w:r w:rsidRPr="00EF49BC">
        <w:rPr>
          <w:rFonts w:ascii="Times New Roman" w:eastAsia="Times New Roman" w:hAnsi="Times New Roman" w:cs="Times New Roman"/>
          <w:sz w:val="24"/>
          <w:szCs w:val="24"/>
          <w:lang w:eastAsia="ru-RU"/>
        </w:rPr>
        <w:t xml:space="preserve">податок на прибуток підприємств – 2 620,00 грн. (платники КП КСР «Спеціалізоване </w:t>
      </w:r>
      <w:proofErr w:type="spellStart"/>
      <w:r w:rsidRPr="00EF49BC">
        <w:rPr>
          <w:rFonts w:ascii="Times New Roman" w:eastAsia="Times New Roman" w:hAnsi="Times New Roman" w:cs="Times New Roman"/>
          <w:sz w:val="24"/>
          <w:szCs w:val="24"/>
          <w:lang w:eastAsia="ru-RU"/>
        </w:rPr>
        <w:t>лісокомунальне</w:t>
      </w:r>
      <w:proofErr w:type="spellEnd"/>
      <w:r w:rsidRPr="00EF49BC">
        <w:rPr>
          <w:rFonts w:ascii="Times New Roman" w:eastAsia="Times New Roman" w:hAnsi="Times New Roman" w:cs="Times New Roman"/>
          <w:sz w:val="24"/>
          <w:szCs w:val="24"/>
          <w:lang w:eastAsia="ru-RU"/>
        </w:rPr>
        <w:t xml:space="preserve"> підприємство»);</w:t>
      </w:r>
    </w:p>
    <w:p w:rsidR="00615214" w:rsidRPr="00EF49BC" w:rsidRDefault="00615214" w:rsidP="00615214">
      <w:pPr>
        <w:numPr>
          <w:ilvl w:val="0"/>
          <w:numId w:val="1"/>
        </w:numPr>
        <w:spacing w:after="0"/>
        <w:ind w:left="0" w:firstLine="567"/>
        <w:jc w:val="both"/>
        <w:rPr>
          <w:rFonts w:ascii="Times New Roman" w:eastAsia="Times New Roman" w:hAnsi="Times New Roman" w:cs="Times New Roman"/>
          <w:sz w:val="24"/>
          <w:szCs w:val="24"/>
          <w:lang w:eastAsia="ru-RU"/>
        </w:rPr>
      </w:pPr>
      <w:r w:rsidRPr="00EF49BC">
        <w:rPr>
          <w:rFonts w:ascii="Times New Roman" w:eastAsia="Times New Roman" w:hAnsi="Times New Roman" w:cs="Times New Roman"/>
          <w:sz w:val="24"/>
          <w:szCs w:val="24"/>
        </w:rPr>
        <w:t>рентна плата за спеціальне використання лісових ресурсів – 1 436 991,00 грн. (найбільші платники РСЛП «ЛІС», ДП «</w:t>
      </w:r>
      <w:proofErr w:type="spellStart"/>
      <w:r w:rsidRPr="00EF49BC">
        <w:rPr>
          <w:rFonts w:ascii="Times New Roman" w:eastAsia="Times New Roman" w:hAnsi="Times New Roman" w:cs="Times New Roman"/>
          <w:sz w:val="24"/>
          <w:szCs w:val="24"/>
        </w:rPr>
        <w:t>Славутський</w:t>
      </w:r>
      <w:proofErr w:type="spellEnd"/>
      <w:r w:rsidRPr="00EF49BC">
        <w:rPr>
          <w:rFonts w:ascii="Times New Roman" w:eastAsia="Times New Roman" w:hAnsi="Times New Roman" w:cs="Times New Roman"/>
          <w:sz w:val="24"/>
          <w:szCs w:val="24"/>
        </w:rPr>
        <w:t xml:space="preserve"> лісгосп»);</w:t>
      </w:r>
    </w:p>
    <w:p w:rsidR="00615214" w:rsidRPr="00EF49BC" w:rsidRDefault="00615214" w:rsidP="00615214">
      <w:pPr>
        <w:numPr>
          <w:ilvl w:val="0"/>
          <w:numId w:val="1"/>
        </w:numPr>
        <w:spacing w:after="0"/>
        <w:ind w:left="0" w:firstLine="567"/>
        <w:jc w:val="both"/>
        <w:rPr>
          <w:rFonts w:ascii="Times New Roman" w:eastAsia="Times New Roman" w:hAnsi="Times New Roman" w:cs="Times New Roman"/>
          <w:sz w:val="24"/>
          <w:szCs w:val="24"/>
          <w:lang w:eastAsia="ru-RU"/>
        </w:rPr>
      </w:pPr>
      <w:r w:rsidRPr="00EF49BC">
        <w:rPr>
          <w:rFonts w:ascii="Times New Roman" w:eastAsia="Times New Roman" w:hAnsi="Times New Roman" w:cs="Times New Roman"/>
          <w:sz w:val="24"/>
          <w:szCs w:val="24"/>
        </w:rPr>
        <w:t>рентна плата за користування надрами – 707 072,36 грн. (найбільші платники ВКП «Явір-</w:t>
      </w:r>
      <w:proofErr w:type="spellStart"/>
      <w:r w:rsidRPr="00EF49BC">
        <w:rPr>
          <w:rFonts w:ascii="Times New Roman" w:eastAsia="Times New Roman" w:hAnsi="Times New Roman" w:cs="Times New Roman"/>
          <w:sz w:val="24"/>
          <w:szCs w:val="24"/>
        </w:rPr>
        <w:t>Інвест</w:t>
      </w:r>
      <w:proofErr w:type="spellEnd"/>
      <w:r w:rsidRPr="00EF49BC">
        <w:rPr>
          <w:rFonts w:ascii="Times New Roman" w:eastAsia="Times New Roman" w:hAnsi="Times New Roman" w:cs="Times New Roman"/>
          <w:sz w:val="24"/>
          <w:szCs w:val="24"/>
        </w:rPr>
        <w:t>», ТОВ «Гірник-ВВ»);</w:t>
      </w:r>
    </w:p>
    <w:p w:rsidR="00615214" w:rsidRPr="00EF49BC" w:rsidRDefault="00615214" w:rsidP="00615214">
      <w:pPr>
        <w:numPr>
          <w:ilvl w:val="0"/>
          <w:numId w:val="1"/>
        </w:numPr>
        <w:spacing w:after="0"/>
        <w:ind w:left="0" w:firstLine="567"/>
        <w:jc w:val="both"/>
        <w:rPr>
          <w:rFonts w:ascii="Times New Roman" w:eastAsia="Times New Roman" w:hAnsi="Times New Roman" w:cs="Times New Roman"/>
          <w:sz w:val="24"/>
          <w:szCs w:val="24"/>
          <w:lang w:eastAsia="ru-RU"/>
        </w:rPr>
      </w:pPr>
      <w:r w:rsidRPr="00EF49BC">
        <w:rPr>
          <w:rFonts w:ascii="Times New Roman" w:eastAsia="Times New Roman" w:hAnsi="Times New Roman" w:cs="Times New Roman"/>
          <w:sz w:val="24"/>
          <w:szCs w:val="24"/>
          <w:lang w:eastAsia="ru-RU"/>
        </w:rPr>
        <w:t xml:space="preserve">акцизний податок – 63 834,00 грн. (найбільші платники </w:t>
      </w:r>
      <w:proofErr w:type="spellStart"/>
      <w:r w:rsidRPr="00EF49BC">
        <w:rPr>
          <w:rFonts w:ascii="Times New Roman" w:eastAsia="Times New Roman" w:hAnsi="Times New Roman" w:cs="Times New Roman"/>
          <w:sz w:val="24"/>
          <w:szCs w:val="24"/>
          <w:lang w:eastAsia="ru-RU"/>
        </w:rPr>
        <w:t>Улашанівське</w:t>
      </w:r>
      <w:proofErr w:type="spellEnd"/>
      <w:r w:rsidRPr="00EF49BC">
        <w:rPr>
          <w:rFonts w:ascii="Times New Roman" w:eastAsia="Times New Roman" w:hAnsi="Times New Roman" w:cs="Times New Roman"/>
          <w:sz w:val="24"/>
          <w:szCs w:val="24"/>
          <w:lang w:eastAsia="ru-RU"/>
        </w:rPr>
        <w:t xml:space="preserve"> КП </w:t>
      </w:r>
      <w:proofErr w:type="spellStart"/>
      <w:r w:rsidRPr="00EF49BC">
        <w:rPr>
          <w:rFonts w:ascii="Times New Roman" w:eastAsia="Times New Roman" w:hAnsi="Times New Roman" w:cs="Times New Roman"/>
          <w:sz w:val="24"/>
          <w:szCs w:val="24"/>
          <w:lang w:eastAsia="ru-RU"/>
        </w:rPr>
        <w:t>СлавутськогоРайСТ</w:t>
      </w:r>
      <w:proofErr w:type="spellEnd"/>
      <w:r w:rsidRPr="00EF49BC">
        <w:rPr>
          <w:rFonts w:ascii="Times New Roman" w:eastAsia="Times New Roman" w:hAnsi="Times New Roman" w:cs="Times New Roman"/>
          <w:sz w:val="24"/>
          <w:szCs w:val="24"/>
          <w:lang w:eastAsia="ru-RU"/>
        </w:rPr>
        <w:t xml:space="preserve">, ФОП </w:t>
      </w:r>
      <w:proofErr w:type="spellStart"/>
      <w:r w:rsidRPr="00EF49BC">
        <w:rPr>
          <w:rFonts w:ascii="Times New Roman" w:eastAsia="Times New Roman" w:hAnsi="Times New Roman" w:cs="Times New Roman"/>
          <w:sz w:val="24"/>
          <w:szCs w:val="24"/>
          <w:lang w:eastAsia="ru-RU"/>
        </w:rPr>
        <w:t>Лаврук</w:t>
      </w:r>
      <w:proofErr w:type="spellEnd"/>
      <w:r w:rsidRPr="00EF49BC">
        <w:rPr>
          <w:rFonts w:ascii="Times New Roman" w:eastAsia="Times New Roman" w:hAnsi="Times New Roman" w:cs="Times New Roman"/>
          <w:sz w:val="24"/>
          <w:szCs w:val="24"/>
          <w:lang w:eastAsia="ru-RU"/>
        </w:rPr>
        <w:t xml:space="preserve"> І.М., ФОП Гаврилюк І.С., ФОП </w:t>
      </w:r>
      <w:proofErr w:type="spellStart"/>
      <w:r w:rsidRPr="00EF49BC">
        <w:rPr>
          <w:rFonts w:ascii="Times New Roman" w:eastAsia="Times New Roman" w:hAnsi="Times New Roman" w:cs="Times New Roman"/>
          <w:sz w:val="24"/>
          <w:szCs w:val="24"/>
          <w:lang w:eastAsia="ru-RU"/>
        </w:rPr>
        <w:t>Тимощук</w:t>
      </w:r>
      <w:proofErr w:type="spellEnd"/>
      <w:r w:rsidRPr="00EF49BC">
        <w:rPr>
          <w:rFonts w:ascii="Times New Roman" w:eastAsia="Times New Roman" w:hAnsi="Times New Roman" w:cs="Times New Roman"/>
          <w:sz w:val="24"/>
          <w:szCs w:val="24"/>
          <w:lang w:eastAsia="ru-RU"/>
        </w:rPr>
        <w:t xml:space="preserve"> Ю.О.);</w:t>
      </w:r>
    </w:p>
    <w:p w:rsidR="00615214" w:rsidRPr="00EF49BC" w:rsidRDefault="00615214" w:rsidP="00615214">
      <w:pPr>
        <w:numPr>
          <w:ilvl w:val="0"/>
          <w:numId w:val="1"/>
        </w:numPr>
        <w:spacing w:after="0"/>
        <w:ind w:left="0" w:firstLine="567"/>
        <w:jc w:val="both"/>
        <w:rPr>
          <w:rFonts w:ascii="Times New Roman" w:eastAsia="Times New Roman" w:hAnsi="Times New Roman" w:cs="Times New Roman"/>
          <w:sz w:val="24"/>
          <w:szCs w:val="24"/>
          <w:lang w:eastAsia="ru-RU"/>
        </w:rPr>
      </w:pPr>
      <w:r w:rsidRPr="00EF49BC">
        <w:rPr>
          <w:rFonts w:ascii="Times New Roman" w:eastAsia="Times New Roman" w:hAnsi="Times New Roman" w:cs="Times New Roman"/>
          <w:sz w:val="24"/>
          <w:szCs w:val="24"/>
          <w:lang w:eastAsia="ru-RU"/>
        </w:rPr>
        <w:t>податку на майно – 2 069 326,03 грн., в тому числі податок на нерухоме майно відмінне від земельної ділянки – 208 697,27 грн. (найбільші платники ПрАТ «</w:t>
      </w:r>
      <w:proofErr w:type="spellStart"/>
      <w:r w:rsidRPr="00EF49BC">
        <w:rPr>
          <w:rFonts w:ascii="Times New Roman" w:eastAsia="Times New Roman" w:hAnsi="Times New Roman" w:cs="Times New Roman"/>
          <w:sz w:val="24"/>
          <w:szCs w:val="24"/>
          <w:lang w:eastAsia="ru-RU"/>
        </w:rPr>
        <w:t>Славутський</w:t>
      </w:r>
      <w:proofErr w:type="spellEnd"/>
      <w:r w:rsidRPr="00EF49BC">
        <w:rPr>
          <w:rFonts w:ascii="Times New Roman" w:eastAsia="Times New Roman" w:hAnsi="Times New Roman" w:cs="Times New Roman"/>
          <w:sz w:val="24"/>
          <w:szCs w:val="24"/>
          <w:lang w:eastAsia="ru-RU"/>
        </w:rPr>
        <w:t xml:space="preserve"> солодовий завод», ПАТ «</w:t>
      </w:r>
      <w:proofErr w:type="spellStart"/>
      <w:r w:rsidRPr="00EF49BC">
        <w:rPr>
          <w:rFonts w:ascii="Times New Roman" w:eastAsia="Times New Roman" w:hAnsi="Times New Roman" w:cs="Times New Roman"/>
          <w:sz w:val="24"/>
          <w:szCs w:val="24"/>
          <w:lang w:eastAsia="ru-RU"/>
        </w:rPr>
        <w:t>Сбербанк</w:t>
      </w:r>
      <w:proofErr w:type="spellEnd"/>
      <w:r w:rsidRPr="00EF49BC">
        <w:rPr>
          <w:rFonts w:ascii="Times New Roman" w:eastAsia="Times New Roman" w:hAnsi="Times New Roman" w:cs="Times New Roman"/>
          <w:sz w:val="24"/>
          <w:szCs w:val="24"/>
          <w:lang w:eastAsia="ru-RU"/>
        </w:rPr>
        <w:t xml:space="preserve">»); орендна плата та земельний податок – 1 143 328,76 грн. (найбільші платники </w:t>
      </w:r>
      <w:r w:rsidRPr="00EF49BC">
        <w:rPr>
          <w:rFonts w:ascii="Times New Roman" w:eastAsia="Times New Roman" w:hAnsi="Times New Roman" w:cs="Times New Roman"/>
          <w:sz w:val="24"/>
          <w:szCs w:val="24"/>
        </w:rPr>
        <w:t>ВКП «Явір</w:t>
      </w:r>
      <w:r>
        <w:rPr>
          <w:rFonts w:ascii="Times New Roman" w:eastAsia="Times New Roman" w:hAnsi="Times New Roman" w:cs="Times New Roman"/>
          <w:sz w:val="24"/>
          <w:szCs w:val="24"/>
        </w:rPr>
        <w:t xml:space="preserve"> </w:t>
      </w:r>
      <w:r w:rsidRPr="00EF49BC">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proofErr w:type="spellStart"/>
      <w:r w:rsidRPr="00EF49BC">
        <w:rPr>
          <w:rFonts w:ascii="Times New Roman" w:eastAsia="Times New Roman" w:hAnsi="Times New Roman" w:cs="Times New Roman"/>
          <w:sz w:val="24"/>
          <w:szCs w:val="24"/>
        </w:rPr>
        <w:t>Інвест</w:t>
      </w:r>
      <w:proofErr w:type="spellEnd"/>
      <w:r w:rsidRPr="00EF49BC">
        <w:rPr>
          <w:rFonts w:ascii="Times New Roman" w:eastAsia="Times New Roman" w:hAnsi="Times New Roman" w:cs="Times New Roman"/>
          <w:sz w:val="24"/>
          <w:szCs w:val="24"/>
        </w:rPr>
        <w:t>»</w:t>
      </w:r>
      <w:r w:rsidRPr="00EF49BC">
        <w:rPr>
          <w:rFonts w:ascii="Times New Roman" w:eastAsia="Times New Roman" w:hAnsi="Times New Roman" w:cs="Times New Roman"/>
          <w:sz w:val="24"/>
          <w:szCs w:val="24"/>
          <w:lang w:eastAsia="ru-RU"/>
        </w:rPr>
        <w:t xml:space="preserve">, АТ Укрзалізниця, </w:t>
      </w:r>
      <w:r w:rsidRPr="00EF49BC">
        <w:rPr>
          <w:rFonts w:ascii="Times New Roman" w:eastAsia="Times New Roman" w:hAnsi="Times New Roman" w:cs="Times New Roman"/>
          <w:sz w:val="24"/>
          <w:szCs w:val="24"/>
        </w:rPr>
        <w:t>ДП «</w:t>
      </w:r>
      <w:proofErr w:type="spellStart"/>
      <w:r w:rsidRPr="00EF49BC">
        <w:rPr>
          <w:rFonts w:ascii="Times New Roman" w:eastAsia="Times New Roman" w:hAnsi="Times New Roman" w:cs="Times New Roman"/>
          <w:sz w:val="24"/>
          <w:szCs w:val="24"/>
        </w:rPr>
        <w:t>Славутський</w:t>
      </w:r>
      <w:proofErr w:type="spellEnd"/>
      <w:r w:rsidRPr="00EF49BC">
        <w:rPr>
          <w:rFonts w:ascii="Times New Roman" w:eastAsia="Times New Roman" w:hAnsi="Times New Roman" w:cs="Times New Roman"/>
          <w:sz w:val="24"/>
          <w:szCs w:val="24"/>
        </w:rPr>
        <w:t xml:space="preserve"> лісгосп», ТОВ «</w:t>
      </w:r>
      <w:proofErr w:type="spellStart"/>
      <w:r w:rsidRPr="00EF49BC">
        <w:rPr>
          <w:rFonts w:ascii="Times New Roman" w:eastAsia="Times New Roman" w:hAnsi="Times New Roman" w:cs="Times New Roman"/>
          <w:sz w:val="24"/>
          <w:szCs w:val="24"/>
        </w:rPr>
        <w:t>Акріс</w:t>
      </w:r>
      <w:proofErr w:type="spellEnd"/>
      <w:r w:rsidRPr="00EF49BC">
        <w:rPr>
          <w:rFonts w:ascii="Times New Roman" w:eastAsia="Times New Roman" w:hAnsi="Times New Roman" w:cs="Times New Roman"/>
          <w:sz w:val="24"/>
          <w:szCs w:val="24"/>
        </w:rPr>
        <w:t xml:space="preserve"> Агро Груп», СФГ «Лан»</w:t>
      </w:r>
      <w:r w:rsidRPr="00EF49BC">
        <w:rPr>
          <w:rFonts w:ascii="Times New Roman" w:eastAsia="Times New Roman" w:hAnsi="Times New Roman" w:cs="Times New Roman"/>
          <w:sz w:val="24"/>
          <w:szCs w:val="24"/>
          <w:lang w:eastAsia="ru-RU"/>
        </w:rPr>
        <w:t>);</w:t>
      </w:r>
    </w:p>
    <w:p w:rsidR="00615214" w:rsidRPr="00EF49BC" w:rsidRDefault="00615214" w:rsidP="00615214">
      <w:pPr>
        <w:numPr>
          <w:ilvl w:val="0"/>
          <w:numId w:val="1"/>
        </w:numPr>
        <w:spacing w:after="0"/>
        <w:ind w:left="0" w:firstLine="567"/>
        <w:jc w:val="both"/>
        <w:rPr>
          <w:rFonts w:ascii="Times New Roman" w:eastAsia="Times New Roman" w:hAnsi="Times New Roman" w:cs="Times New Roman"/>
          <w:sz w:val="24"/>
          <w:szCs w:val="24"/>
          <w:lang w:eastAsia="ru-RU"/>
        </w:rPr>
      </w:pPr>
      <w:r w:rsidRPr="00EF49BC">
        <w:rPr>
          <w:rFonts w:ascii="Times New Roman" w:eastAsia="Times New Roman" w:hAnsi="Times New Roman" w:cs="Times New Roman"/>
          <w:sz w:val="24"/>
          <w:szCs w:val="24"/>
          <w:lang w:eastAsia="ru-RU"/>
        </w:rPr>
        <w:t>туристичний збір – 713,00 грн.;</w:t>
      </w:r>
    </w:p>
    <w:p w:rsidR="00615214" w:rsidRPr="00EF49BC" w:rsidRDefault="00615214" w:rsidP="00615214">
      <w:pPr>
        <w:numPr>
          <w:ilvl w:val="0"/>
          <w:numId w:val="1"/>
        </w:numPr>
        <w:spacing w:after="0"/>
        <w:ind w:left="0" w:firstLine="567"/>
        <w:jc w:val="both"/>
        <w:rPr>
          <w:rFonts w:ascii="Times New Roman" w:eastAsia="Times New Roman" w:hAnsi="Times New Roman" w:cs="Times New Roman"/>
          <w:sz w:val="24"/>
          <w:szCs w:val="24"/>
          <w:lang w:eastAsia="ru-RU"/>
        </w:rPr>
      </w:pPr>
      <w:r w:rsidRPr="00EF49BC">
        <w:rPr>
          <w:rFonts w:ascii="Times New Roman" w:eastAsia="Times New Roman" w:hAnsi="Times New Roman" w:cs="Times New Roman"/>
          <w:sz w:val="24"/>
          <w:szCs w:val="24"/>
          <w:lang w:eastAsia="ru-RU"/>
        </w:rPr>
        <w:lastRenderedPageBreak/>
        <w:t xml:space="preserve">єдиного податку – 922 496,51 грн., в тому числі єдиний податок з фізичних осіб – 749 470,78 грн. (основні платники 3-ї групи ФОП Денисюк О.І., ФОП Ковальчук О.П., ФОП </w:t>
      </w:r>
      <w:proofErr w:type="spellStart"/>
      <w:r w:rsidRPr="00EF49BC">
        <w:rPr>
          <w:rFonts w:ascii="Times New Roman" w:eastAsia="Times New Roman" w:hAnsi="Times New Roman" w:cs="Times New Roman"/>
          <w:sz w:val="24"/>
          <w:szCs w:val="24"/>
          <w:lang w:eastAsia="ru-RU"/>
        </w:rPr>
        <w:t>Ковба</w:t>
      </w:r>
      <w:proofErr w:type="spellEnd"/>
      <w:r w:rsidRPr="00EF49BC">
        <w:rPr>
          <w:rFonts w:ascii="Times New Roman" w:eastAsia="Times New Roman" w:hAnsi="Times New Roman" w:cs="Times New Roman"/>
          <w:sz w:val="24"/>
          <w:szCs w:val="24"/>
          <w:lang w:eastAsia="ru-RU"/>
        </w:rPr>
        <w:t xml:space="preserve"> А.М., ФОП </w:t>
      </w:r>
      <w:proofErr w:type="spellStart"/>
      <w:r w:rsidRPr="00EF49BC">
        <w:rPr>
          <w:rFonts w:ascii="Times New Roman" w:eastAsia="Times New Roman" w:hAnsi="Times New Roman" w:cs="Times New Roman"/>
          <w:sz w:val="24"/>
          <w:szCs w:val="24"/>
          <w:lang w:eastAsia="ru-RU"/>
        </w:rPr>
        <w:t>Форсюк</w:t>
      </w:r>
      <w:proofErr w:type="spellEnd"/>
      <w:r w:rsidRPr="00EF49BC">
        <w:rPr>
          <w:rFonts w:ascii="Times New Roman" w:eastAsia="Times New Roman" w:hAnsi="Times New Roman" w:cs="Times New Roman"/>
          <w:sz w:val="24"/>
          <w:szCs w:val="24"/>
          <w:lang w:eastAsia="ru-RU"/>
        </w:rPr>
        <w:t xml:space="preserve"> Н.О., ФОП </w:t>
      </w:r>
      <w:proofErr w:type="spellStart"/>
      <w:r w:rsidRPr="00EF49BC">
        <w:rPr>
          <w:rFonts w:ascii="Times New Roman" w:eastAsia="Times New Roman" w:hAnsi="Times New Roman" w:cs="Times New Roman"/>
          <w:sz w:val="24"/>
          <w:szCs w:val="24"/>
          <w:lang w:eastAsia="ru-RU"/>
        </w:rPr>
        <w:t>Євтушок</w:t>
      </w:r>
      <w:proofErr w:type="spellEnd"/>
      <w:r w:rsidRPr="00EF49BC">
        <w:rPr>
          <w:rFonts w:ascii="Times New Roman" w:eastAsia="Times New Roman" w:hAnsi="Times New Roman" w:cs="Times New Roman"/>
          <w:sz w:val="24"/>
          <w:szCs w:val="24"/>
          <w:lang w:eastAsia="ru-RU"/>
        </w:rPr>
        <w:t xml:space="preserve"> І.І., ФОП </w:t>
      </w:r>
      <w:proofErr w:type="spellStart"/>
      <w:r w:rsidRPr="00EF49BC">
        <w:rPr>
          <w:rFonts w:ascii="Times New Roman" w:eastAsia="Times New Roman" w:hAnsi="Times New Roman" w:cs="Times New Roman"/>
          <w:sz w:val="24"/>
          <w:szCs w:val="24"/>
          <w:lang w:eastAsia="ru-RU"/>
        </w:rPr>
        <w:t>Шатковський</w:t>
      </w:r>
      <w:proofErr w:type="spellEnd"/>
      <w:r w:rsidRPr="00EF49BC">
        <w:rPr>
          <w:rFonts w:ascii="Times New Roman" w:eastAsia="Times New Roman" w:hAnsi="Times New Roman" w:cs="Times New Roman"/>
          <w:sz w:val="24"/>
          <w:szCs w:val="24"/>
          <w:lang w:eastAsia="ru-RU"/>
        </w:rPr>
        <w:t xml:space="preserve"> В.В.); єдиний податок з с/г товаровиробників – 173 025,73 грн. (платники ТОВ «</w:t>
      </w:r>
      <w:proofErr w:type="spellStart"/>
      <w:r w:rsidRPr="00EF49BC">
        <w:rPr>
          <w:rFonts w:ascii="Times New Roman" w:eastAsia="Times New Roman" w:hAnsi="Times New Roman" w:cs="Times New Roman"/>
          <w:sz w:val="24"/>
          <w:szCs w:val="24"/>
          <w:lang w:eastAsia="ru-RU"/>
        </w:rPr>
        <w:t>Акріс</w:t>
      </w:r>
      <w:proofErr w:type="spellEnd"/>
      <w:r w:rsidRPr="00EF49BC">
        <w:rPr>
          <w:rFonts w:ascii="Times New Roman" w:eastAsia="Times New Roman" w:hAnsi="Times New Roman" w:cs="Times New Roman"/>
          <w:sz w:val="24"/>
          <w:szCs w:val="24"/>
          <w:lang w:eastAsia="ru-RU"/>
        </w:rPr>
        <w:t xml:space="preserve"> Агро», ТОВ «Горинь Агро Плюс», ТОВ «</w:t>
      </w:r>
      <w:proofErr w:type="spellStart"/>
      <w:r w:rsidRPr="00EF49BC">
        <w:rPr>
          <w:rFonts w:ascii="Times New Roman" w:eastAsia="Times New Roman" w:hAnsi="Times New Roman" w:cs="Times New Roman"/>
          <w:sz w:val="24"/>
          <w:szCs w:val="24"/>
          <w:lang w:eastAsia="ru-RU"/>
        </w:rPr>
        <w:t>Акріс</w:t>
      </w:r>
      <w:proofErr w:type="spellEnd"/>
      <w:r w:rsidRPr="00EF49BC">
        <w:rPr>
          <w:rFonts w:ascii="Times New Roman" w:eastAsia="Times New Roman" w:hAnsi="Times New Roman" w:cs="Times New Roman"/>
          <w:sz w:val="24"/>
          <w:szCs w:val="24"/>
          <w:lang w:eastAsia="ru-RU"/>
        </w:rPr>
        <w:t xml:space="preserve"> Агро Груп»);</w:t>
      </w:r>
    </w:p>
    <w:p w:rsidR="00615214" w:rsidRPr="00EF49BC" w:rsidRDefault="00615214" w:rsidP="00615214">
      <w:pPr>
        <w:numPr>
          <w:ilvl w:val="0"/>
          <w:numId w:val="1"/>
        </w:numPr>
        <w:spacing w:after="0"/>
        <w:ind w:left="0" w:firstLine="567"/>
        <w:jc w:val="both"/>
        <w:rPr>
          <w:rFonts w:ascii="Times New Roman" w:eastAsia="Times New Roman" w:hAnsi="Times New Roman" w:cs="Times New Roman"/>
          <w:sz w:val="24"/>
          <w:szCs w:val="24"/>
          <w:lang w:eastAsia="ru-RU"/>
        </w:rPr>
      </w:pPr>
      <w:r w:rsidRPr="00EF49BC">
        <w:rPr>
          <w:rFonts w:ascii="Times New Roman" w:eastAsia="Times New Roman" w:hAnsi="Times New Roman" w:cs="Times New Roman"/>
          <w:sz w:val="24"/>
          <w:szCs w:val="24"/>
          <w:lang w:eastAsia="ru-RU"/>
        </w:rPr>
        <w:t>неподаткові надходження – 65 307,00 грн.</w:t>
      </w:r>
    </w:p>
    <w:p w:rsidR="00615214" w:rsidRPr="00EF49BC" w:rsidRDefault="00615214" w:rsidP="00615214">
      <w:pPr>
        <w:spacing w:after="0"/>
        <w:ind w:firstLine="567"/>
        <w:jc w:val="both"/>
        <w:rPr>
          <w:rFonts w:ascii="Times New Roman" w:eastAsia="Times New Roman" w:hAnsi="Times New Roman" w:cs="Times New Roman"/>
          <w:sz w:val="24"/>
          <w:szCs w:val="24"/>
          <w:lang w:eastAsia="ru-RU"/>
        </w:rPr>
      </w:pPr>
      <w:r w:rsidRPr="00EF49BC">
        <w:rPr>
          <w:rFonts w:ascii="Times New Roman" w:eastAsia="Times New Roman" w:hAnsi="Times New Roman" w:cs="Times New Roman"/>
          <w:bCs/>
          <w:sz w:val="24"/>
          <w:szCs w:val="24"/>
          <w:lang w:eastAsia="ru-RU"/>
        </w:rPr>
        <w:t>З державного, обласного та інших місцевих бюджетів до бюджету сільської ради надійшло:</w:t>
      </w:r>
    </w:p>
    <w:p w:rsidR="00615214" w:rsidRPr="00EF49BC" w:rsidRDefault="00615214" w:rsidP="00615214">
      <w:pPr>
        <w:numPr>
          <w:ilvl w:val="0"/>
          <w:numId w:val="2"/>
        </w:numPr>
        <w:spacing w:after="0"/>
        <w:ind w:left="0" w:firstLine="567"/>
        <w:jc w:val="both"/>
        <w:rPr>
          <w:rFonts w:ascii="Times New Roman" w:eastAsia="Times New Roman" w:hAnsi="Times New Roman" w:cs="Times New Roman"/>
          <w:sz w:val="24"/>
          <w:szCs w:val="24"/>
          <w:lang w:eastAsia="ru-RU"/>
        </w:rPr>
      </w:pPr>
      <w:r w:rsidRPr="00EF49BC">
        <w:rPr>
          <w:rFonts w:ascii="Times New Roman" w:eastAsia="Times New Roman" w:hAnsi="Times New Roman" w:cs="Times New Roman"/>
          <w:sz w:val="24"/>
          <w:szCs w:val="24"/>
          <w:lang w:eastAsia="ru-RU"/>
        </w:rPr>
        <w:t>освітньої субвенції – 6 721 500,00 грн.;</w:t>
      </w:r>
    </w:p>
    <w:p w:rsidR="00615214" w:rsidRPr="00EF49BC" w:rsidRDefault="00615214" w:rsidP="00615214">
      <w:pPr>
        <w:numPr>
          <w:ilvl w:val="0"/>
          <w:numId w:val="2"/>
        </w:numPr>
        <w:spacing w:after="0"/>
        <w:ind w:left="0" w:firstLine="567"/>
        <w:jc w:val="both"/>
        <w:rPr>
          <w:rFonts w:ascii="Times New Roman" w:eastAsia="Times New Roman" w:hAnsi="Times New Roman" w:cs="Times New Roman"/>
          <w:sz w:val="24"/>
          <w:szCs w:val="24"/>
          <w:lang w:eastAsia="ru-RU"/>
        </w:rPr>
      </w:pPr>
      <w:r w:rsidRPr="00EF49BC">
        <w:rPr>
          <w:rFonts w:ascii="Times New Roman" w:eastAsia="Times New Roman" w:hAnsi="Times New Roman" w:cs="Times New Roman"/>
          <w:sz w:val="24"/>
          <w:szCs w:val="24"/>
          <w:lang w:eastAsia="ru-RU"/>
        </w:rPr>
        <w:t>додаткової дотації – 292 182,00 грн.;</w:t>
      </w:r>
    </w:p>
    <w:p w:rsidR="00615214" w:rsidRPr="00EF49BC" w:rsidRDefault="00615214" w:rsidP="00615214">
      <w:pPr>
        <w:numPr>
          <w:ilvl w:val="0"/>
          <w:numId w:val="2"/>
        </w:numPr>
        <w:spacing w:after="0"/>
        <w:ind w:left="0" w:firstLine="567"/>
        <w:jc w:val="both"/>
        <w:rPr>
          <w:rFonts w:ascii="Times New Roman" w:eastAsia="Times New Roman" w:hAnsi="Times New Roman" w:cs="Times New Roman"/>
          <w:sz w:val="24"/>
          <w:szCs w:val="24"/>
          <w:lang w:eastAsia="ru-RU"/>
        </w:rPr>
      </w:pPr>
      <w:r w:rsidRPr="00EF49BC">
        <w:rPr>
          <w:rFonts w:ascii="Times New Roman" w:eastAsia="Times New Roman" w:hAnsi="Times New Roman" w:cs="Times New Roman"/>
          <w:sz w:val="24"/>
          <w:szCs w:val="24"/>
          <w:lang w:eastAsia="ru-RU"/>
        </w:rPr>
        <w:t>субвенція на утримання об’єктів спільного користування – 287 380,00 грн.;</w:t>
      </w:r>
    </w:p>
    <w:p w:rsidR="00615214" w:rsidRPr="00EF49BC" w:rsidRDefault="00615214" w:rsidP="00615214">
      <w:pPr>
        <w:numPr>
          <w:ilvl w:val="0"/>
          <w:numId w:val="2"/>
        </w:numPr>
        <w:spacing w:after="0"/>
        <w:ind w:left="0" w:firstLine="567"/>
        <w:jc w:val="both"/>
        <w:rPr>
          <w:rFonts w:ascii="Times New Roman" w:eastAsia="Times New Roman" w:hAnsi="Times New Roman" w:cs="Times New Roman"/>
          <w:sz w:val="24"/>
          <w:szCs w:val="24"/>
          <w:lang w:eastAsia="ru-RU"/>
        </w:rPr>
      </w:pPr>
      <w:r w:rsidRPr="00EF49BC">
        <w:rPr>
          <w:rFonts w:ascii="Times New Roman" w:eastAsia="Times New Roman" w:hAnsi="Times New Roman" w:cs="Times New Roman"/>
          <w:sz w:val="24"/>
          <w:szCs w:val="24"/>
          <w:lang w:eastAsia="ru-RU"/>
        </w:rPr>
        <w:t xml:space="preserve">субвенція на здійснення підтримки окремих закладів та заходів у системі охорони </w:t>
      </w:r>
      <w:proofErr w:type="spellStart"/>
      <w:r w:rsidRPr="00EF49BC">
        <w:rPr>
          <w:rFonts w:ascii="Times New Roman" w:eastAsia="Times New Roman" w:hAnsi="Times New Roman" w:cs="Times New Roman"/>
          <w:sz w:val="24"/>
          <w:szCs w:val="24"/>
          <w:lang w:eastAsia="ru-RU"/>
        </w:rPr>
        <w:t>здоров</w:t>
      </w:r>
      <w:proofErr w:type="spellEnd"/>
      <w:r w:rsidRPr="00EF49BC">
        <w:rPr>
          <w:rFonts w:ascii="Times New Roman" w:eastAsia="Times New Roman" w:hAnsi="Times New Roman" w:cs="Times New Roman"/>
          <w:sz w:val="24"/>
          <w:szCs w:val="24"/>
          <w:lang w:val="ru-RU" w:eastAsia="ru-RU"/>
        </w:rPr>
        <w:t>’</w:t>
      </w:r>
      <w:r w:rsidRPr="00EF49BC">
        <w:rPr>
          <w:rFonts w:ascii="Times New Roman" w:eastAsia="Times New Roman" w:hAnsi="Times New Roman" w:cs="Times New Roman"/>
          <w:sz w:val="24"/>
          <w:szCs w:val="24"/>
          <w:lang w:eastAsia="ru-RU"/>
        </w:rPr>
        <w:t>я – 37 600,00 грн.</w:t>
      </w:r>
    </w:p>
    <w:p w:rsidR="00615214" w:rsidRPr="00EF49BC" w:rsidRDefault="00615214" w:rsidP="00615214">
      <w:pPr>
        <w:tabs>
          <w:tab w:val="left" w:pos="0"/>
        </w:tabs>
        <w:spacing w:after="0"/>
        <w:ind w:firstLine="567"/>
        <w:jc w:val="both"/>
        <w:rPr>
          <w:rFonts w:ascii="Times New Roman" w:eastAsia="Times New Roman" w:hAnsi="Times New Roman" w:cs="Times New Roman"/>
          <w:sz w:val="24"/>
          <w:szCs w:val="24"/>
          <w:lang w:eastAsia="ru-RU"/>
        </w:rPr>
      </w:pPr>
      <w:r w:rsidRPr="00EF49BC">
        <w:rPr>
          <w:rFonts w:ascii="Times New Roman" w:eastAsia="Times New Roman" w:hAnsi="Times New Roman" w:cs="Times New Roman"/>
          <w:bCs/>
          <w:sz w:val="24"/>
          <w:szCs w:val="24"/>
          <w:lang w:eastAsia="ru-RU"/>
        </w:rPr>
        <w:t xml:space="preserve">До </w:t>
      </w:r>
      <w:r w:rsidRPr="00EF49BC">
        <w:rPr>
          <w:rFonts w:ascii="Times New Roman" w:eastAsia="Times New Roman" w:hAnsi="Times New Roman" w:cs="Times New Roman"/>
          <w:b/>
          <w:bCs/>
          <w:i/>
          <w:sz w:val="24"/>
          <w:szCs w:val="24"/>
          <w:lang w:eastAsia="ru-RU"/>
        </w:rPr>
        <w:t>спеціального фонду</w:t>
      </w:r>
      <w:r w:rsidRPr="00EF49BC">
        <w:rPr>
          <w:rFonts w:ascii="Times New Roman" w:eastAsia="Times New Roman" w:hAnsi="Times New Roman" w:cs="Times New Roman"/>
          <w:bCs/>
          <w:sz w:val="24"/>
          <w:szCs w:val="24"/>
          <w:lang w:eastAsia="ru-RU"/>
        </w:rPr>
        <w:t xml:space="preserve"> сільського бюджету </w:t>
      </w:r>
      <w:proofErr w:type="spellStart"/>
      <w:r w:rsidRPr="00EF49BC">
        <w:rPr>
          <w:rFonts w:ascii="Times New Roman" w:eastAsia="Times New Roman" w:hAnsi="Times New Roman" w:cs="Times New Roman"/>
          <w:bCs/>
          <w:sz w:val="24"/>
          <w:szCs w:val="24"/>
          <w:lang w:eastAsia="ru-RU"/>
        </w:rPr>
        <w:t>Крупецької</w:t>
      </w:r>
      <w:proofErr w:type="spellEnd"/>
      <w:r w:rsidRPr="00EF49BC">
        <w:rPr>
          <w:rFonts w:ascii="Times New Roman" w:eastAsia="Times New Roman" w:hAnsi="Times New Roman" w:cs="Times New Roman"/>
          <w:bCs/>
          <w:sz w:val="24"/>
          <w:szCs w:val="24"/>
          <w:lang w:eastAsia="ru-RU"/>
        </w:rPr>
        <w:t xml:space="preserve"> сільської ради (із врахуванням трансфертів) за І півріччя 2021 року надійшло 3 016 020,05 грн. (без трансфертів 1 527 450 грн.),</w:t>
      </w:r>
      <w:r w:rsidRPr="00EF49BC">
        <w:rPr>
          <w:rFonts w:ascii="Times New Roman" w:eastAsia="Times New Roman" w:hAnsi="Times New Roman" w:cs="Times New Roman"/>
          <w:sz w:val="24"/>
          <w:szCs w:val="24"/>
          <w:lang w:eastAsia="ru-RU"/>
        </w:rPr>
        <w:t xml:space="preserve">або 178,24 % до річного плану затвердженого сесією сільської  ради з урахуванням внесених змін, в тому числі доходів спеціального фонду (без офіційних трансфертів), з них: </w:t>
      </w:r>
    </w:p>
    <w:p w:rsidR="00615214" w:rsidRPr="00EF49BC" w:rsidRDefault="00615214" w:rsidP="00615214">
      <w:pPr>
        <w:tabs>
          <w:tab w:val="left" w:pos="0"/>
        </w:tabs>
        <w:spacing w:after="0"/>
        <w:ind w:firstLine="567"/>
        <w:jc w:val="both"/>
        <w:rPr>
          <w:rFonts w:ascii="Times New Roman" w:eastAsia="Times New Roman" w:hAnsi="Times New Roman" w:cs="Times New Roman"/>
          <w:sz w:val="24"/>
          <w:szCs w:val="24"/>
          <w:lang w:eastAsia="ru-RU"/>
        </w:rPr>
      </w:pPr>
      <w:r w:rsidRPr="00EF49BC">
        <w:rPr>
          <w:rFonts w:ascii="Times New Roman" w:eastAsia="Times New Roman" w:hAnsi="Times New Roman" w:cs="Times New Roman"/>
          <w:sz w:val="24"/>
          <w:szCs w:val="24"/>
          <w:lang w:eastAsia="ru-RU"/>
        </w:rPr>
        <w:t xml:space="preserve">екологічного податку – 710 227,60 грн.; </w:t>
      </w:r>
    </w:p>
    <w:p w:rsidR="00615214" w:rsidRPr="00EF49BC" w:rsidRDefault="00615214" w:rsidP="00615214">
      <w:pPr>
        <w:tabs>
          <w:tab w:val="left" w:pos="0"/>
        </w:tabs>
        <w:spacing w:after="0"/>
        <w:ind w:firstLine="567"/>
        <w:jc w:val="both"/>
        <w:rPr>
          <w:rFonts w:ascii="Times New Roman" w:eastAsia="Times New Roman" w:hAnsi="Times New Roman" w:cs="Times New Roman"/>
          <w:sz w:val="24"/>
          <w:szCs w:val="24"/>
        </w:rPr>
      </w:pPr>
      <w:r w:rsidRPr="00EF49BC">
        <w:rPr>
          <w:rFonts w:ascii="Times New Roman" w:eastAsia="Times New Roman" w:hAnsi="Times New Roman" w:cs="Times New Roman"/>
          <w:sz w:val="24"/>
          <w:szCs w:val="24"/>
        </w:rPr>
        <w:t>неподаткових надходжень – 1 456 222,45 грн</w:t>
      </w:r>
      <w:r w:rsidRPr="00EF49BC">
        <w:rPr>
          <w:rFonts w:ascii="Times New Roman" w:eastAsia="Times New Roman" w:hAnsi="Times New Roman" w:cs="Times New Roman"/>
          <w:sz w:val="24"/>
          <w:szCs w:val="24"/>
          <w:lang w:eastAsia="ru-RU"/>
        </w:rPr>
        <w:t xml:space="preserve">., в тому числі – </w:t>
      </w:r>
      <w:r w:rsidRPr="00EF49BC">
        <w:rPr>
          <w:rFonts w:ascii="Times New Roman" w:eastAsia="Times New Roman" w:hAnsi="Times New Roman" w:cs="Times New Roman"/>
          <w:sz w:val="24"/>
          <w:szCs w:val="24"/>
        </w:rPr>
        <w:t xml:space="preserve">34 039,00 грн. надходження від плати за послуги, що надаються бюджетними установами, що сплачуються закладами культури за наданні платні послуги та закладами освіти (батьківська плата за харчування дітей); </w:t>
      </w:r>
    </w:p>
    <w:p w:rsidR="00615214" w:rsidRPr="00EF49BC" w:rsidRDefault="00615214" w:rsidP="00615214">
      <w:pPr>
        <w:tabs>
          <w:tab w:val="left" w:pos="0"/>
        </w:tabs>
        <w:spacing w:after="0"/>
        <w:ind w:firstLine="567"/>
        <w:jc w:val="both"/>
        <w:rPr>
          <w:rFonts w:ascii="Times New Roman" w:eastAsia="Times New Roman" w:hAnsi="Times New Roman" w:cs="Times New Roman"/>
          <w:sz w:val="24"/>
          <w:szCs w:val="24"/>
        </w:rPr>
      </w:pPr>
      <w:r w:rsidRPr="00EF49BC">
        <w:rPr>
          <w:rFonts w:ascii="Times New Roman" w:eastAsia="Times New Roman" w:hAnsi="Times New Roman" w:cs="Times New Roman"/>
          <w:sz w:val="24"/>
          <w:szCs w:val="24"/>
        </w:rPr>
        <w:t>9 845,44 грн. плата за оренду майна бюджетних установ;</w:t>
      </w:r>
    </w:p>
    <w:p w:rsidR="00615214" w:rsidRPr="00EF49BC" w:rsidRDefault="00615214" w:rsidP="00615214">
      <w:pPr>
        <w:tabs>
          <w:tab w:val="left" w:pos="0"/>
        </w:tabs>
        <w:spacing w:after="0"/>
        <w:ind w:firstLine="567"/>
        <w:jc w:val="both"/>
        <w:rPr>
          <w:rFonts w:ascii="Times New Roman" w:eastAsia="Times New Roman" w:hAnsi="Times New Roman" w:cs="Times New Roman"/>
          <w:sz w:val="24"/>
          <w:szCs w:val="24"/>
        </w:rPr>
      </w:pPr>
      <w:r w:rsidRPr="00EF49BC">
        <w:rPr>
          <w:rFonts w:ascii="Times New Roman" w:eastAsia="Times New Roman" w:hAnsi="Times New Roman" w:cs="Times New Roman"/>
          <w:sz w:val="24"/>
          <w:szCs w:val="24"/>
        </w:rPr>
        <w:t>надходження отримані у вигляді благодійних внесків, грандів, дарунків становлять 1 018 925,11 грн.;</w:t>
      </w:r>
    </w:p>
    <w:p w:rsidR="00615214" w:rsidRPr="00CD6BBD" w:rsidRDefault="00615214" w:rsidP="00615214">
      <w:pPr>
        <w:tabs>
          <w:tab w:val="left" w:pos="0"/>
        </w:tabs>
        <w:spacing w:after="0"/>
        <w:ind w:firstLine="567"/>
        <w:jc w:val="both"/>
        <w:rPr>
          <w:rFonts w:ascii="Times New Roman" w:eastAsia="Times New Roman" w:hAnsi="Times New Roman" w:cs="Times New Roman"/>
          <w:sz w:val="24"/>
          <w:szCs w:val="24"/>
        </w:rPr>
      </w:pPr>
      <w:r w:rsidRPr="00EF49BC">
        <w:rPr>
          <w:rFonts w:ascii="Times New Roman" w:eastAsia="Times New Roman" w:hAnsi="Times New Roman" w:cs="Times New Roman"/>
          <w:sz w:val="24"/>
          <w:szCs w:val="24"/>
        </w:rPr>
        <w:t xml:space="preserve"> кошти, що отримують бюджетні установи від підприємств, організацій, фізичних осіб та від інших бюджетних установ для виконання цільових заходів, у тому числі заходів з відчуження для суспільних потреб земельних ділянок та розміщених на них інших об'єктів нерухомого майна, що перебувають у приватній власності фізичних або юридичних осіб становлять 214 769,09 грн. </w:t>
      </w:r>
    </w:p>
    <w:p w:rsidR="00615214" w:rsidRPr="00EF49BC" w:rsidRDefault="00615214" w:rsidP="00615214">
      <w:pPr>
        <w:spacing w:after="0"/>
        <w:ind w:firstLine="567"/>
        <w:jc w:val="center"/>
        <w:rPr>
          <w:rFonts w:ascii="Times New Roman" w:eastAsia="Times New Roman" w:hAnsi="Times New Roman" w:cs="Times New Roman"/>
          <w:b/>
          <w:bCs/>
          <w:iCs/>
          <w:sz w:val="24"/>
          <w:szCs w:val="24"/>
          <w:lang w:eastAsia="ru-RU"/>
        </w:rPr>
      </w:pPr>
      <w:r w:rsidRPr="00EF49BC">
        <w:rPr>
          <w:rFonts w:ascii="Times New Roman" w:eastAsia="Times New Roman" w:hAnsi="Times New Roman" w:cs="Times New Roman"/>
          <w:b/>
          <w:bCs/>
          <w:iCs/>
          <w:sz w:val="24"/>
          <w:szCs w:val="24"/>
          <w:lang w:eastAsia="ru-RU"/>
        </w:rPr>
        <w:t xml:space="preserve">Виконання видатків сільського </w:t>
      </w:r>
      <w:r w:rsidRPr="00EF49BC">
        <w:rPr>
          <w:rFonts w:ascii="Times New Roman" w:eastAsia="Times New Roman" w:hAnsi="Times New Roman" w:cs="Times New Roman"/>
          <w:b/>
          <w:bCs/>
          <w:iCs/>
          <w:sz w:val="24"/>
          <w:szCs w:val="24"/>
          <w:lang w:val="ru-RU" w:eastAsia="ru-RU"/>
        </w:rPr>
        <w:t> </w:t>
      </w:r>
      <w:r w:rsidRPr="00EF49BC">
        <w:rPr>
          <w:rFonts w:ascii="Times New Roman" w:eastAsia="Times New Roman" w:hAnsi="Times New Roman" w:cs="Times New Roman"/>
          <w:b/>
          <w:bCs/>
          <w:iCs/>
          <w:sz w:val="24"/>
          <w:szCs w:val="24"/>
          <w:lang w:eastAsia="ru-RU"/>
        </w:rPr>
        <w:t>бюджету</w:t>
      </w:r>
    </w:p>
    <w:p w:rsidR="00615214" w:rsidRPr="00EF49BC" w:rsidRDefault="00615214" w:rsidP="00615214">
      <w:pPr>
        <w:spacing w:after="0"/>
        <w:ind w:firstLine="567"/>
        <w:jc w:val="both"/>
        <w:rPr>
          <w:rFonts w:ascii="Times New Roman" w:eastAsia="Times New Roman" w:hAnsi="Times New Roman" w:cs="Times New Roman"/>
          <w:sz w:val="24"/>
          <w:szCs w:val="24"/>
        </w:rPr>
      </w:pPr>
      <w:r w:rsidRPr="00EF49BC">
        <w:rPr>
          <w:rFonts w:ascii="Times New Roman" w:eastAsia="Times New Roman" w:hAnsi="Times New Roman" w:cs="Times New Roman"/>
          <w:sz w:val="24"/>
          <w:szCs w:val="24"/>
        </w:rPr>
        <w:t xml:space="preserve">Протягом І півріччя поточного року видатки </w:t>
      </w:r>
      <w:r w:rsidRPr="00EF49BC">
        <w:rPr>
          <w:rFonts w:ascii="Times New Roman" w:eastAsia="Times New Roman" w:hAnsi="Times New Roman" w:cs="Times New Roman"/>
          <w:b/>
          <w:i/>
          <w:sz w:val="24"/>
          <w:szCs w:val="24"/>
        </w:rPr>
        <w:t>загального фонду</w:t>
      </w:r>
      <w:r w:rsidRPr="00EF49BC">
        <w:rPr>
          <w:rFonts w:ascii="Times New Roman" w:eastAsia="Times New Roman" w:hAnsi="Times New Roman" w:cs="Times New Roman"/>
          <w:sz w:val="24"/>
          <w:szCs w:val="24"/>
        </w:rPr>
        <w:t xml:space="preserve"> бюджету </w:t>
      </w:r>
      <w:proofErr w:type="spellStart"/>
      <w:r w:rsidRPr="00EF49BC">
        <w:rPr>
          <w:rFonts w:ascii="Times New Roman" w:eastAsia="Times New Roman" w:hAnsi="Times New Roman" w:cs="Times New Roman"/>
          <w:sz w:val="24"/>
          <w:szCs w:val="24"/>
        </w:rPr>
        <w:t>Крупецької</w:t>
      </w:r>
      <w:proofErr w:type="spellEnd"/>
      <w:r w:rsidRPr="00EF49BC">
        <w:rPr>
          <w:rFonts w:ascii="Times New Roman" w:eastAsia="Times New Roman" w:hAnsi="Times New Roman" w:cs="Times New Roman"/>
          <w:sz w:val="24"/>
          <w:szCs w:val="24"/>
        </w:rPr>
        <w:t xml:space="preserve"> сільської ради становили 21 572 714,28 грн., що відповідно до запланованих видатків використано 48,9 %. </w:t>
      </w:r>
    </w:p>
    <w:p w:rsidR="00615214" w:rsidRPr="00EF49BC" w:rsidRDefault="00615214" w:rsidP="00615214">
      <w:pPr>
        <w:spacing w:after="0"/>
        <w:ind w:firstLine="567"/>
        <w:jc w:val="both"/>
        <w:rPr>
          <w:rFonts w:ascii="Times New Roman" w:eastAsia="Times New Roman" w:hAnsi="Times New Roman" w:cs="Times New Roman"/>
          <w:sz w:val="24"/>
          <w:szCs w:val="24"/>
        </w:rPr>
      </w:pPr>
      <w:r w:rsidRPr="00EF49BC">
        <w:rPr>
          <w:rFonts w:ascii="Times New Roman" w:eastAsia="Times New Roman" w:hAnsi="Times New Roman" w:cs="Times New Roman"/>
          <w:sz w:val="24"/>
          <w:szCs w:val="24"/>
        </w:rPr>
        <w:t xml:space="preserve">Основну частину видатків становило забезпечення діяльності закладів освіти та позашкільні заклади. Профінансовано 10 990 557,54 грн., що становить 53,06 % до затвердженого річного плану бюджету. На забезпечення функціонування органів місцевого самоврядування спрямовано 5 307 486,93 грн., що становить 45,37 % до плану. </w:t>
      </w:r>
    </w:p>
    <w:p w:rsidR="00615214" w:rsidRPr="00EF49BC" w:rsidRDefault="00615214" w:rsidP="00615214">
      <w:pPr>
        <w:spacing w:after="0"/>
        <w:ind w:firstLine="567"/>
        <w:jc w:val="both"/>
        <w:rPr>
          <w:rFonts w:ascii="Times New Roman" w:eastAsia="Times New Roman" w:hAnsi="Times New Roman" w:cs="Times New Roman"/>
          <w:sz w:val="24"/>
          <w:szCs w:val="24"/>
        </w:rPr>
      </w:pPr>
      <w:r w:rsidRPr="00EF49BC">
        <w:rPr>
          <w:rFonts w:ascii="Times New Roman" w:eastAsia="Times New Roman" w:hAnsi="Times New Roman" w:cs="Times New Roman"/>
          <w:sz w:val="24"/>
          <w:szCs w:val="24"/>
        </w:rPr>
        <w:lastRenderedPageBreak/>
        <w:t>На забезпечення діяльності Трудового архіву, а також представницькі витрати  використано 297 137,58 грн.</w:t>
      </w:r>
    </w:p>
    <w:p w:rsidR="00615214" w:rsidRPr="00EF49BC" w:rsidRDefault="00615214" w:rsidP="00615214">
      <w:pPr>
        <w:spacing w:after="0"/>
        <w:ind w:firstLine="567"/>
        <w:jc w:val="both"/>
        <w:rPr>
          <w:rFonts w:ascii="Times New Roman" w:eastAsia="Times New Roman" w:hAnsi="Times New Roman" w:cs="Times New Roman"/>
          <w:sz w:val="24"/>
          <w:szCs w:val="24"/>
        </w:rPr>
      </w:pPr>
      <w:r w:rsidRPr="00EF49BC">
        <w:rPr>
          <w:rFonts w:ascii="Times New Roman" w:eastAsia="Times New Roman" w:hAnsi="Times New Roman" w:cs="Times New Roman"/>
          <w:sz w:val="24"/>
          <w:szCs w:val="24"/>
        </w:rPr>
        <w:t>Для забезпечення функціонування підприємств, установ та організацій, що виробляють, виконують та/або надають житлово-комунальні послуги спрямовано 336 634,25 грн., що становить 83,2 % затвердженого плану.</w:t>
      </w:r>
    </w:p>
    <w:p w:rsidR="00615214" w:rsidRPr="00EF49BC" w:rsidRDefault="00615214" w:rsidP="00615214">
      <w:pPr>
        <w:spacing w:after="0"/>
        <w:ind w:left="567"/>
        <w:jc w:val="both"/>
        <w:rPr>
          <w:rFonts w:ascii="Times New Roman" w:eastAsia="Times New Roman" w:hAnsi="Times New Roman" w:cs="Times New Roman"/>
          <w:sz w:val="24"/>
          <w:szCs w:val="24"/>
        </w:rPr>
      </w:pPr>
      <w:r w:rsidRPr="00EF49BC">
        <w:rPr>
          <w:rFonts w:ascii="Times New Roman" w:eastAsia="Times New Roman" w:hAnsi="Times New Roman" w:cs="Times New Roman"/>
          <w:sz w:val="24"/>
          <w:szCs w:val="24"/>
        </w:rPr>
        <w:t>На інші заходи використано 4 062,00 грн.</w:t>
      </w:r>
    </w:p>
    <w:p w:rsidR="00615214" w:rsidRPr="00EF49BC" w:rsidRDefault="00615214" w:rsidP="00615214">
      <w:pPr>
        <w:spacing w:after="0"/>
        <w:jc w:val="both"/>
        <w:rPr>
          <w:rFonts w:ascii="Times New Roman" w:eastAsia="Times New Roman" w:hAnsi="Times New Roman" w:cs="Times New Roman"/>
          <w:sz w:val="24"/>
          <w:szCs w:val="24"/>
        </w:rPr>
      </w:pPr>
      <w:r w:rsidRPr="00EF49BC">
        <w:rPr>
          <w:rFonts w:ascii="Times New Roman" w:eastAsia="Times New Roman" w:hAnsi="Times New Roman" w:cs="Times New Roman"/>
          <w:sz w:val="24"/>
          <w:szCs w:val="24"/>
        </w:rPr>
        <w:t xml:space="preserve">Утримано реверсної дотації  із загального бюджету сільської ради на суму 1 329 600,00 грн., що становить 50 % </w:t>
      </w:r>
      <w:r w:rsidRPr="00EF49BC">
        <w:rPr>
          <w:rFonts w:ascii="Times New Roman" w:eastAsia="Times New Roman" w:hAnsi="Times New Roman" w:cs="Times New Roman"/>
          <w:sz w:val="24"/>
          <w:szCs w:val="24"/>
          <w:lang w:eastAsia="ru-RU"/>
        </w:rPr>
        <w:t>затвердженого плану</w:t>
      </w:r>
      <w:r w:rsidRPr="00EF49BC">
        <w:rPr>
          <w:rFonts w:ascii="Times New Roman" w:eastAsia="Times New Roman" w:hAnsi="Times New Roman" w:cs="Times New Roman"/>
          <w:sz w:val="24"/>
          <w:szCs w:val="24"/>
        </w:rPr>
        <w:t>;</w:t>
      </w:r>
    </w:p>
    <w:p w:rsidR="00615214" w:rsidRPr="00EF49BC" w:rsidRDefault="00615214" w:rsidP="00615214">
      <w:pPr>
        <w:spacing w:after="0"/>
        <w:jc w:val="both"/>
        <w:rPr>
          <w:rFonts w:ascii="Times New Roman" w:eastAsia="Times New Roman" w:hAnsi="Times New Roman" w:cs="Times New Roman"/>
          <w:sz w:val="24"/>
          <w:szCs w:val="24"/>
        </w:rPr>
      </w:pPr>
      <w:r w:rsidRPr="00EF49BC">
        <w:rPr>
          <w:rFonts w:ascii="Times New Roman" w:eastAsia="Times New Roman" w:hAnsi="Times New Roman" w:cs="Times New Roman"/>
          <w:sz w:val="24"/>
          <w:szCs w:val="24"/>
        </w:rPr>
        <w:t xml:space="preserve">Субвенції з місцевого бюджету на утримання об'єктів спільного користування чи ліквідацію негативних наслідків діяльності об'єктів спільного користування передано 225 200,00 грн., а саме для бюджету </w:t>
      </w:r>
      <w:proofErr w:type="spellStart"/>
      <w:r w:rsidRPr="00EF49BC">
        <w:rPr>
          <w:rFonts w:ascii="Times New Roman" w:eastAsia="Times New Roman" w:hAnsi="Times New Roman" w:cs="Times New Roman"/>
          <w:sz w:val="24"/>
          <w:szCs w:val="24"/>
        </w:rPr>
        <w:t>Славутської</w:t>
      </w:r>
      <w:proofErr w:type="spellEnd"/>
      <w:r w:rsidRPr="00EF49BC">
        <w:rPr>
          <w:rFonts w:ascii="Times New Roman" w:eastAsia="Times New Roman" w:hAnsi="Times New Roman" w:cs="Times New Roman"/>
          <w:sz w:val="24"/>
          <w:szCs w:val="24"/>
        </w:rPr>
        <w:t xml:space="preserve"> міської ТГ – на оплату енергоносіїв </w:t>
      </w:r>
      <w:proofErr w:type="spellStart"/>
      <w:r w:rsidRPr="00EF49BC">
        <w:rPr>
          <w:rFonts w:ascii="Times New Roman" w:eastAsia="Times New Roman" w:hAnsi="Times New Roman" w:cs="Times New Roman"/>
          <w:sz w:val="24"/>
          <w:szCs w:val="24"/>
        </w:rPr>
        <w:t>Славутської</w:t>
      </w:r>
      <w:proofErr w:type="spellEnd"/>
      <w:r w:rsidRPr="00EF49BC">
        <w:rPr>
          <w:rFonts w:ascii="Times New Roman" w:eastAsia="Times New Roman" w:hAnsi="Times New Roman" w:cs="Times New Roman"/>
          <w:sz w:val="24"/>
          <w:szCs w:val="24"/>
        </w:rPr>
        <w:t xml:space="preserve"> міської лікарні ім. Михайлова; для бюджету </w:t>
      </w:r>
      <w:proofErr w:type="spellStart"/>
      <w:r w:rsidRPr="00EF49BC">
        <w:rPr>
          <w:rFonts w:ascii="Times New Roman" w:eastAsia="Times New Roman" w:hAnsi="Times New Roman" w:cs="Times New Roman"/>
          <w:sz w:val="24"/>
          <w:szCs w:val="24"/>
        </w:rPr>
        <w:t>Ганнопільської</w:t>
      </w:r>
      <w:proofErr w:type="spellEnd"/>
      <w:r w:rsidRPr="00EF49BC">
        <w:rPr>
          <w:rFonts w:ascii="Times New Roman" w:eastAsia="Times New Roman" w:hAnsi="Times New Roman" w:cs="Times New Roman"/>
          <w:sz w:val="24"/>
          <w:szCs w:val="24"/>
        </w:rPr>
        <w:t xml:space="preserve"> ТГ - для спільного утримання </w:t>
      </w:r>
      <w:proofErr w:type="spellStart"/>
      <w:r w:rsidRPr="00EF49BC">
        <w:rPr>
          <w:rFonts w:ascii="Times New Roman" w:eastAsia="Times New Roman" w:hAnsi="Times New Roman" w:cs="Times New Roman"/>
          <w:sz w:val="24"/>
          <w:szCs w:val="24"/>
        </w:rPr>
        <w:t>Інклюзивно</w:t>
      </w:r>
      <w:proofErr w:type="spellEnd"/>
      <w:r>
        <w:rPr>
          <w:rFonts w:ascii="Times New Roman" w:eastAsia="Times New Roman" w:hAnsi="Times New Roman" w:cs="Times New Roman"/>
          <w:sz w:val="24"/>
          <w:szCs w:val="24"/>
        </w:rPr>
        <w:t xml:space="preserve"> </w:t>
      </w:r>
      <w:r w:rsidRPr="00EF49BC">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r w:rsidRPr="00EF49BC">
        <w:rPr>
          <w:rFonts w:ascii="Times New Roman" w:eastAsia="Times New Roman" w:hAnsi="Times New Roman" w:cs="Times New Roman"/>
          <w:sz w:val="24"/>
          <w:szCs w:val="24"/>
        </w:rPr>
        <w:t xml:space="preserve">ресурсного центру; для бюджету </w:t>
      </w:r>
      <w:proofErr w:type="spellStart"/>
      <w:r w:rsidRPr="00EF49BC">
        <w:rPr>
          <w:rFonts w:ascii="Times New Roman" w:eastAsia="Times New Roman" w:hAnsi="Times New Roman" w:cs="Times New Roman"/>
          <w:sz w:val="24"/>
          <w:szCs w:val="24"/>
        </w:rPr>
        <w:t>Улашанівської</w:t>
      </w:r>
      <w:proofErr w:type="spellEnd"/>
      <w:r w:rsidRPr="00EF49BC">
        <w:rPr>
          <w:rFonts w:ascii="Times New Roman" w:eastAsia="Times New Roman" w:hAnsi="Times New Roman" w:cs="Times New Roman"/>
          <w:sz w:val="24"/>
          <w:szCs w:val="24"/>
        </w:rPr>
        <w:t xml:space="preserve"> ТГ - на заробітну плату з нарахуваннями вихователям  будинку дитячої творчості та тренеру ДЮСШ. </w:t>
      </w:r>
    </w:p>
    <w:p w:rsidR="00615214" w:rsidRPr="00EF49BC" w:rsidRDefault="00615214" w:rsidP="00615214">
      <w:pPr>
        <w:spacing w:after="0"/>
        <w:jc w:val="both"/>
        <w:rPr>
          <w:rFonts w:ascii="Times New Roman" w:eastAsia="Times New Roman" w:hAnsi="Times New Roman" w:cs="Times New Roman"/>
          <w:sz w:val="24"/>
          <w:szCs w:val="24"/>
        </w:rPr>
      </w:pPr>
      <w:r w:rsidRPr="00EF49BC">
        <w:rPr>
          <w:rFonts w:ascii="Times New Roman" w:eastAsia="Times New Roman" w:hAnsi="Times New Roman" w:cs="Times New Roman"/>
          <w:sz w:val="24"/>
          <w:szCs w:val="24"/>
        </w:rPr>
        <w:t xml:space="preserve">Субвенція з місцевого бюджету державному бюджету на виконання програм соціально-економічного розвитку регіонів передано 53 000,00 грн, а саме для </w:t>
      </w:r>
      <w:proofErr w:type="spellStart"/>
      <w:r w:rsidRPr="00EF49BC">
        <w:rPr>
          <w:rFonts w:ascii="Times New Roman" w:eastAsia="Times New Roman" w:hAnsi="Times New Roman" w:cs="Times New Roman"/>
          <w:bCs/>
          <w:sz w:val="24"/>
          <w:szCs w:val="24"/>
        </w:rPr>
        <w:t>Славутського</w:t>
      </w:r>
      <w:proofErr w:type="spellEnd"/>
      <w:r w:rsidRPr="00EF49BC">
        <w:rPr>
          <w:rFonts w:ascii="Times New Roman" w:eastAsia="Times New Roman" w:hAnsi="Times New Roman" w:cs="Times New Roman"/>
          <w:bCs/>
          <w:sz w:val="24"/>
          <w:szCs w:val="24"/>
        </w:rPr>
        <w:t xml:space="preserve"> ВП ГУНП в Хмельницькій області,  на  придбання паливно-мастильних матеріалів для забезпечення діяльності поліцейських офіцерів громади на території </w:t>
      </w:r>
      <w:proofErr w:type="spellStart"/>
      <w:r w:rsidRPr="00EF49BC">
        <w:rPr>
          <w:rFonts w:ascii="Times New Roman" w:eastAsia="Times New Roman" w:hAnsi="Times New Roman" w:cs="Times New Roman"/>
          <w:bCs/>
          <w:sz w:val="24"/>
          <w:szCs w:val="24"/>
        </w:rPr>
        <w:t>Крупецької</w:t>
      </w:r>
      <w:proofErr w:type="spellEnd"/>
      <w:r w:rsidRPr="00EF49BC">
        <w:rPr>
          <w:rFonts w:ascii="Times New Roman" w:eastAsia="Times New Roman" w:hAnsi="Times New Roman" w:cs="Times New Roman"/>
          <w:bCs/>
          <w:sz w:val="24"/>
          <w:szCs w:val="24"/>
        </w:rPr>
        <w:t xml:space="preserve"> територіальної громади 38 000,00 грн., та Головного управління Державної служби України з надзвичайних ситуацій у Хмельницькій області 15 000,00 грн.</w:t>
      </w:r>
    </w:p>
    <w:p w:rsidR="00615214" w:rsidRPr="00EF49BC" w:rsidRDefault="00615214" w:rsidP="00615214">
      <w:pPr>
        <w:spacing w:after="0"/>
        <w:ind w:firstLine="567"/>
        <w:jc w:val="both"/>
        <w:rPr>
          <w:rFonts w:ascii="Times New Roman" w:eastAsia="Times New Roman" w:hAnsi="Times New Roman" w:cs="Times New Roman"/>
          <w:sz w:val="24"/>
          <w:szCs w:val="24"/>
        </w:rPr>
      </w:pPr>
      <w:r w:rsidRPr="00EF49BC">
        <w:rPr>
          <w:rFonts w:ascii="Times New Roman" w:eastAsia="Times New Roman" w:hAnsi="Times New Roman" w:cs="Times New Roman"/>
          <w:sz w:val="24"/>
          <w:szCs w:val="24"/>
        </w:rPr>
        <w:t>Видатки</w:t>
      </w:r>
      <w:r>
        <w:rPr>
          <w:rFonts w:ascii="Times New Roman" w:eastAsia="Times New Roman" w:hAnsi="Times New Roman" w:cs="Times New Roman"/>
          <w:sz w:val="24"/>
          <w:szCs w:val="24"/>
        </w:rPr>
        <w:t xml:space="preserve"> </w:t>
      </w:r>
      <w:r w:rsidRPr="00EF49BC">
        <w:rPr>
          <w:rFonts w:ascii="Times New Roman" w:eastAsia="Times New Roman" w:hAnsi="Times New Roman" w:cs="Times New Roman"/>
          <w:b/>
          <w:i/>
          <w:sz w:val="24"/>
          <w:szCs w:val="24"/>
        </w:rPr>
        <w:t>спеціального фонду</w:t>
      </w:r>
      <w:r w:rsidRPr="00EF49BC">
        <w:rPr>
          <w:rFonts w:ascii="Times New Roman" w:eastAsia="Times New Roman" w:hAnsi="Times New Roman" w:cs="Times New Roman"/>
          <w:sz w:val="24"/>
          <w:szCs w:val="24"/>
        </w:rPr>
        <w:t xml:space="preserve"> сільського бюджету </w:t>
      </w:r>
      <w:proofErr w:type="spellStart"/>
      <w:r w:rsidRPr="00EF49BC">
        <w:rPr>
          <w:rFonts w:ascii="Times New Roman" w:eastAsia="Times New Roman" w:hAnsi="Times New Roman" w:cs="Times New Roman"/>
          <w:sz w:val="24"/>
          <w:szCs w:val="24"/>
        </w:rPr>
        <w:t>Крупецької</w:t>
      </w:r>
      <w:proofErr w:type="spellEnd"/>
      <w:r w:rsidRPr="00EF49BC">
        <w:rPr>
          <w:rFonts w:ascii="Times New Roman" w:eastAsia="Times New Roman" w:hAnsi="Times New Roman" w:cs="Times New Roman"/>
          <w:sz w:val="24"/>
          <w:szCs w:val="24"/>
        </w:rPr>
        <w:t xml:space="preserve"> сільської ради протягом І півріччя поточного року становлять 2 522 964,22  гривень, що до річного плану у відсотках склало 57,45%.  За рахунок коштів спеціального фонду було придбано службовий автомобіль на суму 597 923,25 грн., </w:t>
      </w:r>
      <w:proofErr w:type="spellStart"/>
      <w:r w:rsidRPr="00EF49BC">
        <w:rPr>
          <w:rFonts w:ascii="Times New Roman" w:eastAsia="Times New Roman" w:hAnsi="Times New Roman" w:cs="Times New Roman"/>
          <w:sz w:val="24"/>
          <w:szCs w:val="24"/>
        </w:rPr>
        <w:t>мотокосу</w:t>
      </w:r>
      <w:proofErr w:type="spellEnd"/>
      <w:r w:rsidRPr="00EF49BC">
        <w:rPr>
          <w:rFonts w:ascii="Times New Roman" w:eastAsia="Times New Roman" w:hAnsi="Times New Roman" w:cs="Times New Roman"/>
          <w:sz w:val="24"/>
          <w:szCs w:val="24"/>
        </w:rPr>
        <w:t xml:space="preserve"> для закладів освіти  - 9 539,00 грн., сейф – 8690,0 грн., та рекламну вивіску (ЦНАП) – 49 683,25</w:t>
      </w:r>
      <w:r>
        <w:rPr>
          <w:rFonts w:ascii="Times New Roman" w:eastAsia="Times New Roman" w:hAnsi="Times New Roman" w:cs="Times New Roman"/>
          <w:sz w:val="24"/>
          <w:szCs w:val="24"/>
        </w:rPr>
        <w:t xml:space="preserve"> </w:t>
      </w:r>
      <w:r w:rsidRPr="00EF49BC">
        <w:rPr>
          <w:rFonts w:ascii="Times New Roman" w:eastAsia="Times New Roman" w:hAnsi="Times New Roman" w:cs="Times New Roman"/>
          <w:sz w:val="24"/>
          <w:szCs w:val="24"/>
        </w:rPr>
        <w:t>грн, інші природоохоронні заходи за рахунок цільових коштів – 58 450,0 грн.</w:t>
      </w:r>
    </w:p>
    <w:p w:rsidR="00615214" w:rsidRPr="00EF49BC" w:rsidRDefault="00615214" w:rsidP="00615214">
      <w:pPr>
        <w:spacing w:after="0"/>
        <w:ind w:firstLine="567"/>
        <w:jc w:val="both"/>
        <w:rPr>
          <w:rFonts w:ascii="Times New Roman" w:eastAsia="Times New Roman" w:hAnsi="Times New Roman" w:cs="Times New Roman"/>
          <w:b/>
          <w:sz w:val="24"/>
          <w:szCs w:val="24"/>
        </w:rPr>
      </w:pPr>
      <w:r w:rsidRPr="00EF49BC">
        <w:rPr>
          <w:rFonts w:ascii="Times New Roman" w:eastAsia="Times New Roman" w:hAnsi="Times New Roman" w:cs="Times New Roman"/>
          <w:b/>
          <w:sz w:val="24"/>
          <w:szCs w:val="24"/>
        </w:rPr>
        <w:t>Соціальний захист</w:t>
      </w:r>
    </w:p>
    <w:p w:rsidR="00615214" w:rsidRPr="00EF49BC" w:rsidRDefault="00615214" w:rsidP="00615214">
      <w:pPr>
        <w:spacing w:after="0"/>
        <w:jc w:val="both"/>
        <w:rPr>
          <w:rFonts w:ascii="Times New Roman" w:eastAsia="Times New Roman" w:hAnsi="Times New Roman" w:cs="Times New Roman"/>
          <w:sz w:val="24"/>
          <w:szCs w:val="24"/>
        </w:rPr>
      </w:pPr>
      <w:r w:rsidRPr="00EF49BC">
        <w:rPr>
          <w:rFonts w:ascii="Times New Roman" w:eastAsia="Times New Roman" w:hAnsi="Times New Roman" w:cs="Times New Roman"/>
          <w:sz w:val="24"/>
          <w:szCs w:val="24"/>
        </w:rPr>
        <w:t xml:space="preserve">На заходи у сфері соціального захисту,  надання послуг, гарантій та забезпечення (у </w:t>
      </w:r>
      <w:proofErr w:type="spellStart"/>
      <w:r w:rsidRPr="00EF49BC">
        <w:rPr>
          <w:rFonts w:ascii="Times New Roman" w:eastAsia="Times New Roman" w:hAnsi="Times New Roman" w:cs="Times New Roman"/>
          <w:sz w:val="24"/>
          <w:szCs w:val="24"/>
        </w:rPr>
        <w:t>т.ч</w:t>
      </w:r>
      <w:proofErr w:type="spellEnd"/>
      <w:r w:rsidRPr="00EF49BC">
        <w:rPr>
          <w:rFonts w:ascii="Times New Roman" w:eastAsia="Times New Roman" w:hAnsi="Times New Roman" w:cs="Times New Roman"/>
          <w:sz w:val="24"/>
          <w:szCs w:val="24"/>
        </w:rPr>
        <w:t xml:space="preserve">. заробітна плата, нарахування, предмети, матеріали та інше) профінансовано із загального фонду559 704,29 грн., що становить 46,3 % до запланованих видатків.  </w:t>
      </w:r>
    </w:p>
    <w:p w:rsidR="00615214" w:rsidRPr="00EF49BC" w:rsidRDefault="00615214" w:rsidP="00615214">
      <w:pPr>
        <w:spacing w:after="0"/>
        <w:ind w:firstLine="709"/>
        <w:jc w:val="both"/>
        <w:rPr>
          <w:rFonts w:ascii="Times New Roman" w:eastAsia="Times New Roman" w:hAnsi="Times New Roman" w:cs="Times New Roman"/>
          <w:sz w:val="24"/>
          <w:szCs w:val="24"/>
        </w:rPr>
      </w:pPr>
      <w:r w:rsidRPr="00EF49BC">
        <w:rPr>
          <w:rFonts w:ascii="Times New Roman" w:eastAsia="Times New Roman" w:hAnsi="Times New Roman" w:cs="Times New Roman"/>
          <w:sz w:val="24"/>
          <w:szCs w:val="24"/>
        </w:rPr>
        <w:t xml:space="preserve">Наразі  в </w:t>
      </w:r>
      <w:proofErr w:type="spellStart"/>
      <w:r w:rsidRPr="00EF49BC">
        <w:rPr>
          <w:rFonts w:ascii="Times New Roman" w:eastAsia="Times New Roman" w:hAnsi="Times New Roman" w:cs="Times New Roman"/>
          <w:sz w:val="24"/>
          <w:szCs w:val="24"/>
        </w:rPr>
        <w:t>Крупецькій</w:t>
      </w:r>
      <w:proofErr w:type="spellEnd"/>
      <w:r w:rsidRPr="00EF49BC">
        <w:rPr>
          <w:rFonts w:ascii="Times New Roman" w:eastAsia="Times New Roman" w:hAnsi="Times New Roman" w:cs="Times New Roman"/>
          <w:sz w:val="24"/>
          <w:szCs w:val="24"/>
        </w:rPr>
        <w:t xml:space="preserve"> сільській раді працює 7 соціальних працівників, на обслуговуванні перебуває 108 підопічних, яким надаються такі послуги:</w:t>
      </w:r>
    </w:p>
    <w:p w:rsidR="00615214" w:rsidRPr="00EF49BC" w:rsidRDefault="00615214" w:rsidP="00615214">
      <w:pPr>
        <w:pStyle w:val="af3"/>
        <w:numPr>
          <w:ilvl w:val="0"/>
          <w:numId w:val="3"/>
        </w:numPr>
        <w:spacing w:after="0"/>
        <w:jc w:val="both"/>
        <w:rPr>
          <w:rFonts w:ascii="Times New Roman" w:eastAsia="Times New Roman" w:hAnsi="Times New Roman" w:cs="Times New Roman"/>
          <w:sz w:val="24"/>
          <w:szCs w:val="24"/>
          <w:lang w:eastAsia="uk-UA"/>
        </w:rPr>
      </w:pPr>
      <w:proofErr w:type="spellStart"/>
      <w:r w:rsidRPr="00EF49BC">
        <w:rPr>
          <w:rFonts w:ascii="Times New Roman" w:eastAsia="Times New Roman" w:hAnsi="Times New Roman" w:cs="Times New Roman"/>
          <w:sz w:val="24"/>
          <w:szCs w:val="24"/>
          <w:lang w:eastAsia="uk-UA"/>
        </w:rPr>
        <w:t>Придбання</w:t>
      </w:r>
      <w:proofErr w:type="spellEnd"/>
      <w:r w:rsidRPr="00EF49BC">
        <w:rPr>
          <w:rFonts w:ascii="Times New Roman" w:eastAsia="Times New Roman" w:hAnsi="Times New Roman" w:cs="Times New Roman"/>
          <w:sz w:val="24"/>
          <w:szCs w:val="24"/>
          <w:lang w:eastAsia="uk-UA"/>
        </w:rPr>
        <w:t xml:space="preserve"> та доставка </w:t>
      </w:r>
      <w:proofErr w:type="spellStart"/>
      <w:r w:rsidRPr="00EF49BC">
        <w:rPr>
          <w:rFonts w:ascii="Times New Roman" w:eastAsia="Times New Roman" w:hAnsi="Times New Roman" w:cs="Times New Roman"/>
          <w:sz w:val="24"/>
          <w:szCs w:val="24"/>
          <w:lang w:eastAsia="uk-UA"/>
        </w:rPr>
        <w:t>медикаментів</w:t>
      </w:r>
      <w:proofErr w:type="spellEnd"/>
      <w:r w:rsidRPr="00EF49BC">
        <w:rPr>
          <w:rFonts w:ascii="Times New Roman" w:eastAsia="Times New Roman" w:hAnsi="Times New Roman" w:cs="Times New Roman"/>
          <w:sz w:val="24"/>
          <w:szCs w:val="24"/>
          <w:lang w:eastAsia="uk-UA"/>
        </w:rPr>
        <w:t xml:space="preserve">, </w:t>
      </w:r>
      <w:proofErr w:type="spellStart"/>
      <w:r w:rsidRPr="00EF49BC">
        <w:rPr>
          <w:rFonts w:ascii="Times New Roman" w:eastAsia="Times New Roman" w:hAnsi="Times New Roman" w:cs="Times New Roman"/>
          <w:sz w:val="24"/>
          <w:szCs w:val="24"/>
          <w:lang w:eastAsia="uk-UA"/>
        </w:rPr>
        <w:t>продовольчих</w:t>
      </w:r>
      <w:proofErr w:type="spellEnd"/>
      <w:r w:rsidRPr="00EF49BC">
        <w:rPr>
          <w:rFonts w:ascii="Times New Roman" w:eastAsia="Times New Roman" w:hAnsi="Times New Roman" w:cs="Times New Roman"/>
          <w:sz w:val="24"/>
          <w:szCs w:val="24"/>
          <w:lang w:eastAsia="uk-UA"/>
        </w:rPr>
        <w:t xml:space="preserve"> та </w:t>
      </w:r>
      <w:proofErr w:type="spellStart"/>
      <w:r w:rsidRPr="00EF49BC">
        <w:rPr>
          <w:rFonts w:ascii="Times New Roman" w:eastAsia="Times New Roman" w:hAnsi="Times New Roman" w:cs="Times New Roman"/>
          <w:sz w:val="24"/>
          <w:szCs w:val="24"/>
          <w:lang w:eastAsia="uk-UA"/>
        </w:rPr>
        <w:t>промислових</w:t>
      </w:r>
      <w:proofErr w:type="spellEnd"/>
      <w:r w:rsidRPr="00EF49BC">
        <w:rPr>
          <w:rFonts w:ascii="Times New Roman" w:eastAsia="Times New Roman" w:hAnsi="Times New Roman" w:cs="Times New Roman"/>
          <w:sz w:val="24"/>
          <w:szCs w:val="24"/>
          <w:lang w:eastAsia="uk-UA"/>
        </w:rPr>
        <w:t xml:space="preserve"> </w:t>
      </w:r>
      <w:proofErr w:type="spellStart"/>
      <w:r w:rsidRPr="00EF49BC">
        <w:rPr>
          <w:rFonts w:ascii="Times New Roman" w:eastAsia="Times New Roman" w:hAnsi="Times New Roman" w:cs="Times New Roman"/>
          <w:sz w:val="24"/>
          <w:szCs w:val="24"/>
          <w:lang w:eastAsia="uk-UA"/>
        </w:rPr>
        <w:t>товарі</w:t>
      </w:r>
      <w:proofErr w:type="gramStart"/>
      <w:r w:rsidRPr="00EF49BC">
        <w:rPr>
          <w:rFonts w:ascii="Times New Roman" w:eastAsia="Times New Roman" w:hAnsi="Times New Roman" w:cs="Times New Roman"/>
          <w:sz w:val="24"/>
          <w:szCs w:val="24"/>
          <w:lang w:eastAsia="uk-UA"/>
        </w:rPr>
        <w:t>в</w:t>
      </w:r>
      <w:proofErr w:type="spellEnd"/>
      <w:proofErr w:type="gramEnd"/>
      <w:r w:rsidRPr="00EF49BC">
        <w:rPr>
          <w:rFonts w:ascii="Times New Roman" w:eastAsia="Times New Roman" w:hAnsi="Times New Roman" w:cs="Times New Roman"/>
          <w:sz w:val="24"/>
          <w:szCs w:val="24"/>
          <w:lang w:eastAsia="uk-UA"/>
        </w:rPr>
        <w:t>;</w:t>
      </w:r>
    </w:p>
    <w:p w:rsidR="00615214" w:rsidRPr="00EF49BC" w:rsidRDefault="00615214" w:rsidP="00615214">
      <w:pPr>
        <w:pStyle w:val="af3"/>
        <w:numPr>
          <w:ilvl w:val="0"/>
          <w:numId w:val="3"/>
        </w:numPr>
        <w:spacing w:after="0"/>
        <w:jc w:val="both"/>
        <w:rPr>
          <w:rFonts w:ascii="Times New Roman" w:eastAsia="Times New Roman" w:hAnsi="Times New Roman" w:cs="Times New Roman"/>
          <w:sz w:val="24"/>
          <w:szCs w:val="24"/>
          <w:lang w:eastAsia="uk-UA"/>
        </w:rPr>
      </w:pPr>
      <w:proofErr w:type="spellStart"/>
      <w:r w:rsidRPr="00EF49BC">
        <w:rPr>
          <w:rFonts w:ascii="Times New Roman" w:eastAsia="Times New Roman" w:hAnsi="Times New Roman" w:cs="Times New Roman"/>
          <w:sz w:val="24"/>
          <w:szCs w:val="24"/>
          <w:lang w:eastAsia="uk-UA"/>
        </w:rPr>
        <w:t>Допомога</w:t>
      </w:r>
      <w:proofErr w:type="spellEnd"/>
      <w:r w:rsidRPr="00EF49BC">
        <w:rPr>
          <w:rFonts w:ascii="Times New Roman" w:eastAsia="Times New Roman" w:hAnsi="Times New Roman" w:cs="Times New Roman"/>
          <w:sz w:val="24"/>
          <w:szCs w:val="24"/>
          <w:lang w:eastAsia="uk-UA"/>
        </w:rPr>
        <w:t xml:space="preserve"> у </w:t>
      </w:r>
      <w:proofErr w:type="spellStart"/>
      <w:r w:rsidRPr="00EF49BC">
        <w:rPr>
          <w:rFonts w:ascii="Times New Roman" w:eastAsia="Times New Roman" w:hAnsi="Times New Roman" w:cs="Times New Roman"/>
          <w:sz w:val="24"/>
          <w:szCs w:val="24"/>
          <w:lang w:eastAsia="uk-UA"/>
        </w:rPr>
        <w:t>дотриманні</w:t>
      </w:r>
      <w:proofErr w:type="spellEnd"/>
      <w:r w:rsidRPr="00EF49BC">
        <w:rPr>
          <w:rFonts w:ascii="Times New Roman" w:eastAsia="Times New Roman" w:hAnsi="Times New Roman" w:cs="Times New Roman"/>
          <w:sz w:val="24"/>
          <w:szCs w:val="24"/>
          <w:lang w:eastAsia="uk-UA"/>
        </w:rPr>
        <w:t xml:space="preserve"> </w:t>
      </w:r>
      <w:proofErr w:type="spellStart"/>
      <w:r w:rsidRPr="00EF49BC">
        <w:rPr>
          <w:rFonts w:ascii="Times New Roman" w:eastAsia="Times New Roman" w:hAnsi="Times New Roman" w:cs="Times New Roman"/>
          <w:sz w:val="24"/>
          <w:szCs w:val="24"/>
          <w:lang w:eastAsia="uk-UA"/>
        </w:rPr>
        <w:t>особистої</w:t>
      </w:r>
      <w:proofErr w:type="spellEnd"/>
      <w:r w:rsidRPr="00EF49BC">
        <w:rPr>
          <w:rFonts w:ascii="Times New Roman" w:eastAsia="Times New Roman" w:hAnsi="Times New Roman" w:cs="Times New Roman"/>
          <w:sz w:val="24"/>
          <w:szCs w:val="24"/>
          <w:lang w:eastAsia="uk-UA"/>
        </w:rPr>
        <w:t xml:space="preserve"> </w:t>
      </w:r>
      <w:proofErr w:type="spellStart"/>
      <w:r w:rsidRPr="00EF49BC">
        <w:rPr>
          <w:rFonts w:ascii="Times New Roman" w:eastAsia="Times New Roman" w:hAnsi="Times New Roman" w:cs="Times New Roman"/>
          <w:sz w:val="24"/>
          <w:szCs w:val="24"/>
          <w:lang w:eastAsia="uk-UA"/>
        </w:rPr>
        <w:t>гі</w:t>
      </w:r>
      <w:proofErr w:type="gramStart"/>
      <w:r w:rsidRPr="00EF49BC">
        <w:rPr>
          <w:rFonts w:ascii="Times New Roman" w:eastAsia="Times New Roman" w:hAnsi="Times New Roman" w:cs="Times New Roman"/>
          <w:sz w:val="24"/>
          <w:szCs w:val="24"/>
          <w:lang w:eastAsia="uk-UA"/>
        </w:rPr>
        <w:t>г</w:t>
      </w:r>
      <w:proofErr w:type="gramEnd"/>
      <w:r w:rsidRPr="00EF49BC">
        <w:rPr>
          <w:rFonts w:ascii="Times New Roman" w:eastAsia="Times New Roman" w:hAnsi="Times New Roman" w:cs="Times New Roman"/>
          <w:sz w:val="24"/>
          <w:szCs w:val="24"/>
          <w:lang w:eastAsia="uk-UA"/>
        </w:rPr>
        <w:t>ієни</w:t>
      </w:r>
      <w:proofErr w:type="spellEnd"/>
      <w:r w:rsidRPr="00EF49BC">
        <w:rPr>
          <w:rFonts w:ascii="Times New Roman" w:eastAsia="Times New Roman" w:hAnsi="Times New Roman" w:cs="Times New Roman"/>
          <w:sz w:val="24"/>
          <w:szCs w:val="24"/>
          <w:lang w:eastAsia="uk-UA"/>
        </w:rPr>
        <w:t>;</w:t>
      </w:r>
    </w:p>
    <w:p w:rsidR="00615214" w:rsidRPr="00EF49BC" w:rsidRDefault="00615214" w:rsidP="00615214">
      <w:pPr>
        <w:pStyle w:val="af3"/>
        <w:numPr>
          <w:ilvl w:val="0"/>
          <w:numId w:val="3"/>
        </w:numPr>
        <w:spacing w:after="0"/>
        <w:jc w:val="both"/>
        <w:rPr>
          <w:rFonts w:ascii="Times New Roman" w:eastAsia="Times New Roman" w:hAnsi="Times New Roman" w:cs="Times New Roman"/>
          <w:sz w:val="24"/>
          <w:szCs w:val="24"/>
          <w:lang w:eastAsia="uk-UA"/>
        </w:rPr>
      </w:pPr>
      <w:proofErr w:type="spellStart"/>
      <w:r w:rsidRPr="00EF49BC">
        <w:rPr>
          <w:rFonts w:ascii="Times New Roman" w:eastAsia="Times New Roman" w:hAnsi="Times New Roman" w:cs="Times New Roman"/>
          <w:sz w:val="24"/>
          <w:szCs w:val="24"/>
          <w:lang w:eastAsia="uk-UA"/>
        </w:rPr>
        <w:t>Допомога</w:t>
      </w:r>
      <w:proofErr w:type="spellEnd"/>
      <w:r w:rsidRPr="00EF49BC">
        <w:rPr>
          <w:rFonts w:ascii="Times New Roman" w:eastAsia="Times New Roman" w:hAnsi="Times New Roman" w:cs="Times New Roman"/>
          <w:sz w:val="24"/>
          <w:szCs w:val="24"/>
          <w:lang w:eastAsia="uk-UA"/>
        </w:rPr>
        <w:t xml:space="preserve"> в </w:t>
      </w:r>
      <w:proofErr w:type="spellStart"/>
      <w:r w:rsidRPr="00EF49BC">
        <w:rPr>
          <w:rFonts w:ascii="Times New Roman" w:eastAsia="Times New Roman" w:hAnsi="Times New Roman" w:cs="Times New Roman"/>
          <w:sz w:val="24"/>
          <w:szCs w:val="24"/>
          <w:lang w:eastAsia="uk-UA"/>
        </w:rPr>
        <w:t>обробітку</w:t>
      </w:r>
      <w:proofErr w:type="spellEnd"/>
      <w:r w:rsidRPr="00EF49BC">
        <w:rPr>
          <w:rFonts w:ascii="Times New Roman" w:eastAsia="Times New Roman" w:hAnsi="Times New Roman" w:cs="Times New Roman"/>
          <w:sz w:val="24"/>
          <w:szCs w:val="24"/>
          <w:lang w:eastAsia="uk-UA"/>
        </w:rPr>
        <w:t xml:space="preserve"> </w:t>
      </w:r>
      <w:proofErr w:type="spellStart"/>
      <w:r w:rsidRPr="00EF49BC">
        <w:rPr>
          <w:rFonts w:ascii="Times New Roman" w:eastAsia="Times New Roman" w:hAnsi="Times New Roman" w:cs="Times New Roman"/>
          <w:sz w:val="24"/>
          <w:szCs w:val="24"/>
          <w:lang w:eastAsia="uk-UA"/>
        </w:rPr>
        <w:t>присадибних</w:t>
      </w:r>
      <w:proofErr w:type="spellEnd"/>
      <w:r w:rsidRPr="00EF49BC">
        <w:rPr>
          <w:rFonts w:ascii="Times New Roman" w:eastAsia="Times New Roman" w:hAnsi="Times New Roman" w:cs="Times New Roman"/>
          <w:sz w:val="24"/>
          <w:szCs w:val="24"/>
          <w:lang w:eastAsia="uk-UA"/>
        </w:rPr>
        <w:t xml:space="preserve"> </w:t>
      </w:r>
      <w:proofErr w:type="spellStart"/>
      <w:r w:rsidRPr="00EF49BC">
        <w:rPr>
          <w:rFonts w:ascii="Times New Roman" w:eastAsia="Times New Roman" w:hAnsi="Times New Roman" w:cs="Times New Roman"/>
          <w:sz w:val="24"/>
          <w:szCs w:val="24"/>
          <w:lang w:eastAsia="uk-UA"/>
        </w:rPr>
        <w:t>ділянок</w:t>
      </w:r>
      <w:proofErr w:type="spellEnd"/>
      <w:r w:rsidRPr="00EF49BC">
        <w:rPr>
          <w:rFonts w:ascii="Times New Roman" w:eastAsia="Times New Roman" w:hAnsi="Times New Roman" w:cs="Times New Roman"/>
          <w:sz w:val="24"/>
          <w:szCs w:val="24"/>
          <w:lang w:eastAsia="uk-UA"/>
        </w:rPr>
        <w:t>;</w:t>
      </w:r>
    </w:p>
    <w:p w:rsidR="00615214" w:rsidRPr="00EF49BC" w:rsidRDefault="00615214" w:rsidP="00615214">
      <w:pPr>
        <w:pStyle w:val="af3"/>
        <w:numPr>
          <w:ilvl w:val="0"/>
          <w:numId w:val="3"/>
        </w:numPr>
        <w:spacing w:after="0"/>
        <w:jc w:val="both"/>
        <w:rPr>
          <w:rFonts w:ascii="Times New Roman" w:eastAsia="Times New Roman" w:hAnsi="Times New Roman" w:cs="Times New Roman"/>
          <w:sz w:val="24"/>
          <w:szCs w:val="24"/>
          <w:lang w:eastAsia="uk-UA"/>
        </w:rPr>
      </w:pPr>
      <w:proofErr w:type="spellStart"/>
      <w:r w:rsidRPr="00EF49BC">
        <w:rPr>
          <w:rFonts w:ascii="Times New Roman" w:eastAsia="Times New Roman" w:hAnsi="Times New Roman" w:cs="Times New Roman"/>
          <w:sz w:val="24"/>
          <w:szCs w:val="24"/>
          <w:lang w:eastAsia="uk-UA"/>
        </w:rPr>
        <w:t>Організація</w:t>
      </w:r>
      <w:proofErr w:type="spellEnd"/>
      <w:r w:rsidRPr="00EF49BC">
        <w:rPr>
          <w:rFonts w:ascii="Times New Roman" w:eastAsia="Times New Roman" w:hAnsi="Times New Roman" w:cs="Times New Roman"/>
          <w:sz w:val="24"/>
          <w:szCs w:val="24"/>
          <w:lang w:eastAsia="uk-UA"/>
        </w:rPr>
        <w:t xml:space="preserve"> заготовок </w:t>
      </w:r>
      <w:proofErr w:type="spellStart"/>
      <w:r w:rsidRPr="00EF49BC">
        <w:rPr>
          <w:rFonts w:ascii="Times New Roman" w:eastAsia="Times New Roman" w:hAnsi="Times New Roman" w:cs="Times New Roman"/>
          <w:sz w:val="24"/>
          <w:szCs w:val="24"/>
          <w:lang w:eastAsia="uk-UA"/>
        </w:rPr>
        <w:t>продуктів</w:t>
      </w:r>
      <w:proofErr w:type="spellEnd"/>
      <w:r w:rsidRPr="00EF49BC">
        <w:rPr>
          <w:rFonts w:ascii="Times New Roman" w:eastAsia="Times New Roman" w:hAnsi="Times New Roman" w:cs="Times New Roman"/>
          <w:sz w:val="24"/>
          <w:szCs w:val="24"/>
          <w:lang w:eastAsia="uk-UA"/>
        </w:rPr>
        <w:t xml:space="preserve"> </w:t>
      </w:r>
      <w:proofErr w:type="spellStart"/>
      <w:r w:rsidRPr="00EF49BC">
        <w:rPr>
          <w:rFonts w:ascii="Times New Roman" w:eastAsia="Times New Roman" w:hAnsi="Times New Roman" w:cs="Times New Roman"/>
          <w:sz w:val="24"/>
          <w:szCs w:val="24"/>
          <w:lang w:eastAsia="uk-UA"/>
        </w:rPr>
        <w:t>харчування</w:t>
      </w:r>
      <w:proofErr w:type="spellEnd"/>
      <w:r w:rsidRPr="00EF49BC">
        <w:rPr>
          <w:rFonts w:ascii="Times New Roman" w:eastAsia="Times New Roman" w:hAnsi="Times New Roman" w:cs="Times New Roman"/>
          <w:sz w:val="24"/>
          <w:szCs w:val="24"/>
          <w:lang w:eastAsia="uk-UA"/>
        </w:rPr>
        <w:t xml:space="preserve"> </w:t>
      </w:r>
      <w:proofErr w:type="gramStart"/>
      <w:r w:rsidRPr="00EF49BC">
        <w:rPr>
          <w:rFonts w:ascii="Times New Roman" w:eastAsia="Times New Roman" w:hAnsi="Times New Roman" w:cs="Times New Roman"/>
          <w:sz w:val="24"/>
          <w:szCs w:val="24"/>
          <w:lang w:eastAsia="uk-UA"/>
        </w:rPr>
        <w:t>на</w:t>
      </w:r>
      <w:proofErr w:type="gramEnd"/>
      <w:r w:rsidRPr="00EF49BC">
        <w:rPr>
          <w:rFonts w:ascii="Times New Roman" w:eastAsia="Times New Roman" w:hAnsi="Times New Roman" w:cs="Times New Roman"/>
          <w:sz w:val="24"/>
          <w:szCs w:val="24"/>
          <w:lang w:eastAsia="uk-UA"/>
        </w:rPr>
        <w:t xml:space="preserve"> зимовий </w:t>
      </w:r>
      <w:proofErr w:type="spellStart"/>
      <w:r w:rsidRPr="00EF49BC">
        <w:rPr>
          <w:rFonts w:ascii="Times New Roman" w:eastAsia="Times New Roman" w:hAnsi="Times New Roman" w:cs="Times New Roman"/>
          <w:sz w:val="24"/>
          <w:szCs w:val="24"/>
          <w:lang w:eastAsia="uk-UA"/>
        </w:rPr>
        <w:t>період</w:t>
      </w:r>
      <w:proofErr w:type="spellEnd"/>
      <w:r w:rsidRPr="00EF49BC">
        <w:rPr>
          <w:rFonts w:ascii="Times New Roman" w:eastAsia="Times New Roman" w:hAnsi="Times New Roman" w:cs="Times New Roman"/>
          <w:sz w:val="24"/>
          <w:szCs w:val="24"/>
          <w:lang w:eastAsia="uk-UA"/>
        </w:rPr>
        <w:t>;</w:t>
      </w:r>
    </w:p>
    <w:p w:rsidR="00615214" w:rsidRPr="00EF49BC" w:rsidRDefault="00615214" w:rsidP="00615214">
      <w:pPr>
        <w:pStyle w:val="af3"/>
        <w:numPr>
          <w:ilvl w:val="0"/>
          <w:numId w:val="3"/>
        </w:numPr>
        <w:spacing w:after="0"/>
        <w:jc w:val="both"/>
        <w:rPr>
          <w:rFonts w:ascii="Times New Roman" w:eastAsia="Times New Roman" w:hAnsi="Times New Roman" w:cs="Times New Roman"/>
          <w:sz w:val="24"/>
          <w:szCs w:val="24"/>
          <w:lang w:eastAsia="uk-UA"/>
        </w:rPr>
      </w:pPr>
      <w:proofErr w:type="spellStart"/>
      <w:r w:rsidRPr="00EF49BC">
        <w:rPr>
          <w:rFonts w:ascii="Times New Roman" w:eastAsia="Times New Roman" w:hAnsi="Times New Roman" w:cs="Times New Roman"/>
          <w:sz w:val="24"/>
          <w:szCs w:val="24"/>
          <w:lang w:eastAsia="uk-UA"/>
        </w:rPr>
        <w:t>Організація</w:t>
      </w:r>
      <w:proofErr w:type="spellEnd"/>
      <w:r w:rsidRPr="00EF49BC">
        <w:rPr>
          <w:rFonts w:ascii="Times New Roman" w:eastAsia="Times New Roman" w:hAnsi="Times New Roman" w:cs="Times New Roman"/>
          <w:sz w:val="24"/>
          <w:szCs w:val="24"/>
          <w:lang w:eastAsia="uk-UA"/>
        </w:rPr>
        <w:t xml:space="preserve"> </w:t>
      </w:r>
      <w:proofErr w:type="spellStart"/>
      <w:r w:rsidRPr="00EF49BC">
        <w:rPr>
          <w:rFonts w:ascii="Times New Roman" w:eastAsia="Times New Roman" w:hAnsi="Times New Roman" w:cs="Times New Roman"/>
          <w:sz w:val="24"/>
          <w:szCs w:val="24"/>
          <w:lang w:eastAsia="uk-UA"/>
        </w:rPr>
        <w:t>забезпечення</w:t>
      </w:r>
      <w:proofErr w:type="spellEnd"/>
      <w:r w:rsidRPr="00EF49BC">
        <w:rPr>
          <w:rFonts w:ascii="Times New Roman" w:eastAsia="Times New Roman" w:hAnsi="Times New Roman" w:cs="Times New Roman"/>
          <w:sz w:val="24"/>
          <w:szCs w:val="24"/>
          <w:lang w:eastAsia="uk-UA"/>
        </w:rPr>
        <w:t xml:space="preserve"> </w:t>
      </w:r>
      <w:proofErr w:type="spellStart"/>
      <w:r w:rsidRPr="00EF49BC">
        <w:rPr>
          <w:rFonts w:ascii="Times New Roman" w:eastAsia="Times New Roman" w:hAnsi="Times New Roman" w:cs="Times New Roman"/>
          <w:sz w:val="24"/>
          <w:szCs w:val="24"/>
          <w:lang w:eastAsia="uk-UA"/>
        </w:rPr>
        <w:t>паливом</w:t>
      </w:r>
      <w:proofErr w:type="spellEnd"/>
      <w:r w:rsidRPr="00EF49BC">
        <w:rPr>
          <w:rFonts w:ascii="Times New Roman" w:eastAsia="Times New Roman" w:hAnsi="Times New Roman" w:cs="Times New Roman"/>
          <w:sz w:val="24"/>
          <w:szCs w:val="24"/>
          <w:lang w:eastAsia="uk-UA"/>
        </w:rPr>
        <w:t xml:space="preserve">, ремонту </w:t>
      </w:r>
      <w:proofErr w:type="spellStart"/>
      <w:r w:rsidRPr="00EF49BC">
        <w:rPr>
          <w:rFonts w:ascii="Times New Roman" w:eastAsia="Times New Roman" w:hAnsi="Times New Roman" w:cs="Times New Roman"/>
          <w:sz w:val="24"/>
          <w:szCs w:val="24"/>
          <w:lang w:eastAsia="uk-UA"/>
        </w:rPr>
        <w:t>житла</w:t>
      </w:r>
      <w:proofErr w:type="spellEnd"/>
      <w:r w:rsidRPr="00EF49BC">
        <w:rPr>
          <w:rFonts w:ascii="Times New Roman" w:eastAsia="Times New Roman" w:hAnsi="Times New Roman" w:cs="Times New Roman"/>
          <w:sz w:val="24"/>
          <w:szCs w:val="24"/>
          <w:lang w:eastAsia="uk-UA"/>
        </w:rPr>
        <w:t>;</w:t>
      </w:r>
    </w:p>
    <w:p w:rsidR="00615214" w:rsidRPr="00EF49BC" w:rsidRDefault="00615214" w:rsidP="00615214">
      <w:pPr>
        <w:pStyle w:val="af3"/>
        <w:numPr>
          <w:ilvl w:val="0"/>
          <w:numId w:val="3"/>
        </w:numPr>
        <w:spacing w:after="0"/>
        <w:jc w:val="both"/>
        <w:rPr>
          <w:rFonts w:ascii="Times New Roman" w:eastAsia="Times New Roman" w:hAnsi="Times New Roman" w:cs="Times New Roman"/>
          <w:sz w:val="24"/>
          <w:szCs w:val="24"/>
          <w:lang w:eastAsia="uk-UA"/>
        </w:rPr>
      </w:pPr>
      <w:proofErr w:type="spellStart"/>
      <w:r w:rsidRPr="00EF49BC">
        <w:rPr>
          <w:rFonts w:ascii="Times New Roman" w:eastAsia="Times New Roman" w:hAnsi="Times New Roman" w:cs="Times New Roman"/>
          <w:sz w:val="24"/>
          <w:szCs w:val="24"/>
          <w:lang w:eastAsia="uk-UA"/>
        </w:rPr>
        <w:t>Вирішення</w:t>
      </w:r>
      <w:proofErr w:type="spellEnd"/>
      <w:r w:rsidRPr="00EF49BC">
        <w:rPr>
          <w:rFonts w:ascii="Times New Roman" w:eastAsia="Times New Roman" w:hAnsi="Times New Roman" w:cs="Times New Roman"/>
          <w:sz w:val="24"/>
          <w:szCs w:val="24"/>
          <w:lang w:eastAsia="uk-UA"/>
        </w:rPr>
        <w:t xml:space="preserve"> за </w:t>
      </w:r>
      <w:proofErr w:type="spellStart"/>
      <w:r w:rsidRPr="00EF49BC">
        <w:rPr>
          <w:rFonts w:ascii="Times New Roman" w:eastAsia="Times New Roman" w:hAnsi="Times New Roman" w:cs="Times New Roman"/>
          <w:sz w:val="24"/>
          <w:szCs w:val="24"/>
          <w:lang w:eastAsia="uk-UA"/>
        </w:rPr>
        <w:t>дорученням</w:t>
      </w:r>
      <w:proofErr w:type="spellEnd"/>
      <w:r w:rsidRPr="00EF49BC">
        <w:rPr>
          <w:rFonts w:ascii="Times New Roman" w:eastAsia="Times New Roman" w:hAnsi="Times New Roman" w:cs="Times New Roman"/>
          <w:sz w:val="24"/>
          <w:szCs w:val="24"/>
          <w:lang w:eastAsia="uk-UA"/>
        </w:rPr>
        <w:t xml:space="preserve"> </w:t>
      </w:r>
      <w:proofErr w:type="spellStart"/>
      <w:r w:rsidRPr="00EF49BC">
        <w:rPr>
          <w:rFonts w:ascii="Times New Roman" w:eastAsia="Times New Roman" w:hAnsi="Times New Roman" w:cs="Times New Roman"/>
          <w:sz w:val="24"/>
          <w:szCs w:val="24"/>
          <w:lang w:eastAsia="uk-UA"/>
        </w:rPr>
        <w:t>обслуговуваних</w:t>
      </w:r>
      <w:proofErr w:type="spellEnd"/>
      <w:r w:rsidRPr="00EF49BC">
        <w:rPr>
          <w:rFonts w:ascii="Times New Roman" w:eastAsia="Times New Roman" w:hAnsi="Times New Roman" w:cs="Times New Roman"/>
          <w:sz w:val="24"/>
          <w:szCs w:val="24"/>
          <w:lang w:eastAsia="uk-UA"/>
        </w:rPr>
        <w:t xml:space="preserve"> </w:t>
      </w:r>
      <w:proofErr w:type="spellStart"/>
      <w:r w:rsidRPr="00EF49BC">
        <w:rPr>
          <w:rFonts w:ascii="Times New Roman" w:eastAsia="Times New Roman" w:hAnsi="Times New Roman" w:cs="Times New Roman"/>
          <w:sz w:val="24"/>
          <w:szCs w:val="24"/>
          <w:lang w:eastAsia="uk-UA"/>
        </w:rPr>
        <w:t>громадян</w:t>
      </w:r>
      <w:proofErr w:type="spellEnd"/>
      <w:r w:rsidRPr="00EF49BC">
        <w:rPr>
          <w:rFonts w:ascii="Times New Roman" w:eastAsia="Times New Roman" w:hAnsi="Times New Roman" w:cs="Times New Roman"/>
          <w:sz w:val="24"/>
          <w:szCs w:val="24"/>
          <w:lang w:eastAsia="uk-UA"/>
        </w:rPr>
        <w:t xml:space="preserve"> </w:t>
      </w:r>
      <w:proofErr w:type="spellStart"/>
      <w:r w:rsidRPr="00EF49BC">
        <w:rPr>
          <w:rFonts w:ascii="Times New Roman" w:eastAsia="Times New Roman" w:hAnsi="Times New Roman" w:cs="Times New Roman"/>
          <w:sz w:val="24"/>
          <w:szCs w:val="24"/>
          <w:lang w:eastAsia="uk-UA"/>
        </w:rPr>
        <w:t>питань</w:t>
      </w:r>
      <w:proofErr w:type="spellEnd"/>
      <w:r w:rsidRPr="00EF49BC">
        <w:rPr>
          <w:rFonts w:ascii="Times New Roman" w:eastAsia="Times New Roman" w:hAnsi="Times New Roman" w:cs="Times New Roman"/>
          <w:sz w:val="24"/>
          <w:szCs w:val="24"/>
          <w:lang w:eastAsia="uk-UA"/>
        </w:rPr>
        <w:t xml:space="preserve"> у </w:t>
      </w:r>
      <w:proofErr w:type="spellStart"/>
      <w:r w:rsidRPr="00EF49BC">
        <w:rPr>
          <w:rFonts w:ascii="Times New Roman" w:eastAsia="Times New Roman" w:hAnsi="Times New Roman" w:cs="Times New Roman"/>
          <w:sz w:val="24"/>
          <w:szCs w:val="24"/>
          <w:lang w:eastAsia="uk-UA"/>
        </w:rPr>
        <w:t>державних</w:t>
      </w:r>
      <w:proofErr w:type="spellEnd"/>
      <w:r w:rsidRPr="00EF49BC">
        <w:rPr>
          <w:rFonts w:ascii="Times New Roman" w:eastAsia="Times New Roman" w:hAnsi="Times New Roman" w:cs="Times New Roman"/>
          <w:sz w:val="24"/>
          <w:szCs w:val="24"/>
          <w:lang w:eastAsia="uk-UA"/>
        </w:rPr>
        <w:t xml:space="preserve"> та </w:t>
      </w:r>
      <w:proofErr w:type="spellStart"/>
      <w:r w:rsidRPr="00EF49BC">
        <w:rPr>
          <w:rFonts w:ascii="Times New Roman" w:eastAsia="Times New Roman" w:hAnsi="Times New Roman" w:cs="Times New Roman"/>
          <w:sz w:val="24"/>
          <w:szCs w:val="24"/>
          <w:lang w:eastAsia="uk-UA"/>
        </w:rPr>
        <w:t>інших</w:t>
      </w:r>
      <w:proofErr w:type="spellEnd"/>
      <w:r w:rsidRPr="00EF49BC">
        <w:rPr>
          <w:rFonts w:ascii="Times New Roman" w:eastAsia="Times New Roman" w:hAnsi="Times New Roman" w:cs="Times New Roman"/>
          <w:sz w:val="24"/>
          <w:szCs w:val="24"/>
          <w:lang w:eastAsia="uk-UA"/>
        </w:rPr>
        <w:t xml:space="preserve"> </w:t>
      </w:r>
      <w:proofErr w:type="spellStart"/>
      <w:proofErr w:type="gramStart"/>
      <w:r w:rsidRPr="00EF49BC">
        <w:rPr>
          <w:rFonts w:ascii="Times New Roman" w:eastAsia="Times New Roman" w:hAnsi="Times New Roman" w:cs="Times New Roman"/>
          <w:sz w:val="24"/>
          <w:szCs w:val="24"/>
          <w:lang w:eastAsia="uk-UA"/>
        </w:rPr>
        <w:t>п</w:t>
      </w:r>
      <w:proofErr w:type="gramEnd"/>
      <w:r w:rsidRPr="00EF49BC">
        <w:rPr>
          <w:rFonts w:ascii="Times New Roman" w:eastAsia="Times New Roman" w:hAnsi="Times New Roman" w:cs="Times New Roman"/>
          <w:sz w:val="24"/>
          <w:szCs w:val="24"/>
          <w:lang w:eastAsia="uk-UA"/>
        </w:rPr>
        <w:t>ідприємствах</w:t>
      </w:r>
      <w:proofErr w:type="spellEnd"/>
      <w:r w:rsidRPr="00EF49BC">
        <w:rPr>
          <w:rFonts w:ascii="Times New Roman" w:eastAsia="Times New Roman" w:hAnsi="Times New Roman" w:cs="Times New Roman"/>
          <w:sz w:val="24"/>
          <w:szCs w:val="24"/>
          <w:lang w:eastAsia="uk-UA"/>
        </w:rPr>
        <w:t>;</w:t>
      </w:r>
    </w:p>
    <w:p w:rsidR="00615214" w:rsidRPr="00EF49BC" w:rsidRDefault="00615214" w:rsidP="00615214">
      <w:pPr>
        <w:pStyle w:val="af3"/>
        <w:numPr>
          <w:ilvl w:val="0"/>
          <w:numId w:val="3"/>
        </w:numPr>
        <w:spacing w:after="0"/>
        <w:jc w:val="both"/>
        <w:rPr>
          <w:rFonts w:ascii="Times New Roman" w:eastAsia="Times New Roman" w:hAnsi="Times New Roman" w:cs="Times New Roman"/>
          <w:sz w:val="24"/>
          <w:szCs w:val="24"/>
          <w:lang w:eastAsia="uk-UA"/>
        </w:rPr>
      </w:pPr>
      <w:proofErr w:type="spellStart"/>
      <w:r w:rsidRPr="00EF49BC">
        <w:rPr>
          <w:rFonts w:ascii="Times New Roman" w:eastAsia="Times New Roman" w:hAnsi="Times New Roman" w:cs="Times New Roman"/>
          <w:sz w:val="24"/>
          <w:szCs w:val="24"/>
          <w:lang w:eastAsia="uk-UA"/>
        </w:rPr>
        <w:lastRenderedPageBreak/>
        <w:t>Виклик</w:t>
      </w:r>
      <w:proofErr w:type="spellEnd"/>
      <w:r w:rsidRPr="00EF49BC">
        <w:rPr>
          <w:rFonts w:ascii="Times New Roman" w:eastAsia="Times New Roman" w:hAnsi="Times New Roman" w:cs="Times New Roman"/>
          <w:sz w:val="24"/>
          <w:szCs w:val="24"/>
          <w:lang w:eastAsia="uk-UA"/>
        </w:rPr>
        <w:t xml:space="preserve"> </w:t>
      </w:r>
      <w:proofErr w:type="spellStart"/>
      <w:r w:rsidRPr="00EF49BC">
        <w:rPr>
          <w:rFonts w:ascii="Times New Roman" w:eastAsia="Times New Roman" w:hAnsi="Times New Roman" w:cs="Times New Roman"/>
          <w:sz w:val="24"/>
          <w:szCs w:val="24"/>
          <w:lang w:eastAsia="uk-UA"/>
        </w:rPr>
        <w:t>лікаря</w:t>
      </w:r>
      <w:proofErr w:type="spellEnd"/>
      <w:r w:rsidRPr="00EF49BC">
        <w:rPr>
          <w:rFonts w:ascii="Times New Roman" w:eastAsia="Times New Roman" w:hAnsi="Times New Roman" w:cs="Times New Roman"/>
          <w:sz w:val="24"/>
          <w:szCs w:val="24"/>
          <w:lang w:eastAsia="uk-UA"/>
        </w:rPr>
        <w:t xml:space="preserve">, </w:t>
      </w:r>
      <w:proofErr w:type="spellStart"/>
      <w:r w:rsidRPr="00EF49BC">
        <w:rPr>
          <w:rFonts w:ascii="Times New Roman" w:eastAsia="Times New Roman" w:hAnsi="Times New Roman" w:cs="Times New Roman"/>
          <w:sz w:val="24"/>
          <w:szCs w:val="24"/>
          <w:lang w:eastAsia="uk-UA"/>
        </w:rPr>
        <w:t>організація</w:t>
      </w:r>
      <w:proofErr w:type="spellEnd"/>
      <w:r w:rsidRPr="00EF49BC">
        <w:rPr>
          <w:rFonts w:ascii="Times New Roman" w:eastAsia="Times New Roman" w:hAnsi="Times New Roman" w:cs="Times New Roman"/>
          <w:sz w:val="24"/>
          <w:szCs w:val="24"/>
          <w:lang w:eastAsia="uk-UA"/>
        </w:rPr>
        <w:t xml:space="preserve"> </w:t>
      </w:r>
      <w:proofErr w:type="spellStart"/>
      <w:r w:rsidRPr="00EF49BC">
        <w:rPr>
          <w:rFonts w:ascii="Times New Roman" w:eastAsia="Times New Roman" w:hAnsi="Times New Roman" w:cs="Times New Roman"/>
          <w:sz w:val="24"/>
          <w:szCs w:val="24"/>
          <w:lang w:eastAsia="uk-UA"/>
        </w:rPr>
        <w:t>консультування</w:t>
      </w:r>
      <w:proofErr w:type="spellEnd"/>
      <w:r w:rsidRPr="00EF49BC">
        <w:rPr>
          <w:rFonts w:ascii="Times New Roman" w:eastAsia="Times New Roman" w:hAnsi="Times New Roman" w:cs="Times New Roman"/>
          <w:sz w:val="24"/>
          <w:szCs w:val="24"/>
          <w:lang w:eastAsia="uk-UA"/>
        </w:rPr>
        <w:t xml:space="preserve"> </w:t>
      </w:r>
      <w:proofErr w:type="spellStart"/>
      <w:r w:rsidRPr="00EF49BC">
        <w:rPr>
          <w:rFonts w:ascii="Times New Roman" w:eastAsia="Times New Roman" w:hAnsi="Times New Roman" w:cs="Times New Roman"/>
          <w:sz w:val="24"/>
          <w:szCs w:val="24"/>
          <w:lang w:eastAsia="uk-UA"/>
        </w:rPr>
        <w:t>громадян</w:t>
      </w:r>
      <w:proofErr w:type="spellEnd"/>
      <w:r w:rsidRPr="00EF49BC">
        <w:rPr>
          <w:rFonts w:ascii="Times New Roman" w:eastAsia="Times New Roman" w:hAnsi="Times New Roman" w:cs="Times New Roman"/>
          <w:sz w:val="24"/>
          <w:szCs w:val="24"/>
          <w:lang w:eastAsia="uk-UA"/>
        </w:rPr>
        <w:t xml:space="preserve"> </w:t>
      </w:r>
      <w:proofErr w:type="spellStart"/>
      <w:r w:rsidRPr="00EF49BC">
        <w:rPr>
          <w:rFonts w:ascii="Times New Roman" w:eastAsia="Times New Roman" w:hAnsi="Times New Roman" w:cs="Times New Roman"/>
          <w:sz w:val="24"/>
          <w:szCs w:val="24"/>
          <w:lang w:eastAsia="uk-UA"/>
        </w:rPr>
        <w:t>медичними</w:t>
      </w:r>
      <w:proofErr w:type="spellEnd"/>
      <w:r w:rsidRPr="00EF49BC">
        <w:rPr>
          <w:rFonts w:ascii="Times New Roman" w:eastAsia="Times New Roman" w:hAnsi="Times New Roman" w:cs="Times New Roman"/>
          <w:sz w:val="24"/>
          <w:szCs w:val="24"/>
          <w:lang w:eastAsia="uk-UA"/>
        </w:rPr>
        <w:t xml:space="preserve"> </w:t>
      </w:r>
      <w:proofErr w:type="spellStart"/>
      <w:r w:rsidRPr="00EF49BC">
        <w:rPr>
          <w:rFonts w:ascii="Times New Roman" w:eastAsia="Times New Roman" w:hAnsi="Times New Roman" w:cs="Times New Roman"/>
          <w:sz w:val="24"/>
          <w:szCs w:val="24"/>
          <w:lang w:eastAsia="uk-UA"/>
        </w:rPr>
        <w:t>фахівцями</w:t>
      </w:r>
      <w:proofErr w:type="spellEnd"/>
      <w:r w:rsidRPr="00EF49BC">
        <w:rPr>
          <w:rFonts w:ascii="Times New Roman" w:eastAsia="Times New Roman" w:hAnsi="Times New Roman" w:cs="Times New Roman"/>
          <w:sz w:val="24"/>
          <w:szCs w:val="24"/>
          <w:lang w:eastAsia="uk-UA"/>
        </w:rPr>
        <w:t>;</w:t>
      </w:r>
    </w:p>
    <w:p w:rsidR="00615214" w:rsidRPr="00EF49BC" w:rsidRDefault="00615214" w:rsidP="00615214">
      <w:pPr>
        <w:pStyle w:val="af3"/>
        <w:numPr>
          <w:ilvl w:val="0"/>
          <w:numId w:val="3"/>
        </w:numPr>
        <w:spacing w:after="0"/>
        <w:jc w:val="both"/>
        <w:rPr>
          <w:rFonts w:ascii="Times New Roman" w:eastAsia="Times New Roman" w:hAnsi="Times New Roman" w:cs="Times New Roman"/>
          <w:sz w:val="24"/>
          <w:szCs w:val="24"/>
          <w:lang w:eastAsia="uk-UA"/>
        </w:rPr>
      </w:pPr>
      <w:proofErr w:type="spellStart"/>
      <w:r w:rsidRPr="00EF49BC">
        <w:rPr>
          <w:rFonts w:ascii="Times New Roman" w:eastAsia="Times New Roman" w:hAnsi="Times New Roman" w:cs="Times New Roman"/>
          <w:sz w:val="24"/>
          <w:szCs w:val="24"/>
          <w:lang w:eastAsia="uk-UA"/>
        </w:rPr>
        <w:t>Допомога</w:t>
      </w:r>
      <w:proofErr w:type="spellEnd"/>
      <w:r w:rsidRPr="00EF49BC">
        <w:rPr>
          <w:rFonts w:ascii="Times New Roman" w:eastAsia="Times New Roman" w:hAnsi="Times New Roman" w:cs="Times New Roman"/>
          <w:sz w:val="24"/>
          <w:szCs w:val="24"/>
          <w:lang w:eastAsia="uk-UA"/>
        </w:rPr>
        <w:t xml:space="preserve"> у </w:t>
      </w:r>
      <w:proofErr w:type="spellStart"/>
      <w:r w:rsidRPr="00EF49BC">
        <w:rPr>
          <w:rFonts w:ascii="Times New Roman" w:eastAsia="Times New Roman" w:hAnsi="Times New Roman" w:cs="Times New Roman"/>
          <w:sz w:val="24"/>
          <w:szCs w:val="24"/>
          <w:lang w:eastAsia="uk-UA"/>
        </w:rPr>
        <w:t>прибиранні</w:t>
      </w:r>
      <w:proofErr w:type="spellEnd"/>
      <w:r w:rsidRPr="00EF49BC">
        <w:rPr>
          <w:rFonts w:ascii="Times New Roman" w:eastAsia="Times New Roman" w:hAnsi="Times New Roman" w:cs="Times New Roman"/>
          <w:sz w:val="24"/>
          <w:szCs w:val="24"/>
          <w:lang w:eastAsia="uk-UA"/>
        </w:rPr>
        <w:t xml:space="preserve"> </w:t>
      </w:r>
      <w:proofErr w:type="spellStart"/>
      <w:r w:rsidRPr="00EF49BC">
        <w:rPr>
          <w:rFonts w:ascii="Times New Roman" w:eastAsia="Times New Roman" w:hAnsi="Times New Roman" w:cs="Times New Roman"/>
          <w:sz w:val="24"/>
          <w:szCs w:val="24"/>
          <w:lang w:eastAsia="uk-UA"/>
        </w:rPr>
        <w:t>приміщення</w:t>
      </w:r>
      <w:proofErr w:type="spellEnd"/>
      <w:r w:rsidRPr="00EF49BC">
        <w:rPr>
          <w:rFonts w:ascii="Times New Roman" w:eastAsia="Times New Roman" w:hAnsi="Times New Roman" w:cs="Times New Roman"/>
          <w:sz w:val="24"/>
          <w:szCs w:val="24"/>
          <w:lang w:eastAsia="uk-UA"/>
        </w:rPr>
        <w:t xml:space="preserve"> та </w:t>
      </w:r>
      <w:proofErr w:type="spellStart"/>
      <w:r w:rsidRPr="00EF49BC">
        <w:rPr>
          <w:rFonts w:ascii="Times New Roman" w:eastAsia="Times New Roman" w:hAnsi="Times New Roman" w:cs="Times New Roman"/>
          <w:sz w:val="24"/>
          <w:szCs w:val="24"/>
          <w:lang w:eastAsia="uk-UA"/>
        </w:rPr>
        <w:t>інші</w:t>
      </w:r>
      <w:proofErr w:type="spellEnd"/>
      <w:r w:rsidRPr="00EF49BC">
        <w:rPr>
          <w:rFonts w:ascii="Times New Roman" w:eastAsia="Times New Roman" w:hAnsi="Times New Roman" w:cs="Times New Roman"/>
          <w:sz w:val="24"/>
          <w:szCs w:val="24"/>
          <w:lang w:eastAsia="uk-UA"/>
        </w:rPr>
        <w:t xml:space="preserve"> </w:t>
      </w:r>
      <w:proofErr w:type="spellStart"/>
      <w:r w:rsidRPr="00EF49BC">
        <w:rPr>
          <w:rFonts w:ascii="Times New Roman" w:eastAsia="Times New Roman" w:hAnsi="Times New Roman" w:cs="Times New Roman"/>
          <w:sz w:val="24"/>
          <w:szCs w:val="24"/>
          <w:lang w:eastAsia="uk-UA"/>
        </w:rPr>
        <w:t>послуги</w:t>
      </w:r>
      <w:proofErr w:type="spellEnd"/>
      <w:r w:rsidRPr="00EF49BC">
        <w:rPr>
          <w:rFonts w:ascii="Times New Roman" w:eastAsia="Times New Roman" w:hAnsi="Times New Roman" w:cs="Times New Roman"/>
          <w:sz w:val="24"/>
          <w:szCs w:val="24"/>
          <w:lang w:eastAsia="uk-UA"/>
        </w:rPr>
        <w:t>.</w:t>
      </w:r>
    </w:p>
    <w:p w:rsidR="00615214" w:rsidRPr="00EF49BC" w:rsidRDefault="00615214" w:rsidP="00615214">
      <w:pPr>
        <w:spacing w:after="0"/>
        <w:ind w:firstLine="709"/>
        <w:jc w:val="both"/>
        <w:rPr>
          <w:rFonts w:ascii="Times New Roman" w:eastAsia="Times New Roman" w:hAnsi="Times New Roman" w:cs="Times New Roman"/>
          <w:sz w:val="24"/>
          <w:szCs w:val="24"/>
        </w:rPr>
      </w:pPr>
      <w:r w:rsidRPr="00EF49BC">
        <w:rPr>
          <w:rFonts w:ascii="Times New Roman" w:eastAsia="Times New Roman" w:hAnsi="Times New Roman" w:cs="Times New Roman"/>
          <w:sz w:val="24"/>
          <w:szCs w:val="24"/>
        </w:rPr>
        <w:t>Особлива увага приділяється розв’язанню проблем соціально-побутової, медичної, натуральної і грошової допомоги малозабезпеченим одиноким громадянам похилого віку та інвалідам. Постійно проводилися обстеження умов проживання інвалідів, виявлення їх потреб у наданні соціальної допомоги на дому, соціально</w:t>
      </w:r>
      <w:r>
        <w:rPr>
          <w:rFonts w:ascii="Times New Roman" w:eastAsia="Times New Roman" w:hAnsi="Times New Roman" w:cs="Times New Roman"/>
          <w:sz w:val="24"/>
          <w:szCs w:val="24"/>
        </w:rPr>
        <w:t xml:space="preserve"> </w:t>
      </w:r>
      <w:r w:rsidRPr="00EF49BC">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r w:rsidRPr="00EF49BC">
        <w:rPr>
          <w:rFonts w:ascii="Times New Roman" w:eastAsia="Times New Roman" w:hAnsi="Times New Roman" w:cs="Times New Roman"/>
          <w:sz w:val="24"/>
          <w:szCs w:val="24"/>
        </w:rPr>
        <w:t xml:space="preserve">побутової  адаптації. На вирішення соціальних проблем мешканців прийнята Комплексна програма соціального захисту населення </w:t>
      </w:r>
      <w:proofErr w:type="spellStart"/>
      <w:r w:rsidRPr="00EF49BC">
        <w:rPr>
          <w:rFonts w:ascii="Times New Roman" w:eastAsia="Times New Roman" w:hAnsi="Times New Roman" w:cs="Times New Roman"/>
          <w:sz w:val="24"/>
          <w:szCs w:val="24"/>
        </w:rPr>
        <w:t>Крупецької</w:t>
      </w:r>
      <w:proofErr w:type="spellEnd"/>
      <w:r w:rsidRPr="00EF49BC">
        <w:rPr>
          <w:rFonts w:ascii="Times New Roman" w:eastAsia="Times New Roman" w:hAnsi="Times New Roman" w:cs="Times New Roman"/>
          <w:sz w:val="24"/>
          <w:szCs w:val="24"/>
        </w:rPr>
        <w:t xml:space="preserve"> сільської ради на 2021-2025 роки, затверджена V сесією сільської ради VІІІ скликання від 27.01.2021р. №11.На виконання заходів програми з коштів сільського бюджету протягом  першого півріччя 2021 року </w:t>
      </w:r>
      <w:proofErr w:type="spellStart"/>
      <w:r w:rsidRPr="00EF49BC">
        <w:rPr>
          <w:rFonts w:ascii="Times New Roman" w:eastAsia="Times New Roman" w:hAnsi="Times New Roman" w:cs="Times New Roman"/>
          <w:sz w:val="24"/>
          <w:szCs w:val="24"/>
        </w:rPr>
        <w:t>виплачено</w:t>
      </w:r>
      <w:proofErr w:type="spellEnd"/>
      <w:r w:rsidRPr="00EF49BC">
        <w:rPr>
          <w:rFonts w:ascii="Times New Roman" w:eastAsia="Times New Roman" w:hAnsi="Times New Roman" w:cs="Times New Roman"/>
          <w:sz w:val="24"/>
          <w:szCs w:val="24"/>
        </w:rPr>
        <w:t xml:space="preserve"> всього 302,200тис.грн., (загальний фонд -127 000,0 грн., спеціальний фонд – 175 235,4грн.), а саме на  виплату матеріальної допомоги учасникам антитерористичної операції та членам сімей загиблих учасників АТО, на виплату одноразової матеріальної допомоги, на надання допомоги на поховання, особам які не досягли пенсійного віку і на момент смерті не працювали, а також на вирішення соціально-побутових питань для багатодітних сімей та інше.</w:t>
      </w:r>
    </w:p>
    <w:p w:rsidR="00615214" w:rsidRPr="00EF49BC" w:rsidRDefault="00615214" w:rsidP="00615214">
      <w:pPr>
        <w:spacing w:after="0"/>
        <w:jc w:val="both"/>
        <w:rPr>
          <w:rFonts w:ascii="Times New Roman" w:eastAsia="Times New Roman" w:hAnsi="Times New Roman" w:cs="Times New Roman"/>
          <w:sz w:val="24"/>
          <w:szCs w:val="24"/>
        </w:rPr>
      </w:pPr>
      <w:r w:rsidRPr="00EF49BC">
        <w:rPr>
          <w:rFonts w:ascii="Times New Roman" w:eastAsia="Times New Roman" w:hAnsi="Times New Roman" w:cs="Times New Roman"/>
          <w:sz w:val="24"/>
          <w:szCs w:val="24"/>
        </w:rPr>
        <w:t xml:space="preserve">Також надано субвенцію для бюджету </w:t>
      </w:r>
      <w:proofErr w:type="spellStart"/>
      <w:r w:rsidRPr="00EF49BC">
        <w:rPr>
          <w:rFonts w:ascii="Times New Roman" w:eastAsia="Times New Roman" w:hAnsi="Times New Roman" w:cs="Times New Roman"/>
          <w:sz w:val="24"/>
          <w:szCs w:val="24"/>
        </w:rPr>
        <w:t>Ганнопільської</w:t>
      </w:r>
      <w:proofErr w:type="spellEnd"/>
      <w:r w:rsidRPr="00EF49BC">
        <w:rPr>
          <w:rFonts w:ascii="Times New Roman" w:eastAsia="Times New Roman" w:hAnsi="Times New Roman" w:cs="Times New Roman"/>
          <w:sz w:val="24"/>
          <w:szCs w:val="24"/>
        </w:rPr>
        <w:t xml:space="preserve"> ТГ для компенсації пільг зв’язку та відшкодування витрат за перевезення пільгових категорій населення в сумі 59 100,0 гривень.</w:t>
      </w:r>
    </w:p>
    <w:p w:rsidR="00615214" w:rsidRPr="00EF49BC" w:rsidRDefault="00615214" w:rsidP="00615214">
      <w:pPr>
        <w:spacing w:after="0"/>
        <w:ind w:firstLine="709"/>
        <w:jc w:val="both"/>
        <w:rPr>
          <w:rFonts w:ascii="Times New Roman" w:eastAsia="Times New Roman" w:hAnsi="Times New Roman" w:cs="Times New Roman"/>
          <w:sz w:val="24"/>
          <w:szCs w:val="24"/>
        </w:rPr>
      </w:pPr>
      <w:r w:rsidRPr="00EF49BC">
        <w:rPr>
          <w:rFonts w:ascii="Times New Roman" w:eastAsia="Times New Roman" w:hAnsi="Times New Roman" w:cs="Times New Roman"/>
          <w:sz w:val="24"/>
          <w:szCs w:val="24"/>
        </w:rPr>
        <w:t xml:space="preserve">Одним з основних </w:t>
      </w:r>
      <w:proofErr w:type="spellStart"/>
      <w:r w:rsidRPr="00EF49BC">
        <w:rPr>
          <w:rFonts w:ascii="Times New Roman" w:eastAsia="Times New Roman" w:hAnsi="Times New Roman" w:cs="Times New Roman"/>
          <w:sz w:val="24"/>
          <w:szCs w:val="24"/>
        </w:rPr>
        <w:t>макропоказників</w:t>
      </w:r>
      <w:proofErr w:type="spellEnd"/>
      <w:r w:rsidRPr="00EF49BC">
        <w:rPr>
          <w:rFonts w:ascii="Times New Roman" w:eastAsia="Times New Roman" w:hAnsi="Times New Roman" w:cs="Times New Roman"/>
          <w:sz w:val="24"/>
          <w:szCs w:val="24"/>
        </w:rPr>
        <w:t xml:space="preserve"> економічного і соціального розвитку сільської ради є фонд оплати праці та середньооблікової чисельності штатних працівників, середньомісячна заробітна плата одного штатного працівника. Фонд оплати праці працівників у червня 2021 року становив 1777,80 тис. грн., при середній чисельності 84 осіб. Середньомісячна заробітна плата одного штатного працівника сільської ради за червень поточного року дорівнювала 21164,50 грн., що 8199,5 грн. більше ніж у порівнянні з середньою заробітною платою по Хмельницькій області за червень 2021 року, яка становила 12965,0 грн. Заборгованість по заробітній платі відсутня.</w:t>
      </w:r>
    </w:p>
    <w:p w:rsidR="00615214" w:rsidRPr="00EF49BC" w:rsidRDefault="00615214" w:rsidP="00615214">
      <w:pPr>
        <w:spacing w:after="0"/>
        <w:ind w:firstLine="709"/>
        <w:jc w:val="both"/>
        <w:rPr>
          <w:rFonts w:ascii="Times New Roman" w:eastAsia="Times New Roman" w:hAnsi="Times New Roman" w:cs="Times New Roman"/>
          <w:b/>
          <w:sz w:val="24"/>
          <w:szCs w:val="24"/>
        </w:rPr>
      </w:pPr>
      <w:r w:rsidRPr="00EF49BC">
        <w:rPr>
          <w:rFonts w:ascii="Times New Roman" w:eastAsia="Times New Roman" w:hAnsi="Times New Roman" w:cs="Times New Roman"/>
          <w:b/>
          <w:sz w:val="24"/>
          <w:szCs w:val="24"/>
        </w:rPr>
        <w:t>Земельні відносини.</w:t>
      </w:r>
    </w:p>
    <w:p w:rsidR="00615214" w:rsidRPr="00EF49BC" w:rsidRDefault="00615214" w:rsidP="00615214">
      <w:pPr>
        <w:spacing w:after="0"/>
        <w:jc w:val="both"/>
        <w:rPr>
          <w:rFonts w:ascii="Times New Roman" w:eastAsia="Times New Roman" w:hAnsi="Times New Roman" w:cs="Times New Roman"/>
          <w:sz w:val="24"/>
          <w:szCs w:val="24"/>
        </w:rPr>
      </w:pPr>
      <w:r w:rsidRPr="00EF49BC">
        <w:rPr>
          <w:rFonts w:ascii="Times New Roman" w:eastAsia="Times New Roman" w:hAnsi="Times New Roman" w:cs="Times New Roman"/>
          <w:sz w:val="24"/>
          <w:szCs w:val="24"/>
        </w:rPr>
        <w:t xml:space="preserve">Станом на 01.07.2021 року відділом комунальної власності, охорони навколишнього середовища та земельних відносин сільської ради прийнято та зареєстровано 429 заяв щодо вирішення питань землекористування або землеволодіння. Відділом підготовлено та винесено на розгляд  сесій  487 проектів  рішень, що стосується земельних питань.          </w:t>
      </w:r>
    </w:p>
    <w:p w:rsidR="00615214" w:rsidRPr="00EF49BC" w:rsidRDefault="00615214" w:rsidP="00615214">
      <w:pPr>
        <w:spacing w:after="0"/>
        <w:jc w:val="both"/>
        <w:rPr>
          <w:rFonts w:ascii="Times New Roman" w:eastAsia="Times New Roman" w:hAnsi="Times New Roman" w:cs="Times New Roman"/>
          <w:sz w:val="24"/>
          <w:szCs w:val="24"/>
        </w:rPr>
      </w:pPr>
      <w:r w:rsidRPr="00EF49BC">
        <w:rPr>
          <w:rFonts w:ascii="Times New Roman" w:eastAsia="Times New Roman" w:hAnsi="Times New Roman" w:cs="Times New Roman"/>
          <w:sz w:val="24"/>
          <w:szCs w:val="24"/>
        </w:rPr>
        <w:t>Проведено 8 обстежень земельних ділянок щодо вирішення земельних спорів. Проводилися обстеження суб’єктів господарської діяльності по видобутку корисних копалин (піску).</w:t>
      </w:r>
      <w:r>
        <w:rPr>
          <w:rFonts w:ascii="Times New Roman" w:eastAsia="Times New Roman" w:hAnsi="Times New Roman" w:cs="Times New Roman"/>
          <w:sz w:val="24"/>
          <w:szCs w:val="24"/>
        </w:rPr>
        <w:t xml:space="preserve"> </w:t>
      </w:r>
      <w:r w:rsidRPr="00EF49BC">
        <w:rPr>
          <w:rFonts w:ascii="Times New Roman" w:eastAsia="Times New Roman" w:hAnsi="Times New Roman" w:cs="Times New Roman"/>
          <w:sz w:val="24"/>
          <w:szCs w:val="24"/>
        </w:rPr>
        <w:t>Систематично проводяться роботи щодо дотримання правил благоустрою територій суб’єктами господарювання.</w:t>
      </w:r>
    </w:p>
    <w:p w:rsidR="00615214" w:rsidRPr="00EF49BC" w:rsidRDefault="00615214" w:rsidP="00615214">
      <w:pPr>
        <w:spacing w:after="0"/>
        <w:jc w:val="both"/>
        <w:rPr>
          <w:rFonts w:ascii="Times New Roman" w:eastAsia="Times New Roman" w:hAnsi="Times New Roman" w:cs="Times New Roman"/>
          <w:sz w:val="24"/>
          <w:szCs w:val="24"/>
        </w:rPr>
      </w:pPr>
      <w:r w:rsidRPr="00EF49BC">
        <w:rPr>
          <w:rFonts w:ascii="Times New Roman" w:eastAsia="Times New Roman" w:hAnsi="Times New Roman" w:cs="Times New Roman"/>
          <w:sz w:val="24"/>
          <w:szCs w:val="24"/>
        </w:rPr>
        <w:t xml:space="preserve">На належному рівні працює </w:t>
      </w:r>
      <w:proofErr w:type="spellStart"/>
      <w:r w:rsidRPr="00EF49BC">
        <w:rPr>
          <w:rFonts w:ascii="Times New Roman" w:eastAsia="Times New Roman" w:hAnsi="Times New Roman" w:cs="Times New Roman"/>
          <w:sz w:val="24"/>
          <w:szCs w:val="24"/>
        </w:rPr>
        <w:t>Геоінформаційна</w:t>
      </w:r>
      <w:proofErr w:type="spellEnd"/>
      <w:r w:rsidRPr="00EF49BC">
        <w:rPr>
          <w:rFonts w:ascii="Times New Roman" w:eastAsia="Times New Roman" w:hAnsi="Times New Roman" w:cs="Times New Roman"/>
          <w:sz w:val="24"/>
          <w:szCs w:val="24"/>
        </w:rPr>
        <w:t xml:space="preserve"> система, яка забезпечує доступ до електричних, газових мереж, якісно нанесені обмеження на використання певних категорій земель, нанесені </w:t>
      </w:r>
      <w:proofErr w:type="spellStart"/>
      <w:r w:rsidRPr="00EF49BC">
        <w:rPr>
          <w:rFonts w:ascii="Times New Roman" w:eastAsia="Times New Roman" w:hAnsi="Times New Roman" w:cs="Times New Roman"/>
          <w:sz w:val="24"/>
          <w:szCs w:val="24"/>
        </w:rPr>
        <w:t>дворогосподарства</w:t>
      </w:r>
      <w:proofErr w:type="spellEnd"/>
      <w:r w:rsidRPr="00EF49BC">
        <w:rPr>
          <w:rFonts w:ascii="Times New Roman" w:eastAsia="Times New Roman" w:hAnsi="Times New Roman" w:cs="Times New Roman"/>
          <w:sz w:val="24"/>
          <w:szCs w:val="24"/>
        </w:rPr>
        <w:t xml:space="preserve">, будівлі та їх характеристики, </w:t>
      </w:r>
      <w:proofErr w:type="spellStart"/>
      <w:r w:rsidRPr="00EF49BC">
        <w:rPr>
          <w:rFonts w:ascii="Times New Roman" w:eastAsia="Times New Roman" w:hAnsi="Times New Roman" w:cs="Times New Roman"/>
          <w:sz w:val="24"/>
          <w:szCs w:val="24"/>
        </w:rPr>
        <w:t>агровиробничі</w:t>
      </w:r>
      <w:proofErr w:type="spellEnd"/>
      <w:r w:rsidRPr="00EF49BC">
        <w:rPr>
          <w:rFonts w:ascii="Times New Roman" w:eastAsia="Times New Roman" w:hAnsi="Times New Roman" w:cs="Times New Roman"/>
          <w:sz w:val="24"/>
          <w:szCs w:val="24"/>
        </w:rPr>
        <w:t xml:space="preserve"> групи </w:t>
      </w:r>
      <w:proofErr w:type="spellStart"/>
      <w:r w:rsidRPr="00EF49BC">
        <w:rPr>
          <w:rFonts w:ascii="Times New Roman" w:eastAsia="Times New Roman" w:hAnsi="Times New Roman" w:cs="Times New Roman"/>
          <w:sz w:val="24"/>
          <w:szCs w:val="24"/>
        </w:rPr>
        <w:t>грунтів</w:t>
      </w:r>
      <w:proofErr w:type="spellEnd"/>
      <w:r w:rsidRPr="00EF49BC">
        <w:rPr>
          <w:rFonts w:ascii="Times New Roman" w:eastAsia="Times New Roman" w:hAnsi="Times New Roman" w:cs="Times New Roman"/>
          <w:sz w:val="24"/>
          <w:szCs w:val="24"/>
        </w:rPr>
        <w:t xml:space="preserve"> та інше.  </w:t>
      </w:r>
    </w:p>
    <w:p w:rsidR="00615214" w:rsidRPr="00EF49BC" w:rsidRDefault="00615214" w:rsidP="00615214">
      <w:pPr>
        <w:spacing w:after="0"/>
        <w:jc w:val="both"/>
        <w:rPr>
          <w:rFonts w:ascii="Times New Roman" w:eastAsia="Times New Roman" w:hAnsi="Times New Roman" w:cs="Times New Roman"/>
          <w:sz w:val="24"/>
          <w:szCs w:val="24"/>
        </w:rPr>
      </w:pPr>
      <w:r w:rsidRPr="00EF49BC">
        <w:rPr>
          <w:rFonts w:ascii="Times New Roman" w:eastAsia="Times New Roman" w:hAnsi="Times New Roman" w:cs="Times New Roman"/>
          <w:sz w:val="24"/>
          <w:szCs w:val="24"/>
        </w:rPr>
        <w:lastRenderedPageBreak/>
        <w:t xml:space="preserve">Рішенням </w:t>
      </w:r>
      <w:proofErr w:type="spellStart"/>
      <w:r w:rsidRPr="00EF49BC">
        <w:rPr>
          <w:rFonts w:ascii="Times New Roman" w:eastAsia="Times New Roman" w:hAnsi="Times New Roman" w:cs="Times New Roman"/>
          <w:sz w:val="24"/>
          <w:szCs w:val="24"/>
        </w:rPr>
        <w:t>Крупецької</w:t>
      </w:r>
      <w:proofErr w:type="spellEnd"/>
      <w:r w:rsidRPr="00EF49BC">
        <w:rPr>
          <w:rFonts w:ascii="Times New Roman" w:eastAsia="Times New Roman" w:hAnsi="Times New Roman" w:cs="Times New Roman"/>
          <w:sz w:val="24"/>
          <w:szCs w:val="24"/>
        </w:rPr>
        <w:t xml:space="preserve"> сільської ради  надано дозвіл на виготовлення технічної документації з нормативної грошової оцінки земель населених пунктів сіл  Лисиче та </w:t>
      </w:r>
      <w:proofErr w:type="spellStart"/>
      <w:r w:rsidRPr="00EF49BC">
        <w:rPr>
          <w:rFonts w:ascii="Times New Roman" w:eastAsia="Times New Roman" w:hAnsi="Times New Roman" w:cs="Times New Roman"/>
          <w:sz w:val="24"/>
          <w:szCs w:val="24"/>
        </w:rPr>
        <w:t>Головлі</w:t>
      </w:r>
      <w:proofErr w:type="spellEnd"/>
      <w:r w:rsidRPr="00EF49BC">
        <w:rPr>
          <w:rFonts w:ascii="Times New Roman" w:eastAsia="Times New Roman" w:hAnsi="Times New Roman" w:cs="Times New Roman"/>
          <w:sz w:val="24"/>
          <w:szCs w:val="24"/>
        </w:rPr>
        <w:t>.</w:t>
      </w:r>
    </w:p>
    <w:p w:rsidR="00615214" w:rsidRPr="00EF49BC" w:rsidRDefault="00615214" w:rsidP="00615214">
      <w:pPr>
        <w:spacing w:after="0"/>
        <w:jc w:val="both"/>
        <w:rPr>
          <w:rFonts w:ascii="Times New Roman" w:eastAsia="Times New Roman" w:hAnsi="Times New Roman" w:cs="Times New Roman"/>
          <w:sz w:val="24"/>
          <w:szCs w:val="24"/>
        </w:rPr>
      </w:pPr>
      <w:r w:rsidRPr="00EF49BC">
        <w:rPr>
          <w:rFonts w:ascii="Times New Roman" w:eastAsia="Times New Roman" w:hAnsi="Times New Roman" w:cs="Times New Roman"/>
          <w:sz w:val="24"/>
          <w:szCs w:val="24"/>
        </w:rPr>
        <w:t xml:space="preserve">        Проводяться роботи щодо встановлення (відновлення) меж земельних ділянок в натурі (на місцевості) місць видалення відходів за межами населених пунктів Крупець, </w:t>
      </w:r>
      <w:proofErr w:type="spellStart"/>
      <w:r w:rsidRPr="00EF49BC">
        <w:rPr>
          <w:rFonts w:ascii="Times New Roman" w:eastAsia="Times New Roman" w:hAnsi="Times New Roman" w:cs="Times New Roman"/>
          <w:sz w:val="24"/>
          <w:szCs w:val="24"/>
        </w:rPr>
        <w:t>Полянь</w:t>
      </w:r>
      <w:proofErr w:type="spellEnd"/>
      <w:r w:rsidRPr="00EF49BC">
        <w:rPr>
          <w:rFonts w:ascii="Times New Roman" w:eastAsia="Times New Roman" w:hAnsi="Times New Roman" w:cs="Times New Roman"/>
          <w:sz w:val="24"/>
          <w:szCs w:val="24"/>
        </w:rPr>
        <w:t xml:space="preserve">, </w:t>
      </w:r>
      <w:proofErr w:type="spellStart"/>
      <w:r w:rsidRPr="00EF49BC">
        <w:rPr>
          <w:rFonts w:ascii="Times New Roman" w:eastAsia="Times New Roman" w:hAnsi="Times New Roman" w:cs="Times New Roman"/>
          <w:sz w:val="24"/>
          <w:szCs w:val="24"/>
        </w:rPr>
        <w:t>Колом’є</w:t>
      </w:r>
      <w:proofErr w:type="spellEnd"/>
      <w:r w:rsidRPr="00EF49BC">
        <w:rPr>
          <w:rFonts w:ascii="Times New Roman" w:eastAsia="Times New Roman" w:hAnsi="Times New Roman" w:cs="Times New Roman"/>
          <w:sz w:val="24"/>
          <w:szCs w:val="24"/>
        </w:rPr>
        <w:t xml:space="preserve">, </w:t>
      </w:r>
      <w:proofErr w:type="spellStart"/>
      <w:r w:rsidRPr="00EF49BC">
        <w:rPr>
          <w:rFonts w:ascii="Times New Roman" w:eastAsia="Times New Roman" w:hAnsi="Times New Roman" w:cs="Times New Roman"/>
          <w:sz w:val="24"/>
          <w:szCs w:val="24"/>
        </w:rPr>
        <w:t>Комарівка</w:t>
      </w:r>
      <w:proofErr w:type="spellEnd"/>
      <w:r w:rsidRPr="00EF49BC">
        <w:rPr>
          <w:rFonts w:ascii="Times New Roman" w:eastAsia="Times New Roman" w:hAnsi="Times New Roman" w:cs="Times New Roman"/>
          <w:sz w:val="24"/>
          <w:szCs w:val="24"/>
        </w:rPr>
        <w:t xml:space="preserve">, Лисиче, Дідова Гора, </w:t>
      </w:r>
      <w:proofErr w:type="spellStart"/>
      <w:r w:rsidRPr="00EF49BC">
        <w:rPr>
          <w:rFonts w:ascii="Times New Roman" w:eastAsia="Times New Roman" w:hAnsi="Times New Roman" w:cs="Times New Roman"/>
          <w:sz w:val="24"/>
          <w:szCs w:val="24"/>
        </w:rPr>
        <w:t>Потереба</w:t>
      </w:r>
      <w:proofErr w:type="spellEnd"/>
      <w:r w:rsidRPr="00EF49BC">
        <w:rPr>
          <w:rFonts w:ascii="Times New Roman" w:eastAsia="Times New Roman" w:hAnsi="Times New Roman" w:cs="Times New Roman"/>
          <w:sz w:val="24"/>
          <w:szCs w:val="24"/>
        </w:rPr>
        <w:t xml:space="preserve"> і</w:t>
      </w:r>
      <w:r>
        <w:rPr>
          <w:rFonts w:ascii="Times New Roman" w:eastAsia="Times New Roman" w:hAnsi="Times New Roman" w:cs="Times New Roman"/>
          <w:sz w:val="24"/>
          <w:szCs w:val="24"/>
        </w:rPr>
        <w:t xml:space="preserve"> </w:t>
      </w:r>
      <w:proofErr w:type="spellStart"/>
      <w:r w:rsidRPr="00EF49BC">
        <w:rPr>
          <w:rFonts w:ascii="Times New Roman" w:eastAsia="Times New Roman" w:hAnsi="Times New Roman" w:cs="Times New Roman"/>
          <w:sz w:val="24"/>
          <w:szCs w:val="24"/>
        </w:rPr>
        <w:t>Головлі</w:t>
      </w:r>
      <w:proofErr w:type="spellEnd"/>
      <w:r w:rsidRPr="00EF49BC">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r w:rsidRPr="00EF49BC">
        <w:rPr>
          <w:rFonts w:ascii="Times New Roman" w:eastAsia="Times New Roman" w:hAnsi="Times New Roman" w:cs="Times New Roman"/>
          <w:sz w:val="24"/>
          <w:szCs w:val="24"/>
        </w:rPr>
        <w:t>Рішенням сесії, в червні місяці, погоджено продаж на аукціоні спеціального дозволу на користування надрами з метою видобування пісків ділянки №1 «</w:t>
      </w:r>
      <w:proofErr w:type="spellStart"/>
      <w:r w:rsidRPr="00EF49BC">
        <w:rPr>
          <w:rFonts w:ascii="Times New Roman" w:eastAsia="Times New Roman" w:hAnsi="Times New Roman" w:cs="Times New Roman"/>
          <w:sz w:val="24"/>
          <w:szCs w:val="24"/>
        </w:rPr>
        <w:t>Сільцівського</w:t>
      </w:r>
      <w:proofErr w:type="spellEnd"/>
      <w:r w:rsidRPr="00EF49BC">
        <w:rPr>
          <w:rFonts w:ascii="Times New Roman" w:eastAsia="Times New Roman" w:hAnsi="Times New Roman" w:cs="Times New Roman"/>
          <w:sz w:val="24"/>
          <w:szCs w:val="24"/>
        </w:rPr>
        <w:t xml:space="preserve"> родовища», яка знаходиться на території </w:t>
      </w:r>
      <w:proofErr w:type="spellStart"/>
      <w:r w:rsidRPr="00EF49BC">
        <w:rPr>
          <w:rFonts w:ascii="Times New Roman" w:eastAsia="Times New Roman" w:hAnsi="Times New Roman" w:cs="Times New Roman"/>
          <w:sz w:val="24"/>
          <w:szCs w:val="24"/>
        </w:rPr>
        <w:t>Крупецької</w:t>
      </w:r>
      <w:proofErr w:type="spellEnd"/>
      <w:r w:rsidRPr="00EF49BC">
        <w:rPr>
          <w:rFonts w:ascii="Times New Roman" w:eastAsia="Times New Roman" w:hAnsi="Times New Roman" w:cs="Times New Roman"/>
          <w:sz w:val="24"/>
          <w:szCs w:val="24"/>
        </w:rPr>
        <w:t xml:space="preserve"> сільської ради  Шепетівського  району Хмельницької області.</w:t>
      </w:r>
    </w:p>
    <w:p w:rsidR="00615214" w:rsidRPr="00EF49BC" w:rsidRDefault="00615214" w:rsidP="00615214">
      <w:pPr>
        <w:spacing w:after="0"/>
        <w:jc w:val="both"/>
        <w:rPr>
          <w:rFonts w:ascii="Times New Roman" w:eastAsia="Times New Roman" w:hAnsi="Times New Roman" w:cs="Times New Roman"/>
          <w:sz w:val="24"/>
          <w:szCs w:val="24"/>
        </w:rPr>
      </w:pPr>
      <w:r w:rsidRPr="00EF49BC">
        <w:rPr>
          <w:rFonts w:ascii="Times New Roman" w:eastAsia="Times New Roman" w:hAnsi="Times New Roman" w:cs="Times New Roman"/>
          <w:sz w:val="24"/>
          <w:szCs w:val="24"/>
        </w:rPr>
        <w:t>На належному рівні здійснюється прийом громадян.</w:t>
      </w:r>
    </w:p>
    <w:p w:rsidR="00615214" w:rsidRPr="00EF49BC" w:rsidRDefault="00615214" w:rsidP="00615214">
      <w:pPr>
        <w:spacing w:after="0"/>
        <w:ind w:firstLine="709"/>
        <w:jc w:val="both"/>
        <w:rPr>
          <w:rFonts w:ascii="Times New Roman" w:eastAsia="Times New Roman" w:hAnsi="Times New Roman" w:cs="Times New Roman"/>
          <w:b/>
          <w:sz w:val="24"/>
          <w:szCs w:val="24"/>
        </w:rPr>
      </w:pPr>
      <w:r w:rsidRPr="00EF49BC">
        <w:rPr>
          <w:rFonts w:ascii="Times New Roman" w:eastAsia="Times New Roman" w:hAnsi="Times New Roman" w:cs="Times New Roman"/>
          <w:b/>
          <w:sz w:val="24"/>
          <w:szCs w:val="24"/>
        </w:rPr>
        <w:t>Адміністративні послуги.</w:t>
      </w:r>
    </w:p>
    <w:p w:rsidR="00615214" w:rsidRPr="00EF49BC" w:rsidRDefault="00615214" w:rsidP="00615214">
      <w:pPr>
        <w:spacing w:after="0"/>
        <w:ind w:firstLine="709"/>
        <w:jc w:val="both"/>
        <w:rPr>
          <w:rFonts w:ascii="Times New Roman" w:eastAsia="Times New Roman" w:hAnsi="Times New Roman" w:cs="Times New Roman"/>
          <w:sz w:val="24"/>
          <w:szCs w:val="24"/>
        </w:rPr>
      </w:pPr>
      <w:r w:rsidRPr="00EF49BC">
        <w:rPr>
          <w:rFonts w:ascii="Times New Roman" w:eastAsia="Times New Roman" w:hAnsi="Times New Roman" w:cs="Times New Roman"/>
          <w:sz w:val="24"/>
          <w:szCs w:val="24"/>
        </w:rPr>
        <w:t>Центр надання адміністративних послуг розпочав свою роботу 02 квітня 2021 року.</w:t>
      </w:r>
      <w:r>
        <w:rPr>
          <w:rFonts w:ascii="Times New Roman" w:eastAsia="Times New Roman" w:hAnsi="Times New Roman" w:cs="Times New Roman"/>
          <w:sz w:val="24"/>
          <w:szCs w:val="24"/>
        </w:rPr>
        <w:t xml:space="preserve"> </w:t>
      </w:r>
      <w:r w:rsidRPr="00EF49BC">
        <w:rPr>
          <w:rFonts w:ascii="Times New Roman" w:eastAsia="Times New Roman" w:hAnsi="Times New Roman" w:cs="Times New Roman"/>
          <w:sz w:val="24"/>
          <w:szCs w:val="24"/>
        </w:rPr>
        <w:t>Центром надається 147 адміністративних послуг.</w:t>
      </w:r>
      <w:r>
        <w:rPr>
          <w:rFonts w:ascii="Times New Roman" w:eastAsia="Times New Roman" w:hAnsi="Times New Roman" w:cs="Times New Roman"/>
          <w:sz w:val="24"/>
          <w:szCs w:val="24"/>
        </w:rPr>
        <w:t xml:space="preserve"> </w:t>
      </w:r>
      <w:r w:rsidRPr="00EF49BC">
        <w:rPr>
          <w:rFonts w:ascii="Times New Roman" w:eastAsia="Times New Roman" w:hAnsi="Times New Roman" w:cs="Times New Roman"/>
          <w:sz w:val="24"/>
          <w:szCs w:val="24"/>
        </w:rPr>
        <w:t>За період з 02.04.2021 по 30.06.2021</w:t>
      </w:r>
      <w:r>
        <w:rPr>
          <w:rFonts w:ascii="Times New Roman" w:eastAsia="Times New Roman" w:hAnsi="Times New Roman" w:cs="Times New Roman"/>
          <w:sz w:val="24"/>
          <w:szCs w:val="24"/>
        </w:rPr>
        <w:t xml:space="preserve"> </w:t>
      </w:r>
      <w:r w:rsidRPr="00EF49BC">
        <w:rPr>
          <w:rFonts w:ascii="Times New Roman" w:eastAsia="Times New Roman" w:hAnsi="Times New Roman" w:cs="Times New Roman"/>
          <w:sz w:val="24"/>
          <w:szCs w:val="24"/>
        </w:rPr>
        <w:t>р. надано 749 адміністративних послуг, з них:</w:t>
      </w:r>
    </w:p>
    <w:p w:rsidR="00615214" w:rsidRPr="00EF49BC" w:rsidRDefault="00615214" w:rsidP="00615214">
      <w:pPr>
        <w:pStyle w:val="af3"/>
        <w:numPr>
          <w:ilvl w:val="0"/>
          <w:numId w:val="4"/>
        </w:numPr>
        <w:spacing w:after="0"/>
        <w:ind w:left="0" w:firstLine="357"/>
        <w:jc w:val="both"/>
        <w:rPr>
          <w:rFonts w:ascii="Times New Roman" w:eastAsia="Times New Roman" w:hAnsi="Times New Roman" w:cs="Times New Roman"/>
          <w:sz w:val="24"/>
          <w:szCs w:val="24"/>
          <w:lang w:val="uk-UA" w:eastAsia="uk-UA"/>
        </w:rPr>
      </w:pPr>
      <w:r w:rsidRPr="00EF49BC">
        <w:rPr>
          <w:rFonts w:ascii="Times New Roman" w:eastAsia="Times New Roman" w:hAnsi="Times New Roman" w:cs="Times New Roman"/>
          <w:sz w:val="24"/>
          <w:szCs w:val="24"/>
          <w:lang w:val="uk-UA" w:eastAsia="uk-UA"/>
        </w:rPr>
        <w:t>3 – у сфері державної реєстрації юридичних осіб та фізичних осіб – підприємців;</w:t>
      </w:r>
    </w:p>
    <w:p w:rsidR="00615214" w:rsidRPr="00EF49BC" w:rsidRDefault="00615214" w:rsidP="00615214">
      <w:pPr>
        <w:pStyle w:val="af3"/>
        <w:numPr>
          <w:ilvl w:val="0"/>
          <w:numId w:val="4"/>
        </w:numPr>
        <w:spacing w:after="0"/>
        <w:ind w:left="0" w:firstLine="357"/>
        <w:jc w:val="both"/>
        <w:rPr>
          <w:rFonts w:ascii="Times New Roman" w:eastAsia="Times New Roman" w:hAnsi="Times New Roman" w:cs="Times New Roman"/>
          <w:sz w:val="24"/>
          <w:szCs w:val="24"/>
          <w:lang w:eastAsia="uk-UA"/>
        </w:rPr>
      </w:pPr>
      <w:r w:rsidRPr="00EF49BC">
        <w:rPr>
          <w:rFonts w:ascii="Times New Roman" w:eastAsia="Times New Roman" w:hAnsi="Times New Roman" w:cs="Times New Roman"/>
          <w:sz w:val="24"/>
          <w:szCs w:val="24"/>
          <w:lang w:eastAsia="uk-UA"/>
        </w:rPr>
        <w:t xml:space="preserve">167 – у </w:t>
      </w:r>
      <w:proofErr w:type="spellStart"/>
      <w:r w:rsidRPr="00EF49BC">
        <w:rPr>
          <w:rFonts w:ascii="Times New Roman" w:eastAsia="Times New Roman" w:hAnsi="Times New Roman" w:cs="Times New Roman"/>
          <w:sz w:val="24"/>
          <w:szCs w:val="24"/>
          <w:lang w:eastAsia="uk-UA"/>
        </w:rPr>
        <w:t>сфері</w:t>
      </w:r>
      <w:proofErr w:type="spellEnd"/>
      <w:r w:rsidRPr="00EF49BC">
        <w:rPr>
          <w:rFonts w:ascii="Times New Roman" w:eastAsia="Times New Roman" w:hAnsi="Times New Roman" w:cs="Times New Roman"/>
          <w:sz w:val="24"/>
          <w:szCs w:val="24"/>
          <w:lang w:eastAsia="uk-UA"/>
        </w:rPr>
        <w:t xml:space="preserve"> </w:t>
      </w:r>
      <w:proofErr w:type="spellStart"/>
      <w:r w:rsidRPr="00EF49BC">
        <w:rPr>
          <w:rFonts w:ascii="Times New Roman" w:eastAsia="Times New Roman" w:hAnsi="Times New Roman" w:cs="Times New Roman"/>
          <w:sz w:val="24"/>
          <w:szCs w:val="24"/>
          <w:lang w:eastAsia="uk-UA"/>
        </w:rPr>
        <w:t>державної</w:t>
      </w:r>
      <w:proofErr w:type="spellEnd"/>
      <w:r w:rsidRPr="00EF49BC">
        <w:rPr>
          <w:rFonts w:ascii="Times New Roman" w:eastAsia="Times New Roman" w:hAnsi="Times New Roman" w:cs="Times New Roman"/>
          <w:sz w:val="24"/>
          <w:szCs w:val="24"/>
          <w:lang w:eastAsia="uk-UA"/>
        </w:rPr>
        <w:t xml:space="preserve"> </w:t>
      </w:r>
      <w:proofErr w:type="spellStart"/>
      <w:r w:rsidRPr="00EF49BC">
        <w:rPr>
          <w:rFonts w:ascii="Times New Roman" w:eastAsia="Times New Roman" w:hAnsi="Times New Roman" w:cs="Times New Roman"/>
          <w:sz w:val="24"/>
          <w:szCs w:val="24"/>
          <w:lang w:eastAsia="uk-UA"/>
        </w:rPr>
        <w:t>реєстрації</w:t>
      </w:r>
      <w:proofErr w:type="spellEnd"/>
      <w:r w:rsidRPr="00EF49BC">
        <w:rPr>
          <w:rFonts w:ascii="Times New Roman" w:eastAsia="Times New Roman" w:hAnsi="Times New Roman" w:cs="Times New Roman"/>
          <w:sz w:val="24"/>
          <w:szCs w:val="24"/>
          <w:lang w:eastAsia="uk-UA"/>
        </w:rPr>
        <w:t xml:space="preserve"> </w:t>
      </w:r>
      <w:proofErr w:type="spellStart"/>
      <w:r w:rsidRPr="00EF49BC">
        <w:rPr>
          <w:rFonts w:ascii="Times New Roman" w:eastAsia="Times New Roman" w:hAnsi="Times New Roman" w:cs="Times New Roman"/>
          <w:sz w:val="24"/>
          <w:szCs w:val="24"/>
          <w:lang w:eastAsia="uk-UA"/>
        </w:rPr>
        <w:t>речових</w:t>
      </w:r>
      <w:proofErr w:type="spellEnd"/>
      <w:r w:rsidRPr="00EF49BC">
        <w:rPr>
          <w:rFonts w:ascii="Times New Roman" w:eastAsia="Times New Roman" w:hAnsi="Times New Roman" w:cs="Times New Roman"/>
          <w:sz w:val="24"/>
          <w:szCs w:val="24"/>
          <w:lang w:eastAsia="uk-UA"/>
        </w:rPr>
        <w:t xml:space="preserve"> прав на </w:t>
      </w:r>
      <w:proofErr w:type="spellStart"/>
      <w:r w:rsidRPr="00EF49BC">
        <w:rPr>
          <w:rFonts w:ascii="Times New Roman" w:eastAsia="Times New Roman" w:hAnsi="Times New Roman" w:cs="Times New Roman"/>
          <w:sz w:val="24"/>
          <w:szCs w:val="24"/>
          <w:lang w:eastAsia="uk-UA"/>
        </w:rPr>
        <w:t>нерухоме</w:t>
      </w:r>
      <w:proofErr w:type="spellEnd"/>
      <w:r w:rsidRPr="00EF49BC">
        <w:rPr>
          <w:rFonts w:ascii="Times New Roman" w:eastAsia="Times New Roman" w:hAnsi="Times New Roman" w:cs="Times New Roman"/>
          <w:sz w:val="24"/>
          <w:szCs w:val="24"/>
          <w:lang w:eastAsia="uk-UA"/>
        </w:rPr>
        <w:t xml:space="preserve"> </w:t>
      </w:r>
      <w:proofErr w:type="spellStart"/>
      <w:r w:rsidRPr="00EF49BC">
        <w:rPr>
          <w:rFonts w:ascii="Times New Roman" w:eastAsia="Times New Roman" w:hAnsi="Times New Roman" w:cs="Times New Roman"/>
          <w:sz w:val="24"/>
          <w:szCs w:val="24"/>
          <w:lang w:eastAsia="uk-UA"/>
        </w:rPr>
        <w:t>майно</w:t>
      </w:r>
      <w:proofErr w:type="spellEnd"/>
      <w:r w:rsidRPr="00EF49BC">
        <w:rPr>
          <w:rFonts w:ascii="Times New Roman" w:eastAsia="Times New Roman" w:hAnsi="Times New Roman" w:cs="Times New Roman"/>
          <w:sz w:val="24"/>
          <w:szCs w:val="24"/>
          <w:lang w:eastAsia="uk-UA"/>
        </w:rPr>
        <w:t xml:space="preserve"> та </w:t>
      </w:r>
      <w:proofErr w:type="spellStart"/>
      <w:r w:rsidRPr="00EF49BC">
        <w:rPr>
          <w:rFonts w:ascii="Times New Roman" w:eastAsia="Times New Roman" w:hAnsi="Times New Roman" w:cs="Times New Roman"/>
          <w:sz w:val="24"/>
          <w:szCs w:val="24"/>
          <w:lang w:eastAsia="uk-UA"/>
        </w:rPr>
        <w:t>їх</w:t>
      </w:r>
      <w:proofErr w:type="spellEnd"/>
      <w:r w:rsidRPr="00EF49BC">
        <w:rPr>
          <w:rFonts w:ascii="Times New Roman" w:eastAsia="Times New Roman" w:hAnsi="Times New Roman" w:cs="Times New Roman"/>
          <w:sz w:val="24"/>
          <w:szCs w:val="24"/>
          <w:lang w:eastAsia="uk-UA"/>
        </w:rPr>
        <w:t xml:space="preserve"> </w:t>
      </w:r>
      <w:proofErr w:type="spellStart"/>
      <w:r w:rsidRPr="00EF49BC">
        <w:rPr>
          <w:rFonts w:ascii="Times New Roman" w:eastAsia="Times New Roman" w:hAnsi="Times New Roman" w:cs="Times New Roman"/>
          <w:sz w:val="24"/>
          <w:szCs w:val="24"/>
          <w:lang w:eastAsia="uk-UA"/>
        </w:rPr>
        <w:t>обтяжень</w:t>
      </w:r>
      <w:proofErr w:type="spellEnd"/>
      <w:r w:rsidRPr="00EF49BC">
        <w:rPr>
          <w:rFonts w:ascii="Times New Roman" w:eastAsia="Times New Roman" w:hAnsi="Times New Roman" w:cs="Times New Roman"/>
          <w:sz w:val="24"/>
          <w:szCs w:val="24"/>
          <w:lang w:eastAsia="uk-UA"/>
        </w:rPr>
        <w:t>;</w:t>
      </w:r>
    </w:p>
    <w:p w:rsidR="00615214" w:rsidRPr="00EF49BC" w:rsidRDefault="00615214" w:rsidP="00615214">
      <w:pPr>
        <w:pStyle w:val="af3"/>
        <w:numPr>
          <w:ilvl w:val="0"/>
          <w:numId w:val="4"/>
        </w:numPr>
        <w:spacing w:after="0"/>
        <w:ind w:left="0" w:firstLine="357"/>
        <w:jc w:val="both"/>
        <w:rPr>
          <w:rFonts w:ascii="Times New Roman" w:eastAsia="Times New Roman" w:hAnsi="Times New Roman" w:cs="Times New Roman"/>
          <w:sz w:val="24"/>
          <w:szCs w:val="24"/>
          <w:lang w:eastAsia="uk-UA"/>
        </w:rPr>
      </w:pPr>
      <w:r w:rsidRPr="00EF49BC">
        <w:rPr>
          <w:rFonts w:ascii="Times New Roman" w:eastAsia="Times New Roman" w:hAnsi="Times New Roman" w:cs="Times New Roman"/>
          <w:sz w:val="24"/>
          <w:szCs w:val="24"/>
          <w:lang w:eastAsia="uk-UA"/>
        </w:rPr>
        <w:t xml:space="preserve">123 – у </w:t>
      </w:r>
      <w:proofErr w:type="spellStart"/>
      <w:r w:rsidRPr="00EF49BC">
        <w:rPr>
          <w:rFonts w:ascii="Times New Roman" w:eastAsia="Times New Roman" w:hAnsi="Times New Roman" w:cs="Times New Roman"/>
          <w:sz w:val="24"/>
          <w:szCs w:val="24"/>
          <w:lang w:eastAsia="uk-UA"/>
        </w:rPr>
        <w:t>сфері</w:t>
      </w:r>
      <w:proofErr w:type="spellEnd"/>
      <w:r w:rsidRPr="00EF49BC">
        <w:rPr>
          <w:rFonts w:ascii="Times New Roman" w:eastAsia="Times New Roman" w:hAnsi="Times New Roman" w:cs="Times New Roman"/>
          <w:sz w:val="24"/>
          <w:szCs w:val="24"/>
          <w:lang w:eastAsia="uk-UA"/>
        </w:rPr>
        <w:t xml:space="preserve"> </w:t>
      </w:r>
      <w:proofErr w:type="spellStart"/>
      <w:r w:rsidRPr="00EF49BC">
        <w:rPr>
          <w:rFonts w:ascii="Times New Roman" w:eastAsia="Times New Roman" w:hAnsi="Times New Roman" w:cs="Times New Roman"/>
          <w:sz w:val="24"/>
          <w:szCs w:val="24"/>
          <w:lang w:eastAsia="uk-UA"/>
        </w:rPr>
        <w:t>реєстрації</w:t>
      </w:r>
      <w:proofErr w:type="spellEnd"/>
      <w:r w:rsidRPr="00EF49BC">
        <w:rPr>
          <w:rFonts w:ascii="Times New Roman" w:eastAsia="Times New Roman" w:hAnsi="Times New Roman" w:cs="Times New Roman"/>
          <w:sz w:val="24"/>
          <w:szCs w:val="24"/>
          <w:lang w:eastAsia="uk-UA"/>
        </w:rPr>
        <w:t xml:space="preserve"> </w:t>
      </w:r>
      <w:proofErr w:type="spellStart"/>
      <w:r w:rsidRPr="00EF49BC">
        <w:rPr>
          <w:rFonts w:ascii="Times New Roman" w:eastAsia="Times New Roman" w:hAnsi="Times New Roman" w:cs="Times New Roman"/>
          <w:sz w:val="24"/>
          <w:szCs w:val="24"/>
          <w:lang w:eastAsia="uk-UA"/>
        </w:rPr>
        <w:t>місця</w:t>
      </w:r>
      <w:proofErr w:type="spellEnd"/>
      <w:r w:rsidRPr="00EF49BC">
        <w:rPr>
          <w:rFonts w:ascii="Times New Roman" w:eastAsia="Times New Roman" w:hAnsi="Times New Roman" w:cs="Times New Roman"/>
          <w:sz w:val="24"/>
          <w:szCs w:val="24"/>
          <w:lang w:eastAsia="uk-UA"/>
        </w:rPr>
        <w:t xml:space="preserve"> </w:t>
      </w:r>
      <w:proofErr w:type="spellStart"/>
      <w:r w:rsidRPr="00EF49BC">
        <w:rPr>
          <w:rFonts w:ascii="Times New Roman" w:eastAsia="Times New Roman" w:hAnsi="Times New Roman" w:cs="Times New Roman"/>
          <w:sz w:val="24"/>
          <w:szCs w:val="24"/>
          <w:lang w:eastAsia="uk-UA"/>
        </w:rPr>
        <w:t>проживання</w:t>
      </w:r>
      <w:proofErr w:type="spellEnd"/>
      <w:r w:rsidRPr="00EF49BC">
        <w:rPr>
          <w:rFonts w:ascii="Times New Roman" w:eastAsia="Times New Roman" w:hAnsi="Times New Roman" w:cs="Times New Roman"/>
          <w:sz w:val="24"/>
          <w:szCs w:val="24"/>
          <w:lang w:eastAsia="uk-UA"/>
        </w:rPr>
        <w:t xml:space="preserve">, </w:t>
      </w:r>
      <w:proofErr w:type="gramStart"/>
      <w:r w:rsidRPr="00EF49BC">
        <w:rPr>
          <w:rFonts w:ascii="Times New Roman" w:eastAsia="Times New Roman" w:hAnsi="Times New Roman" w:cs="Times New Roman"/>
          <w:sz w:val="24"/>
          <w:szCs w:val="24"/>
          <w:lang w:eastAsia="uk-UA"/>
        </w:rPr>
        <w:t>в</w:t>
      </w:r>
      <w:proofErr w:type="gramEnd"/>
      <w:r w:rsidRPr="00EF49BC">
        <w:rPr>
          <w:rFonts w:ascii="Times New Roman" w:eastAsia="Times New Roman" w:hAnsi="Times New Roman" w:cs="Times New Roman"/>
          <w:sz w:val="24"/>
          <w:szCs w:val="24"/>
          <w:lang w:eastAsia="uk-UA"/>
        </w:rPr>
        <w:t xml:space="preserve"> </w:t>
      </w:r>
      <w:proofErr w:type="gramStart"/>
      <w:r w:rsidRPr="00EF49BC">
        <w:rPr>
          <w:rFonts w:ascii="Times New Roman" w:eastAsia="Times New Roman" w:hAnsi="Times New Roman" w:cs="Times New Roman"/>
          <w:sz w:val="24"/>
          <w:szCs w:val="24"/>
          <w:lang w:eastAsia="uk-UA"/>
        </w:rPr>
        <w:t>тому</w:t>
      </w:r>
      <w:proofErr w:type="gramEnd"/>
      <w:r w:rsidRPr="00EF49BC">
        <w:rPr>
          <w:rFonts w:ascii="Times New Roman" w:eastAsia="Times New Roman" w:hAnsi="Times New Roman" w:cs="Times New Roman"/>
          <w:sz w:val="24"/>
          <w:szCs w:val="24"/>
          <w:lang w:eastAsia="uk-UA"/>
        </w:rPr>
        <w:t xml:space="preserve"> </w:t>
      </w:r>
      <w:proofErr w:type="spellStart"/>
      <w:r w:rsidRPr="00EF49BC">
        <w:rPr>
          <w:rFonts w:ascii="Times New Roman" w:eastAsia="Times New Roman" w:hAnsi="Times New Roman" w:cs="Times New Roman"/>
          <w:sz w:val="24"/>
          <w:szCs w:val="24"/>
          <w:lang w:eastAsia="uk-UA"/>
        </w:rPr>
        <w:t>числі</w:t>
      </w:r>
      <w:proofErr w:type="spellEnd"/>
      <w:r w:rsidRPr="00EF49BC">
        <w:rPr>
          <w:rFonts w:ascii="Times New Roman" w:eastAsia="Times New Roman" w:hAnsi="Times New Roman" w:cs="Times New Roman"/>
          <w:sz w:val="24"/>
          <w:szCs w:val="24"/>
          <w:lang w:eastAsia="uk-UA"/>
        </w:rPr>
        <w:t xml:space="preserve"> </w:t>
      </w:r>
      <w:proofErr w:type="spellStart"/>
      <w:r w:rsidRPr="00EF49BC">
        <w:rPr>
          <w:rFonts w:ascii="Times New Roman" w:eastAsia="Times New Roman" w:hAnsi="Times New Roman" w:cs="Times New Roman"/>
          <w:sz w:val="24"/>
          <w:szCs w:val="24"/>
          <w:lang w:eastAsia="uk-UA"/>
        </w:rPr>
        <w:t>із</w:t>
      </w:r>
      <w:proofErr w:type="spellEnd"/>
      <w:r w:rsidRPr="00EF49BC">
        <w:rPr>
          <w:rFonts w:ascii="Times New Roman" w:eastAsia="Times New Roman" w:hAnsi="Times New Roman" w:cs="Times New Roman"/>
          <w:sz w:val="24"/>
          <w:szCs w:val="24"/>
          <w:lang w:eastAsia="uk-UA"/>
        </w:rPr>
        <w:t xml:space="preserve"> </w:t>
      </w:r>
      <w:proofErr w:type="spellStart"/>
      <w:r w:rsidRPr="00EF49BC">
        <w:rPr>
          <w:rFonts w:ascii="Times New Roman" w:eastAsia="Times New Roman" w:hAnsi="Times New Roman" w:cs="Times New Roman"/>
          <w:sz w:val="24"/>
          <w:szCs w:val="24"/>
          <w:lang w:eastAsia="uk-UA"/>
        </w:rPr>
        <w:t>видачею</w:t>
      </w:r>
      <w:proofErr w:type="spellEnd"/>
      <w:r w:rsidRPr="00EF49BC">
        <w:rPr>
          <w:rFonts w:ascii="Times New Roman" w:eastAsia="Times New Roman" w:hAnsi="Times New Roman" w:cs="Times New Roman"/>
          <w:sz w:val="24"/>
          <w:szCs w:val="24"/>
          <w:lang w:eastAsia="uk-UA"/>
        </w:rPr>
        <w:t xml:space="preserve"> </w:t>
      </w:r>
      <w:proofErr w:type="spellStart"/>
      <w:r w:rsidRPr="00EF49BC">
        <w:rPr>
          <w:rFonts w:ascii="Times New Roman" w:eastAsia="Times New Roman" w:hAnsi="Times New Roman" w:cs="Times New Roman"/>
          <w:sz w:val="24"/>
          <w:szCs w:val="24"/>
          <w:lang w:eastAsia="uk-UA"/>
        </w:rPr>
        <w:t>довідок</w:t>
      </w:r>
      <w:proofErr w:type="spellEnd"/>
      <w:r w:rsidRPr="00EF49BC">
        <w:rPr>
          <w:rFonts w:ascii="Times New Roman" w:eastAsia="Times New Roman" w:hAnsi="Times New Roman" w:cs="Times New Roman"/>
          <w:sz w:val="24"/>
          <w:szCs w:val="24"/>
          <w:lang w:eastAsia="uk-UA"/>
        </w:rPr>
        <w:t xml:space="preserve"> про </w:t>
      </w:r>
      <w:proofErr w:type="spellStart"/>
      <w:r w:rsidRPr="00EF49BC">
        <w:rPr>
          <w:rFonts w:ascii="Times New Roman" w:eastAsia="Times New Roman" w:hAnsi="Times New Roman" w:cs="Times New Roman"/>
          <w:sz w:val="24"/>
          <w:szCs w:val="24"/>
          <w:lang w:eastAsia="uk-UA"/>
        </w:rPr>
        <w:t>реєстрацію</w:t>
      </w:r>
      <w:proofErr w:type="spellEnd"/>
      <w:r w:rsidRPr="00EF49BC">
        <w:rPr>
          <w:rFonts w:ascii="Times New Roman" w:eastAsia="Times New Roman" w:hAnsi="Times New Roman" w:cs="Times New Roman"/>
          <w:sz w:val="24"/>
          <w:szCs w:val="24"/>
          <w:lang w:eastAsia="uk-UA"/>
        </w:rPr>
        <w:t xml:space="preserve"> </w:t>
      </w:r>
      <w:proofErr w:type="spellStart"/>
      <w:r w:rsidRPr="00EF49BC">
        <w:rPr>
          <w:rFonts w:ascii="Times New Roman" w:eastAsia="Times New Roman" w:hAnsi="Times New Roman" w:cs="Times New Roman"/>
          <w:sz w:val="24"/>
          <w:szCs w:val="24"/>
          <w:lang w:eastAsia="uk-UA"/>
        </w:rPr>
        <w:t>місця</w:t>
      </w:r>
      <w:proofErr w:type="spellEnd"/>
      <w:r w:rsidRPr="00EF49BC">
        <w:rPr>
          <w:rFonts w:ascii="Times New Roman" w:eastAsia="Times New Roman" w:hAnsi="Times New Roman" w:cs="Times New Roman"/>
          <w:sz w:val="24"/>
          <w:szCs w:val="24"/>
          <w:lang w:eastAsia="uk-UA"/>
        </w:rPr>
        <w:t xml:space="preserve"> </w:t>
      </w:r>
      <w:proofErr w:type="spellStart"/>
      <w:r w:rsidRPr="00EF49BC">
        <w:rPr>
          <w:rFonts w:ascii="Times New Roman" w:eastAsia="Times New Roman" w:hAnsi="Times New Roman" w:cs="Times New Roman"/>
          <w:sz w:val="24"/>
          <w:szCs w:val="24"/>
          <w:lang w:eastAsia="uk-UA"/>
        </w:rPr>
        <w:t>проживання</w:t>
      </w:r>
      <w:proofErr w:type="spellEnd"/>
      <w:r w:rsidRPr="00EF49BC">
        <w:rPr>
          <w:rFonts w:ascii="Times New Roman" w:eastAsia="Times New Roman" w:hAnsi="Times New Roman" w:cs="Times New Roman"/>
          <w:sz w:val="24"/>
          <w:szCs w:val="24"/>
          <w:lang w:eastAsia="uk-UA"/>
        </w:rPr>
        <w:t>;</w:t>
      </w:r>
    </w:p>
    <w:p w:rsidR="00615214" w:rsidRPr="00EF49BC" w:rsidRDefault="00615214" w:rsidP="00615214">
      <w:pPr>
        <w:pStyle w:val="af3"/>
        <w:numPr>
          <w:ilvl w:val="0"/>
          <w:numId w:val="4"/>
        </w:numPr>
        <w:spacing w:after="0"/>
        <w:ind w:left="0" w:firstLine="357"/>
        <w:jc w:val="both"/>
        <w:rPr>
          <w:rFonts w:ascii="Times New Roman" w:eastAsia="Times New Roman" w:hAnsi="Times New Roman" w:cs="Times New Roman"/>
          <w:sz w:val="24"/>
          <w:szCs w:val="24"/>
          <w:lang w:eastAsia="uk-UA"/>
        </w:rPr>
      </w:pPr>
      <w:r w:rsidRPr="00EF49BC">
        <w:rPr>
          <w:rFonts w:ascii="Times New Roman" w:eastAsia="Times New Roman" w:hAnsi="Times New Roman" w:cs="Times New Roman"/>
          <w:sz w:val="24"/>
          <w:szCs w:val="24"/>
          <w:lang w:eastAsia="uk-UA"/>
        </w:rPr>
        <w:t xml:space="preserve">29 – у </w:t>
      </w:r>
      <w:proofErr w:type="spellStart"/>
      <w:r w:rsidRPr="00EF49BC">
        <w:rPr>
          <w:rFonts w:ascii="Times New Roman" w:eastAsia="Times New Roman" w:hAnsi="Times New Roman" w:cs="Times New Roman"/>
          <w:sz w:val="24"/>
          <w:szCs w:val="24"/>
          <w:lang w:eastAsia="uk-UA"/>
        </w:rPr>
        <w:t>сфері</w:t>
      </w:r>
      <w:proofErr w:type="spellEnd"/>
      <w:r w:rsidRPr="00EF49BC">
        <w:rPr>
          <w:rFonts w:ascii="Times New Roman" w:eastAsia="Times New Roman" w:hAnsi="Times New Roman" w:cs="Times New Roman"/>
          <w:sz w:val="24"/>
          <w:szCs w:val="24"/>
          <w:lang w:eastAsia="uk-UA"/>
        </w:rPr>
        <w:t xml:space="preserve"> </w:t>
      </w:r>
      <w:proofErr w:type="spellStart"/>
      <w:r w:rsidRPr="00EF49BC">
        <w:rPr>
          <w:rFonts w:ascii="Times New Roman" w:eastAsia="Times New Roman" w:hAnsi="Times New Roman" w:cs="Times New Roman"/>
          <w:sz w:val="24"/>
          <w:szCs w:val="24"/>
          <w:lang w:eastAsia="uk-UA"/>
        </w:rPr>
        <w:t>державної</w:t>
      </w:r>
      <w:proofErr w:type="spellEnd"/>
      <w:r w:rsidRPr="00EF49BC">
        <w:rPr>
          <w:rFonts w:ascii="Times New Roman" w:eastAsia="Times New Roman" w:hAnsi="Times New Roman" w:cs="Times New Roman"/>
          <w:sz w:val="24"/>
          <w:szCs w:val="24"/>
          <w:lang w:eastAsia="uk-UA"/>
        </w:rPr>
        <w:t xml:space="preserve"> </w:t>
      </w:r>
      <w:proofErr w:type="spellStart"/>
      <w:r w:rsidRPr="00EF49BC">
        <w:rPr>
          <w:rFonts w:ascii="Times New Roman" w:eastAsia="Times New Roman" w:hAnsi="Times New Roman" w:cs="Times New Roman"/>
          <w:sz w:val="24"/>
          <w:szCs w:val="24"/>
          <w:lang w:eastAsia="uk-UA"/>
        </w:rPr>
        <w:t>реєстрації</w:t>
      </w:r>
      <w:proofErr w:type="spellEnd"/>
      <w:r w:rsidRPr="00EF49BC">
        <w:rPr>
          <w:rFonts w:ascii="Times New Roman" w:eastAsia="Times New Roman" w:hAnsi="Times New Roman" w:cs="Times New Roman"/>
          <w:sz w:val="24"/>
          <w:szCs w:val="24"/>
          <w:lang w:eastAsia="uk-UA"/>
        </w:rPr>
        <w:t xml:space="preserve"> </w:t>
      </w:r>
      <w:proofErr w:type="spellStart"/>
      <w:r w:rsidRPr="00EF49BC">
        <w:rPr>
          <w:rFonts w:ascii="Times New Roman" w:eastAsia="Times New Roman" w:hAnsi="Times New Roman" w:cs="Times New Roman"/>
          <w:sz w:val="24"/>
          <w:szCs w:val="24"/>
          <w:lang w:eastAsia="uk-UA"/>
        </w:rPr>
        <w:t>земельних</w:t>
      </w:r>
      <w:proofErr w:type="spellEnd"/>
      <w:r w:rsidRPr="00EF49BC">
        <w:rPr>
          <w:rFonts w:ascii="Times New Roman" w:eastAsia="Times New Roman" w:hAnsi="Times New Roman" w:cs="Times New Roman"/>
          <w:sz w:val="24"/>
          <w:szCs w:val="24"/>
          <w:lang w:eastAsia="uk-UA"/>
        </w:rPr>
        <w:t xml:space="preserve"> </w:t>
      </w:r>
      <w:proofErr w:type="spellStart"/>
      <w:r w:rsidRPr="00EF49BC">
        <w:rPr>
          <w:rFonts w:ascii="Times New Roman" w:eastAsia="Times New Roman" w:hAnsi="Times New Roman" w:cs="Times New Roman"/>
          <w:sz w:val="24"/>
          <w:szCs w:val="24"/>
          <w:lang w:eastAsia="uk-UA"/>
        </w:rPr>
        <w:t>ділянок</w:t>
      </w:r>
      <w:proofErr w:type="spellEnd"/>
      <w:r w:rsidRPr="00EF49BC">
        <w:rPr>
          <w:rFonts w:ascii="Times New Roman" w:eastAsia="Times New Roman" w:hAnsi="Times New Roman" w:cs="Times New Roman"/>
          <w:sz w:val="24"/>
          <w:szCs w:val="24"/>
          <w:lang w:eastAsia="uk-UA"/>
        </w:rPr>
        <w:t xml:space="preserve">, </w:t>
      </w:r>
      <w:proofErr w:type="spellStart"/>
      <w:r w:rsidRPr="00EF49BC">
        <w:rPr>
          <w:rFonts w:ascii="Times New Roman" w:eastAsia="Times New Roman" w:hAnsi="Times New Roman" w:cs="Times New Roman"/>
          <w:sz w:val="24"/>
          <w:szCs w:val="24"/>
          <w:lang w:eastAsia="uk-UA"/>
        </w:rPr>
        <w:t>що</w:t>
      </w:r>
      <w:proofErr w:type="spellEnd"/>
      <w:r w:rsidRPr="00EF49BC">
        <w:rPr>
          <w:rFonts w:ascii="Times New Roman" w:eastAsia="Times New Roman" w:hAnsi="Times New Roman" w:cs="Times New Roman"/>
          <w:sz w:val="24"/>
          <w:szCs w:val="24"/>
          <w:lang w:eastAsia="uk-UA"/>
        </w:rPr>
        <w:t xml:space="preserve"> </w:t>
      </w:r>
      <w:proofErr w:type="spellStart"/>
      <w:r w:rsidRPr="00EF49BC">
        <w:rPr>
          <w:rFonts w:ascii="Times New Roman" w:eastAsia="Times New Roman" w:hAnsi="Times New Roman" w:cs="Times New Roman"/>
          <w:sz w:val="24"/>
          <w:szCs w:val="24"/>
          <w:lang w:eastAsia="uk-UA"/>
        </w:rPr>
        <w:t>надають</w:t>
      </w:r>
      <w:proofErr w:type="spellEnd"/>
      <w:r w:rsidRPr="00EF49BC">
        <w:rPr>
          <w:rFonts w:ascii="Times New Roman" w:eastAsia="Times New Roman" w:hAnsi="Times New Roman" w:cs="Times New Roman"/>
          <w:sz w:val="24"/>
          <w:szCs w:val="24"/>
          <w:lang w:eastAsia="uk-UA"/>
        </w:rPr>
        <w:t xml:space="preserve"> органами </w:t>
      </w:r>
      <w:proofErr w:type="spellStart"/>
      <w:r w:rsidRPr="00EF49BC">
        <w:rPr>
          <w:rFonts w:ascii="Times New Roman" w:eastAsia="Times New Roman" w:hAnsi="Times New Roman" w:cs="Times New Roman"/>
          <w:sz w:val="24"/>
          <w:szCs w:val="24"/>
          <w:lang w:eastAsia="uk-UA"/>
        </w:rPr>
        <w:t>Держгеокадастру</w:t>
      </w:r>
      <w:proofErr w:type="spellEnd"/>
      <w:r w:rsidRPr="00EF49BC">
        <w:rPr>
          <w:rFonts w:ascii="Times New Roman" w:eastAsia="Times New Roman" w:hAnsi="Times New Roman" w:cs="Times New Roman"/>
          <w:sz w:val="24"/>
          <w:szCs w:val="24"/>
          <w:lang w:eastAsia="uk-UA"/>
        </w:rPr>
        <w:t>;</w:t>
      </w:r>
    </w:p>
    <w:p w:rsidR="00615214" w:rsidRPr="00EF49BC" w:rsidRDefault="00615214" w:rsidP="00615214">
      <w:pPr>
        <w:pStyle w:val="af3"/>
        <w:numPr>
          <w:ilvl w:val="0"/>
          <w:numId w:val="4"/>
        </w:numPr>
        <w:spacing w:after="0"/>
        <w:ind w:left="0" w:firstLine="357"/>
        <w:jc w:val="both"/>
        <w:rPr>
          <w:rFonts w:ascii="Times New Roman" w:eastAsia="Times New Roman" w:hAnsi="Times New Roman" w:cs="Times New Roman"/>
          <w:sz w:val="24"/>
          <w:szCs w:val="24"/>
          <w:lang w:eastAsia="uk-UA"/>
        </w:rPr>
      </w:pPr>
      <w:r w:rsidRPr="00EF49BC">
        <w:rPr>
          <w:rFonts w:ascii="Times New Roman" w:eastAsia="Times New Roman" w:hAnsi="Times New Roman" w:cs="Times New Roman"/>
          <w:sz w:val="24"/>
          <w:szCs w:val="24"/>
          <w:lang w:eastAsia="uk-UA"/>
        </w:rPr>
        <w:t xml:space="preserve">31 – </w:t>
      </w:r>
      <w:proofErr w:type="spellStart"/>
      <w:r w:rsidRPr="00EF49BC">
        <w:rPr>
          <w:rFonts w:ascii="Times New Roman" w:eastAsia="Times New Roman" w:hAnsi="Times New Roman" w:cs="Times New Roman"/>
          <w:sz w:val="24"/>
          <w:szCs w:val="24"/>
          <w:lang w:eastAsia="uk-UA"/>
        </w:rPr>
        <w:t>послуги</w:t>
      </w:r>
      <w:proofErr w:type="spellEnd"/>
      <w:r w:rsidRPr="00EF49BC">
        <w:rPr>
          <w:rFonts w:ascii="Times New Roman" w:eastAsia="Times New Roman" w:hAnsi="Times New Roman" w:cs="Times New Roman"/>
          <w:sz w:val="24"/>
          <w:szCs w:val="24"/>
          <w:lang w:eastAsia="uk-UA"/>
        </w:rPr>
        <w:t xml:space="preserve"> у </w:t>
      </w:r>
      <w:proofErr w:type="spellStart"/>
      <w:r w:rsidRPr="00EF49BC">
        <w:rPr>
          <w:rFonts w:ascii="Times New Roman" w:eastAsia="Times New Roman" w:hAnsi="Times New Roman" w:cs="Times New Roman"/>
          <w:sz w:val="24"/>
          <w:szCs w:val="24"/>
          <w:lang w:eastAsia="uk-UA"/>
        </w:rPr>
        <w:t>сфері</w:t>
      </w:r>
      <w:proofErr w:type="spellEnd"/>
      <w:r w:rsidRPr="00EF49BC">
        <w:rPr>
          <w:rFonts w:ascii="Times New Roman" w:eastAsia="Times New Roman" w:hAnsi="Times New Roman" w:cs="Times New Roman"/>
          <w:sz w:val="24"/>
          <w:szCs w:val="24"/>
          <w:lang w:eastAsia="uk-UA"/>
        </w:rPr>
        <w:t xml:space="preserve"> </w:t>
      </w:r>
      <w:proofErr w:type="spellStart"/>
      <w:proofErr w:type="gramStart"/>
      <w:r w:rsidRPr="00EF49BC">
        <w:rPr>
          <w:rFonts w:ascii="Times New Roman" w:eastAsia="Times New Roman" w:hAnsi="Times New Roman" w:cs="Times New Roman"/>
          <w:sz w:val="24"/>
          <w:szCs w:val="24"/>
          <w:lang w:eastAsia="uk-UA"/>
        </w:rPr>
        <w:t>соц</w:t>
      </w:r>
      <w:proofErr w:type="gramEnd"/>
      <w:r w:rsidRPr="00EF49BC">
        <w:rPr>
          <w:rFonts w:ascii="Times New Roman" w:eastAsia="Times New Roman" w:hAnsi="Times New Roman" w:cs="Times New Roman"/>
          <w:sz w:val="24"/>
          <w:szCs w:val="24"/>
          <w:lang w:eastAsia="uk-UA"/>
        </w:rPr>
        <w:t>іального</w:t>
      </w:r>
      <w:proofErr w:type="spellEnd"/>
      <w:r w:rsidRPr="00EF49BC">
        <w:rPr>
          <w:rFonts w:ascii="Times New Roman" w:eastAsia="Times New Roman" w:hAnsi="Times New Roman" w:cs="Times New Roman"/>
          <w:sz w:val="24"/>
          <w:szCs w:val="24"/>
          <w:lang w:eastAsia="uk-UA"/>
        </w:rPr>
        <w:t xml:space="preserve"> </w:t>
      </w:r>
      <w:proofErr w:type="spellStart"/>
      <w:r w:rsidRPr="00EF49BC">
        <w:rPr>
          <w:rFonts w:ascii="Times New Roman" w:eastAsia="Times New Roman" w:hAnsi="Times New Roman" w:cs="Times New Roman"/>
          <w:sz w:val="24"/>
          <w:szCs w:val="24"/>
          <w:lang w:eastAsia="uk-UA"/>
        </w:rPr>
        <w:t>захисту</w:t>
      </w:r>
      <w:proofErr w:type="spellEnd"/>
      <w:r w:rsidRPr="00EF49BC">
        <w:rPr>
          <w:rFonts w:ascii="Times New Roman" w:eastAsia="Times New Roman" w:hAnsi="Times New Roman" w:cs="Times New Roman"/>
          <w:sz w:val="24"/>
          <w:szCs w:val="24"/>
          <w:lang w:eastAsia="uk-UA"/>
        </w:rPr>
        <w:t xml:space="preserve"> (</w:t>
      </w:r>
      <w:proofErr w:type="spellStart"/>
      <w:r w:rsidRPr="00EF49BC">
        <w:rPr>
          <w:rFonts w:ascii="Times New Roman" w:eastAsia="Times New Roman" w:hAnsi="Times New Roman" w:cs="Times New Roman"/>
          <w:sz w:val="24"/>
          <w:szCs w:val="24"/>
          <w:lang w:eastAsia="uk-UA"/>
        </w:rPr>
        <w:t>допомоги</w:t>
      </w:r>
      <w:proofErr w:type="spellEnd"/>
      <w:r w:rsidRPr="00EF49BC">
        <w:rPr>
          <w:rFonts w:ascii="Times New Roman" w:eastAsia="Times New Roman" w:hAnsi="Times New Roman" w:cs="Times New Roman"/>
          <w:sz w:val="24"/>
          <w:szCs w:val="24"/>
          <w:lang w:eastAsia="uk-UA"/>
        </w:rPr>
        <w:t xml:space="preserve">, </w:t>
      </w:r>
      <w:proofErr w:type="spellStart"/>
      <w:r w:rsidRPr="00EF49BC">
        <w:rPr>
          <w:rFonts w:ascii="Times New Roman" w:eastAsia="Times New Roman" w:hAnsi="Times New Roman" w:cs="Times New Roman"/>
          <w:sz w:val="24"/>
          <w:szCs w:val="24"/>
          <w:lang w:eastAsia="uk-UA"/>
        </w:rPr>
        <w:t>пільги,субсидії</w:t>
      </w:r>
      <w:proofErr w:type="spellEnd"/>
      <w:r w:rsidRPr="00EF49BC">
        <w:rPr>
          <w:rFonts w:ascii="Times New Roman" w:eastAsia="Times New Roman" w:hAnsi="Times New Roman" w:cs="Times New Roman"/>
          <w:sz w:val="24"/>
          <w:szCs w:val="24"/>
          <w:lang w:eastAsia="uk-UA"/>
        </w:rPr>
        <w:t xml:space="preserve"> </w:t>
      </w:r>
      <w:proofErr w:type="spellStart"/>
      <w:r w:rsidRPr="00EF49BC">
        <w:rPr>
          <w:rFonts w:ascii="Times New Roman" w:eastAsia="Times New Roman" w:hAnsi="Times New Roman" w:cs="Times New Roman"/>
          <w:sz w:val="24"/>
          <w:szCs w:val="24"/>
          <w:lang w:eastAsia="uk-UA"/>
        </w:rPr>
        <w:t>тощо</w:t>
      </w:r>
      <w:proofErr w:type="spellEnd"/>
      <w:r w:rsidRPr="00EF49BC">
        <w:rPr>
          <w:rFonts w:ascii="Times New Roman" w:eastAsia="Times New Roman" w:hAnsi="Times New Roman" w:cs="Times New Roman"/>
          <w:sz w:val="24"/>
          <w:szCs w:val="24"/>
          <w:lang w:eastAsia="uk-UA"/>
        </w:rPr>
        <w:t>);</w:t>
      </w:r>
    </w:p>
    <w:p w:rsidR="00615214" w:rsidRPr="00EF49BC" w:rsidRDefault="00615214" w:rsidP="00615214">
      <w:pPr>
        <w:pStyle w:val="af3"/>
        <w:numPr>
          <w:ilvl w:val="0"/>
          <w:numId w:val="4"/>
        </w:numPr>
        <w:spacing w:after="0"/>
        <w:ind w:left="0" w:firstLine="357"/>
        <w:jc w:val="both"/>
        <w:rPr>
          <w:rFonts w:ascii="Times New Roman" w:eastAsia="Times New Roman" w:hAnsi="Times New Roman" w:cs="Times New Roman"/>
          <w:sz w:val="24"/>
          <w:szCs w:val="24"/>
          <w:lang w:eastAsia="uk-UA"/>
        </w:rPr>
      </w:pPr>
      <w:r w:rsidRPr="00EF49BC">
        <w:rPr>
          <w:rFonts w:ascii="Times New Roman" w:eastAsia="Times New Roman" w:hAnsi="Times New Roman" w:cs="Times New Roman"/>
          <w:sz w:val="24"/>
          <w:szCs w:val="24"/>
          <w:lang w:eastAsia="uk-UA"/>
        </w:rPr>
        <w:t xml:space="preserve">431 – </w:t>
      </w:r>
      <w:proofErr w:type="spellStart"/>
      <w:r w:rsidRPr="00EF49BC">
        <w:rPr>
          <w:rFonts w:ascii="Times New Roman" w:eastAsia="Times New Roman" w:hAnsi="Times New Roman" w:cs="Times New Roman"/>
          <w:sz w:val="24"/>
          <w:szCs w:val="24"/>
          <w:lang w:eastAsia="uk-UA"/>
        </w:rPr>
        <w:t>інші</w:t>
      </w:r>
      <w:proofErr w:type="spellEnd"/>
      <w:r w:rsidRPr="00EF49BC">
        <w:rPr>
          <w:rFonts w:ascii="Times New Roman" w:eastAsia="Times New Roman" w:hAnsi="Times New Roman" w:cs="Times New Roman"/>
          <w:sz w:val="24"/>
          <w:szCs w:val="24"/>
          <w:lang w:eastAsia="uk-UA"/>
        </w:rPr>
        <w:t xml:space="preserve"> </w:t>
      </w:r>
      <w:proofErr w:type="spellStart"/>
      <w:r w:rsidRPr="00EF49BC">
        <w:rPr>
          <w:rFonts w:ascii="Times New Roman" w:eastAsia="Times New Roman" w:hAnsi="Times New Roman" w:cs="Times New Roman"/>
          <w:sz w:val="24"/>
          <w:szCs w:val="24"/>
          <w:lang w:eastAsia="uk-UA"/>
        </w:rPr>
        <w:t>послуги</w:t>
      </w:r>
      <w:proofErr w:type="spellEnd"/>
      <w:r w:rsidRPr="00EF49BC">
        <w:rPr>
          <w:rFonts w:ascii="Times New Roman" w:eastAsia="Times New Roman" w:hAnsi="Times New Roman" w:cs="Times New Roman"/>
          <w:sz w:val="24"/>
          <w:szCs w:val="24"/>
          <w:lang w:eastAsia="uk-UA"/>
        </w:rPr>
        <w:t xml:space="preserve"> (</w:t>
      </w:r>
      <w:proofErr w:type="spellStart"/>
      <w:r w:rsidRPr="00EF49BC">
        <w:rPr>
          <w:rFonts w:ascii="Times New Roman" w:eastAsia="Times New Roman" w:hAnsi="Times New Roman" w:cs="Times New Roman"/>
          <w:sz w:val="24"/>
          <w:szCs w:val="24"/>
          <w:lang w:eastAsia="uk-UA"/>
        </w:rPr>
        <w:t>довідки</w:t>
      </w:r>
      <w:proofErr w:type="spellEnd"/>
      <w:r w:rsidRPr="00EF49BC">
        <w:rPr>
          <w:rFonts w:ascii="Times New Roman" w:eastAsia="Times New Roman" w:hAnsi="Times New Roman" w:cs="Times New Roman"/>
          <w:sz w:val="24"/>
          <w:szCs w:val="24"/>
          <w:lang w:eastAsia="uk-UA"/>
        </w:rPr>
        <w:t xml:space="preserve"> про склад </w:t>
      </w:r>
      <w:proofErr w:type="spellStart"/>
      <w:r w:rsidRPr="00EF49BC">
        <w:rPr>
          <w:rFonts w:ascii="Times New Roman" w:eastAsia="Times New Roman" w:hAnsi="Times New Roman" w:cs="Times New Roman"/>
          <w:sz w:val="24"/>
          <w:szCs w:val="24"/>
          <w:lang w:eastAsia="uk-UA"/>
        </w:rPr>
        <w:t>сі</w:t>
      </w:r>
      <w:proofErr w:type="gramStart"/>
      <w:r w:rsidRPr="00EF49BC">
        <w:rPr>
          <w:rFonts w:ascii="Times New Roman" w:eastAsia="Times New Roman" w:hAnsi="Times New Roman" w:cs="Times New Roman"/>
          <w:sz w:val="24"/>
          <w:szCs w:val="24"/>
          <w:lang w:eastAsia="uk-UA"/>
        </w:rPr>
        <w:t>м</w:t>
      </w:r>
      <w:proofErr w:type="gramEnd"/>
      <w:r w:rsidRPr="00EF49BC">
        <w:rPr>
          <w:rFonts w:ascii="Times New Roman" w:eastAsia="Times New Roman" w:hAnsi="Times New Roman" w:cs="Times New Roman"/>
          <w:sz w:val="24"/>
          <w:szCs w:val="24"/>
          <w:lang w:eastAsia="uk-UA"/>
        </w:rPr>
        <w:t>’ї</w:t>
      </w:r>
      <w:proofErr w:type="spellEnd"/>
      <w:r w:rsidRPr="00EF49BC">
        <w:rPr>
          <w:rFonts w:ascii="Times New Roman" w:eastAsia="Times New Roman" w:hAnsi="Times New Roman" w:cs="Times New Roman"/>
          <w:sz w:val="24"/>
          <w:szCs w:val="24"/>
          <w:lang w:eastAsia="uk-UA"/>
        </w:rPr>
        <w:t xml:space="preserve">, характеристики, </w:t>
      </w:r>
      <w:proofErr w:type="spellStart"/>
      <w:r w:rsidRPr="00EF49BC">
        <w:rPr>
          <w:rFonts w:ascii="Times New Roman" w:eastAsia="Times New Roman" w:hAnsi="Times New Roman" w:cs="Times New Roman"/>
          <w:sz w:val="24"/>
          <w:szCs w:val="24"/>
          <w:lang w:eastAsia="uk-UA"/>
        </w:rPr>
        <w:t>інші</w:t>
      </w:r>
      <w:proofErr w:type="spellEnd"/>
      <w:r w:rsidRPr="00EF49BC">
        <w:rPr>
          <w:rFonts w:ascii="Times New Roman" w:eastAsia="Times New Roman" w:hAnsi="Times New Roman" w:cs="Times New Roman"/>
          <w:sz w:val="24"/>
          <w:szCs w:val="24"/>
          <w:lang w:eastAsia="uk-UA"/>
        </w:rPr>
        <w:t xml:space="preserve"> </w:t>
      </w:r>
      <w:proofErr w:type="spellStart"/>
      <w:r w:rsidRPr="00EF49BC">
        <w:rPr>
          <w:rFonts w:ascii="Times New Roman" w:eastAsia="Times New Roman" w:hAnsi="Times New Roman" w:cs="Times New Roman"/>
          <w:sz w:val="24"/>
          <w:szCs w:val="24"/>
          <w:lang w:eastAsia="uk-UA"/>
        </w:rPr>
        <w:t>види</w:t>
      </w:r>
      <w:proofErr w:type="spellEnd"/>
      <w:r w:rsidRPr="00EF49BC">
        <w:rPr>
          <w:rFonts w:ascii="Times New Roman" w:eastAsia="Times New Roman" w:hAnsi="Times New Roman" w:cs="Times New Roman"/>
          <w:sz w:val="24"/>
          <w:szCs w:val="24"/>
          <w:lang w:eastAsia="uk-UA"/>
        </w:rPr>
        <w:t xml:space="preserve"> </w:t>
      </w:r>
      <w:proofErr w:type="spellStart"/>
      <w:r w:rsidRPr="00EF49BC">
        <w:rPr>
          <w:rFonts w:ascii="Times New Roman" w:eastAsia="Times New Roman" w:hAnsi="Times New Roman" w:cs="Times New Roman"/>
          <w:sz w:val="24"/>
          <w:szCs w:val="24"/>
          <w:lang w:eastAsia="uk-UA"/>
        </w:rPr>
        <w:t>заяв</w:t>
      </w:r>
      <w:proofErr w:type="spellEnd"/>
      <w:r w:rsidRPr="00EF49BC">
        <w:rPr>
          <w:rFonts w:ascii="Times New Roman" w:eastAsia="Times New Roman" w:hAnsi="Times New Roman" w:cs="Times New Roman"/>
          <w:sz w:val="24"/>
          <w:szCs w:val="24"/>
          <w:lang w:eastAsia="uk-UA"/>
        </w:rPr>
        <w:t xml:space="preserve"> та </w:t>
      </w:r>
      <w:proofErr w:type="spellStart"/>
      <w:r w:rsidRPr="00EF49BC">
        <w:rPr>
          <w:rFonts w:ascii="Times New Roman" w:eastAsia="Times New Roman" w:hAnsi="Times New Roman" w:cs="Times New Roman"/>
          <w:sz w:val="24"/>
          <w:szCs w:val="24"/>
          <w:lang w:eastAsia="uk-UA"/>
        </w:rPr>
        <w:t>звернень</w:t>
      </w:r>
      <w:proofErr w:type="spellEnd"/>
      <w:r w:rsidRPr="00EF49BC">
        <w:rPr>
          <w:rFonts w:ascii="Times New Roman" w:eastAsia="Times New Roman" w:hAnsi="Times New Roman" w:cs="Times New Roman"/>
          <w:sz w:val="24"/>
          <w:szCs w:val="24"/>
          <w:lang w:eastAsia="uk-UA"/>
        </w:rPr>
        <w:t>).</w:t>
      </w:r>
    </w:p>
    <w:p w:rsidR="00615214" w:rsidRPr="00EF49BC" w:rsidRDefault="00615214" w:rsidP="00615214">
      <w:pPr>
        <w:spacing w:after="0"/>
        <w:jc w:val="both"/>
        <w:rPr>
          <w:rFonts w:ascii="Times New Roman" w:eastAsia="Times New Roman" w:hAnsi="Times New Roman" w:cs="Times New Roman"/>
          <w:sz w:val="24"/>
          <w:szCs w:val="24"/>
        </w:rPr>
      </w:pPr>
      <w:r w:rsidRPr="00EF49BC">
        <w:rPr>
          <w:rFonts w:ascii="Times New Roman" w:eastAsia="Times New Roman" w:hAnsi="Times New Roman" w:cs="Times New Roman"/>
          <w:sz w:val="24"/>
          <w:szCs w:val="24"/>
        </w:rPr>
        <w:t>За період з 02.04.2021р. по 30.06.2021р. до місцевого бюджету надійшли кошти у вигляді сплаченого адміністративного збору у розмірі: 36 014,00 грн. (680  грн. - адміністративний збір за державну реєстрацію юридичних осіб;27 766 грн. – адміністративний збір за державну реєстрацію прав на нерухоме майно; 7568 грн. – інший адміністративний збір).</w:t>
      </w:r>
    </w:p>
    <w:p w:rsidR="00615214" w:rsidRPr="00EF49BC" w:rsidRDefault="00615214" w:rsidP="00615214">
      <w:pPr>
        <w:spacing w:after="0"/>
        <w:ind w:firstLine="709"/>
        <w:rPr>
          <w:rFonts w:ascii="Times New Roman" w:eastAsia="Times New Roman" w:hAnsi="Times New Roman" w:cs="Times New Roman"/>
          <w:b/>
          <w:sz w:val="24"/>
          <w:szCs w:val="24"/>
        </w:rPr>
      </w:pPr>
      <w:r w:rsidRPr="00EF49BC">
        <w:rPr>
          <w:rFonts w:ascii="Times New Roman" w:eastAsia="Times New Roman" w:hAnsi="Times New Roman" w:cs="Times New Roman"/>
          <w:b/>
          <w:sz w:val="24"/>
          <w:szCs w:val="24"/>
        </w:rPr>
        <w:t>Дорожнє господарство.</w:t>
      </w:r>
    </w:p>
    <w:p w:rsidR="00615214" w:rsidRPr="00EF49BC" w:rsidRDefault="00615214" w:rsidP="00615214">
      <w:pPr>
        <w:spacing w:after="0"/>
        <w:ind w:firstLine="709"/>
        <w:jc w:val="both"/>
        <w:rPr>
          <w:rFonts w:ascii="Times New Roman" w:eastAsia="Times New Roman" w:hAnsi="Times New Roman" w:cs="Times New Roman"/>
          <w:sz w:val="24"/>
          <w:szCs w:val="24"/>
        </w:rPr>
      </w:pPr>
      <w:r w:rsidRPr="00EF49BC">
        <w:rPr>
          <w:rFonts w:ascii="Times New Roman" w:eastAsia="Times New Roman" w:hAnsi="Times New Roman" w:cs="Times New Roman"/>
          <w:sz w:val="24"/>
          <w:szCs w:val="24"/>
        </w:rPr>
        <w:t xml:space="preserve">На утримання та розвиток автомобільних доріг комунальної власності (поточний ремонт, </w:t>
      </w:r>
      <w:proofErr w:type="spellStart"/>
      <w:r w:rsidRPr="00EF49BC">
        <w:rPr>
          <w:rFonts w:ascii="Times New Roman" w:eastAsia="Times New Roman" w:hAnsi="Times New Roman" w:cs="Times New Roman"/>
          <w:sz w:val="24"/>
          <w:szCs w:val="24"/>
        </w:rPr>
        <w:t>грейдерування</w:t>
      </w:r>
      <w:proofErr w:type="spellEnd"/>
      <w:r w:rsidRPr="00EF49BC">
        <w:rPr>
          <w:rFonts w:ascii="Times New Roman" w:eastAsia="Times New Roman" w:hAnsi="Times New Roman" w:cs="Times New Roman"/>
          <w:sz w:val="24"/>
          <w:szCs w:val="24"/>
        </w:rPr>
        <w:t xml:space="preserve"> та інше) профінансовано 296 209,00 грн.</w:t>
      </w:r>
    </w:p>
    <w:p w:rsidR="00615214" w:rsidRPr="00EF49BC" w:rsidRDefault="00615214" w:rsidP="00615214">
      <w:pPr>
        <w:spacing w:after="0"/>
        <w:ind w:firstLine="709"/>
        <w:jc w:val="both"/>
        <w:rPr>
          <w:rFonts w:ascii="Times New Roman" w:eastAsia="Times New Roman" w:hAnsi="Times New Roman" w:cs="Times New Roman"/>
          <w:sz w:val="24"/>
          <w:szCs w:val="24"/>
        </w:rPr>
      </w:pPr>
      <w:r w:rsidRPr="00EF49BC">
        <w:rPr>
          <w:rFonts w:ascii="Times New Roman" w:eastAsia="Times New Roman" w:hAnsi="Times New Roman" w:cs="Times New Roman"/>
          <w:sz w:val="24"/>
          <w:szCs w:val="24"/>
        </w:rPr>
        <w:t>Проведені поточні ремонти доріг комунальної власності в населених пунктах сільської ради на загальну суму 119 211 грн., а саме:</w:t>
      </w:r>
    </w:p>
    <w:p w:rsidR="00615214" w:rsidRPr="00EF49BC" w:rsidRDefault="00615214" w:rsidP="00615214">
      <w:pPr>
        <w:spacing w:after="0"/>
        <w:ind w:firstLine="709"/>
        <w:jc w:val="both"/>
        <w:rPr>
          <w:rFonts w:ascii="Times New Roman" w:eastAsia="Times New Roman" w:hAnsi="Times New Roman" w:cs="Times New Roman"/>
          <w:sz w:val="24"/>
          <w:szCs w:val="24"/>
        </w:rPr>
      </w:pPr>
      <w:r w:rsidRPr="00EF49BC">
        <w:rPr>
          <w:rFonts w:ascii="Times New Roman" w:eastAsia="Times New Roman" w:hAnsi="Times New Roman" w:cs="Times New Roman"/>
          <w:sz w:val="24"/>
          <w:szCs w:val="24"/>
        </w:rPr>
        <w:t>1. с. Колом</w:t>
      </w:r>
      <w:r w:rsidRPr="00EF49BC">
        <w:rPr>
          <w:rFonts w:ascii="Times New Roman" w:eastAsia="Times New Roman" w:hAnsi="Times New Roman" w:cs="Times New Roman"/>
          <w:sz w:val="24"/>
          <w:szCs w:val="24"/>
          <w:lang w:val="ru-RU"/>
        </w:rPr>
        <w:t>’</w:t>
      </w:r>
      <w:r w:rsidRPr="00EF49BC">
        <w:rPr>
          <w:rFonts w:ascii="Times New Roman" w:eastAsia="Times New Roman" w:hAnsi="Times New Roman" w:cs="Times New Roman"/>
          <w:sz w:val="24"/>
          <w:szCs w:val="24"/>
        </w:rPr>
        <w:t>є, вул.</w:t>
      </w:r>
      <w:r>
        <w:rPr>
          <w:rFonts w:ascii="Times New Roman" w:eastAsia="Times New Roman" w:hAnsi="Times New Roman" w:cs="Times New Roman"/>
          <w:sz w:val="24"/>
          <w:szCs w:val="24"/>
        </w:rPr>
        <w:t xml:space="preserve"> </w:t>
      </w:r>
      <w:r w:rsidRPr="00EF49BC">
        <w:rPr>
          <w:rFonts w:ascii="Times New Roman" w:eastAsia="Times New Roman" w:hAnsi="Times New Roman" w:cs="Times New Roman"/>
          <w:sz w:val="24"/>
          <w:szCs w:val="24"/>
        </w:rPr>
        <w:t>Шевченка на суму 24 361,0 грн.;</w:t>
      </w:r>
    </w:p>
    <w:p w:rsidR="00615214" w:rsidRPr="00EF49BC" w:rsidRDefault="00615214" w:rsidP="00615214">
      <w:pPr>
        <w:spacing w:after="0"/>
        <w:ind w:firstLine="709"/>
        <w:jc w:val="both"/>
        <w:rPr>
          <w:rFonts w:ascii="Times New Roman" w:eastAsia="Times New Roman" w:hAnsi="Times New Roman" w:cs="Times New Roman"/>
          <w:sz w:val="24"/>
          <w:szCs w:val="24"/>
        </w:rPr>
      </w:pPr>
      <w:r w:rsidRPr="00EF49BC">
        <w:rPr>
          <w:rFonts w:ascii="Times New Roman" w:eastAsia="Times New Roman" w:hAnsi="Times New Roman" w:cs="Times New Roman"/>
          <w:sz w:val="24"/>
          <w:szCs w:val="24"/>
        </w:rPr>
        <w:t>2. с. Лисиче, вул. Гагаріна на суму 49 964,0 грн.;</w:t>
      </w:r>
    </w:p>
    <w:p w:rsidR="00615214" w:rsidRPr="00EF49BC" w:rsidRDefault="00615214" w:rsidP="00615214">
      <w:pPr>
        <w:spacing w:after="0"/>
        <w:ind w:firstLine="709"/>
        <w:jc w:val="both"/>
        <w:rPr>
          <w:rFonts w:ascii="Times New Roman" w:eastAsia="Times New Roman" w:hAnsi="Times New Roman" w:cs="Times New Roman"/>
          <w:sz w:val="24"/>
          <w:szCs w:val="24"/>
        </w:rPr>
      </w:pPr>
      <w:r w:rsidRPr="00EF49BC">
        <w:rPr>
          <w:rFonts w:ascii="Times New Roman" w:eastAsia="Times New Roman" w:hAnsi="Times New Roman" w:cs="Times New Roman"/>
          <w:sz w:val="24"/>
          <w:szCs w:val="24"/>
        </w:rPr>
        <w:t xml:space="preserve">2. с. </w:t>
      </w:r>
      <w:proofErr w:type="spellStart"/>
      <w:r w:rsidRPr="00EF49BC">
        <w:rPr>
          <w:rFonts w:ascii="Times New Roman" w:eastAsia="Times New Roman" w:hAnsi="Times New Roman" w:cs="Times New Roman"/>
          <w:sz w:val="24"/>
          <w:szCs w:val="24"/>
        </w:rPr>
        <w:t>Комарівка</w:t>
      </w:r>
      <w:proofErr w:type="spellEnd"/>
      <w:r w:rsidRPr="00EF49BC">
        <w:rPr>
          <w:rFonts w:ascii="Times New Roman" w:eastAsia="Times New Roman" w:hAnsi="Times New Roman" w:cs="Times New Roman"/>
          <w:sz w:val="24"/>
          <w:szCs w:val="24"/>
        </w:rPr>
        <w:t xml:space="preserve">, вул. </w:t>
      </w:r>
      <w:proofErr w:type="spellStart"/>
      <w:r w:rsidRPr="00EF49BC">
        <w:rPr>
          <w:rFonts w:ascii="Times New Roman" w:eastAsia="Times New Roman" w:hAnsi="Times New Roman" w:cs="Times New Roman"/>
          <w:sz w:val="24"/>
          <w:szCs w:val="24"/>
        </w:rPr>
        <w:t>Одухи</w:t>
      </w:r>
      <w:proofErr w:type="spellEnd"/>
      <w:r w:rsidRPr="00EF49BC">
        <w:rPr>
          <w:rFonts w:ascii="Times New Roman" w:eastAsia="Times New Roman" w:hAnsi="Times New Roman" w:cs="Times New Roman"/>
          <w:sz w:val="24"/>
          <w:szCs w:val="24"/>
        </w:rPr>
        <w:t xml:space="preserve"> на суму 14 483,0 грн.;</w:t>
      </w:r>
    </w:p>
    <w:p w:rsidR="00615214" w:rsidRPr="00EF49BC" w:rsidRDefault="00615214" w:rsidP="00615214">
      <w:pPr>
        <w:spacing w:after="0"/>
        <w:ind w:firstLine="709"/>
        <w:jc w:val="both"/>
        <w:rPr>
          <w:rFonts w:ascii="Times New Roman" w:eastAsia="Times New Roman" w:hAnsi="Times New Roman" w:cs="Times New Roman"/>
          <w:sz w:val="24"/>
          <w:szCs w:val="24"/>
        </w:rPr>
      </w:pPr>
      <w:r w:rsidRPr="00EF49BC">
        <w:rPr>
          <w:rFonts w:ascii="Times New Roman" w:eastAsia="Times New Roman" w:hAnsi="Times New Roman" w:cs="Times New Roman"/>
          <w:sz w:val="24"/>
          <w:szCs w:val="24"/>
        </w:rPr>
        <w:t>4. с. Крупець, вул. Кринична на суму 18 248,0 грн.,</w:t>
      </w:r>
    </w:p>
    <w:p w:rsidR="00615214" w:rsidRPr="00EF49BC" w:rsidRDefault="00615214" w:rsidP="00615214">
      <w:pPr>
        <w:spacing w:after="0"/>
        <w:ind w:firstLine="709"/>
        <w:jc w:val="both"/>
        <w:rPr>
          <w:rFonts w:ascii="Times New Roman" w:eastAsia="Times New Roman" w:hAnsi="Times New Roman" w:cs="Times New Roman"/>
          <w:sz w:val="24"/>
          <w:szCs w:val="24"/>
        </w:rPr>
      </w:pPr>
      <w:r w:rsidRPr="00EF49BC">
        <w:rPr>
          <w:rFonts w:ascii="Times New Roman" w:eastAsia="Times New Roman" w:hAnsi="Times New Roman" w:cs="Times New Roman"/>
          <w:sz w:val="24"/>
          <w:szCs w:val="24"/>
        </w:rPr>
        <w:t xml:space="preserve">5. с. </w:t>
      </w:r>
      <w:proofErr w:type="spellStart"/>
      <w:r w:rsidRPr="00EF49BC">
        <w:rPr>
          <w:rFonts w:ascii="Times New Roman" w:eastAsia="Times New Roman" w:hAnsi="Times New Roman" w:cs="Times New Roman"/>
          <w:sz w:val="24"/>
          <w:szCs w:val="24"/>
        </w:rPr>
        <w:t>Полянь</w:t>
      </w:r>
      <w:proofErr w:type="spellEnd"/>
      <w:r w:rsidRPr="00EF49BC">
        <w:rPr>
          <w:rFonts w:ascii="Times New Roman" w:eastAsia="Times New Roman" w:hAnsi="Times New Roman" w:cs="Times New Roman"/>
          <w:sz w:val="24"/>
          <w:szCs w:val="24"/>
        </w:rPr>
        <w:t>, вул. Набережна на суму 12 155,0 грн.</w:t>
      </w:r>
    </w:p>
    <w:p w:rsidR="00615214" w:rsidRPr="00EF49BC" w:rsidRDefault="00615214" w:rsidP="00615214">
      <w:pPr>
        <w:spacing w:after="0"/>
        <w:jc w:val="both"/>
        <w:rPr>
          <w:rFonts w:ascii="Times New Roman" w:eastAsia="Times New Roman" w:hAnsi="Times New Roman" w:cs="Times New Roman"/>
          <w:sz w:val="24"/>
          <w:szCs w:val="24"/>
        </w:rPr>
      </w:pPr>
      <w:r w:rsidRPr="00EF49BC">
        <w:rPr>
          <w:rFonts w:ascii="Times New Roman" w:eastAsia="Times New Roman" w:hAnsi="Times New Roman" w:cs="Times New Roman"/>
          <w:sz w:val="24"/>
          <w:szCs w:val="24"/>
        </w:rPr>
        <w:t xml:space="preserve">Протягом І півріччя 2021 року ведуться роботи з </w:t>
      </w:r>
      <w:proofErr w:type="spellStart"/>
      <w:r w:rsidRPr="00EF49BC">
        <w:rPr>
          <w:rFonts w:ascii="Times New Roman" w:eastAsia="Times New Roman" w:hAnsi="Times New Roman" w:cs="Times New Roman"/>
          <w:sz w:val="24"/>
          <w:szCs w:val="24"/>
        </w:rPr>
        <w:t>грейдування</w:t>
      </w:r>
      <w:proofErr w:type="spellEnd"/>
      <w:r w:rsidRPr="00EF49BC">
        <w:rPr>
          <w:rFonts w:ascii="Times New Roman" w:eastAsia="Times New Roman" w:hAnsi="Times New Roman" w:cs="Times New Roman"/>
          <w:sz w:val="24"/>
          <w:szCs w:val="24"/>
        </w:rPr>
        <w:t xml:space="preserve"> вулиць на суму 130 000 грн., а саме:</w:t>
      </w:r>
    </w:p>
    <w:p w:rsidR="00615214" w:rsidRPr="00EF49BC" w:rsidRDefault="00615214" w:rsidP="00615214">
      <w:pPr>
        <w:spacing w:after="0"/>
        <w:ind w:firstLine="709"/>
        <w:jc w:val="both"/>
        <w:rPr>
          <w:rFonts w:ascii="Times New Roman" w:eastAsia="Times New Roman" w:hAnsi="Times New Roman" w:cs="Times New Roman"/>
          <w:sz w:val="24"/>
          <w:szCs w:val="24"/>
        </w:rPr>
      </w:pPr>
      <w:r w:rsidRPr="00EF49BC">
        <w:rPr>
          <w:rFonts w:ascii="Times New Roman" w:eastAsia="Times New Roman" w:hAnsi="Times New Roman" w:cs="Times New Roman"/>
          <w:sz w:val="24"/>
          <w:szCs w:val="24"/>
        </w:rPr>
        <w:lastRenderedPageBreak/>
        <w:t xml:space="preserve">1. с. Крупець  по вулицях Шкільна на суму -5568,0 грн., </w:t>
      </w:r>
      <w:proofErr w:type="spellStart"/>
      <w:r w:rsidRPr="00EF49BC">
        <w:rPr>
          <w:rFonts w:ascii="Times New Roman" w:eastAsia="Times New Roman" w:hAnsi="Times New Roman" w:cs="Times New Roman"/>
          <w:sz w:val="24"/>
          <w:szCs w:val="24"/>
        </w:rPr>
        <w:t>Горинська</w:t>
      </w:r>
      <w:proofErr w:type="spellEnd"/>
      <w:r w:rsidRPr="00EF49BC">
        <w:rPr>
          <w:rFonts w:ascii="Times New Roman" w:eastAsia="Times New Roman" w:hAnsi="Times New Roman" w:cs="Times New Roman"/>
          <w:sz w:val="24"/>
          <w:szCs w:val="24"/>
        </w:rPr>
        <w:t xml:space="preserve"> – 6576,0 грн., Шевченка – 8053,0 грн., Заріччя – 7783,0 грн., о. Гуменюка – 5367,0 грн., </w:t>
      </w:r>
      <w:proofErr w:type="spellStart"/>
      <w:r w:rsidRPr="00EF49BC">
        <w:rPr>
          <w:rFonts w:ascii="Times New Roman" w:eastAsia="Times New Roman" w:hAnsi="Times New Roman" w:cs="Times New Roman"/>
          <w:sz w:val="24"/>
          <w:szCs w:val="24"/>
        </w:rPr>
        <w:t>пров</w:t>
      </w:r>
      <w:proofErr w:type="spellEnd"/>
      <w:r w:rsidRPr="00EF49BC">
        <w:rPr>
          <w:rFonts w:ascii="Times New Roman" w:eastAsia="Times New Roman" w:hAnsi="Times New Roman" w:cs="Times New Roman"/>
          <w:sz w:val="24"/>
          <w:szCs w:val="24"/>
        </w:rPr>
        <w:t xml:space="preserve">. </w:t>
      </w:r>
      <w:proofErr w:type="spellStart"/>
      <w:r w:rsidRPr="00EF49BC">
        <w:rPr>
          <w:rFonts w:ascii="Times New Roman" w:eastAsia="Times New Roman" w:hAnsi="Times New Roman" w:cs="Times New Roman"/>
          <w:sz w:val="24"/>
          <w:szCs w:val="24"/>
        </w:rPr>
        <w:t>Горинський</w:t>
      </w:r>
      <w:proofErr w:type="spellEnd"/>
      <w:r w:rsidRPr="00EF49BC">
        <w:rPr>
          <w:rFonts w:ascii="Times New Roman" w:eastAsia="Times New Roman" w:hAnsi="Times New Roman" w:cs="Times New Roman"/>
          <w:sz w:val="24"/>
          <w:szCs w:val="24"/>
        </w:rPr>
        <w:t xml:space="preserve"> – 2818,0 грн.;</w:t>
      </w:r>
    </w:p>
    <w:p w:rsidR="00615214" w:rsidRPr="00EF49BC" w:rsidRDefault="00615214" w:rsidP="00615214">
      <w:pPr>
        <w:spacing w:after="0"/>
        <w:ind w:firstLine="709"/>
        <w:jc w:val="both"/>
        <w:rPr>
          <w:rFonts w:ascii="Times New Roman" w:eastAsia="Times New Roman" w:hAnsi="Times New Roman" w:cs="Times New Roman"/>
          <w:sz w:val="24"/>
          <w:szCs w:val="24"/>
        </w:rPr>
      </w:pPr>
      <w:r w:rsidRPr="00EF49BC">
        <w:rPr>
          <w:rFonts w:ascii="Times New Roman" w:eastAsia="Times New Roman" w:hAnsi="Times New Roman" w:cs="Times New Roman"/>
          <w:sz w:val="24"/>
          <w:szCs w:val="24"/>
        </w:rPr>
        <w:t xml:space="preserve">2. с. </w:t>
      </w:r>
      <w:proofErr w:type="spellStart"/>
      <w:r w:rsidRPr="00EF49BC">
        <w:rPr>
          <w:rFonts w:ascii="Times New Roman" w:eastAsia="Times New Roman" w:hAnsi="Times New Roman" w:cs="Times New Roman"/>
          <w:sz w:val="24"/>
          <w:szCs w:val="24"/>
        </w:rPr>
        <w:t>Стригани</w:t>
      </w:r>
      <w:proofErr w:type="spellEnd"/>
      <w:r w:rsidRPr="00EF49BC">
        <w:rPr>
          <w:rFonts w:ascii="Times New Roman" w:eastAsia="Times New Roman" w:hAnsi="Times New Roman" w:cs="Times New Roman"/>
          <w:sz w:val="24"/>
          <w:szCs w:val="24"/>
        </w:rPr>
        <w:t xml:space="preserve">, вулицях </w:t>
      </w:r>
      <w:proofErr w:type="spellStart"/>
      <w:r w:rsidRPr="00EF49BC">
        <w:rPr>
          <w:rFonts w:ascii="Times New Roman" w:eastAsia="Times New Roman" w:hAnsi="Times New Roman" w:cs="Times New Roman"/>
          <w:sz w:val="24"/>
          <w:szCs w:val="24"/>
        </w:rPr>
        <w:t>Г.Охмана</w:t>
      </w:r>
      <w:proofErr w:type="spellEnd"/>
      <w:r w:rsidRPr="00EF49BC">
        <w:rPr>
          <w:rFonts w:ascii="Times New Roman" w:eastAsia="Times New Roman" w:hAnsi="Times New Roman" w:cs="Times New Roman"/>
          <w:sz w:val="24"/>
          <w:szCs w:val="24"/>
        </w:rPr>
        <w:t xml:space="preserve"> на суму – 7783,0 грн., </w:t>
      </w:r>
      <w:proofErr w:type="spellStart"/>
      <w:r w:rsidRPr="00EF49BC">
        <w:rPr>
          <w:rFonts w:ascii="Times New Roman" w:eastAsia="Times New Roman" w:hAnsi="Times New Roman" w:cs="Times New Roman"/>
          <w:sz w:val="24"/>
          <w:szCs w:val="24"/>
        </w:rPr>
        <w:t>Одухи</w:t>
      </w:r>
      <w:proofErr w:type="spellEnd"/>
      <w:r w:rsidRPr="00EF49BC">
        <w:rPr>
          <w:rFonts w:ascii="Times New Roman" w:eastAsia="Times New Roman" w:hAnsi="Times New Roman" w:cs="Times New Roman"/>
          <w:sz w:val="24"/>
          <w:szCs w:val="24"/>
        </w:rPr>
        <w:t xml:space="preserve"> -8053,0 грн., Лісна – 4696,0 грн.;</w:t>
      </w:r>
    </w:p>
    <w:p w:rsidR="00615214" w:rsidRPr="00EF49BC" w:rsidRDefault="00615214" w:rsidP="00615214">
      <w:pPr>
        <w:spacing w:after="0"/>
        <w:ind w:firstLine="709"/>
        <w:jc w:val="both"/>
        <w:rPr>
          <w:rFonts w:ascii="Times New Roman" w:eastAsia="Times New Roman" w:hAnsi="Times New Roman" w:cs="Times New Roman"/>
          <w:sz w:val="24"/>
          <w:szCs w:val="24"/>
        </w:rPr>
      </w:pPr>
      <w:r w:rsidRPr="00EF49BC">
        <w:rPr>
          <w:rFonts w:ascii="Times New Roman" w:eastAsia="Times New Roman" w:hAnsi="Times New Roman" w:cs="Times New Roman"/>
          <w:sz w:val="24"/>
          <w:szCs w:val="24"/>
        </w:rPr>
        <w:t xml:space="preserve">3. с. </w:t>
      </w:r>
      <w:proofErr w:type="spellStart"/>
      <w:r w:rsidRPr="00EF49BC">
        <w:rPr>
          <w:rFonts w:ascii="Times New Roman" w:eastAsia="Times New Roman" w:hAnsi="Times New Roman" w:cs="Times New Roman"/>
          <w:sz w:val="24"/>
          <w:szCs w:val="24"/>
        </w:rPr>
        <w:t>Хоровиця</w:t>
      </w:r>
      <w:proofErr w:type="spellEnd"/>
      <w:r w:rsidRPr="00EF49BC">
        <w:rPr>
          <w:rFonts w:ascii="Times New Roman" w:eastAsia="Times New Roman" w:hAnsi="Times New Roman" w:cs="Times New Roman"/>
          <w:sz w:val="24"/>
          <w:szCs w:val="24"/>
        </w:rPr>
        <w:t xml:space="preserve">, вул. Партизанська на суму 7783,0 грн., </w:t>
      </w:r>
      <w:proofErr w:type="spellStart"/>
      <w:r w:rsidRPr="00EF49BC">
        <w:rPr>
          <w:rFonts w:ascii="Times New Roman" w:eastAsia="Times New Roman" w:hAnsi="Times New Roman" w:cs="Times New Roman"/>
          <w:sz w:val="24"/>
          <w:szCs w:val="24"/>
        </w:rPr>
        <w:t>пров</w:t>
      </w:r>
      <w:proofErr w:type="spellEnd"/>
      <w:r w:rsidRPr="00EF49BC">
        <w:rPr>
          <w:rFonts w:ascii="Times New Roman" w:eastAsia="Times New Roman" w:hAnsi="Times New Roman" w:cs="Times New Roman"/>
          <w:sz w:val="24"/>
          <w:szCs w:val="24"/>
        </w:rPr>
        <w:t>. Зелений – 7449,0</w:t>
      </w:r>
      <w:r>
        <w:rPr>
          <w:rFonts w:ascii="Times New Roman" w:eastAsia="Times New Roman" w:hAnsi="Times New Roman" w:cs="Times New Roman"/>
          <w:sz w:val="24"/>
          <w:szCs w:val="24"/>
        </w:rPr>
        <w:t xml:space="preserve"> </w:t>
      </w:r>
      <w:r w:rsidRPr="00EF49BC">
        <w:rPr>
          <w:rFonts w:ascii="Times New Roman" w:eastAsia="Times New Roman" w:hAnsi="Times New Roman" w:cs="Times New Roman"/>
          <w:sz w:val="24"/>
          <w:szCs w:val="24"/>
        </w:rPr>
        <w:t>грн.;</w:t>
      </w:r>
    </w:p>
    <w:p w:rsidR="00615214" w:rsidRPr="00EF49BC" w:rsidRDefault="00615214" w:rsidP="00615214">
      <w:pPr>
        <w:spacing w:after="0"/>
        <w:ind w:firstLine="709"/>
        <w:jc w:val="both"/>
        <w:rPr>
          <w:rFonts w:ascii="Times New Roman" w:eastAsia="Times New Roman" w:hAnsi="Times New Roman" w:cs="Times New Roman"/>
          <w:sz w:val="24"/>
          <w:szCs w:val="24"/>
        </w:rPr>
      </w:pPr>
      <w:r w:rsidRPr="00EF49BC">
        <w:rPr>
          <w:rFonts w:ascii="Times New Roman" w:eastAsia="Times New Roman" w:hAnsi="Times New Roman" w:cs="Times New Roman"/>
          <w:sz w:val="24"/>
          <w:szCs w:val="24"/>
        </w:rPr>
        <w:t xml:space="preserve">4. с. </w:t>
      </w:r>
      <w:proofErr w:type="spellStart"/>
      <w:r w:rsidRPr="00EF49BC">
        <w:rPr>
          <w:rFonts w:ascii="Times New Roman" w:eastAsia="Times New Roman" w:hAnsi="Times New Roman" w:cs="Times New Roman"/>
          <w:sz w:val="24"/>
          <w:szCs w:val="24"/>
        </w:rPr>
        <w:t>Полянь</w:t>
      </w:r>
      <w:proofErr w:type="spellEnd"/>
      <w:r w:rsidRPr="00EF49BC">
        <w:rPr>
          <w:rFonts w:ascii="Times New Roman" w:eastAsia="Times New Roman" w:hAnsi="Times New Roman" w:cs="Times New Roman"/>
          <w:sz w:val="24"/>
          <w:szCs w:val="24"/>
        </w:rPr>
        <w:t xml:space="preserve"> по вулицях Незалежності на суму 7262,0 грн., Набережна – 6723,0 грн.;</w:t>
      </w:r>
    </w:p>
    <w:p w:rsidR="00615214" w:rsidRPr="00EF49BC" w:rsidRDefault="00615214" w:rsidP="00615214">
      <w:pPr>
        <w:spacing w:after="0"/>
        <w:ind w:firstLine="709"/>
        <w:jc w:val="both"/>
        <w:rPr>
          <w:rFonts w:ascii="Times New Roman" w:eastAsia="Times New Roman" w:hAnsi="Times New Roman" w:cs="Times New Roman"/>
          <w:sz w:val="24"/>
          <w:szCs w:val="24"/>
        </w:rPr>
      </w:pPr>
      <w:r w:rsidRPr="00EF49BC">
        <w:rPr>
          <w:rFonts w:ascii="Times New Roman" w:eastAsia="Times New Roman" w:hAnsi="Times New Roman" w:cs="Times New Roman"/>
          <w:sz w:val="24"/>
          <w:szCs w:val="24"/>
        </w:rPr>
        <w:t>5. с. Колом</w:t>
      </w:r>
      <w:r w:rsidRPr="00EF49BC">
        <w:rPr>
          <w:rFonts w:ascii="Times New Roman" w:eastAsia="Times New Roman" w:hAnsi="Times New Roman" w:cs="Times New Roman"/>
          <w:sz w:val="24"/>
          <w:szCs w:val="24"/>
          <w:lang w:val="ru-RU"/>
        </w:rPr>
        <w:t>’</w:t>
      </w:r>
      <w:r w:rsidRPr="00EF49BC">
        <w:rPr>
          <w:rFonts w:ascii="Times New Roman" w:eastAsia="Times New Roman" w:hAnsi="Times New Roman" w:cs="Times New Roman"/>
          <w:sz w:val="24"/>
          <w:szCs w:val="24"/>
        </w:rPr>
        <w:t>є, вул.</w:t>
      </w:r>
      <w:r>
        <w:rPr>
          <w:rFonts w:ascii="Times New Roman" w:eastAsia="Times New Roman" w:hAnsi="Times New Roman" w:cs="Times New Roman"/>
          <w:sz w:val="24"/>
          <w:szCs w:val="24"/>
        </w:rPr>
        <w:t xml:space="preserve"> </w:t>
      </w:r>
      <w:r w:rsidRPr="00EF49BC">
        <w:rPr>
          <w:rFonts w:ascii="Times New Roman" w:eastAsia="Times New Roman" w:hAnsi="Times New Roman" w:cs="Times New Roman"/>
          <w:sz w:val="24"/>
          <w:szCs w:val="24"/>
        </w:rPr>
        <w:t>Шевченка на суму 6737,0 грн.;</w:t>
      </w:r>
    </w:p>
    <w:p w:rsidR="00615214" w:rsidRPr="00EF49BC" w:rsidRDefault="00615214" w:rsidP="00615214">
      <w:pPr>
        <w:spacing w:after="0"/>
        <w:ind w:firstLine="709"/>
        <w:jc w:val="both"/>
        <w:rPr>
          <w:rFonts w:ascii="Times New Roman" w:eastAsia="Times New Roman" w:hAnsi="Times New Roman" w:cs="Times New Roman"/>
          <w:sz w:val="24"/>
          <w:szCs w:val="24"/>
        </w:rPr>
      </w:pPr>
      <w:r w:rsidRPr="00EF49BC">
        <w:rPr>
          <w:rFonts w:ascii="Times New Roman" w:eastAsia="Times New Roman" w:hAnsi="Times New Roman" w:cs="Times New Roman"/>
          <w:sz w:val="24"/>
          <w:szCs w:val="24"/>
        </w:rPr>
        <w:t>6. с. Лисиче по вулицях  Дружби на суму 9460,0</w:t>
      </w:r>
      <w:r>
        <w:rPr>
          <w:rFonts w:ascii="Times New Roman" w:eastAsia="Times New Roman" w:hAnsi="Times New Roman" w:cs="Times New Roman"/>
          <w:sz w:val="24"/>
          <w:szCs w:val="24"/>
        </w:rPr>
        <w:t xml:space="preserve"> </w:t>
      </w:r>
      <w:r w:rsidRPr="00EF49BC">
        <w:rPr>
          <w:rFonts w:ascii="Times New Roman" w:eastAsia="Times New Roman" w:hAnsi="Times New Roman" w:cs="Times New Roman"/>
          <w:sz w:val="24"/>
          <w:szCs w:val="24"/>
        </w:rPr>
        <w:t>грн., Островського – 8160,0 грн.;</w:t>
      </w:r>
    </w:p>
    <w:p w:rsidR="00615214" w:rsidRPr="00EF49BC" w:rsidRDefault="00615214" w:rsidP="00615214">
      <w:pPr>
        <w:spacing w:after="0"/>
        <w:ind w:firstLine="709"/>
        <w:jc w:val="both"/>
        <w:rPr>
          <w:rFonts w:ascii="Times New Roman" w:eastAsia="Times New Roman" w:hAnsi="Times New Roman" w:cs="Times New Roman"/>
          <w:sz w:val="24"/>
          <w:szCs w:val="24"/>
        </w:rPr>
      </w:pPr>
      <w:r w:rsidRPr="00EF49BC">
        <w:rPr>
          <w:rFonts w:ascii="Times New Roman" w:eastAsia="Times New Roman" w:hAnsi="Times New Roman" w:cs="Times New Roman"/>
          <w:sz w:val="24"/>
          <w:szCs w:val="24"/>
        </w:rPr>
        <w:t xml:space="preserve">7. с. </w:t>
      </w:r>
      <w:proofErr w:type="spellStart"/>
      <w:r w:rsidRPr="00EF49BC">
        <w:rPr>
          <w:rFonts w:ascii="Times New Roman" w:eastAsia="Times New Roman" w:hAnsi="Times New Roman" w:cs="Times New Roman"/>
          <w:sz w:val="24"/>
          <w:szCs w:val="24"/>
        </w:rPr>
        <w:t>Потереба</w:t>
      </w:r>
      <w:proofErr w:type="spellEnd"/>
      <w:r w:rsidRPr="00EF49BC">
        <w:rPr>
          <w:rFonts w:ascii="Times New Roman" w:eastAsia="Times New Roman" w:hAnsi="Times New Roman" w:cs="Times New Roman"/>
          <w:sz w:val="24"/>
          <w:szCs w:val="24"/>
        </w:rPr>
        <w:t xml:space="preserve"> по вулицях Михайлова на суму 4764,0</w:t>
      </w:r>
      <w:r>
        <w:rPr>
          <w:rFonts w:ascii="Times New Roman" w:eastAsia="Times New Roman" w:hAnsi="Times New Roman" w:cs="Times New Roman"/>
          <w:sz w:val="24"/>
          <w:szCs w:val="24"/>
        </w:rPr>
        <w:t xml:space="preserve"> </w:t>
      </w:r>
      <w:r w:rsidRPr="00EF49BC">
        <w:rPr>
          <w:rFonts w:ascii="Times New Roman" w:eastAsia="Times New Roman" w:hAnsi="Times New Roman" w:cs="Times New Roman"/>
          <w:sz w:val="24"/>
          <w:szCs w:val="24"/>
        </w:rPr>
        <w:t>грн., Чкалова – 4832 грн.;</w:t>
      </w:r>
    </w:p>
    <w:p w:rsidR="00615214" w:rsidRPr="00EF49BC" w:rsidRDefault="00615214" w:rsidP="00615214">
      <w:pPr>
        <w:spacing w:after="0"/>
        <w:ind w:firstLine="709"/>
        <w:jc w:val="both"/>
        <w:rPr>
          <w:rFonts w:ascii="Times New Roman" w:eastAsia="Times New Roman" w:hAnsi="Times New Roman" w:cs="Times New Roman"/>
          <w:sz w:val="24"/>
          <w:szCs w:val="24"/>
        </w:rPr>
      </w:pPr>
      <w:r w:rsidRPr="00EF49BC">
        <w:rPr>
          <w:rFonts w:ascii="Times New Roman" w:eastAsia="Times New Roman" w:hAnsi="Times New Roman" w:cs="Times New Roman"/>
          <w:sz w:val="24"/>
          <w:szCs w:val="24"/>
        </w:rPr>
        <w:t>8. с. Дідова Гора по вулиці Садова на суму 4966,0 грн.;</w:t>
      </w:r>
    </w:p>
    <w:p w:rsidR="00615214" w:rsidRPr="00EF49BC" w:rsidRDefault="00615214" w:rsidP="00615214">
      <w:pPr>
        <w:spacing w:after="0"/>
        <w:ind w:firstLine="709"/>
        <w:jc w:val="both"/>
        <w:rPr>
          <w:rFonts w:ascii="Times New Roman" w:eastAsia="Times New Roman" w:hAnsi="Times New Roman" w:cs="Times New Roman"/>
          <w:sz w:val="24"/>
          <w:szCs w:val="24"/>
        </w:rPr>
      </w:pPr>
      <w:r w:rsidRPr="00EF49BC">
        <w:rPr>
          <w:rFonts w:ascii="Times New Roman" w:eastAsia="Times New Roman" w:hAnsi="Times New Roman" w:cs="Times New Roman"/>
          <w:sz w:val="24"/>
          <w:szCs w:val="24"/>
        </w:rPr>
        <w:t xml:space="preserve">9. с. </w:t>
      </w:r>
      <w:proofErr w:type="spellStart"/>
      <w:r w:rsidRPr="00EF49BC">
        <w:rPr>
          <w:rFonts w:ascii="Times New Roman" w:eastAsia="Times New Roman" w:hAnsi="Times New Roman" w:cs="Times New Roman"/>
          <w:sz w:val="24"/>
          <w:szCs w:val="24"/>
        </w:rPr>
        <w:t>Головлі</w:t>
      </w:r>
      <w:proofErr w:type="spellEnd"/>
      <w:r w:rsidRPr="00EF49BC">
        <w:rPr>
          <w:rFonts w:ascii="Times New Roman" w:eastAsia="Times New Roman" w:hAnsi="Times New Roman" w:cs="Times New Roman"/>
          <w:sz w:val="24"/>
          <w:szCs w:val="24"/>
        </w:rPr>
        <w:t xml:space="preserve"> по вулиці Миру на суму 5167,0 грн.</w:t>
      </w:r>
    </w:p>
    <w:p w:rsidR="00615214" w:rsidRPr="00EF49BC" w:rsidRDefault="00615214" w:rsidP="00615214">
      <w:pPr>
        <w:spacing w:after="0"/>
        <w:ind w:firstLine="709"/>
        <w:jc w:val="both"/>
        <w:rPr>
          <w:rFonts w:ascii="Times New Roman" w:eastAsia="Times New Roman" w:hAnsi="Times New Roman" w:cs="Times New Roman"/>
          <w:sz w:val="24"/>
          <w:szCs w:val="24"/>
        </w:rPr>
      </w:pPr>
      <w:r w:rsidRPr="00EF49BC">
        <w:rPr>
          <w:rFonts w:ascii="Times New Roman" w:eastAsia="Times New Roman" w:hAnsi="Times New Roman" w:cs="Times New Roman"/>
          <w:sz w:val="24"/>
          <w:szCs w:val="24"/>
        </w:rPr>
        <w:t>Та інші роботи 46 998,00</w:t>
      </w:r>
      <w:r>
        <w:rPr>
          <w:rFonts w:ascii="Times New Roman" w:eastAsia="Times New Roman" w:hAnsi="Times New Roman" w:cs="Times New Roman"/>
          <w:sz w:val="24"/>
          <w:szCs w:val="24"/>
        </w:rPr>
        <w:t xml:space="preserve"> </w:t>
      </w:r>
      <w:r w:rsidRPr="00EF49BC">
        <w:rPr>
          <w:rFonts w:ascii="Times New Roman" w:eastAsia="Times New Roman" w:hAnsi="Times New Roman" w:cs="Times New Roman"/>
          <w:sz w:val="24"/>
          <w:szCs w:val="24"/>
        </w:rPr>
        <w:t>грн.</w:t>
      </w:r>
    </w:p>
    <w:p w:rsidR="00615214" w:rsidRPr="00EF49BC" w:rsidRDefault="00615214" w:rsidP="00615214">
      <w:pPr>
        <w:spacing w:after="0"/>
        <w:ind w:firstLine="709"/>
        <w:rPr>
          <w:rFonts w:ascii="Times New Roman" w:eastAsia="Times New Roman" w:hAnsi="Times New Roman" w:cs="Times New Roman"/>
          <w:sz w:val="24"/>
          <w:szCs w:val="24"/>
        </w:rPr>
      </w:pPr>
      <w:r w:rsidRPr="00EF49BC">
        <w:rPr>
          <w:rFonts w:ascii="Times New Roman" w:eastAsia="Times New Roman" w:hAnsi="Times New Roman" w:cs="Times New Roman"/>
          <w:b/>
          <w:sz w:val="24"/>
          <w:szCs w:val="24"/>
        </w:rPr>
        <w:t xml:space="preserve">Вуличне освітлення. </w:t>
      </w:r>
    </w:p>
    <w:p w:rsidR="00615214" w:rsidRPr="00EF49BC" w:rsidRDefault="00615214" w:rsidP="00615214">
      <w:pPr>
        <w:spacing w:after="0"/>
        <w:ind w:firstLine="709"/>
        <w:jc w:val="both"/>
        <w:rPr>
          <w:rFonts w:ascii="Times New Roman" w:eastAsia="Times New Roman" w:hAnsi="Times New Roman" w:cs="Times New Roman"/>
          <w:sz w:val="24"/>
          <w:szCs w:val="24"/>
        </w:rPr>
      </w:pPr>
      <w:r w:rsidRPr="00EF49BC">
        <w:rPr>
          <w:rFonts w:ascii="Times New Roman" w:eastAsia="Times New Roman" w:hAnsi="Times New Roman" w:cs="Times New Roman"/>
          <w:sz w:val="24"/>
          <w:szCs w:val="24"/>
        </w:rPr>
        <w:t>Організована робота з обслуговування та ремонту існуючої мережі вуличного освітлення.</w:t>
      </w:r>
    </w:p>
    <w:p w:rsidR="00615214" w:rsidRPr="00EF49BC" w:rsidRDefault="00615214" w:rsidP="00615214">
      <w:pPr>
        <w:spacing w:after="0"/>
        <w:ind w:firstLine="709"/>
        <w:jc w:val="both"/>
        <w:rPr>
          <w:rFonts w:ascii="Times New Roman" w:eastAsia="Times New Roman" w:hAnsi="Times New Roman" w:cs="Times New Roman"/>
          <w:sz w:val="24"/>
          <w:szCs w:val="24"/>
        </w:rPr>
      </w:pPr>
      <w:r w:rsidRPr="00EF49BC">
        <w:rPr>
          <w:rFonts w:ascii="Times New Roman" w:eastAsia="Times New Roman" w:hAnsi="Times New Roman" w:cs="Times New Roman"/>
          <w:sz w:val="24"/>
          <w:szCs w:val="24"/>
        </w:rPr>
        <w:t xml:space="preserve">Поточні роботи (заміна лампочок, встановлення додаткових прожекторі) проводяться за рахунок коштів бюджету сільської ради загальним обсягом 28 467,11 грн. (с. </w:t>
      </w:r>
      <w:proofErr w:type="spellStart"/>
      <w:r w:rsidRPr="00EF49BC">
        <w:rPr>
          <w:rFonts w:ascii="Times New Roman" w:eastAsia="Times New Roman" w:hAnsi="Times New Roman" w:cs="Times New Roman"/>
          <w:sz w:val="24"/>
          <w:szCs w:val="24"/>
        </w:rPr>
        <w:t>Полянь</w:t>
      </w:r>
      <w:proofErr w:type="spellEnd"/>
      <w:r w:rsidRPr="00EF49BC">
        <w:rPr>
          <w:rFonts w:ascii="Times New Roman" w:eastAsia="Times New Roman" w:hAnsi="Times New Roman" w:cs="Times New Roman"/>
          <w:sz w:val="24"/>
          <w:szCs w:val="24"/>
        </w:rPr>
        <w:t xml:space="preserve"> – 6 038,35</w:t>
      </w:r>
      <w:r>
        <w:rPr>
          <w:rFonts w:ascii="Times New Roman" w:eastAsia="Times New Roman" w:hAnsi="Times New Roman" w:cs="Times New Roman"/>
          <w:sz w:val="24"/>
          <w:szCs w:val="24"/>
        </w:rPr>
        <w:t xml:space="preserve"> </w:t>
      </w:r>
      <w:r w:rsidRPr="00EF49BC">
        <w:rPr>
          <w:rFonts w:ascii="Times New Roman" w:eastAsia="Times New Roman" w:hAnsi="Times New Roman" w:cs="Times New Roman"/>
          <w:sz w:val="24"/>
          <w:szCs w:val="24"/>
        </w:rPr>
        <w:t>грн, с. Крупець – 9 010,0</w:t>
      </w:r>
      <w:r>
        <w:rPr>
          <w:rFonts w:ascii="Times New Roman" w:eastAsia="Times New Roman" w:hAnsi="Times New Roman" w:cs="Times New Roman"/>
          <w:sz w:val="24"/>
          <w:szCs w:val="24"/>
        </w:rPr>
        <w:t xml:space="preserve"> </w:t>
      </w:r>
      <w:r w:rsidRPr="00EF49BC">
        <w:rPr>
          <w:rFonts w:ascii="Times New Roman" w:eastAsia="Times New Roman" w:hAnsi="Times New Roman" w:cs="Times New Roman"/>
          <w:sz w:val="24"/>
          <w:szCs w:val="24"/>
        </w:rPr>
        <w:t>грн, с. Колом</w:t>
      </w:r>
      <w:r w:rsidRPr="00EF49BC">
        <w:rPr>
          <w:rFonts w:ascii="Times New Roman" w:eastAsia="Times New Roman" w:hAnsi="Times New Roman" w:cs="Times New Roman"/>
          <w:sz w:val="24"/>
          <w:szCs w:val="24"/>
          <w:lang w:val="ru-RU"/>
        </w:rPr>
        <w:t>’</w:t>
      </w:r>
      <w:r w:rsidRPr="00EF49BC">
        <w:rPr>
          <w:rFonts w:ascii="Times New Roman" w:eastAsia="Times New Roman" w:hAnsi="Times New Roman" w:cs="Times New Roman"/>
          <w:sz w:val="24"/>
          <w:szCs w:val="24"/>
        </w:rPr>
        <w:t>є – 5 691,96</w:t>
      </w:r>
      <w:r>
        <w:rPr>
          <w:rFonts w:ascii="Times New Roman" w:eastAsia="Times New Roman" w:hAnsi="Times New Roman" w:cs="Times New Roman"/>
          <w:sz w:val="24"/>
          <w:szCs w:val="24"/>
        </w:rPr>
        <w:t xml:space="preserve"> </w:t>
      </w:r>
      <w:r w:rsidRPr="00EF49BC">
        <w:rPr>
          <w:rFonts w:ascii="Times New Roman" w:eastAsia="Times New Roman" w:hAnsi="Times New Roman" w:cs="Times New Roman"/>
          <w:sz w:val="24"/>
          <w:szCs w:val="24"/>
        </w:rPr>
        <w:t xml:space="preserve">грн., с. </w:t>
      </w:r>
      <w:proofErr w:type="spellStart"/>
      <w:r w:rsidRPr="00EF49BC">
        <w:rPr>
          <w:rFonts w:ascii="Times New Roman" w:eastAsia="Times New Roman" w:hAnsi="Times New Roman" w:cs="Times New Roman"/>
          <w:sz w:val="24"/>
          <w:szCs w:val="24"/>
        </w:rPr>
        <w:t>Стригани</w:t>
      </w:r>
      <w:proofErr w:type="spellEnd"/>
      <w:r w:rsidRPr="00EF49BC">
        <w:rPr>
          <w:rFonts w:ascii="Times New Roman" w:eastAsia="Times New Roman" w:hAnsi="Times New Roman" w:cs="Times New Roman"/>
          <w:sz w:val="24"/>
          <w:szCs w:val="24"/>
        </w:rPr>
        <w:t xml:space="preserve"> – 1 938,35</w:t>
      </w:r>
      <w:r>
        <w:rPr>
          <w:rFonts w:ascii="Times New Roman" w:eastAsia="Times New Roman" w:hAnsi="Times New Roman" w:cs="Times New Roman"/>
          <w:sz w:val="24"/>
          <w:szCs w:val="24"/>
        </w:rPr>
        <w:t xml:space="preserve"> </w:t>
      </w:r>
      <w:r w:rsidRPr="00EF49BC">
        <w:rPr>
          <w:rFonts w:ascii="Times New Roman" w:eastAsia="Times New Roman" w:hAnsi="Times New Roman" w:cs="Times New Roman"/>
          <w:sz w:val="24"/>
          <w:szCs w:val="24"/>
        </w:rPr>
        <w:t xml:space="preserve">грн., с. </w:t>
      </w:r>
      <w:proofErr w:type="spellStart"/>
      <w:r w:rsidRPr="00EF49BC">
        <w:rPr>
          <w:rFonts w:ascii="Times New Roman" w:eastAsia="Times New Roman" w:hAnsi="Times New Roman" w:cs="Times New Roman"/>
          <w:sz w:val="24"/>
          <w:szCs w:val="24"/>
        </w:rPr>
        <w:t>Головлі</w:t>
      </w:r>
      <w:proofErr w:type="spellEnd"/>
      <w:r w:rsidRPr="00EF49BC">
        <w:rPr>
          <w:rFonts w:ascii="Times New Roman" w:eastAsia="Times New Roman" w:hAnsi="Times New Roman" w:cs="Times New Roman"/>
          <w:sz w:val="24"/>
          <w:szCs w:val="24"/>
        </w:rPr>
        <w:t xml:space="preserve"> – 5 788,45</w:t>
      </w:r>
      <w:r>
        <w:rPr>
          <w:rFonts w:ascii="Times New Roman" w:eastAsia="Times New Roman" w:hAnsi="Times New Roman" w:cs="Times New Roman"/>
          <w:sz w:val="24"/>
          <w:szCs w:val="24"/>
        </w:rPr>
        <w:t xml:space="preserve"> </w:t>
      </w:r>
      <w:r w:rsidRPr="00EF49BC">
        <w:rPr>
          <w:rFonts w:ascii="Times New Roman" w:eastAsia="Times New Roman" w:hAnsi="Times New Roman" w:cs="Times New Roman"/>
          <w:sz w:val="24"/>
          <w:szCs w:val="24"/>
        </w:rPr>
        <w:t>грн.).</w:t>
      </w:r>
      <w:r>
        <w:rPr>
          <w:rFonts w:ascii="Times New Roman" w:eastAsia="Times New Roman" w:hAnsi="Times New Roman" w:cs="Times New Roman"/>
          <w:sz w:val="24"/>
          <w:szCs w:val="24"/>
        </w:rPr>
        <w:t xml:space="preserve"> </w:t>
      </w:r>
      <w:proofErr w:type="spellStart"/>
      <w:r w:rsidRPr="00EF49BC">
        <w:rPr>
          <w:rFonts w:ascii="Times New Roman" w:eastAsia="Times New Roman" w:hAnsi="Times New Roman" w:cs="Times New Roman"/>
          <w:sz w:val="24"/>
          <w:szCs w:val="24"/>
          <w:lang w:val="ru-RU"/>
        </w:rPr>
        <w:t>Роботи</w:t>
      </w:r>
      <w:proofErr w:type="spellEnd"/>
      <w:r>
        <w:rPr>
          <w:rFonts w:ascii="Times New Roman" w:eastAsia="Times New Roman" w:hAnsi="Times New Roman" w:cs="Times New Roman"/>
          <w:sz w:val="24"/>
          <w:szCs w:val="24"/>
          <w:lang w:val="ru-RU"/>
        </w:rPr>
        <w:t xml:space="preserve"> </w:t>
      </w:r>
      <w:proofErr w:type="spellStart"/>
      <w:r w:rsidRPr="00EF49BC">
        <w:rPr>
          <w:rFonts w:ascii="Times New Roman" w:eastAsia="Times New Roman" w:hAnsi="Times New Roman" w:cs="Times New Roman"/>
          <w:sz w:val="24"/>
          <w:szCs w:val="24"/>
          <w:lang w:val="ru-RU"/>
        </w:rPr>
        <w:t>щодо</w:t>
      </w:r>
      <w:proofErr w:type="spellEnd"/>
      <w:r>
        <w:rPr>
          <w:rFonts w:ascii="Times New Roman" w:eastAsia="Times New Roman" w:hAnsi="Times New Roman" w:cs="Times New Roman"/>
          <w:sz w:val="24"/>
          <w:szCs w:val="24"/>
          <w:lang w:val="ru-RU"/>
        </w:rPr>
        <w:t xml:space="preserve"> </w:t>
      </w:r>
      <w:proofErr w:type="spellStart"/>
      <w:r w:rsidRPr="00EF49BC">
        <w:rPr>
          <w:rFonts w:ascii="Times New Roman" w:eastAsia="Times New Roman" w:hAnsi="Times New Roman" w:cs="Times New Roman"/>
          <w:sz w:val="24"/>
          <w:szCs w:val="24"/>
          <w:lang w:val="ru-RU"/>
        </w:rPr>
        <w:t>встановлення</w:t>
      </w:r>
      <w:proofErr w:type="spellEnd"/>
      <w:r>
        <w:rPr>
          <w:rFonts w:ascii="Times New Roman" w:eastAsia="Times New Roman" w:hAnsi="Times New Roman" w:cs="Times New Roman"/>
          <w:sz w:val="24"/>
          <w:szCs w:val="24"/>
          <w:lang w:val="ru-RU"/>
        </w:rPr>
        <w:t xml:space="preserve"> </w:t>
      </w:r>
      <w:proofErr w:type="spellStart"/>
      <w:r w:rsidRPr="00EF49BC">
        <w:rPr>
          <w:rFonts w:ascii="Times New Roman" w:eastAsia="Times New Roman" w:hAnsi="Times New Roman" w:cs="Times New Roman"/>
          <w:sz w:val="24"/>
          <w:szCs w:val="24"/>
          <w:lang w:val="ru-RU"/>
        </w:rPr>
        <w:t>вуличного</w:t>
      </w:r>
      <w:proofErr w:type="spellEnd"/>
      <w:r>
        <w:rPr>
          <w:rFonts w:ascii="Times New Roman" w:eastAsia="Times New Roman" w:hAnsi="Times New Roman" w:cs="Times New Roman"/>
          <w:sz w:val="24"/>
          <w:szCs w:val="24"/>
          <w:lang w:val="ru-RU"/>
        </w:rPr>
        <w:t xml:space="preserve"> </w:t>
      </w:r>
      <w:proofErr w:type="spellStart"/>
      <w:r w:rsidRPr="00EF49BC">
        <w:rPr>
          <w:rFonts w:ascii="Times New Roman" w:eastAsia="Times New Roman" w:hAnsi="Times New Roman" w:cs="Times New Roman"/>
          <w:sz w:val="24"/>
          <w:szCs w:val="24"/>
          <w:lang w:val="ru-RU"/>
        </w:rPr>
        <w:t>освітлення</w:t>
      </w:r>
      <w:proofErr w:type="spellEnd"/>
      <w:r>
        <w:rPr>
          <w:rFonts w:ascii="Times New Roman" w:eastAsia="Times New Roman" w:hAnsi="Times New Roman" w:cs="Times New Roman"/>
          <w:sz w:val="24"/>
          <w:szCs w:val="24"/>
          <w:lang w:val="ru-RU"/>
        </w:rPr>
        <w:t xml:space="preserve"> </w:t>
      </w:r>
      <w:proofErr w:type="spellStart"/>
      <w:r w:rsidRPr="00EF49BC">
        <w:rPr>
          <w:rFonts w:ascii="Times New Roman" w:eastAsia="Times New Roman" w:hAnsi="Times New Roman" w:cs="Times New Roman"/>
          <w:sz w:val="24"/>
          <w:szCs w:val="24"/>
          <w:lang w:val="ru-RU"/>
        </w:rPr>
        <w:t>продовжуються</w:t>
      </w:r>
      <w:proofErr w:type="spellEnd"/>
      <w:r w:rsidRPr="00EF49BC">
        <w:rPr>
          <w:rFonts w:ascii="Times New Roman" w:eastAsia="Times New Roman" w:hAnsi="Times New Roman" w:cs="Times New Roman"/>
          <w:sz w:val="24"/>
          <w:szCs w:val="24"/>
          <w:lang w:val="ru-RU"/>
        </w:rPr>
        <w:t>.</w:t>
      </w:r>
    </w:p>
    <w:p w:rsidR="00615214" w:rsidRPr="00EF49BC" w:rsidRDefault="00615214" w:rsidP="00615214">
      <w:pPr>
        <w:spacing w:after="0"/>
        <w:ind w:firstLine="709"/>
        <w:jc w:val="both"/>
        <w:rPr>
          <w:rFonts w:ascii="Times New Roman" w:eastAsia="Times New Roman" w:hAnsi="Times New Roman" w:cs="Times New Roman"/>
          <w:b/>
          <w:sz w:val="24"/>
          <w:szCs w:val="24"/>
        </w:rPr>
      </w:pPr>
      <w:r w:rsidRPr="00EF49BC">
        <w:rPr>
          <w:rFonts w:ascii="Times New Roman" w:eastAsia="Times New Roman" w:hAnsi="Times New Roman" w:cs="Times New Roman"/>
          <w:b/>
          <w:sz w:val="24"/>
          <w:szCs w:val="24"/>
        </w:rPr>
        <w:t>Благоустрій.</w:t>
      </w:r>
    </w:p>
    <w:p w:rsidR="00615214" w:rsidRPr="00EF49BC" w:rsidRDefault="00615214" w:rsidP="00615214">
      <w:pPr>
        <w:spacing w:after="0"/>
        <w:ind w:firstLine="567"/>
        <w:jc w:val="both"/>
        <w:rPr>
          <w:rFonts w:ascii="Times New Roman" w:eastAsia="Times New Roman" w:hAnsi="Times New Roman" w:cs="Times New Roman"/>
          <w:sz w:val="24"/>
          <w:szCs w:val="24"/>
        </w:rPr>
      </w:pPr>
      <w:r w:rsidRPr="00EF49BC">
        <w:rPr>
          <w:rFonts w:ascii="Times New Roman" w:eastAsia="Times New Roman" w:hAnsi="Times New Roman" w:cs="Times New Roman"/>
          <w:sz w:val="24"/>
          <w:szCs w:val="24"/>
        </w:rPr>
        <w:t xml:space="preserve">В усіх населених пунктах </w:t>
      </w:r>
      <w:proofErr w:type="spellStart"/>
      <w:r w:rsidRPr="00EF49BC">
        <w:rPr>
          <w:rFonts w:ascii="Times New Roman" w:eastAsia="Times New Roman" w:hAnsi="Times New Roman" w:cs="Times New Roman"/>
          <w:sz w:val="24"/>
          <w:szCs w:val="24"/>
        </w:rPr>
        <w:t>Крупецької</w:t>
      </w:r>
      <w:proofErr w:type="spellEnd"/>
      <w:r w:rsidRPr="00EF49BC">
        <w:rPr>
          <w:rFonts w:ascii="Times New Roman" w:eastAsia="Times New Roman" w:hAnsi="Times New Roman" w:cs="Times New Roman"/>
          <w:sz w:val="24"/>
          <w:szCs w:val="24"/>
        </w:rPr>
        <w:t xml:space="preserve"> сільської ради протягом 6 місяці поточного року проводились роботи по благоустрою. На організацію благоустрою населених пунктів </w:t>
      </w:r>
      <w:proofErr w:type="spellStart"/>
      <w:r w:rsidRPr="00EF49BC">
        <w:rPr>
          <w:rFonts w:ascii="Times New Roman" w:eastAsia="Times New Roman" w:hAnsi="Times New Roman" w:cs="Times New Roman"/>
          <w:sz w:val="24"/>
          <w:szCs w:val="24"/>
        </w:rPr>
        <w:t>Крупецької</w:t>
      </w:r>
      <w:proofErr w:type="spellEnd"/>
      <w:r w:rsidRPr="00EF49BC">
        <w:rPr>
          <w:rFonts w:ascii="Times New Roman" w:eastAsia="Times New Roman" w:hAnsi="Times New Roman" w:cs="Times New Roman"/>
          <w:sz w:val="24"/>
          <w:szCs w:val="24"/>
        </w:rPr>
        <w:t xml:space="preserve"> сільської ради заплановано із загального фонду бюджету на 2021 рік  в сумі 1 705 454,00 грн., проведено розрахунки на суму 662 268,51 грн. , а з спеціального фонду спрямовано 54 468,00 грн., що становить 14,7 %  до затвердженого плану.</w:t>
      </w:r>
    </w:p>
    <w:p w:rsidR="00615214" w:rsidRPr="00EF49BC" w:rsidRDefault="00615214" w:rsidP="00615214">
      <w:pPr>
        <w:spacing w:after="0"/>
        <w:ind w:firstLine="567"/>
        <w:jc w:val="both"/>
        <w:rPr>
          <w:rFonts w:ascii="Times New Roman" w:eastAsia="Times New Roman" w:hAnsi="Times New Roman" w:cs="Times New Roman"/>
          <w:sz w:val="24"/>
          <w:szCs w:val="24"/>
        </w:rPr>
      </w:pPr>
      <w:r w:rsidRPr="00EF49BC">
        <w:rPr>
          <w:rFonts w:ascii="Times New Roman" w:eastAsia="Times New Roman" w:hAnsi="Times New Roman" w:cs="Times New Roman"/>
          <w:sz w:val="24"/>
          <w:szCs w:val="24"/>
        </w:rPr>
        <w:t xml:space="preserve">В зимову пору року проводились роботи по розчистці від снігу доріг комунальної власності (вулиць та провулків) посипанню їх </w:t>
      </w:r>
      <w:proofErr w:type="spellStart"/>
      <w:r w:rsidRPr="00EF49BC">
        <w:rPr>
          <w:rFonts w:ascii="Times New Roman" w:eastAsia="Times New Roman" w:hAnsi="Times New Roman" w:cs="Times New Roman"/>
          <w:sz w:val="24"/>
          <w:szCs w:val="24"/>
        </w:rPr>
        <w:t>протиожеледною</w:t>
      </w:r>
      <w:proofErr w:type="spellEnd"/>
      <w:r w:rsidRPr="00EF49BC">
        <w:rPr>
          <w:rFonts w:ascii="Times New Roman" w:eastAsia="Times New Roman" w:hAnsi="Times New Roman" w:cs="Times New Roman"/>
          <w:sz w:val="24"/>
          <w:szCs w:val="24"/>
        </w:rPr>
        <w:t xml:space="preserve"> сумішшю.</w:t>
      </w:r>
    </w:p>
    <w:p w:rsidR="00615214" w:rsidRPr="00EF49BC" w:rsidRDefault="00615214" w:rsidP="00615214">
      <w:pPr>
        <w:spacing w:after="0"/>
        <w:ind w:firstLine="567"/>
        <w:jc w:val="both"/>
        <w:rPr>
          <w:rFonts w:ascii="Times New Roman" w:eastAsia="Times New Roman" w:hAnsi="Times New Roman" w:cs="Times New Roman"/>
          <w:sz w:val="24"/>
          <w:szCs w:val="24"/>
        </w:rPr>
      </w:pPr>
      <w:r w:rsidRPr="00EF49BC">
        <w:rPr>
          <w:rFonts w:ascii="Times New Roman" w:eastAsia="Times New Roman" w:hAnsi="Times New Roman" w:cs="Times New Roman"/>
          <w:sz w:val="24"/>
          <w:szCs w:val="24"/>
        </w:rPr>
        <w:t>Починаючи з квітня поточного року проведені роботи з викошування бур’янів, карантинних видів рослинних алергенів, очерету та дикорослої порослі по вулицях населених пунктів, узбіччі доріг, парках, скверах, дитячих ігрових майданчиках, для здійснення даних заходів придбано кущоріз (13 335,0</w:t>
      </w:r>
      <w:r>
        <w:rPr>
          <w:rFonts w:ascii="Times New Roman" w:eastAsia="Times New Roman" w:hAnsi="Times New Roman" w:cs="Times New Roman"/>
          <w:sz w:val="24"/>
          <w:szCs w:val="24"/>
        </w:rPr>
        <w:t xml:space="preserve"> </w:t>
      </w:r>
      <w:r w:rsidRPr="00EF49BC">
        <w:rPr>
          <w:rFonts w:ascii="Times New Roman" w:eastAsia="Times New Roman" w:hAnsi="Times New Roman" w:cs="Times New Roman"/>
          <w:sz w:val="24"/>
          <w:szCs w:val="24"/>
        </w:rPr>
        <w:t>грн.)  та бензинову косу (9 539,0</w:t>
      </w:r>
      <w:r>
        <w:rPr>
          <w:rFonts w:ascii="Times New Roman" w:eastAsia="Times New Roman" w:hAnsi="Times New Roman" w:cs="Times New Roman"/>
          <w:sz w:val="24"/>
          <w:szCs w:val="24"/>
        </w:rPr>
        <w:t xml:space="preserve"> </w:t>
      </w:r>
      <w:r w:rsidRPr="00EF49BC">
        <w:rPr>
          <w:rFonts w:ascii="Times New Roman" w:eastAsia="Times New Roman" w:hAnsi="Times New Roman" w:cs="Times New Roman"/>
          <w:sz w:val="24"/>
          <w:szCs w:val="24"/>
        </w:rPr>
        <w:t xml:space="preserve">грн.). </w:t>
      </w:r>
    </w:p>
    <w:p w:rsidR="00615214" w:rsidRPr="00EF49BC" w:rsidRDefault="00615214" w:rsidP="00615214">
      <w:pPr>
        <w:spacing w:after="0"/>
        <w:ind w:firstLine="567"/>
        <w:jc w:val="both"/>
        <w:rPr>
          <w:rFonts w:ascii="Times New Roman" w:eastAsia="Times New Roman" w:hAnsi="Times New Roman" w:cs="Times New Roman"/>
          <w:sz w:val="24"/>
          <w:szCs w:val="24"/>
        </w:rPr>
      </w:pPr>
      <w:r w:rsidRPr="00EF49BC">
        <w:rPr>
          <w:rFonts w:ascii="Times New Roman" w:eastAsia="Times New Roman" w:hAnsi="Times New Roman" w:cs="Times New Roman"/>
          <w:sz w:val="24"/>
          <w:szCs w:val="24"/>
        </w:rPr>
        <w:t xml:space="preserve">Кожної весни здійснюються планові та косметичні ремонтні роботи пам’ятників та братських могил на території </w:t>
      </w:r>
      <w:proofErr w:type="spellStart"/>
      <w:r w:rsidRPr="00EF49BC">
        <w:rPr>
          <w:rFonts w:ascii="Times New Roman" w:eastAsia="Times New Roman" w:hAnsi="Times New Roman" w:cs="Times New Roman"/>
          <w:sz w:val="24"/>
          <w:szCs w:val="24"/>
        </w:rPr>
        <w:t>Крупецької</w:t>
      </w:r>
      <w:proofErr w:type="spellEnd"/>
      <w:r w:rsidRPr="00EF49BC">
        <w:rPr>
          <w:rFonts w:ascii="Times New Roman" w:eastAsia="Times New Roman" w:hAnsi="Times New Roman" w:cs="Times New Roman"/>
          <w:sz w:val="24"/>
          <w:szCs w:val="24"/>
        </w:rPr>
        <w:t xml:space="preserve"> сільської ради.</w:t>
      </w:r>
    </w:p>
    <w:p w:rsidR="00615214" w:rsidRPr="00EF49BC" w:rsidRDefault="00615214" w:rsidP="00615214">
      <w:pPr>
        <w:spacing w:after="0"/>
        <w:jc w:val="both"/>
        <w:rPr>
          <w:rFonts w:ascii="Times New Roman" w:eastAsia="Times New Roman" w:hAnsi="Times New Roman" w:cs="Times New Roman"/>
          <w:sz w:val="24"/>
          <w:szCs w:val="24"/>
        </w:rPr>
      </w:pPr>
      <w:r w:rsidRPr="00EF49BC">
        <w:rPr>
          <w:rFonts w:ascii="Times New Roman" w:hAnsi="Times New Roman" w:cs="Times New Roman"/>
          <w:sz w:val="24"/>
          <w:szCs w:val="24"/>
        </w:rPr>
        <w:t>Були проведені роботи по видаленню та санітарній обрізці сухих та аварійних дерев на території громади, що несли загрозу житловим будівлям, лініям електричних мереж, життю людей, чи були пошкоджені внаслідок негоди на</w:t>
      </w:r>
      <w:r>
        <w:rPr>
          <w:rFonts w:ascii="Times New Roman" w:hAnsi="Times New Roman" w:cs="Times New Roman"/>
          <w:sz w:val="24"/>
          <w:szCs w:val="24"/>
        </w:rPr>
        <w:t xml:space="preserve"> </w:t>
      </w:r>
      <w:r w:rsidRPr="00EF49BC">
        <w:rPr>
          <w:rFonts w:ascii="Times New Roman" w:eastAsia="Times New Roman" w:hAnsi="Times New Roman" w:cs="Times New Roman"/>
          <w:sz w:val="24"/>
          <w:szCs w:val="24"/>
        </w:rPr>
        <w:t>суму 117 990,0</w:t>
      </w:r>
      <w:r>
        <w:rPr>
          <w:rFonts w:ascii="Times New Roman" w:eastAsia="Times New Roman" w:hAnsi="Times New Roman" w:cs="Times New Roman"/>
          <w:sz w:val="24"/>
          <w:szCs w:val="24"/>
        </w:rPr>
        <w:t xml:space="preserve"> </w:t>
      </w:r>
      <w:r w:rsidRPr="00EF49BC">
        <w:rPr>
          <w:rFonts w:ascii="Times New Roman" w:eastAsia="Times New Roman" w:hAnsi="Times New Roman" w:cs="Times New Roman"/>
          <w:sz w:val="24"/>
          <w:szCs w:val="24"/>
        </w:rPr>
        <w:t>грн.</w:t>
      </w:r>
    </w:p>
    <w:p w:rsidR="00615214" w:rsidRPr="00EF49BC" w:rsidRDefault="00615214" w:rsidP="00615214">
      <w:pPr>
        <w:spacing w:after="0"/>
        <w:ind w:firstLine="709"/>
        <w:jc w:val="both"/>
        <w:rPr>
          <w:rFonts w:ascii="Times New Roman" w:eastAsia="Times New Roman" w:hAnsi="Times New Roman" w:cs="Times New Roman"/>
          <w:sz w:val="24"/>
          <w:szCs w:val="24"/>
        </w:rPr>
      </w:pPr>
      <w:r w:rsidRPr="00EF49BC">
        <w:rPr>
          <w:rFonts w:ascii="Times New Roman" w:eastAsia="Times New Roman" w:hAnsi="Times New Roman" w:cs="Times New Roman"/>
          <w:sz w:val="24"/>
          <w:szCs w:val="24"/>
        </w:rPr>
        <w:lastRenderedPageBreak/>
        <w:t>Здійснено встановлення, підключення та пов’язані із цим різного виду роботи трансформатор на суму 8 193,41 грн.</w:t>
      </w:r>
    </w:p>
    <w:p w:rsidR="00615214" w:rsidRPr="00EF49BC" w:rsidRDefault="00615214" w:rsidP="00615214">
      <w:pPr>
        <w:spacing w:after="0"/>
        <w:jc w:val="both"/>
        <w:rPr>
          <w:rFonts w:ascii="Times New Roman" w:eastAsia="Times New Roman" w:hAnsi="Times New Roman" w:cs="Times New Roman"/>
          <w:sz w:val="24"/>
          <w:szCs w:val="24"/>
        </w:rPr>
      </w:pPr>
      <w:r w:rsidRPr="00EF49BC">
        <w:rPr>
          <w:rFonts w:ascii="Times New Roman" w:eastAsia="Times New Roman" w:hAnsi="Times New Roman" w:cs="Times New Roman"/>
          <w:sz w:val="24"/>
          <w:szCs w:val="24"/>
        </w:rPr>
        <w:t xml:space="preserve">         Виготовлено ПКД та експертизу на капітальний ремонт огорожі кладовища с.</w:t>
      </w:r>
      <w:r>
        <w:rPr>
          <w:rFonts w:ascii="Times New Roman" w:eastAsia="Times New Roman" w:hAnsi="Times New Roman" w:cs="Times New Roman"/>
          <w:sz w:val="24"/>
          <w:szCs w:val="24"/>
        </w:rPr>
        <w:t xml:space="preserve"> </w:t>
      </w:r>
      <w:proofErr w:type="spellStart"/>
      <w:r w:rsidRPr="00EF49BC">
        <w:rPr>
          <w:rFonts w:ascii="Times New Roman" w:eastAsia="Times New Roman" w:hAnsi="Times New Roman" w:cs="Times New Roman"/>
          <w:sz w:val="24"/>
          <w:szCs w:val="24"/>
        </w:rPr>
        <w:t>Стригани</w:t>
      </w:r>
      <w:proofErr w:type="spellEnd"/>
      <w:r>
        <w:rPr>
          <w:rFonts w:ascii="Times New Roman" w:eastAsia="Times New Roman" w:hAnsi="Times New Roman" w:cs="Times New Roman"/>
          <w:sz w:val="24"/>
          <w:szCs w:val="24"/>
        </w:rPr>
        <w:t xml:space="preserve"> </w:t>
      </w:r>
      <w:r w:rsidRPr="00EF49BC">
        <w:rPr>
          <w:rFonts w:ascii="Times New Roman" w:eastAsia="Times New Roman" w:hAnsi="Times New Roman" w:cs="Times New Roman"/>
          <w:sz w:val="24"/>
          <w:szCs w:val="24"/>
        </w:rPr>
        <w:t>на суму 41 925,0</w:t>
      </w:r>
      <w:r>
        <w:rPr>
          <w:rFonts w:ascii="Times New Roman" w:eastAsia="Times New Roman" w:hAnsi="Times New Roman" w:cs="Times New Roman"/>
          <w:sz w:val="24"/>
          <w:szCs w:val="24"/>
        </w:rPr>
        <w:t xml:space="preserve"> </w:t>
      </w:r>
      <w:r w:rsidRPr="00EF49BC">
        <w:rPr>
          <w:rFonts w:ascii="Times New Roman" w:eastAsia="Times New Roman" w:hAnsi="Times New Roman" w:cs="Times New Roman"/>
          <w:sz w:val="24"/>
          <w:szCs w:val="24"/>
        </w:rPr>
        <w:t>грн.</w:t>
      </w:r>
    </w:p>
    <w:p w:rsidR="00615214" w:rsidRPr="00CD6BBD" w:rsidRDefault="00615214" w:rsidP="00615214">
      <w:pPr>
        <w:spacing w:after="0"/>
        <w:jc w:val="both"/>
        <w:rPr>
          <w:rFonts w:ascii="Times New Roman" w:eastAsia="Times New Roman" w:hAnsi="Times New Roman" w:cs="Times New Roman"/>
          <w:sz w:val="24"/>
          <w:szCs w:val="24"/>
        </w:rPr>
      </w:pPr>
      <w:r w:rsidRPr="00EF49BC">
        <w:rPr>
          <w:rFonts w:ascii="Times New Roman" w:eastAsia="Times New Roman" w:hAnsi="Times New Roman" w:cs="Times New Roman"/>
          <w:sz w:val="24"/>
          <w:szCs w:val="24"/>
        </w:rPr>
        <w:t>Придбано за благодійні кошти 2 автобусні зупинки на загальну суму 49 900,0</w:t>
      </w:r>
      <w:r>
        <w:rPr>
          <w:rFonts w:ascii="Times New Roman" w:eastAsia="Times New Roman" w:hAnsi="Times New Roman" w:cs="Times New Roman"/>
          <w:sz w:val="24"/>
          <w:szCs w:val="24"/>
        </w:rPr>
        <w:t xml:space="preserve"> </w:t>
      </w:r>
      <w:r w:rsidRPr="00EF49BC">
        <w:rPr>
          <w:rFonts w:ascii="Times New Roman" w:eastAsia="Times New Roman" w:hAnsi="Times New Roman" w:cs="Times New Roman"/>
          <w:sz w:val="24"/>
          <w:szCs w:val="24"/>
        </w:rPr>
        <w:t>грн., які встановлено в с. Крупець.</w:t>
      </w:r>
    </w:p>
    <w:p w:rsidR="00615214" w:rsidRPr="00EF49BC" w:rsidRDefault="00615214" w:rsidP="00615214">
      <w:pPr>
        <w:spacing w:after="0"/>
        <w:ind w:firstLine="709"/>
        <w:jc w:val="both"/>
        <w:rPr>
          <w:rFonts w:ascii="Times New Roman" w:hAnsi="Times New Roman" w:cs="Times New Roman"/>
          <w:b/>
          <w:sz w:val="24"/>
          <w:szCs w:val="24"/>
        </w:rPr>
      </w:pPr>
      <w:r w:rsidRPr="00EF49BC">
        <w:rPr>
          <w:rFonts w:ascii="Times New Roman" w:hAnsi="Times New Roman" w:cs="Times New Roman"/>
          <w:b/>
          <w:sz w:val="24"/>
          <w:szCs w:val="24"/>
        </w:rPr>
        <w:t xml:space="preserve">Охорона здоров’я. </w:t>
      </w:r>
    </w:p>
    <w:p w:rsidR="00615214" w:rsidRPr="00EF49BC" w:rsidRDefault="00615214" w:rsidP="00615214">
      <w:pPr>
        <w:spacing w:after="0"/>
        <w:jc w:val="both"/>
        <w:rPr>
          <w:rFonts w:ascii="Times New Roman" w:hAnsi="Times New Roman" w:cs="Times New Roman"/>
          <w:sz w:val="24"/>
          <w:szCs w:val="24"/>
        </w:rPr>
      </w:pPr>
      <w:r w:rsidRPr="00EF49BC">
        <w:rPr>
          <w:rFonts w:ascii="Times New Roman" w:hAnsi="Times New Roman" w:cs="Times New Roman"/>
          <w:sz w:val="24"/>
          <w:szCs w:val="24"/>
        </w:rPr>
        <w:t>На заклади медицини із загального фонду бюджету  (ПМСД) виділено 674 000,00 тис. грн. та профінансовано станом на  01.07.2021 року 323 691,86 грн., що становить 48,03 % від запланованих видатків. Окремо виділено кошти на лікування хворих на цукровий та нецукровий діабет,  спрямовано 36 732,19 грн., що становить 71,88 %  від річного плану.</w:t>
      </w:r>
    </w:p>
    <w:p w:rsidR="00615214" w:rsidRPr="00CD6BBD" w:rsidRDefault="00615214" w:rsidP="00615214">
      <w:pPr>
        <w:spacing w:after="0"/>
        <w:jc w:val="both"/>
        <w:rPr>
          <w:rFonts w:ascii="Times New Roman" w:hAnsi="Times New Roman" w:cs="Times New Roman"/>
          <w:sz w:val="24"/>
          <w:szCs w:val="24"/>
          <w:lang w:val="ru-RU"/>
        </w:rPr>
      </w:pPr>
      <w:r w:rsidRPr="00EF49BC">
        <w:rPr>
          <w:rFonts w:ascii="Times New Roman" w:hAnsi="Times New Roman" w:cs="Times New Roman"/>
          <w:sz w:val="24"/>
          <w:szCs w:val="24"/>
        </w:rPr>
        <w:t xml:space="preserve">      Проведено поточний ремонт огорожі </w:t>
      </w:r>
      <w:proofErr w:type="spellStart"/>
      <w:r w:rsidRPr="00EF49BC">
        <w:rPr>
          <w:rFonts w:ascii="Times New Roman" w:hAnsi="Times New Roman" w:cs="Times New Roman"/>
          <w:sz w:val="24"/>
          <w:szCs w:val="24"/>
        </w:rPr>
        <w:t>ФАПу</w:t>
      </w:r>
      <w:proofErr w:type="spellEnd"/>
      <w:r w:rsidRPr="00EF49BC">
        <w:rPr>
          <w:rFonts w:ascii="Times New Roman" w:hAnsi="Times New Roman" w:cs="Times New Roman"/>
          <w:sz w:val="24"/>
          <w:szCs w:val="24"/>
        </w:rPr>
        <w:t xml:space="preserve"> в с. Колом</w:t>
      </w:r>
      <w:r w:rsidRPr="00EF49BC">
        <w:rPr>
          <w:rFonts w:ascii="Times New Roman" w:hAnsi="Times New Roman" w:cs="Times New Roman"/>
          <w:sz w:val="24"/>
          <w:szCs w:val="24"/>
          <w:lang w:val="ru-RU"/>
        </w:rPr>
        <w:t>’є на суму 15 301,0 грн.</w:t>
      </w:r>
    </w:p>
    <w:p w:rsidR="00615214" w:rsidRPr="00EF49BC" w:rsidRDefault="00615214" w:rsidP="00615214">
      <w:pPr>
        <w:spacing w:after="0"/>
        <w:ind w:firstLine="709"/>
        <w:jc w:val="both"/>
        <w:rPr>
          <w:rFonts w:ascii="Times New Roman" w:hAnsi="Times New Roman" w:cs="Times New Roman"/>
          <w:b/>
          <w:sz w:val="24"/>
          <w:szCs w:val="24"/>
        </w:rPr>
      </w:pPr>
      <w:r w:rsidRPr="00EF49BC">
        <w:rPr>
          <w:rFonts w:ascii="Times New Roman" w:hAnsi="Times New Roman" w:cs="Times New Roman"/>
          <w:b/>
          <w:sz w:val="24"/>
          <w:szCs w:val="24"/>
        </w:rPr>
        <w:t>Освіта.</w:t>
      </w:r>
    </w:p>
    <w:p w:rsidR="00615214" w:rsidRPr="00EF49BC" w:rsidRDefault="00615214" w:rsidP="00615214">
      <w:pPr>
        <w:spacing w:after="0"/>
        <w:ind w:firstLine="709"/>
        <w:jc w:val="both"/>
        <w:rPr>
          <w:rFonts w:ascii="Times New Roman" w:hAnsi="Times New Roman" w:cs="Times New Roman"/>
          <w:sz w:val="24"/>
          <w:szCs w:val="24"/>
        </w:rPr>
      </w:pPr>
      <w:r w:rsidRPr="00EF49BC">
        <w:rPr>
          <w:rFonts w:ascii="Times New Roman" w:hAnsi="Times New Roman" w:cs="Times New Roman"/>
          <w:sz w:val="24"/>
          <w:szCs w:val="24"/>
        </w:rPr>
        <w:t>З урахуванням соціальної значимості відділу освіти і домінуючого обсягу видаткової частини бюджету ТГ на її утримання, ця задача є однією з  першочергових і найбільш актуальною для органів влади  ТГ.</w:t>
      </w:r>
    </w:p>
    <w:p w:rsidR="00615214" w:rsidRPr="00EF49BC" w:rsidRDefault="00615214" w:rsidP="00615214">
      <w:pPr>
        <w:spacing w:after="0"/>
        <w:ind w:firstLine="709"/>
        <w:jc w:val="both"/>
        <w:rPr>
          <w:rFonts w:ascii="Times New Roman" w:hAnsi="Times New Roman" w:cs="Times New Roman"/>
          <w:sz w:val="24"/>
          <w:szCs w:val="24"/>
        </w:rPr>
      </w:pPr>
      <w:r w:rsidRPr="00EF49BC">
        <w:rPr>
          <w:rFonts w:ascii="Times New Roman" w:hAnsi="Times New Roman" w:cs="Times New Roman"/>
          <w:sz w:val="24"/>
          <w:szCs w:val="24"/>
        </w:rPr>
        <w:t xml:space="preserve">Протягом першого півріччя 2021 року було  забезпечено стабільне функціонування мережі закладів освіти, а саме: 1 – ліцей, 1 – гімназія, 2 – філії, 4- заклади дошкільної освіти, які є структурними підрозділами ЗЗСО.  </w:t>
      </w:r>
    </w:p>
    <w:p w:rsidR="00615214" w:rsidRPr="00EF49BC" w:rsidRDefault="00615214" w:rsidP="00615214">
      <w:pPr>
        <w:spacing w:after="0"/>
        <w:ind w:firstLine="709"/>
        <w:jc w:val="both"/>
        <w:rPr>
          <w:rFonts w:ascii="Times New Roman" w:hAnsi="Times New Roman" w:cs="Times New Roman"/>
          <w:sz w:val="24"/>
          <w:szCs w:val="24"/>
        </w:rPr>
      </w:pPr>
      <w:r w:rsidRPr="00EF49BC">
        <w:rPr>
          <w:rFonts w:ascii="Times New Roman" w:hAnsi="Times New Roman" w:cs="Times New Roman"/>
          <w:sz w:val="24"/>
          <w:szCs w:val="24"/>
        </w:rPr>
        <w:t>З метою  реалізації прав громадян на здобуття дошкільної і загальної середньої освіти  забезпечується регулярне підвезення учнів та вихованців  до місць навчання, а саме:  2 шкільними автобусами: ПАЗ 32053-07, номерний знак ВХ 2297АХ, та ГАЗ 32212, номерний знак 05236ХІ. Безоплатне перевезення здійснювалося для 72 вихованців та  учнів,   довозилось за угодою 23 дитини та  17 педагогічних працівників до загальноосвітніх та  дошкільних закладів освіти.</w:t>
      </w:r>
    </w:p>
    <w:p w:rsidR="00615214" w:rsidRPr="00EF49BC" w:rsidRDefault="00615214" w:rsidP="00615214">
      <w:pPr>
        <w:spacing w:after="0"/>
        <w:ind w:firstLine="709"/>
        <w:jc w:val="both"/>
        <w:rPr>
          <w:rFonts w:ascii="Times New Roman" w:hAnsi="Times New Roman" w:cs="Times New Roman"/>
          <w:sz w:val="24"/>
          <w:szCs w:val="24"/>
        </w:rPr>
      </w:pPr>
      <w:r w:rsidRPr="00EF49BC">
        <w:rPr>
          <w:rFonts w:ascii="Times New Roman" w:hAnsi="Times New Roman" w:cs="Times New Roman"/>
          <w:sz w:val="24"/>
          <w:szCs w:val="24"/>
        </w:rPr>
        <w:t>2020-2021 навчальний рік заклади загальн</w:t>
      </w:r>
      <w:r>
        <w:rPr>
          <w:rFonts w:ascii="Times New Roman" w:hAnsi="Times New Roman" w:cs="Times New Roman"/>
          <w:sz w:val="24"/>
          <w:szCs w:val="24"/>
        </w:rPr>
        <w:t>о</w:t>
      </w:r>
      <w:r w:rsidRPr="00EF49BC">
        <w:rPr>
          <w:rFonts w:ascii="Times New Roman" w:hAnsi="Times New Roman" w:cs="Times New Roman"/>
          <w:sz w:val="24"/>
          <w:szCs w:val="24"/>
        </w:rPr>
        <w:t xml:space="preserve">ї середньої освіти закінчили 36  учнів, з них – випускники 9-х класів – 30 учнів, випускники 11-х класів – 6 учнів. В закладах дошкільної освіти станом на 01.08.2021 року виховується 75 дітей. </w:t>
      </w:r>
    </w:p>
    <w:p w:rsidR="00615214" w:rsidRPr="00EF49BC" w:rsidRDefault="00615214" w:rsidP="00615214">
      <w:pPr>
        <w:spacing w:after="0"/>
        <w:ind w:firstLine="709"/>
        <w:jc w:val="both"/>
        <w:rPr>
          <w:rFonts w:ascii="Times New Roman" w:hAnsi="Times New Roman" w:cs="Times New Roman"/>
          <w:sz w:val="24"/>
          <w:szCs w:val="24"/>
        </w:rPr>
      </w:pPr>
      <w:r w:rsidRPr="00EF49BC">
        <w:rPr>
          <w:rFonts w:ascii="Times New Roman" w:hAnsi="Times New Roman" w:cs="Times New Roman"/>
          <w:sz w:val="24"/>
          <w:szCs w:val="24"/>
        </w:rPr>
        <w:t>За перше півріччя 2021 року були передбачені заходи по утриманню та розвитку матеріально-технічної бази закладів дошкільної та загальної середньої  освіти,   безоплатного харчування учнів 1</w:t>
      </w:r>
      <w:r>
        <w:rPr>
          <w:rFonts w:ascii="Times New Roman" w:hAnsi="Times New Roman" w:cs="Times New Roman"/>
          <w:sz w:val="24"/>
          <w:szCs w:val="24"/>
        </w:rPr>
        <w:t xml:space="preserve"> </w:t>
      </w:r>
      <w:r w:rsidRPr="00EF49BC">
        <w:rPr>
          <w:rFonts w:ascii="Times New Roman" w:hAnsi="Times New Roman" w:cs="Times New Roman"/>
          <w:sz w:val="24"/>
          <w:szCs w:val="24"/>
        </w:rPr>
        <w:t>-</w:t>
      </w:r>
      <w:r>
        <w:rPr>
          <w:rFonts w:ascii="Times New Roman" w:hAnsi="Times New Roman" w:cs="Times New Roman"/>
          <w:sz w:val="24"/>
          <w:szCs w:val="24"/>
        </w:rPr>
        <w:t xml:space="preserve"> </w:t>
      </w:r>
      <w:r w:rsidRPr="00EF49BC">
        <w:rPr>
          <w:rFonts w:ascii="Times New Roman" w:hAnsi="Times New Roman" w:cs="Times New Roman"/>
          <w:sz w:val="24"/>
          <w:szCs w:val="24"/>
        </w:rPr>
        <w:t>4 класів та пільгових категорій, організації підвозу учнів, вихованців та вчителів.</w:t>
      </w:r>
    </w:p>
    <w:p w:rsidR="00615214" w:rsidRPr="00EF49BC" w:rsidRDefault="00615214" w:rsidP="00615214">
      <w:pPr>
        <w:spacing w:after="0"/>
        <w:ind w:firstLine="709"/>
        <w:jc w:val="both"/>
        <w:rPr>
          <w:rFonts w:ascii="Times New Roman" w:hAnsi="Times New Roman" w:cs="Times New Roman"/>
          <w:sz w:val="24"/>
          <w:szCs w:val="24"/>
        </w:rPr>
      </w:pPr>
      <w:r w:rsidRPr="00EF49BC">
        <w:rPr>
          <w:rFonts w:ascii="Times New Roman" w:hAnsi="Times New Roman" w:cs="Times New Roman"/>
          <w:sz w:val="24"/>
          <w:szCs w:val="24"/>
        </w:rPr>
        <w:t xml:space="preserve">Обсяг видатків по </w:t>
      </w:r>
      <w:proofErr w:type="spellStart"/>
      <w:r w:rsidRPr="00EF49BC">
        <w:rPr>
          <w:rFonts w:ascii="Times New Roman" w:hAnsi="Times New Roman" w:cs="Times New Roman"/>
          <w:sz w:val="24"/>
          <w:szCs w:val="24"/>
        </w:rPr>
        <w:t>Крупецькій</w:t>
      </w:r>
      <w:proofErr w:type="spellEnd"/>
      <w:r w:rsidRPr="00EF49BC">
        <w:rPr>
          <w:rFonts w:ascii="Times New Roman" w:hAnsi="Times New Roman" w:cs="Times New Roman"/>
          <w:sz w:val="24"/>
          <w:szCs w:val="24"/>
        </w:rPr>
        <w:t xml:space="preserve"> сільський раді по закладах освіти за перше півріччя 2021 року складає:  11070,1 тис.</w:t>
      </w:r>
      <w:r>
        <w:rPr>
          <w:rFonts w:ascii="Times New Roman" w:hAnsi="Times New Roman" w:cs="Times New Roman"/>
          <w:sz w:val="24"/>
          <w:szCs w:val="24"/>
        </w:rPr>
        <w:t xml:space="preserve"> </w:t>
      </w:r>
      <w:r w:rsidRPr="00EF49BC">
        <w:rPr>
          <w:rFonts w:ascii="Times New Roman" w:hAnsi="Times New Roman" w:cs="Times New Roman"/>
          <w:sz w:val="24"/>
          <w:szCs w:val="24"/>
        </w:rPr>
        <w:t>грн, в тому числі загального фонду 10936,22 тис. грн. та спеціального фонду 133,88 тис. грн:</w:t>
      </w:r>
    </w:p>
    <w:p w:rsidR="00615214" w:rsidRPr="00EF49BC" w:rsidRDefault="00615214" w:rsidP="00615214">
      <w:pPr>
        <w:spacing w:after="0"/>
        <w:ind w:firstLine="709"/>
        <w:jc w:val="both"/>
        <w:rPr>
          <w:rFonts w:ascii="Times New Roman" w:hAnsi="Times New Roman" w:cs="Times New Roman"/>
          <w:sz w:val="24"/>
          <w:szCs w:val="24"/>
        </w:rPr>
      </w:pPr>
      <w:r w:rsidRPr="00EF49BC">
        <w:rPr>
          <w:rFonts w:ascii="Times New Roman" w:hAnsi="Times New Roman" w:cs="Times New Roman"/>
          <w:sz w:val="24"/>
          <w:szCs w:val="24"/>
        </w:rPr>
        <w:t>За 6 місяців 2021 року були проведені такі роботи:</w:t>
      </w:r>
    </w:p>
    <w:p w:rsidR="00615214" w:rsidRPr="00EF49BC" w:rsidRDefault="00615214" w:rsidP="00615214">
      <w:pPr>
        <w:spacing w:after="0"/>
        <w:ind w:firstLine="709"/>
        <w:jc w:val="both"/>
        <w:rPr>
          <w:rFonts w:ascii="Times New Roman" w:hAnsi="Times New Roman" w:cs="Times New Roman"/>
          <w:sz w:val="24"/>
          <w:szCs w:val="24"/>
        </w:rPr>
      </w:pPr>
      <w:r w:rsidRPr="00EF49BC">
        <w:rPr>
          <w:rFonts w:ascii="Times New Roman" w:hAnsi="Times New Roman" w:cs="Times New Roman"/>
          <w:sz w:val="24"/>
          <w:szCs w:val="24"/>
        </w:rPr>
        <w:t xml:space="preserve"> - поточні ремонти в закладах освіти та в закладах дошкільної освіти,</w:t>
      </w:r>
    </w:p>
    <w:p w:rsidR="00615214" w:rsidRPr="00EF49BC" w:rsidRDefault="00615214" w:rsidP="00615214">
      <w:pPr>
        <w:spacing w:after="0"/>
        <w:ind w:firstLine="709"/>
        <w:jc w:val="both"/>
        <w:rPr>
          <w:rFonts w:ascii="Times New Roman" w:hAnsi="Times New Roman" w:cs="Times New Roman"/>
          <w:sz w:val="24"/>
          <w:szCs w:val="24"/>
        </w:rPr>
      </w:pPr>
      <w:r w:rsidRPr="00EF49BC">
        <w:rPr>
          <w:rFonts w:ascii="Times New Roman" w:hAnsi="Times New Roman" w:cs="Times New Roman"/>
          <w:sz w:val="24"/>
          <w:szCs w:val="24"/>
        </w:rPr>
        <w:t xml:space="preserve"> - поточний ремонт покрівлі </w:t>
      </w:r>
      <w:proofErr w:type="spellStart"/>
      <w:r w:rsidRPr="00EF49BC">
        <w:rPr>
          <w:rFonts w:ascii="Times New Roman" w:hAnsi="Times New Roman" w:cs="Times New Roman"/>
          <w:sz w:val="24"/>
          <w:szCs w:val="24"/>
        </w:rPr>
        <w:t>Крупецького</w:t>
      </w:r>
      <w:proofErr w:type="spellEnd"/>
      <w:r w:rsidRPr="00EF49BC">
        <w:rPr>
          <w:rFonts w:ascii="Times New Roman" w:hAnsi="Times New Roman" w:cs="Times New Roman"/>
          <w:sz w:val="24"/>
          <w:szCs w:val="24"/>
        </w:rPr>
        <w:t xml:space="preserve"> ліцею,</w:t>
      </w:r>
    </w:p>
    <w:p w:rsidR="00615214" w:rsidRPr="00EF49BC" w:rsidRDefault="00615214" w:rsidP="00615214">
      <w:pPr>
        <w:spacing w:after="0"/>
        <w:ind w:firstLine="709"/>
        <w:jc w:val="both"/>
        <w:rPr>
          <w:rFonts w:ascii="Times New Roman" w:hAnsi="Times New Roman" w:cs="Times New Roman"/>
          <w:sz w:val="24"/>
          <w:szCs w:val="24"/>
        </w:rPr>
      </w:pPr>
      <w:r w:rsidRPr="00EF49BC">
        <w:rPr>
          <w:rFonts w:ascii="Times New Roman" w:hAnsi="Times New Roman" w:cs="Times New Roman"/>
          <w:sz w:val="24"/>
          <w:szCs w:val="24"/>
        </w:rPr>
        <w:t xml:space="preserve">-придбання меблів для їдальні </w:t>
      </w:r>
      <w:proofErr w:type="spellStart"/>
      <w:r w:rsidRPr="00EF49BC">
        <w:rPr>
          <w:rFonts w:ascii="Times New Roman" w:hAnsi="Times New Roman" w:cs="Times New Roman"/>
          <w:sz w:val="24"/>
          <w:szCs w:val="24"/>
        </w:rPr>
        <w:t>Кр</w:t>
      </w:r>
      <w:r>
        <w:rPr>
          <w:rFonts w:ascii="Times New Roman" w:hAnsi="Times New Roman" w:cs="Times New Roman"/>
          <w:sz w:val="24"/>
          <w:szCs w:val="24"/>
        </w:rPr>
        <w:t>у</w:t>
      </w:r>
      <w:r w:rsidRPr="00EF49BC">
        <w:rPr>
          <w:rFonts w:ascii="Times New Roman" w:hAnsi="Times New Roman" w:cs="Times New Roman"/>
          <w:sz w:val="24"/>
          <w:szCs w:val="24"/>
        </w:rPr>
        <w:t>пецького</w:t>
      </w:r>
      <w:proofErr w:type="spellEnd"/>
      <w:r>
        <w:rPr>
          <w:rFonts w:ascii="Times New Roman" w:hAnsi="Times New Roman" w:cs="Times New Roman"/>
          <w:sz w:val="24"/>
          <w:szCs w:val="24"/>
        </w:rPr>
        <w:t xml:space="preserve"> </w:t>
      </w:r>
      <w:r w:rsidRPr="00EF49BC">
        <w:rPr>
          <w:rFonts w:ascii="Times New Roman" w:hAnsi="Times New Roman" w:cs="Times New Roman"/>
          <w:sz w:val="24"/>
          <w:szCs w:val="24"/>
        </w:rPr>
        <w:t>лі</w:t>
      </w:r>
      <w:r>
        <w:rPr>
          <w:rFonts w:ascii="Times New Roman" w:hAnsi="Times New Roman" w:cs="Times New Roman"/>
          <w:sz w:val="24"/>
          <w:szCs w:val="24"/>
        </w:rPr>
        <w:t>ц</w:t>
      </w:r>
      <w:r w:rsidRPr="00EF49BC">
        <w:rPr>
          <w:rFonts w:ascii="Times New Roman" w:hAnsi="Times New Roman" w:cs="Times New Roman"/>
          <w:sz w:val="24"/>
          <w:szCs w:val="24"/>
        </w:rPr>
        <w:t>ею,</w:t>
      </w:r>
    </w:p>
    <w:p w:rsidR="00615214" w:rsidRPr="00EF49BC" w:rsidRDefault="00615214" w:rsidP="00615214">
      <w:pPr>
        <w:spacing w:after="0"/>
        <w:ind w:firstLine="709"/>
        <w:jc w:val="both"/>
        <w:rPr>
          <w:rFonts w:ascii="Times New Roman" w:hAnsi="Times New Roman" w:cs="Times New Roman"/>
          <w:sz w:val="24"/>
          <w:szCs w:val="24"/>
        </w:rPr>
      </w:pPr>
      <w:r w:rsidRPr="00EF49BC">
        <w:rPr>
          <w:rFonts w:ascii="Times New Roman" w:hAnsi="Times New Roman" w:cs="Times New Roman"/>
          <w:sz w:val="24"/>
          <w:szCs w:val="24"/>
        </w:rPr>
        <w:t xml:space="preserve">  - закуплено комп`ютерне обладнання для закладів освіти,</w:t>
      </w:r>
    </w:p>
    <w:p w:rsidR="00615214" w:rsidRPr="00EF49BC" w:rsidRDefault="00615214" w:rsidP="00615214">
      <w:pPr>
        <w:spacing w:after="0"/>
        <w:ind w:firstLine="709"/>
        <w:jc w:val="both"/>
        <w:rPr>
          <w:rFonts w:ascii="Times New Roman" w:hAnsi="Times New Roman" w:cs="Times New Roman"/>
          <w:sz w:val="24"/>
          <w:szCs w:val="24"/>
        </w:rPr>
      </w:pPr>
      <w:r w:rsidRPr="00EF49BC">
        <w:rPr>
          <w:rFonts w:ascii="Times New Roman" w:hAnsi="Times New Roman" w:cs="Times New Roman"/>
          <w:sz w:val="24"/>
          <w:szCs w:val="24"/>
        </w:rPr>
        <w:lastRenderedPageBreak/>
        <w:t>- для покращення матеріально-технічного забезпечення навчальних закладів, за рахунок коштів залишку освітньої субвенції, придбано ноутбуки.</w:t>
      </w:r>
    </w:p>
    <w:p w:rsidR="00615214" w:rsidRPr="00EF49BC" w:rsidRDefault="00615214" w:rsidP="00615214">
      <w:pPr>
        <w:spacing w:after="0"/>
        <w:ind w:firstLine="709"/>
        <w:jc w:val="both"/>
        <w:rPr>
          <w:rFonts w:ascii="Times New Roman" w:hAnsi="Times New Roman" w:cs="Times New Roman"/>
          <w:sz w:val="24"/>
          <w:szCs w:val="24"/>
        </w:rPr>
      </w:pPr>
      <w:r w:rsidRPr="00EF49BC">
        <w:rPr>
          <w:rFonts w:ascii="Times New Roman" w:hAnsi="Times New Roman" w:cs="Times New Roman"/>
          <w:sz w:val="24"/>
          <w:szCs w:val="24"/>
        </w:rPr>
        <w:t xml:space="preserve">- виготовлення </w:t>
      </w:r>
      <w:proofErr w:type="spellStart"/>
      <w:r w:rsidRPr="00EF49BC">
        <w:rPr>
          <w:rFonts w:ascii="Times New Roman" w:hAnsi="Times New Roman" w:cs="Times New Roman"/>
          <w:sz w:val="24"/>
          <w:szCs w:val="24"/>
        </w:rPr>
        <w:t>проєктно</w:t>
      </w:r>
      <w:proofErr w:type="spellEnd"/>
      <w:r w:rsidRPr="00EF49BC">
        <w:rPr>
          <w:rFonts w:ascii="Times New Roman" w:hAnsi="Times New Roman" w:cs="Times New Roman"/>
          <w:sz w:val="24"/>
          <w:szCs w:val="24"/>
        </w:rPr>
        <w:t xml:space="preserve"> - кошторисної документації по встановленню протипожежної сигналізації у </w:t>
      </w:r>
      <w:proofErr w:type="spellStart"/>
      <w:r w:rsidRPr="00EF49BC">
        <w:rPr>
          <w:rFonts w:ascii="Times New Roman" w:hAnsi="Times New Roman" w:cs="Times New Roman"/>
          <w:sz w:val="24"/>
          <w:szCs w:val="24"/>
        </w:rPr>
        <w:t>Крупецькому</w:t>
      </w:r>
      <w:proofErr w:type="spellEnd"/>
      <w:r w:rsidRPr="00EF49BC">
        <w:rPr>
          <w:rFonts w:ascii="Times New Roman" w:hAnsi="Times New Roman" w:cs="Times New Roman"/>
          <w:sz w:val="24"/>
          <w:szCs w:val="24"/>
        </w:rPr>
        <w:t xml:space="preserve"> ліцеї.</w:t>
      </w:r>
    </w:p>
    <w:p w:rsidR="00615214" w:rsidRPr="00EF49BC" w:rsidRDefault="00615214" w:rsidP="00615214">
      <w:pPr>
        <w:spacing w:after="0"/>
        <w:ind w:firstLine="709"/>
        <w:jc w:val="both"/>
        <w:rPr>
          <w:rFonts w:ascii="Times New Roman" w:hAnsi="Times New Roman" w:cs="Times New Roman"/>
          <w:sz w:val="24"/>
          <w:szCs w:val="24"/>
        </w:rPr>
      </w:pPr>
      <w:r w:rsidRPr="00EF49BC">
        <w:rPr>
          <w:rFonts w:ascii="Times New Roman" w:hAnsi="Times New Roman" w:cs="Times New Roman"/>
          <w:sz w:val="24"/>
          <w:szCs w:val="24"/>
        </w:rPr>
        <w:t xml:space="preserve">Достатня увага в </w:t>
      </w:r>
      <w:proofErr w:type="spellStart"/>
      <w:r w:rsidRPr="00EF49BC">
        <w:rPr>
          <w:rFonts w:ascii="Times New Roman" w:hAnsi="Times New Roman" w:cs="Times New Roman"/>
          <w:sz w:val="24"/>
          <w:szCs w:val="24"/>
        </w:rPr>
        <w:t>Крупецькій</w:t>
      </w:r>
      <w:proofErr w:type="spellEnd"/>
      <w:r w:rsidRPr="00EF49BC">
        <w:rPr>
          <w:rFonts w:ascii="Times New Roman" w:hAnsi="Times New Roman" w:cs="Times New Roman"/>
          <w:sz w:val="24"/>
          <w:szCs w:val="24"/>
        </w:rPr>
        <w:t xml:space="preserve"> сільський раді приділяється для забезпечення учнів закладів загальної середньої освіти та дошкільнят в садочках якісним харчуванням. Так, за січень-червень 2021 року з загального фонду місцевого бюджету здійснено видатків на суму 56,14 тис.</w:t>
      </w:r>
      <w:r>
        <w:rPr>
          <w:rFonts w:ascii="Times New Roman" w:hAnsi="Times New Roman" w:cs="Times New Roman"/>
          <w:sz w:val="24"/>
          <w:szCs w:val="24"/>
        </w:rPr>
        <w:t xml:space="preserve"> </w:t>
      </w:r>
      <w:r w:rsidRPr="00EF49BC">
        <w:rPr>
          <w:rFonts w:ascii="Times New Roman" w:hAnsi="Times New Roman" w:cs="Times New Roman"/>
          <w:sz w:val="24"/>
          <w:szCs w:val="24"/>
        </w:rPr>
        <w:t xml:space="preserve">грн. Для дітей дошкільного віку організовано 3-разове харчування в розмірі 30 грн. на одну дитину. Учні 1-4 класів харчуються за рахунок місцевого бюджету у розрахунку 15 гр. на одну дитину. За рахунок місцевого бюджету також харчуються діти пільгових категорій: діти-сироти, діти з малозабезпечених сімей, діти учасників АТО. Усі  учні та вихованці ЗДО охоплені гарячим харчуванням. </w:t>
      </w:r>
    </w:p>
    <w:p w:rsidR="00615214" w:rsidRPr="00EF49BC" w:rsidRDefault="00615214" w:rsidP="00615214">
      <w:pPr>
        <w:spacing w:after="0"/>
        <w:ind w:firstLine="709"/>
        <w:jc w:val="both"/>
        <w:rPr>
          <w:rFonts w:ascii="Times New Roman" w:hAnsi="Times New Roman" w:cs="Times New Roman"/>
          <w:sz w:val="24"/>
          <w:szCs w:val="24"/>
        </w:rPr>
      </w:pPr>
      <w:r w:rsidRPr="00EF49BC">
        <w:rPr>
          <w:rFonts w:ascii="Times New Roman" w:hAnsi="Times New Roman" w:cs="Times New Roman"/>
          <w:sz w:val="24"/>
          <w:szCs w:val="24"/>
        </w:rPr>
        <w:t>В закладах освіти дотримуються термінів умов зберігання та реалізації продуктів, що швидко псуються. Ведеться журнал температурного режиму в холодильниках. На харчоблоках зберігаються добові норми кожної страви до аналогічного прийому їжі із зазначенням дати і часу відбору проб.</w:t>
      </w:r>
    </w:p>
    <w:p w:rsidR="00615214" w:rsidRPr="00EF49BC" w:rsidRDefault="00615214" w:rsidP="00615214">
      <w:pPr>
        <w:spacing w:after="0"/>
        <w:ind w:firstLine="709"/>
        <w:jc w:val="both"/>
        <w:rPr>
          <w:rFonts w:ascii="Times New Roman" w:hAnsi="Times New Roman" w:cs="Times New Roman"/>
          <w:sz w:val="24"/>
          <w:szCs w:val="24"/>
        </w:rPr>
      </w:pPr>
      <w:r w:rsidRPr="00EF49BC">
        <w:rPr>
          <w:rFonts w:ascii="Times New Roman" w:hAnsi="Times New Roman" w:cs="Times New Roman"/>
          <w:sz w:val="24"/>
          <w:szCs w:val="24"/>
        </w:rPr>
        <w:t>Всього харчувалося 75 дітей дошкільного віку, 114 учнів 1</w:t>
      </w:r>
      <w:r>
        <w:rPr>
          <w:rFonts w:ascii="Times New Roman" w:hAnsi="Times New Roman" w:cs="Times New Roman"/>
          <w:sz w:val="24"/>
          <w:szCs w:val="24"/>
        </w:rPr>
        <w:t xml:space="preserve"> </w:t>
      </w:r>
      <w:r w:rsidRPr="00EF49BC">
        <w:rPr>
          <w:rFonts w:ascii="Times New Roman" w:hAnsi="Times New Roman" w:cs="Times New Roman"/>
          <w:sz w:val="24"/>
          <w:szCs w:val="24"/>
        </w:rPr>
        <w:t>-</w:t>
      </w:r>
      <w:r>
        <w:rPr>
          <w:rFonts w:ascii="Times New Roman" w:hAnsi="Times New Roman" w:cs="Times New Roman"/>
          <w:sz w:val="24"/>
          <w:szCs w:val="24"/>
        </w:rPr>
        <w:t xml:space="preserve"> </w:t>
      </w:r>
      <w:r w:rsidRPr="00EF49BC">
        <w:rPr>
          <w:rFonts w:ascii="Times New Roman" w:hAnsi="Times New Roman" w:cs="Times New Roman"/>
          <w:sz w:val="24"/>
          <w:szCs w:val="24"/>
        </w:rPr>
        <w:t xml:space="preserve">4 класів, 57 учнів  пільгових категорій. </w:t>
      </w:r>
    </w:p>
    <w:p w:rsidR="00615214" w:rsidRPr="00EF49BC" w:rsidRDefault="00615214" w:rsidP="00615214">
      <w:pPr>
        <w:spacing w:after="0"/>
        <w:ind w:firstLine="709"/>
        <w:jc w:val="both"/>
        <w:rPr>
          <w:rFonts w:ascii="Times New Roman" w:hAnsi="Times New Roman" w:cs="Times New Roman"/>
          <w:b/>
          <w:sz w:val="24"/>
          <w:szCs w:val="24"/>
        </w:rPr>
      </w:pPr>
      <w:r w:rsidRPr="00EF49BC">
        <w:rPr>
          <w:rFonts w:ascii="Times New Roman" w:hAnsi="Times New Roman" w:cs="Times New Roman"/>
          <w:b/>
          <w:sz w:val="24"/>
          <w:szCs w:val="24"/>
        </w:rPr>
        <w:t>Культура та бібліотеки.</w:t>
      </w:r>
    </w:p>
    <w:p w:rsidR="00615214" w:rsidRPr="00EF49BC" w:rsidRDefault="00615214" w:rsidP="00615214">
      <w:pPr>
        <w:spacing w:after="0"/>
        <w:ind w:firstLine="709"/>
        <w:jc w:val="both"/>
        <w:rPr>
          <w:rFonts w:ascii="Times New Roman" w:hAnsi="Times New Roman" w:cs="Times New Roman"/>
          <w:sz w:val="24"/>
          <w:szCs w:val="24"/>
        </w:rPr>
      </w:pPr>
      <w:r w:rsidRPr="00EF49BC">
        <w:rPr>
          <w:rFonts w:ascii="Times New Roman" w:hAnsi="Times New Roman" w:cs="Times New Roman"/>
          <w:sz w:val="24"/>
          <w:szCs w:val="24"/>
        </w:rPr>
        <w:t>На забезпечення закладів культури профінансовано 962 520,03 грн., що становить 44,71 %  від затвердженого плану.</w:t>
      </w:r>
    </w:p>
    <w:p w:rsidR="00615214" w:rsidRPr="00EF49BC" w:rsidRDefault="00615214" w:rsidP="00615214">
      <w:pPr>
        <w:spacing w:after="0"/>
        <w:ind w:firstLine="709"/>
        <w:jc w:val="both"/>
        <w:rPr>
          <w:rFonts w:ascii="Times New Roman" w:hAnsi="Times New Roman" w:cs="Times New Roman"/>
          <w:sz w:val="24"/>
          <w:szCs w:val="24"/>
        </w:rPr>
      </w:pPr>
      <w:r w:rsidRPr="00EF49BC">
        <w:rPr>
          <w:rFonts w:ascii="Times New Roman" w:hAnsi="Times New Roman" w:cs="Times New Roman"/>
          <w:sz w:val="24"/>
          <w:szCs w:val="24"/>
        </w:rPr>
        <w:t xml:space="preserve">По закладах культури  і мистецтва  </w:t>
      </w:r>
      <w:proofErr w:type="spellStart"/>
      <w:r w:rsidRPr="00EF49BC">
        <w:rPr>
          <w:rFonts w:ascii="Times New Roman" w:hAnsi="Times New Roman" w:cs="Times New Roman"/>
          <w:sz w:val="24"/>
          <w:szCs w:val="24"/>
        </w:rPr>
        <w:t>Крупецької</w:t>
      </w:r>
      <w:proofErr w:type="spellEnd"/>
      <w:r w:rsidRPr="00EF49BC">
        <w:rPr>
          <w:rFonts w:ascii="Times New Roman" w:hAnsi="Times New Roman" w:cs="Times New Roman"/>
          <w:sz w:val="24"/>
          <w:szCs w:val="24"/>
        </w:rPr>
        <w:t xml:space="preserve"> сільської  ради за 6 місяців 2021 року виконані такі роботи: </w:t>
      </w:r>
    </w:p>
    <w:p w:rsidR="00615214" w:rsidRPr="00EF49BC" w:rsidRDefault="00615214" w:rsidP="00615214">
      <w:pPr>
        <w:pStyle w:val="af3"/>
        <w:numPr>
          <w:ilvl w:val="0"/>
          <w:numId w:val="5"/>
        </w:numPr>
        <w:spacing w:after="0"/>
        <w:ind w:left="0" w:firstLine="357"/>
        <w:jc w:val="both"/>
        <w:rPr>
          <w:rFonts w:ascii="Times New Roman" w:hAnsi="Times New Roman" w:cs="Times New Roman"/>
          <w:sz w:val="24"/>
          <w:szCs w:val="24"/>
        </w:rPr>
      </w:pPr>
      <w:r w:rsidRPr="00EF49BC">
        <w:rPr>
          <w:rFonts w:ascii="Times New Roman" w:hAnsi="Times New Roman" w:cs="Times New Roman"/>
          <w:sz w:val="24"/>
          <w:szCs w:val="24"/>
        </w:rPr>
        <w:t xml:space="preserve">проведено </w:t>
      </w:r>
      <w:proofErr w:type="spellStart"/>
      <w:r w:rsidRPr="00EF49BC">
        <w:rPr>
          <w:rFonts w:ascii="Times New Roman" w:hAnsi="Times New Roman" w:cs="Times New Roman"/>
          <w:sz w:val="24"/>
          <w:szCs w:val="24"/>
        </w:rPr>
        <w:t>капітальний</w:t>
      </w:r>
      <w:proofErr w:type="spellEnd"/>
      <w:r w:rsidRPr="00EF49BC">
        <w:rPr>
          <w:rFonts w:ascii="Times New Roman" w:hAnsi="Times New Roman" w:cs="Times New Roman"/>
          <w:sz w:val="24"/>
          <w:szCs w:val="24"/>
        </w:rPr>
        <w:t xml:space="preserve"> ремонт </w:t>
      </w:r>
      <w:proofErr w:type="spellStart"/>
      <w:r w:rsidRPr="00EF49BC">
        <w:rPr>
          <w:rFonts w:ascii="Times New Roman" w:hAnsi="Times New Roman" w:cs="Times New Roman"/>
          <w:sz w:val="24"/>
          <w:szCs w:val="24"/>
        </w:rPr>
        <w:t>прилеглої</w:t>
      </w:r>
      <w:proofErr w:type="spellEnd"/>
      <w:r w:rsidRPr="00EF49BC">
        <w:rPr>
          <w:rFonts w:ascii="Times New Roman" w:hAnsi="Times New Roman" w:cs="Times New Roman"/>
          <w:sz w:val="24"/>
          <w:szCs w:val="24"/>
        </w:rPr>
        <w:t xml:space="preserve"> </w:t>
      </w:r>
      <w:proofErr w:type="spellStart"/>
      <w:r w:rsidRPr="00EF49BC">
        <w:rPr>
          <w:rFonts w:ascii="Times New Roman" w:hAnsi="Times New Roman" w:cs="Times New Roman"/>
          <w:sz w:val="24"/>
          <w:szCs w:val="24"/>
        </w:rPr>
        <w:t>території</w:t>
      </w:r>
      <w:proofErr w:type="spellEnd"/>
      <w:r w:rsidRPr="00EF49BC">
        <w:rPr>
          <w:rFonts w:ascii="Times New Roman" w:hAnsi="Times New Roman" w:cs="Times New Roman"/>
          <w:sz w:val="24"/>
          <w:szCs w:val="24"/>
        </w:rPr>
        <w:t xml:space="preserve"> (</w:t>
      </w:r>
      <w:proofErr w:type="spellStart"/>
      <w:r w:rsidRPr="00EF49BC">
        <w:rPr>
          <w:rFonts w:ascii="Times New Roman" w:hAnsi="Times New Roman" w:cs="Times New Roman"/>
          <w:sz w:val="24"/>
          <w:szCs w:val="24"/>
        </w:rPr>
        <w:t>облаштування</w:t>
      </w:r>
      <w:proofErr w:type="spellEnd"/>
      <w:r w:rsidRPr="00EF49BC">
        <w:rPr>
          <w:rFonts w:ascii="Times New Roman" w:hAnsi="Times New Roman" w:cs="Times New Roman"/>
          <w:sz w:val="24"/>
          <w:szCs w:val="24"/>
        </w:rPr>
        <w:t xml:space="preserve"> </w:t>
      </w:r>
      <w:proofErr w:type="spellStart"/>
      <w:r w:rsidRPr="00EF49BC">
        <w:rPr>
          <w:rFonts w:ascii="Times New Roman" w:hAnsi="Times New Roman" w:cs="Times New Roman"/>
          <w:sz w:val="24"/>
          <w:szCs w:val="24"/>
        </w:rPr>
        <w:t>водопостачання</w:t>
      </w:r>
      <w:proofErr w:type="spellEnd"/>
      <w:r w:rsidRPr="00EF49BC">
        <w:rPr>
          <w:rFonts w:ascii="Times New Roman" w:hAnsi="Times New Roman" w:cs="Times New Roman"/>
          <w:sz w:val="24"/>
          <w:szCs w:val="24"/>
        </w:rPr>
        <w:t xml:space="preserve"> та </w:t>
      </w:r>
      <w:proofErr w:type="spellStart"/>
      <w:r w:rsidRPr="00EF49BC">
        <w:rPr>
          <w:rFonts w:ascii="Times New Roman" w:hAnsi="Times New Roman" w:cs="Times New Roman"/>
          <w:sz w:val="24"/>
          <w:szCs w:val="24"/>
        </w:rPr>
        <w:t>каналізації</w:t>
      </w:r>
      <w:proofErr w:type="spellEnd"/>
      <w:r w:rsidRPr="00EF49BC">
        <w:rPr>
          <w:rFonts w:ascii="Times New Roman" w:hAnsi="Times New Roman" w:cs="Times New Roman"/>
          <w:sz w:val="24"/>
          <w:szCs w:val="24"/>
        </w:rPr>
        <w:t xml:space="preserve">) </w:t>
      </w:r>
      <w:proofErr w:type="spellStart"/>
      <w:r w:rsidRPr="00EF49BC">
        <w:rPr>
          <w:rFonts w:ascii="Times New Roman" w:hAnsi="Times New Roman" w:cs="Times New Roman"/>
          <w:sz w:val="24"/>
          <w:szCs w:val="24"/>
        </w:rPr>
        <w:t>будинку</w:t>
      </w:r>
      <w:proofErr w:type="spellEnd"/>
      <w:r w:rsidRPr="00EF49BC">
        <w:rPr>
          <w:rFonts w:ascii="Times New Roman" w:hAnsi="Times New Roman" w:cs="Times New Roman"/>
          <w:sz w:val="24"/>
          <w:szCs w:val="24"/>
        </w:rPr>
        <w:t xml:space="preserve"> </w:t>
      </w:r>
      <w:proofErr w:type="spellStart"/>
      <w:r w:rsidRPr="00EF49BC">
        <w:rPr>
          <w:rFonts w:ascii="Times New Roman" w:hAnsi="Times New Roman" w:cs="Times New Roman"/>
          <w:sz w:val="24"/>
          <w:szCs w:val="24"/>
        </w:rPr>
        <w:t>культури</w:t>
      </w:r>
      <w:proofErr w:type="spellEnd"/>
      <w:r w:rsidRPr="00EF49BC">
        <w:rPr>
          <w:rFonts w:ascii="Times New Roman" w:hAnsi="Times New Roman" w:cs="Times New Roman"/>
          <w:sz w:val="24"/>
          <w:szCs w:val="24"/>
        </w:rPr>
        <w:t xml:space="preserve"> села </w:t>
      </w:r>
      <w:proofErr w:type="spellStart"/>
      <w:r w:rsidRPr="00EF49BC">
        <w:rPr>
          <w:rFonts w:ascii="Times New Roman" w:hAnsi="Times New Roman" w:cs="Times New Roman"/>
          <w:sz w:val="24"/>
          <w:szCs w:val="24"/>
        </w:rPr>
        <w:t>Крупець</w:t>
      </w:r>
      <w:proofErr w:type="spellEnd"/>
      <w:r w:rsidRPr="00EF49BC">
        <w:rPr>
          <w:rFonts w:ascii="Times New Roman" w:hAnsi="Times New Roman" w:cs="Times New Roman"/>
          <w:sz w:val="24"/>
          <w:szCs w:val="24"/>
        </w:rPr>
        <w:t xml:space="preserve"> на суму 1 452 648,0 грн.;</w:t>
      </w:r>
    </w:p>
    <w:p w:rsidR="00615214" w:rsidRPr="00EF49BC" w:rsidRDefault="00615214" w:rsidP="00615214">
      <w:pPr>
        <w:pStyle w:val="af3"/>
        <w:numPr>
          <w:ilvl w:val="0"/>
          <w:numId w:val="5"/>
        </w:numPr>
        <w:spacing w:after="0"/>
        <w:ind w:left="0" w:firstLine="357"/>
        <w:jc w:val="both"/>
        <w:rPr>
          <w:rFonts w:ascii="Times New Roman" w:hAnsi="Times New Roman" w:cs="Times New Roman"/>
          <w:sz w:val="24"/>
          <w:szCs w:val="24"/>
        </w:rPr>
      </w:pPr>
      <w:r w:rsidRPr="00EF49BC">
        <w:rPr>
          <w:rFonts w:ascii="Times New Roman" w:hAnsi="Times New Roman" w:cs="Times New Roman"/>
          <w:sz w:val="24"/>
          <w:szCs w:val="24"/>
        </w:rPr>
        <w:t xml:space="preserve">проведено </w:t>
      </w:r>
      <w:proofErr w:type="spellStart"/>
      <w:r w:rsidRPr="00EF49BC">
        <w:rPr>
          <w:rFonts w:ascii="Times New Roman" w:hAnsi="Times New Roman" w:cs="Times New Roman"/>
          <w:sz w:val="24"/>
          <w:szCs w:val="24"/>
        </w:rPr>
        <w:t>поточний</w:t>
      </w:r>
      <w:proofErr w:type="spellEnd"/>
      <w:r w:rsidRPr="00EF49BC">
        <w:rPr>
          <w:rFonts w:ascii="Times New Roman" w:hAnsi="Times New Roman" w:cs="Times New Roman"/>
          <w:sz w:val="24"/>
          <w:szCs w:val="24"/>
        </w:rPr>
        <w:t xml:space="preserve"> ремонт </w:t>
      </w:r>
      <w:proofErr w:type="spellStart"/>
      <w:r w:rsidRPr="00EF49BC">
        <w:rPr>
          <w:rFonts w:ascii="Times New Roman" w:hAnsi="Times New Roman" w:cs="Times New Roman"/>
          <w:sz w:val="24"/>
          <w:szCs w:val="24"/>
        </w:rPr>
        <w:t>покрі</w:t>
      </w:r>
      <w:proofErr w:type="gramStart"/>
      <w:r w:rsidRPr="00EF49BC">
        <w:rPr>
          <w:rFonts w:ascii="Times New Roman" w:hAnsi="Times New Roman" w:cs="Times New Roman"/>
          <w:sz w:val="24"/>
          <w:szCs w:val="24"/>
        </w:rPr>
        <w:t>вл</w:t>
      </w:r>
      <w:proofErr w:type="gramEnd"/>
      <w:r w:rsidRPr="00EF49BC">
        <w:rPr>
          <w:rFonts w:ascii="Times New Roman" w:hAnsi="Times New Roman" w:cs="Times New Roman"/>
          <w:sz w:val="24"/>
          <w:szCs w:val="24"/>
        </w:rPr>
        <w:t>і</w:t>
      </w:r>
      <w:proofErr w:type="spellEnd"/>
      <w:r w:rsidRPr="00EF49BC">
        <w:rPr>
          <w:rFonts w:ascii="Times New Roman" w:hAnsi="Times New Roman" w:cs="Times New Roman"/>
          <w:sz w:val="24"/>
          <w:szCs w:val="24"/>
        </w:rPr>
        <w:t xml:space="preserve"> </w:t>
      </w:r>
      <w:proofErr w:type="spellStart"/>
      <w:r w:rsidRPr="00EF49BC">
        <w:rPr>
          <w:rFonts w:ascii="Times New Roman" w:hAnsi="Times New Roman" w:cs="Times New Roman"/>
          <w:sz w:val="24"/>
          <w:szCs w:val="24"/>
        </w:rPr>
        <w:t>будівлі</w:t>
      </w:r>
      <w:proofErr w:type="spellEnd"/>
      <w:r w:rsidRPr="00EF49BC">
        <w:rPr>
          <w:rFonts w:ascii="Times New Roman" w:hAnsi="Times New Roman" w:cs="Times New Roman"/>
          <w:sz w:val="24"/>
          <w:szCs w:val="24"/>
        </w:rPr>
        <w:t xml:space="preserve"> </w:t>
      </w:r>
      <w:proofErr w:type="spellStart"/>
      <w:r w:rsidRPr="00EF49BC">
        <w:rPr>
          <w:rFonts w:ascii="Times New Roman" w:hAnsi="Times New Roman" w:cs="Times New Roman"/>
          <w:sz w:val="24"/>
          <w:szCs w:val="24"/>
        </w:rPr>
        <w:t>сільського</w:t>
      </w:r>
      <w:proofErr w:type="spellEnd"/>
      <w:r w:rsidRPr="00EF49BC">
        <w:rPr>
          <w:rFonts w:ascii="Times New Roman" w:hAnsi="Times New Roman" w:cs="Times New Roman"/>
          <w:sz w:val="24"/>
          <w:szCs w:val="24"/>
        </w:rPr>
        <w:t xml:space="preserve"> </w:t>
      </w:r>
      <w:proofErr w:type="spellStart"/>
      <w:r w:rsidRPr="00EF49BC">
        <w:rPr>
          <w:rFonts w:ascii="Times New Roman" w:hAnsi="Times New Roman" w:cs="Times New Roman"/>
          <w:sz w:val="24"/>
          <w:szCs w:val="24"/>
        </w:rPr>
        <w:t>будинку</w:t>
      </w:r>
      <w:proofErr w:type="spellEnd"/>
      <w:r w:rsidRPr="00EF49BC">
        <w:rPr>
          <w:rFonts w:ascii="Times New Roman" w:hAnsi="Times New Roman" w:cs="Times New Roman"/>
          <w:sz w:val="24"/>
          <w:szCs w:val="24"/>
        </w:rPr>
        <w:t xml:space="preserve"> </w:t>
      </w:r>
      <w:proofErr w:type="spellStart"/>
      <w:r w:rsidRPr="00EF49BC">
        <w:rPr>
          <w:rFonts w:ascii="Times New Roman" w:hAnsi="Times New Roman" w:cs="Times New Roman"/>
          <w:sz w:val="24"/>
          <w:szCs w:val="24"/>
        </w:rPr>
        <w:t>культури</w:t>
      </w:r>
      <w:proofErr w:type="spellEnd"/>
      <w:r w:rsidRPr="00EF49BC">
        <w:rPr>
          <w:rFonts w:ascii="Times New Roman" w:hAnsi="Times New Roman" w:cs="Times New Roman"/>
          <w:sz w:val="24"/>
          <w:szCs w:val="24"/>
        </w:rPr>
        <w:t xml:space="preserve">  с. </w:t>
      </w:r>
      <w:proofErr w:type="spellStart"/>
      <w:r w:rsidRPr="00EF49BC">
        <w:rPr>
          <w:rFonts w:ascii="Times New Roman" w:hAnsi="Times New Roman" w:cs="Times New Roman"/>
          <w:sz w:val="24"/>
          <w:szCs w:val="24"/>
        </w:rPr>
        <w:t>Крупець</w:t>
      </w:r>
      <w:proofErr w:type="spellEnd"/>
      <w:r w:rsidRPr="00EF49BC">
        <w:rPr>
          <w:rFonts w:ascii="Times New Roman" w:hAnsi="Times New Roman" w:cs="Times New Roman"/>
          <w:sz w:val="24"/>
          <w:szCs w:val="24"/>
        </w:rPr>
        <w:t xml:space="preserve"> </w:t>
      </w:r>
      <w:proofErr w:type="spellStart"/>
      <w:r w:rsidRPr="00EF49BC">
        <w:rPr>
          <w:rFonts w:ascii="Times New Roman" w:hAnsi="Times New Roman" w:cs="Times New Roman"/>
          <w:sz w:val="24"/>
          <w:szCs w:val="24"/>
        </w:rPr>
        <w:t>загальною</w:t>
      </w:r>
      <w:proofErr w:type="spellEnd"/>
      <w:r w:rsidRPr="00EF49BC">
        <w:rPr>
          <w:rFonts w:ascii="Times New Roman" w:hAnsi="Times New Roman" w:cs="Times New Roman"/>
          <w:sz w:val="24"/>
          <w:szCs w:val="24"/>
        </w:rPr>
        <w:t xml:space="preserve"> сумою 47 780,0 грн.  </w:t>
      </w:r>
    </w:p>
    <w:p w:rsidR="00615214" w:rsidRPr="00EF49BC" w:rsidRDefault="00615214" w:rsidP="00615214">
      <w:pPr>
        <w:pStyle w:val="af3"/>
        <w:numPr>
          <w:ilvl w:val="0"/>
          <w:numId w:val="5"/>
        </w:numPr>
        <w:spacing w:after="0"/>
        <w:ind w:left="0" w:firstLine="357"/>
        <w:jc w:val="both"/>
        <w:rPr>
          <w:rFonts w:ascii="Times New Roman" w:hAnsi="Times New Roman" w:cs="Times New Roman"/>
          <w:sz w:val="24"/>
          <w:szCs w:val="24"/>
        </w:rPr>
      </w:pPr>
      <w:proofErr w:type="spellStart"/>
      <w:r w:rsidRPr="00EF49BC">
        <w:rPr>
          <w:rFonts w:ascii="Times New Roman" w:hAnsi="Times New Roman" w:cs="Times New Roman"/>
          <w:sz w:val="24"/>
          <w:szCs w:val="24"/>
        </w:rPr>
        <w:t>здійснюється</w:t>
      </w:r>
      <w:proofErr w:type="spellEnd"/>
      <w:r w:rsidRPr="00EF49BC">
        <w:rPr>
          <w:rFonts w:ascii="Times New Roman" w:hAnsi="Times New Roman" w:cs="Times New Roman"/>
          <w:sz w:val="24"/>
          <w:szCs w:val="24"/>
        </w:rPr>
        <w:t xml:space="preserve"> </w:t>
      </w:r>
      <w:proofErr w:type="spellStart"/>
      <w:r w:rsidRPr="00EF49BC">
        <w:rPr>
          <w:rFonts w:ascii="Times New Roman" w:hAnsi="Times New Roman" w:cs="Times New Roman"/>
          <w:sz w:val="24"/>
          <w:szCs w:val="24"/>
        </w:rPr>
        <w:t>реконструкція</w:t>
      </w:r>
      <w:proofErr w:type="spellEnd"/>
      <w:r w:rsidRPr="00EF49BC">
        <w:rPr>
          <w:rFonts w:ascii="Times New Roman" w:hAnsi="Times New Roman" w:cs="Times New Roman"/>
          <w:sz w:val="24"/>
          <w:szCs w:val="24"/>
        </w:rPr>
        <w:t xml:space="preserve"> </w:t>
      </w:r>
      <w:proofErr w:type="spellStart"/>
      <w:r w:rsidRPr="00EF49BC">
        <w:rPr>
          <w:rFonts w:ascii="Times New Roman" w:hAnsi="Times New Roman" w:cs="Times New Roman"/>
          <w:sz w:val="24"/>
          <w:szCs w:val="24"/>
        </w:rPr>
        <w:t>приміщення</w:t>
      </w:r>
      <w:proofErr w:type="spellEnd"/>
      <w:r w:rsidRPr="00EF49BC">
        <w:rPr>
          <w:rFonts w:ascii="Times New Roman" w:hAnsi="Times New Roman" w:cs="Times New Roman"/>
          <w:sz w:val="24"/>
          <w:szCs w:val="24"/>
        </w:rPr>
        <w:t xml:space="preserve"> </w:t>
      </w:r>
      <w:proofErr w:type="spellStart"/>
      <w:r w:rsidRPr="00EF49BC">
        <w:rPr>
          <w:rFonts w:ascii="Times New Roman" w:hAnsi="Times New Roman" w:cs="Times New Roman"/>
          <w:sz w:val="24"/>
          <w:szCs w:val="24"/>
        </w:rPr>
        <w:t>під</w:t>
      </w:r>
      <w:proofErr w:type="spellEnd"/>
      <w:r w:rsidRPr="00EF49BC">
        <w:rPr>
          <w:rFonts w:ascii="Times New Roman" w:hAnsi="Times New Roman" w:cs="Times New Roman"/>
          <w:sz w:val="24"/>
          <w:szCs w:val="24"/>
        </w:rPr>
        <w:t xml:space="preserve"> клуб в с.</w:t>
      </w:r>
      <w:r>
        <w:rPr>
          <w:rFonts w:ascii="Times New Roman" w:hAnsi="Times New Roman" w:cs="Times New Roman"/>
          <w:sz w:val="24"/>
          <w:szCs w:val="24"/>
          <w:lang w:val="uk-UA"/>
        </w:rPr>
        <w:t xml:space="preserve"> </w:t>
      </w:r>
      <w:proofErr w:type="spellStart"/>
      <w:r w:rsidRPr="00EF49BC">
        <w:rPr>
          <w:rFonts w:ascii="Times New Roman" w:hAnsi="Times New Roman" w:cs="Times New Roman"/>
          <w:sz w:val="24"/>
          <w:szCs w:val="24"/>
        </w:rPr>
        <w:t>Петереба</w:t>
      </w:r>
      <w:proofErr w:type="spellEnd"/>
      <w:r w:rsidRPr="00EF49BC">
        <w:rPr>
          <w:rFonts w:ascii="Times New Roman" w:hAnsi="Times New Roman" w:cs="Times New Roman"/>
          <w:sz w:val="24"/>
          <w:szCs w:val="24"/>
        </w:rPr>
        <w:t xml:space="preserve"> (</w:t>
      </w:r>
      <w:proofErr w:type="spellStart"/>
      <w:r w:rsidRPr="00EF49BC">
        <w:rPr>
          <w:rFonts w:ascii="Times New Roman" w:hAnsi="Times New Roman" w:cs="Times New Roman"/>
          <w:sz w:val="24"/>
          <w:szCs w:val="24"/>
        </w:rPr>
        <w:t>заплановано</w:t>
      </w:r>
      <w:proofErr w:type="spellEnd"/>
      <w:r w:rsidRPr="00EF49BC">
        <w:rPr>
          <w:rFonts w:ascii="Times New Roman" w:hAnsi="Times New Roman" w:cs="Times New Roman"/>
          <w:sz w:val="24"/>
          <w:szCs w:val="24"/>
        </w:rPr>
        <w:t xml:space="preserve"> на </w:t>
      </w:r>
      <w:proofErr w:type="spellStart"/>
      <w:r w:rsidRPr="00EF49BC">
        <w:rPr>
          <w:rFonts w:ascii="Times New Roman" w:hAnsi="Times New Roman" w:cs="Times New Roman"/>
          <w:sz w:val="24"/>
          <w:szCs w:val="24"/>
        </w:rPr>
        <w:t>даний</w:t>
      </w:r>
      <w:proofErr w:type="spellEnd"/>
      <w:r w:rsidRPr="00EF49BC">
        <w:rPr>
          <w:rFonts w:ascii="Times New Roman" w:hAnsi="Times New Roman" w:cs="Times New Roman"/>
          <w:sz w:val="24"/>
          <w:szCs w:val="24"/>
        </w:rPr>
        <w:t xml:space="preserve"> </w:t>
      </w:r>
      <w:proofErr w:type="spellStart"/>
      <w:r w:rsidRPr="00EF49BC">
        <w:rPr>
          <w:rFonts w:ascii="Times New Roman" w:hAnsi="Times New Roman" w:cs="Times New Roman"/>
          <w:sz w:val="24"/>
          <w:szCs w:val="24"/>
        </w:rPr>
        <w:t>захід</w:t>
      </w:r>
      <w:proofErr w:type="spellEnd"/>
      <w:r w:rsidRPr="00EF49BC">
        <w:rPr>
          <w:rFonts w:ascii="Times New Roman" w:hAnsi="Times New Roman" w:cs="Times New Roman"/>
          <w:sz w:val="24"/>
          <w:szCs w:val="24"/>
        </w:rPr>
        <w:t xml:space="preserve"> 1 427 240,0 грн., </w:t>
      </w:r>
      <w:proofErr w:type="spellStart"/>
      <w:r w:rsidRPr="00EF49BC">
        <w:rPr>
          <w:rFonts w:ascii="Times New Roman" w:hAnsi="Times New Roman" w:cs="Times New Roman"/>
          <w:sz w:val="24"/>
          <w:szCs w:val="24"/>
        </w:rPr>
        <w:t>профінансовано</w:t>
      </w:r>
      <w:proofErr w:type="spellEnd"/>
      <w:r w:rsidRPr="00EF49BC">
        <w:rPr>
          <w:rFonts w:ascii="Times New Roman" w:hAnsi="Times New Roman" w:cs="Times New Roman"/>
          <w:sz w:val="24"/>
          <w:szCs w:val="24"/>
        </w:rPr>
        <w:t xml:space="preserve"> 349 935,97 грн., </w:t>
      </w:r>
      <w:proofErr w:type="spellStart"/>
      <w:r w:rsidRPr="00EF49BC">
        <w:rPr>
          <w:rFonts w:ascii="Times New Roman" w:hAnsi="Times New Roman" w:cs="Times New Roman"/>
          <w:sz w:val="24"/>
          <w:szCs w:val="24"/>
        </w:rPr>
        <w:t>що</w:t>
      </w:r>
      <w:proofErr w:type="spellEnd"/>
      <w:r w:rsidRPr="00EF49BC">
        <w:rPr>
          <w:rFonts w:ascii="Times New Roman" w:hAnsi="Times New Roman" w:cs="Times New Roman"/>
          <w:sz w:val="24"/>
          <w:szCs w:val="24"/>
        </w:rPr>
        <w:t xml:space="preserve"> становить 24,5%.  </w:t>
      </w:r>
      <w:proofErr w:type="spellStart"/>
      <w:r w:rsidRPr="00EF49BC">
        <w:rPr>
          <w:rFonts w:ascii="Times New Roman" w:hAnsi="Times New Roman" w:cs="Times New Roman"/>
          <w:sz w:val="24"/>
          <w:szCs w:val="24"/>
        </w:rPr>
        <w:t>Також</w:t>
      </w:r>
      <w:proofErr w:type="spellEnd"/>
      <w:r w:rsidRPr="00EF49BC">
        <w:rPr>
          <w:rFonts w:ascii="Times New Roman" w:hAnsi="Times New Roman" w:cs="Times New Roman"/>
          <w:sz w:val="24"/>
          <w:szCs w:val="24"/>
        </w:rPr>
        <w:t xml:space="preserve"> </w:t>
      </w:r>
      <w:proofErr w:type="spellStart"/>
      <w:r w:rsidRPr="00EF49BC">
        <w:rPr>
          <w:rFonts w:ascii="Times New Roman" w:hAnsi="Times New Roman" w:cs="Times New Roman"/>
          <w:sz w:val="24"/>
          <w:szCs w:val="24"/>
        </w:rPr>
        <w:t>здійснено</w:t>
      </w:r>
      <w:proofErr w:type="spellEnd"/>
      <w:r w:rsidRPr="00EF49BC">
        <w:rPr>
          <w:rFonts w:ascii="Times New Roman" w:hAnsi="Times New Roman" w:cs="Times New Roman"/>
          <w:sz w:val="24"/>
          <w:szCs w:val="24"/>
        </w:rPr>
        <w:t xml:space="preserve"> </w:t>
      </w:r>
      <w:proofErr w:type="spellStart"/>
      <w:r w:rsidRPr="00EF49BC">
        <w:rPr>
          <w:rFonts w:ascii="Times New Roman" w:hAnsi="Times New Roman" w:cs="Times New Roman"/>
          <w:sz w:val="24"/>
          <w:szCs w:val="24"/>
        </w:rPr>
        <w:t>поточний</w:t>
      </w:r>
      <w:proofErr w:type="spellEnd"/>
      <w:r w:rsidRPr="00EF49BC">
        <w:rPr>
          <w:rFonts w:ascii="Times New Roman" w:hAnsi="Times New Roman" w:cs="Times New Roman"/>
          <w:sz w:val="24"/>
          <w:szCs w:val="24"/>
        </w:rPr>
        <w:t xml:space="preserve"> ремонт </w:t>
      </w:r>
      <w:proofErr w:type="spellStart"/>
      <w:r w:rsidRPr="00EF49BC">
        <w:rPr>
          <w:rFonts w:ascii="Times New Roman" w:hAnsi="Times New Roman" w:cs="Times New Roman"/>
          <w:sz w:val="24"/>
          <w:szCs w:val="24"/>
        </w:rPr>
        <w:t>санвузла</w:t>
      </w:r>
      <w:proofErr w:type="spellEnd"/>
      <w:r w:rsidRPr="00EF49BC">
        <w:rPr>
          <w:rFonts w:ascii="Times New Roman" w:hAnsi="Times New Roman" w:cs="Times New Roman"/>
          <w:sz w:val="24"/>
          <w:szCs w:val="24"/>
        </w:rPr>
        <w:t xml:space="preserve"> </w:t>
      </w:r>
      <w:proofErr w:type="spellStart"/>
      <w:r w:rsidRPr="00EF49BC">
        <w:rPr>
          <w:rFonts w:ascii="Times New Roman" w:hAnsi="Times New Roman" w:cs="Times New Roman"/>
          <w:sz w:val="24"/>
          <w:szCs w:val="24"/>
        </w:rPr>
        <w:t>біля</w:t>
      </w:r>
      <w:proofErr w:type="spellEnd"/>
      <w:r w:rsidRPr="00EF49BC">
        <w:rPr>
          <w:rFonts w:ascii="Times New Roman" w:hAnsi="Times New Roman" w:cs="Times New Roman"/>
          <w:sz w:val="24"/>
          <w:szCs w:val="24"/>
        </w:rPr>
        <w:t xml:space="preserve"> </w:t>
      </w:r>
      <w:proofErr w:type="spellStart"/>
      <w:r w:rsidRPr="00EF49BC">
        <w:rPr>
          <w:rFonts w:ascii="Times New Roman" w:hAnsi="Times New Roman" w:cs="Times New Roman"/>
          <w:sz w:val="24"/>
          <w:szCs w:val="24"/>
        </w:rPr>
        <w:t>приміщення</w:t>
      </w:r>
      <w:proofErr w:type="spellEnd"/>
      <w:r w:rsidRPr="00EF49BC">
        <w:rPr>
          <w:rFonts w:ascii="Times New Roman" w:hAnsi="Times New Roman" w:cs="Times New Roman"/>
          <w:sz w:val="24"/>
          <w:szCs w:val="24"/>
        </w:rPr>
        <w:t xml:space="preserve"> </w:t>
      </w:r>
      <w:proofErr w:type="spellStart"/>
      <w:r w:rsidRPr="00EF49BC">
        <w:rPr>
          <w:rFonts w:ascii="Times New Roman" w:hAnsi="Times New Roman" w:cs="Times New Roman"/>
          <w:sz w:val="24"/>
          <w:szCs w:val="24"/>
        </w:rPr>
        <w:t>сільського</w:t>
      </w:r>
      <w:proofErr w:type="spellEnd"/>
      <w:r w:rsidRPr="00EF49BC">
        <w:rPr>
          <w:rFonts w:ascii="Times New Roman" w:hAnsi="Times New Roman" w:cs="Times New Roman"/>
          <w:sz w:val="24"/>
          <w:szCs w:val="24"/>
        </w:rPr>
        <w:t xml:space="preserve"> клубу в </w:t>
      </w:r>
      <w:proofErr w:type="spellStart"/>
      <w:r w:rsidRPr="00EF49BC">
        <w:rPr>
          <w:rFonts w:ascii="Times New Roman" w:hAnsi="Times New Roman" w:cs="Times New Roman"/>
          <w:sz w:val="24"/>
          <w:szCs w:val="24"/>
        </w:rPr>
        <w:t>с</w:t>
      </w:r>
      <w:proofErr w:type="gramStart"/>
      <w:r w:rsidRPr="00EF49BC">
        <w:rPr>
          <w:rFonts w:ascii="Times New Roman" w:hAnsi="Times New Roman" w:cs="Times New Roman"/>
          <w:sz w:val="24"/>
          <w:szCs w:val="24"/>
        </w:rPr>
        <w:t>.П</w:t>
      </w:r>
      <w:proofErr w:type="gramEnd"/>
      <w:r w:rsidRPr="00EF49BC">
        <w:rPr>
          <w:rFonts w:ascii="Times New Roman" w:hAnsi="Times New Roman" w:cs="Times New Roman"/>
          <w:sz w:val="24"/>
          <w:szCs w:val="24"/>
        </w:rPr>
        <w:t>олянь</w:t>
      </w:r>
      <w:proofErr w:type="spellEnd"/>
      <w:r w:rsidRPr="00EF49BC">
        <w:rPr>
          <w:rFonts w:ascii="Times New Roman" w:hAnsi="Times New Roman" w:cs="Times New Roman"/>
          <w:sz w:val="24"/>
          <w:szCs w:val="24"/>
        </w:rPr>
        <w:t xml:space="preserve"> на суму 26 599,0 грн.).</w:t>
      </w:r>
    </w:p>
    <w:p w:rsidR="00615214" w:rsidRPr="00EF49BC" w:rsidRDefault="00615214" w:rsidP="00615214">
      <w:pPr>
        <w:pStyle w:val="af3"/>
        <w:spacing w:after="0"/>
        <w:ind w:left="357"/>
        <w:jc w:val="both"/>
        <w:rPr>
          <w:rFonts w:ascii="Times New Roman" w:hAnsi="Times New Roman" w:cs="Times New Roman"/>
          <w:b/>
          <w:sz w:val="24"/>
          <w:szCs w:val="24"/>
        </w:rPr>
      </w:pPr>
      <w:proofErr w:type="spellStart"/>
      <w:r w:rsidRPr="00EF49BC">
        <w:rPr>
          <w:rFonts w:ascii="Times New Roman" w:hAnsi="Times New Roman" w:cs="Times New Roman"/>
          <w:b/>
          <w:sz w:val="24"/>
          <w:szCs w:val="24"/>
        </w:rPr>
        <w:t>Промисловість</w:t>
      </w:r>
      <w:proofErr w:type="spellEnd"/>
      <w:r w:rsidRPr="00EF49BC">
        <w:rPr>
          <w:rFonts w:ascii="Times New Roman" w:hAnsi="Times New Roman" w:cs="Times New Roman"/>
          <w:b/>
          <w:sz w:val="24"/>
          <w:szCs w:val="24"/>
        </w:rPr>
        <w:t xml:space="preserve"> та </w:t>
      </w:r>
      <w:proofErr w:type="spellStart"/>
      <w:r w:rsidRPr="00EF49BC">
        <w:rPr>
          <w:rFonts w:ascii="Times New Roman" w:hAnsi="Times New Roman" w:cs="Times New Roman"/>
          <w:b/>
          <w:sz w:val="24"/>
          <w:szCs w:val="24"/>
        </w:rPr>
        <w:t>торгівля</w:t>
      </w:r>
      <w:proofErr w:type="spellEnd"/>
    </w:p>
    <w:p w:rsidR="00615214" w:rsidRPr="00EF49BC" w:rsidRDefault="00615214" w:rsidP="00615214">
      <w:pPr>
        <w:spacing w:after="0"/>
        <w:ind w:firstLine="709"/>
        <w:jc w:val="both"/>
        <w:rPr>
          <w:rFonts w:ascii="Times New Roman" w:hAnsi="Times New Roman" w:cs="Times New Roman"/>
          <w:sz w:val="24"/>
          <w:szCs w:val="24"/>
        </w:rPr>
      </w:pPr>
      <w:r w:rsidRPr="00EF49BC">
        <w:rPr>
          <w:rFonts w:ascii="Times New Roman" w:hAnsi="Times New Roman" w:cs="Times New Roman"/>
          <w:sz w:val="24"/>
          <w:szCs w:val="24"/>
        </w:rPr>
        <w:t xml:space="preserve">Реалізація продовольчих та непродовольчих товарів, надання послуг громадського харчування господарства населенню сільської ради здійснюється через 16 підприємств торгівлі. </w:t>
      </w:r>
    </w:p>
    <w:p w:rsidR="00615214" w:rsidRPr="00EF49BC" w:rsidRDefault="00615214" w:rsidP="00615214">
      <w:pPr>
        <w:spacing w:after="0"/>
        <w:ind w:firstLine="709"/>
        <w:jc w:val="both"/>
        <w:rPr>
          <w:rFonts w:ascii="Times New Roman" w:hAnsi="Times New Roman" w:cs="Times New Roman"/>
          <w:sz w:val="24"/>
          <w:szCs w:val="24"/>
        </w:rPr>
      </w:pPr>
      <w:r w:rsidRPr="00EF49BC">
        <w:rPr>
          <w:rFonts w:ascii="Times New Roman" w:hAnsi="Times New Roman" w:cs="Times New Roman"/>
          <w:sz w:val="24"/>
          <w:szCs w:val="24"/>
        </w:rPr>
        <w:t xml:space="preserve"> На території </w:t>
      </w:r>
      <w:proofErr w:type="spellStart"/>
      <w:r w:rsidRPr="00EF49BC">
        <w:rPr>
          <w:rFonts w:ascii="Times New Roman" w:hAnsi="Times New Roman" w:cs="Times New Roman"/>
          <w:sz w:val="24"/>
          <w:szCs w:val="24"/>
        </w:rPr>
        <w:t>Крупецької</w:t>
      </w:r>
      <w:proofErr w:type="spellEnd"/>
      <w:r w:rsidRPr="00EF49BC">
        <w:rPr>
          <w:rFonts w:ascii="Times New Roman" w:hAnsi="Times New Roman" w:cs="Times New Roman"/>
          <w:sz w:val="24"/>
          <w:szCs w:val="24"/>
        </w:rPr>
        <w:t xml:space="preserve"> сільської ради діють такі промислові  </w:t>
      </w:r>
      <w:proofErr w:type="spellStart"/>
      <w:r w:rsidRPr="00EF49BC">
        <w:rPr>
          <w:rFonts w:ascii="Times New Roman" w:hAnsi="Times New Roman" w:cs="Times New Roman"/>
          <w:sz w:val="24"/>
          <w:szCs w:val="24"/>
        </w:rPr>
        <w:t>підприємста</w:t>
      </w:r>
      <w:proofErr w:type="spellEnd"/>
      <w:r w:rsidRPr="00EF49BC">
        <w:rPr>
          <w:rFonts w:ascii="Times New Roman" w:hAnsi="Times New Roman" w:cs="Times New Roman"/>
          <w:sz w:val="24"/>
          <w:szCs w:val="24"/>
        </w:rPr>
        <w:t>: ТОВ "</w:t>
      </w:r>
      <w:proofErr w:type="spellStart"/>
      <w:r w:rsidRPr="00EF49BC">
        <w:rPr>
          <w:rFonts w:ascii="Times New Roman" w:hAnsi="Times New Roman" w:cs="Times New Roman"/>
          <w:sz w:val="24"/>
          <w:szCs w:val="24"/>
        </w:rPr>
        <w:t>Суффле</w:t>
      </w:r>
      <w:proofErr w:type="spellEnd"/>
      <w:r w:rsidRPr="00EF49BC">
        <w:rPr>
          <w:rFonts w:ascii="Times New Roman" w:hAnsi="Times New Roman" w:cs="Times New Roman"/>
          <w:sz w:val="24"/>
          <w:szCs w:val="24"/>
        </w:rPr>
        <w:t xml:space="preserve"> Агро Україна", СТ Славута</w:t>
      </w:r>
      <w:r>
        <w:rPr>
          <w:rFonts w:ascii="Times New Roman" w:hAnsi="Times New Roman" w:cs="Times New Roman"/>
          <w:sz w:val="24"/>
          <w:szCs w:val="24"/>
        </w:rPr>
        <w:t xml:space="preserve"> </w:t>
      </w:r>
      <w:r w:rsidRPr="00EF49BC">
        <w:rPr>
          <w:rFonts w:ascii="Times New Roman" w:hAnsi="Times New Roman" w:cs="Times New Roman"/>
          <w:sz w:val="24"/>
          <w:szCs w:val="24"/>
        </w:rPr>
        <w:t>-</w:t>
      </w:r>
      <w:r>
        <w:rPr>
          <w:rFonts w:ascii="Times New Roman" w:hAnsi="Times New Roman" w:cs="Times New Roman"/>
          <w:sz w:val="24"/>
          <w:szCs w:val="24"/>
        </w:rPr>
        <w:t xml:space="preserve"> </w:t>
      </w:r>
      <w:r w:rsidRPr="00EF49BC">
        <w:rPr>
          <w:rFonts w:ascii="Times New Roman" w:hAnsi="Times New Roman" w:cs="Times New Roman"/>
          <w:sz w:val="24"/>
          <w:szCs w:val="24"/>
        </w:rPr>
        <w:t>Полісся, ПрАТ "</w:t>
      </w:r>
      <w:proofErr w:type="spellStart"/>
      <w:r w:rsidRPr="00EF49BC">
        <w:rPr>
          <w:rFonts w:ascii="Times New Roman" w:hAnsi="Times New Roman" w:cs="Times New Roman"/>
          <w:sz w:val="24"/>
          <w:szCs w:val="24"/>
        </w:rPr>
        <w:t>Славутський</w:t>
      </w:r>
      <w:proofErr w:type="spellEnd"/>
      <w:r w:rsidRPr="00EF49BC">
        <w:rPr>
          <w:rFonts w:ascii="Times New Roman" w:hAnsi="Times New Roman" w:cs="Times New Roman"/>
          <w:sz w:val="24"/>
          <w:szCs w:val="24"/>
        </w:rPr>
        <w:t xml:space="preserve"> солодовий завод", ВКП "Явір</w:t>
      </w:r>
      <w:r>
        <w:rPr>
          <w:rFonts w:ascii="Times New Roman" w:hAnsi="Times New Roman" w:cs="Times New Roman"/>
          <w:sz w:val="24"/>
          <w:szCs w:val="24"/>
        </w:rPr>
        <w:t xml:space="preserve"> </w:t>
      </w:r>
      <w:r w:rsidRPr="00EF49BC">
        <w:rPr>
          <w:rFonts w:ascii="Times New Roman" w:hAnsi="Times New Roman" w:cs="Times New Roman"/>
          <w:sz w:val="24"/>
          <w:szCs w:val="24"/>
        </w:rPr>
        <w:t>-</w:t>
      </w:r>
      <w:r>
        <w:rPr>
          <w:rFonts w:ascii="Times New Roman" w:hAnsi="Times New Roman" w:cs="Times New Roman"/>
          <w:sz w:val="24"/>
          <w:szCs w:val="24"/>
        </w:rPr>
        <w:t xml:space="preserve"> </w:t>
      </w:r>
      <w:proofErr w:type="spellStart"/>
      <w:r w:rsidRPr="00EF49BC">
        <w:rPr>
          <w:rFonts w:ascii="Times New Roman" w:hAnsi="Times New Roman" w:cs="Times New Roman"/>
          <w:sz w:val="24"/>
          <w:szCs w:val="24"/>
        </w:rPr>
        <w:t>інвест</w:t>
      </w:r>
      <w:proofErr w:type="spellEnd"/>
      <w:r w:rsidRPr="00EF49BC">
        <w:rPr>
          <w:rFonts w:ascii="Times New Roman" w:hAnsi="Times New Roman" w:cs="Times New Roman"/>
          <w:sz w:val="24"/>
          <w:szCs w:val="24"/>
        </w:rPr>
        <w:t>", ТОВ НВКП "Альфа", ТОВ "Гірник</w:t>
      </w:r>
      <w:r>
        <w:rPr>
          <w:rFonts w:ascii="Times New Roman" w:hAnsi="Times New Roman" w:cs="Times New Roman"/>
          <w:sz w:val="24"/>
          <w:szCs w:val="24"/>
        </w:rPr>
        <w:t xml:space="preserve"> </w:t>
      </w:r>
      <w:r w:rsidRPr="00EF49BC">
        <w:rPr>
          <w:rFonts w:ascii="Times New Roman" w:hAnsi="Times New Roman" w:cs="Times New Roman"/>
          <w:sz w:val="24"/>
          <w:szCs w:val="24"/>
        </w:rPr>
        <w:t>-</w:t>
      </w:r>
      <w:r>
        <w:rPr>
          <w:rFonts w:ascii="Times New Roman" w:hAnsi="Times New Roman" w:cs="Times New Roman"/>
          <w:sz w:val="24"/>
          <w:szCs w:val="24"/>
        </w:rPr>
        <w:t xml:space="preserve"> </w:t>
      </w:r>
      <w:r w:rsidRPr="00EF49BC">
        <w:rPr>
          <w:rFonts w:ascii="Times New Roman" w:hAnsi="Times New Roman" w:cs="Times New Roman"/>
          <w:sz w:val="24"/>
          <w:szCs w:val="24"/>
        </w:rPr>
        <w:t>ВВ", ПрАТ "</w:t>
      </w:r>
      <w:proofErr w:type="spellStart"/>
      <w:r w:rsidRPr="00EF49BC">
        <w:rPr>
          <w:rFonts w:ascii="Times New Roman" w:hAnsi="Times New Roman" w:cs="Times New Roman"/>
          <w:sz w:val="24"/>
          <w:szCs w:val="24"/>
        </w:rPr>
        <w:t>Славутський</w:t>
      </w:r>
      <w:proofErr w:type="spellEnd"/>
      <w:r w:rsidRPr="00EF49BC">
        <w:rPr>
          <w:rFonts w:ascii="Times New Roman" w:hAnsi="Times New Roman" w:cs="Times New Roman"/>
          <w:sz w:val="24"/>
          <w:szCs w:val="24"/>
        </w:rPr>
        <w:t xml:space="preserve"> піщаний кар’єр", СФГ «Лан» та ін.</w:t>
      </w:r>
    </w:p>
    <w:p w:rsidR="00615214" w:rsidRPr="00EF49BC" w:rsidRDefault="00615214" w:rsidP="00615214">
      <w:pPr>
        <w:spacing w:after="0"/>
        <w:ind w:firstLine="709"/>
        <w:jc w:val="both"/>
        <w:rPr>
          <w:rFonts w:ascii="Times New Roman" w:hAnsi="Times New Roman" w:cs="Times New Roman"/>
          <w:sz w:val="24"/>
          <w:szCs w:val="24"/>
        </w:rPr>
      </w:pPr>
      <w:r w:rsidRPr="00EF49BC">
        <w:rPr>
          <w:rFonts w:ascii="Times New Roman" w:hAnsi="Times New Roman" w:cs="Times New Roman"/>
          <w:sz w:val="24"/>
          <w:szCs w:val="24"/>
        </w:rPr>
        <w:lastRenderedPageBreak/>
        <w:t>Станом на 01.07.2021 року найбільшими платниками на доходи фізичних осіб, а це основний податок який наповнює бюджет були:</w:t>
      </w:r>
    </w:p>
    <w:p w:rsidR="00615214" w:rsidRPr="00EF49BC" w:rsidRDefault="00615214" w:rsidP="00615214">
      <w:pPr>
        <w:pStyle w:val="af3"/>
        <w:numPr>
          <w:ilvl w:val="0"/>
          <w:numId w:val="6"/>
        </w:numPr>
        <w:spacing w:after="0"/>
        <w:jc w:val="both"/>
        <w:rPr>
          <w:rFonts w:ascii="Times New Roman" w:hAnsi="Times New Roman" w:cs="Times New Roman"/>
          <w:sz w:val="24"/>
          <w:szCs w:val="24"/>
        </w:rPr>
      </w:pPr>
      <w:proofErr w:type="gramStart"/>
      <w:r w:rsidRPr="00EF49BC">
        <w:rPr>
          <w:rFonts w:ascii="Times New Roman" w:hAnsi="Times New Roman" w:cs="Times New Roman"/>
          <w:sz w:val="24"/>
          <w:szCs w:val="24"/>
        </w:rPr>
        <w:t>ТОВ</w:t>
      </w:r>
      <w:proofErr w:type="gramEnd"/>
      <w:r w:rsidRPr="00EF49BC">
        <w:rPr>
          <w:rFonts w:ascii="Times New Roman" w:hAnsi="Times New Roman" w:cs="Times New Roman"/>
          <w:sz w:val="24"/>
          <w:szCs w:val="24"/>
        </w:rPr>
        <w:t xml:space="preserve"> "</w:t>
      </w:r>
      <w:proofErr w:type="spellStart"/>
      <w:r w:rsidRPr="00EF49BC">
        <w:rPr>
          <w:rFonts w:ascii="Times New Roman" w:hAnsi="Times New Roman" w:cs="Times New Roman"/>
          <w:sz w:val="24"/>
          <w:szCs w:val="24"/>
        </w:rPr>
        <w:t>Суффле</w:t>
      </w:r>
      <w:proofErr w:type="spellEnd"/>
      <w:r w:rsidRPr="00EF49BC">
        <w:rPr>
          <w:rFonts w:ascii="Times New Roman" w:hAnsi="Times New Roman" w:cs="Times New Roman"/>
          <w:sz w:val="24"/>
          <w:szCs w:val="24"/>
        </w:rPr>
        <w:t xml:space="preserve"> Агро </w:t>
      </w:r>
      <w:proofErr w:type="spellStart"/>
      <w:r w:rsidRPr="00EF49BC">
        <w:rPr>
          <w:rFonts w:ascii="Times New Roman" w:hAnsi="Times New Roman" w:cs="Times New Roman"/>
          <w:sz w:val="24"/>
          <w:szCs w:val="24"/>
        </w:rPr>
        <w:t>Україна</w:t>
      </w:r>
      <w:proofErr w:type="spellEnd"/>
      <w:r w:rsidRPr="00EF49BC">
        <w:rPr>
          <w:rFonts w:ascii="Times New Roman" w:hAnsi="Times New Roman" w:cs="Times New Roman"/>
          <w:sz w:val="24"/>
          <w:szCs w:val="24"/>
        </w:rPr>
        <w:t>" – 4772,5 тис.</w:t>
      </w:r>
      <w:r>
        <w:rPr>
          <w:rFonts w:ascii="Times New Roman" w:hAnsi="Times New Roman" w:cs="Times New Roman"/>
          <w:sz w:val="24"/>
          <w:szCs w:val="24"/>
          <w:lang w:val="uk-UA"/>
        </w:rPr>
        <w:t xml:space="preserve"> </w:t>
      </w:r>
      <w:r w:rsidRPr="00EF49BC">
        <w:rPr>
          <w:rFonts w:ascii="Times New Roman" w:hAnsi="Times New Roman" w:cs="Times New Roman"/>
          <w:sz w:val="24"/>
          <w:szCs w:val="24"/>
        </w:rPr>
        <w:t>грн.;</w:t>
      </w:r>
    </w:p>
    <w:p w:rsidR="00615214" w:rsidRPr="00EF49BC" w:rsidRDefault="00615214" w:rsidP="00615214">
      <w:pPr>
        <w:pStyle w:val="af3"/>
        <w:numPr>
          <w:ilvl w:val="0"/>
          <w:numId w:val="6"/>
        </w:numPr>
        <w:spacing w:after="0"/>
        <w:jc w:val="both"/>
        <w:rPr>
          <w:rFonts w:ascii="Times New Roman" w:hAnsi="Times New Roman" w:cs="Times New Roman"/>
          <w:sz w:val="24"/>
          <w:szCs w:val="24"/>
        </w:rPr>
      </w:pPr>
      <w:proofErr w:type="spellStart"/>
      <w:r w:rsidRPr="00EF49BC">
        <w:rPr>
          <w:rFonts w:ascii="Times New Roman" w:hAnsi="Times New Roman" w:cs="Times New Roman"/>
          <w:sz w:val="24"/>
          <w:szCs w:val="24"/>
        </w:rPr>
        <w:t>ПрАТ</w:t>
      </w:r>
      <w:proofErr w:type="spellEnd"/>
      <w:r w:rsidRPr="00EF49BC">
        <w:rPr>
          <w:rFonts w:ascii="Times New Roman" w:hAnsi="Times New Roman" w:cs="Times New Roman"/>
          <w:sz w:val="24"/>
          <w:szCs w:val="24"/>
        </w:rPr>
        <w:t xml:space="preserve"> "</w:t>
      </w:r>
      <w:proofErr w:type="spellStart"/>
      <w:r w:rsidRPr="00EF49BC">
        <w:rPr>
          <w:rFonts w:ascii="Times New Roman" w:hAnsi="Times New Roman" w:cs="Times New Roman"/>
          <w:sz w:val="24"/>
          <w:szCs w:val="24"/>
        </w:rPr>
        <w:t>Славутський</w:t>
      </w:r>
      <w:proofErr w:type="spellEnd"/>
      <w:r w:rsidRPr="00EF49BC">
        <w:rPr>
          <w:rFonts w:ascii="Times New Roman" w:hAnsi="Times New Roman" w:cs="Times New Roman"/>
          <w:sz w:val="24"/>
          <w:szCs w:val="24"/>
        </w:rPr>
        <w:t xml:space="preserve"> </w:t>
      </w:r>
      <w:proofErr w:type="spellStart"/>
      <w:r w:rsidRPr="00EF49BC">
        <w:rPr>
          <w:rFonts w:ascii="Times New Roman" w:hAnsi="Times New Roman" w:cs="Times New Roman"/>
          <w:sz w:val="24"/>
          <w:szCs w:val="24"/>
        </w:rPr>
        <w:t>солодовий</w:t>
      </w:r>
      <w:proofErr w:type="spellEnd"/>
      <w:r w:rsidRPr="00EF49BC">
        <w:rPr>
          <w:rFonts w:ascii="Times New Roman" w:hAnsi="Times New Roman" w:cs="Times New Roman"/>
          <w:sz w:val="24"/>
          <w:szCs w:val="24"/>
        </w:rPr>
        <w:t xml:space="preserve"> завод"- 1814,8 тис</w:t>
      </w:r>
      <w:proofErr w:type="gramStart"/>
      <w:r w:rsidRPr="00EF49BC">
        <w:rPr>
          <w:rFonts w:ascii="Times New Roman" w:hAnsi="Times New Roman" w:cs="Times New Roman"/>
          <w:sz w:val="24"/>
          <w:szCs w:val="24"/>
        </w:rPr>
        <w:t>.</w:t>
      </w:r>
      <w:proofErr w:type="gramEnd"/>
      <w:r>
        <w:rPr>
          <w:rFonts w:ascii="Times New Roman" w:hAnsi="Times New Roman" w:cs="Times New Roman"/>
          <w:sz w:val="24"/>
          <w:szCs w:val="24"/>
          <w:lang w:val="uk-UA"/>
        </w:rPr>
        <w:t xml:space="preserve"> </w:t>
      </w:r>
      <w:proofErr w:type="gramStart"/>
      <w:r w:rsidRPr="00EF49BC">
        <w:rPr>
          <w:rFonts w:ascii="Times New Roman" w:hAnsi="Times New Roman" w:cs="Times New Roman"/>
          <w:sz w:val="24"/>
          <w:szCs w:val="24"/>
        </w:rPr>
        <w:t>г</w:t>
      </w:r>
      <w:proofErr w:type="gramEnd"/>
      <w:r w:rsidRPr="00EF49BC">
        <w:rPr>
          <w:rFonts w:ascii="Times New Roman" w:hAnsi="Times New Roman" w:cs="Times New Roman"/>
          <w:sz w:val="24"/>
          <w:szCs w:val="24"/>
        </w:rPr>
        <w:t>рн.;</w:t>
      </w:r>
    </w:p>
    <w:p w:rsidR="00615214" w:rsidRPr="00EF49BC" w:rsidRDefault="00615214" w:rsidP="00615214">
      <w:pPr>
        <w:pStyle w:val="af3"/>
        <w:numPr>
          <w:ilvl w:val="0"/>
          <w:numId w:val="6"/>
        </w:numPr>
        <w:spacing w:after="0"/>
        <w:jc w:val="both"/>
        <w:rPr>
          <w:rFonts w:ascii="Times New Roman" w:hAnsi="Times New Roman" w:cs="Times New Roman"/>
          <w:sz w:val="24"/>
          <w:szCs w:val="24"/>
        </w:rPr>
      </w:pPr>
      <w:proofErr w:type="spellStart"/>
      <w:r w:rsidRPr="00EF49BC">
        <w:rPr>
          <w:rFonts w:ascii="Times New Roman" w:hAnsi="Times New Roman" w:cs="Times New Roman"/>
          <w:sz w:val="24"/>
          <w:szCs w:val="24"/>
        </w:rPr>
        <w:t>Крупецька</w:t>
      </w:r>
      <w:proofErr w:type="spellEnd"/>
      <w:r w:rsidRPr="00EF49BC">
        <w:rPr>
          <w:rFonts w:ascii="Times New Roman" w:hAnsi="Times New Roman" w:cs="Times New Roman"/>
          <w:sz w:val="24"/>
          <w:szCs w:val="24"/>
        </w:rPr>
        <w:t xml:space="preserve"> </w:t>
      </w:r>
      <w:proofErr w:type="spellStart"/>
      <w:r w:rsidRPr="00EF49BC">
        <w:rPr>
          <w:rFonts w:ascii="Times New Roman" w:hAnsi="Times New Roman" w:cs="Times New Roman"/>
          <w:sz w:val="24"/>
          <w:szCs w:val="24"/>
        </w:rPr>
        <w:t>сільська</w:t>
      </w:r>
      <w:proofErr w:type="spellEnd"/>
      <w:r w:rsidRPr="00EF49BC">
        <w:rPr>
          <w:rFonts w:ascii="Times New Roman" w:hAnsi="Times New Roman" w:cs="Times New Roman"/>
          <w:sz w:val="24"/>
          <w:szCs w:val="24"/>
        </w:rPr>
        <w:t xml:space="preserve"> рада – 1 642,5 тис</w:t>
      </w:r>
      <w:proofErr w:type="gramStart"/>
      <w:r w:rsidRPr="00EF49BC">
        <w:rPr>
          <w:rFonts w:ascii="Times New Roman" w:hAnsi="Times New Roman" w:cs="Times New Roman"/>
          <w:sz w:val="24"/>
          <w:szCs w:val="24"/>
        </w:rPr>
        <w:t>.</w:t>
      </w:r>
      <w:proofErr w:type="gramEnd"/>
      <w:r>
        <w:rPr>
          <w:rFonts w:ascii="Times New Roman" w:hAnsi="Times New Roman" w:cs="Times New Roman"/>
          <w:sz w:val="24"/>
          <w:szCs w:val="24"/>
          <w:lang w:val="uk-UA"/>
        </w:rPr>
        <w:t xml:space="preserve"> </w:t>
      </w:r>
      <w:proofErr w:type="gramStart"/>
      <w:r w:rsidRPr="00EF49BC">
        <w:rPr>
          <w:rFonts w:ascii="Times New Roman" w:hAnsi="Times New Roman" w:cs="Times New Roman"/>
          <w:sz w:val="24"/>
          <w:szCs w:val="24"/>
        </w:rPr>
        <w:t>г</w:t>
      </w:r>
      <w:proofErr w:type="gramEnd"/>
      <w:r w:rsidRPr="00EF49BC">
        <w:rPr>
          <w:rFonts w:ascii="Times New Roman" w:hAnsi="Times New Roman" w:cs="Times New Roman"/>
          <w:sz w:val="24"/>
          <w:szCs w:val="24"/>
        </w:rPr>
        <w:t>рн.;</w:t>
      </w:r>
    </w:p>
    <w:p w:rsidR="00615214" w:rsidRPr="00EF49BC" w:rsidRDefault="00615214" w:rsidP="00615214">
      <w:pPr>
        <w:pStyle w:val="af3"/>
        <w:numPr>
          <w:ilvl w:val="0"/>
          <w:numId w:val="6"/>
        </w:numPr>
        <w:spacing w:after="0"/>
        <w:jc w:val="both"/>
        <w:rPr>
          <w:rFonts w:ascii="Times New Roman" w:hAnsi="Times New Roman" w:cs="Times New Roman"/>
          <w:sz w:val="24"/>
          <w:szCs w:val="24"/>
        </w:rPr>
      </w:pPr>
      <w:r w:rsidRPr="00EF49BC">
        <w:rPr>
          <w:rFonts w:ascii="Times New Roman" w:hAnsi="Times New Roman" w:cs="Times New Roman"/>
          <w:sz w:val="24"/>
          <w:szCs w:val="24"/>
        </w:rPr>
        <w:t>ДП «</w:t>
      </w:r>
      <w:proofErr w:type="spellStart"/>
      <w:r w:rsidRPr="00EF49BC">
        <w:rPr>
          <w:rFonts w:ascii="Times New Roman" w:hAnsi="Times New Roman" w:cs="Times New Roman"/>
          <w:sz w:val="24"/>
          <w:szCs w:val="24"/>
        </w:rPr>
        <w:t>Славутський</w:t>
      </w:r>
      <w:proofErr w:type="spellEnd"/>
      <w:r>
        <w:rPr>
          <w:rFonts w:ascii="Times New Roman" w:hAnsi="Times New Roman" w:cs="Times New Roman"/>
          <w:sz w:val="24"/>
          <w:szCs w:val="24"/>
          <w:lang w:val="uk-UA"/>
        </w:rPr>
        <w:t xml:space="preserve"> </w:t>
      </w:r>
      <w:proofErr w:type="spellStart"/>
      <w:r w:rsidRPr="00EF49BC">
        <w:rPr>
          <w:rFonts w:ascii="Times New Roman" w:hAnsi="Times New Roman" w:cs="Times New Roman"/>
          <w:sz w:val="24"/>
          <w:szCs w:val="24"/>
        </w:rPr>
        <w:t>лісго</w:t>
      </w:r>
      <w:proofErr w:type="spellEnd"/>
      <w:r>
        <w:rPr>
          <w:rFonts w:ascii="Times New Roman" w:hAnsi="Times New Roman" w:cs="Times New Roman"/>
          <w:sz w:val="24"/>
          <w:szCs w:val="24"/>
          <w:lang w:val="uk-UA"/>
        </w:rPr>
        <w:t>с</w:t>
      </w:r>
      <w:r w:rsidRPr="00EF49BC">
        <w:rPr>
          <w:rFonts w:ascii="Times New Roman" w:hAnsi="Times New Roman" w:cs="Times New Roman"/>
          <w:sz w:val="24"/>
          <w:szCs w:val="24"/>
        </w:rPr>
        <w:t>п» - 406,0 тис</w:t>
      </w:r>
      <w:proofErr w:type="gramStart"/>
      <w:r w:rsidRPr="00EF49BC">
        <w:rPr>
          <w:rFonts w:ascii="Times New Roman" w:hAnsi="Times New Roman" w:cs="Times New Roman"/>
          <w:sz w:val="24"/>
          <w:szCs w:val="24"/>
        </w:rPr>
        <w:t>.</w:t>
      </w:r>
      <w:proofErr w:type="gramEnd"/>
      <w:r>
        <w:rPr>
          <w:rFonts w:ascii="Times New Roman" w:hAnsi="Times New Roman" w:cs="Times New Roman"/>
          <w:sz w:val="24"/>
          <w:szCs w:val="24"/>
          <w:lang w:val="uk-UA"/>
        </w:rPr>
        <w:t xml:space="preserve"> </w:t>
      </w:r>
      <w:proofErr w:type="gramStart"/>
      <w:r w:rsidRPr="00EF49BC">
        <w:rPr>
          <w:rFonts w:ascii="Times New Roman" w:hAnsi="Times New Roman" w:cs="Times New Roman"/>
          <w:sz w:val="24"/>
          <w:szCs w:val="24"/>
        </w:rPr>
        <w:t>г</w:t>
      </w:r>
      <w:proofErr w:type="gramEnd"/>
      <w:r w:rsidRPr="00EF49BC">
        <w:rPr>
          <w:rFonts w:ascii="Times New Roman" w:hAnsi="Times New Roman" w:cs="Times New Roman"/>
          <w:sz w:val="24"/>
          <w:szCs w:val="24"/>
        </w:rPr>
        <w:t>рн.;</w:t>
      </w:r>
    </w:p>
    <w:p w:rsidR="00615214" w:rsidRPr="00EF49BC" w:rsidRDefault="00615214" w:rsidP="00615214">
      <w:pPr>
        <w:pStyle w:val="af3"/>
        <w:numPr>
          <w:ilvl w:val="0"/>
          <w:numId w:val="6"/>
        </w:numPr>
        <w:spacing w:after="0"/>
        <w:jc w:val="both"/>
        <w:rPr>
          <w:rFonts w:ascii="Times New Roman" w:hAnsi="Times New Roman" w:cs="Times New Roman"/>
          <w:sz w:val="24"/>
          <w:szCs w:val="24"/>
        </w:rPr>
      </w:pPr>
      <w:proofErr w:type="gramStart"/>
      <w:r w:rsidRPr="00EF49BC">
        <w:rPr>
          <w:rFonts w:ascii="Times New Roman" w:hAnsi="Times New Roman" w:cs="Times New Roman"/>
          <w:sz w:val="24"/>
          <w:szCs w:val="24"/>
        </w:rPr>
        <w:t>ТОВ</w:t>
      </w:r>
      <w:proofErr w:type="gramEnd"/>
      <w:r w:rsidRPr="00EF49BC">
        <w:rPr>
          <w:rFonts w:ascii="Times New Roman" w:hAnsi="Times New Roman" w:cs="Times New Roman"/>
          <w:sz w:val="24"/>
          <w:szCs w:val="24"/>
        </w:rPr>
        <w:t xml:space="preserve"> «НВК «Альфа» - 370,5 тис.</w:t>
      </w:r>
      <w:r>
        <w:rPr>
          <w:rFonts w:ascii="Times New Roman" w:hAnsi="Times New Roman" w:cs="Times New Roman"/>
          <w:sz w:val="24"/>
          <w:szCs w:val="24"/>
          <w:lang w:val="uk-UA"/>
        </w:rPr>
        <w:t xml:space="preserve"> </w:t>
      </w:r>
      <w:r w:rsidRPr="00EF49BC">
        <w:rPr>
          <w:rFonts w:ascii="Times New Roman" w:hAnsi="Times New Roman" w:cs="Times New Roman"/>
          <w:sz w:val="24"/>
          <w:szCs w:val="24"/>
        </w:rPr>
        <w:t>грн.;</w:t>
      </w:r>
    </w:p>
    <w:p w:rsidR="00615214" w:rsidRPr="00EF49BC" w:rsidRDefault="00615214" w:rsidP="00615214">
      <w:pPr>
        <w:pStyle w:val="af3"/>
        <w:numPr>
          <w:ilvl w:val="0"/>
          <w:numId w:val="6"/>
        </w:numPr>
        <w:spacing w:after="0"/>
        <w:jc w:val="both"/>
        <w:rPr>
          <w:rFonts w:ascii="Times New Roman" w:hAnsi="Times New Roman" w:cs="Times New Roman"/>
          <w:sz w:val="24"/>
          <w:szCs w:val="24"/>
        </w:rPr>
      </w:pPr>
      <w:proofErr w:type="gramStart"/>
      <w:r w:rsidRPr="00EF49BC">
        <w:rPr>
          <w:rFonts w:ascii="Times New Roman" w:hAnsi="Times New Roman" w:cs="Times New Roman"/>
          <w:sz w:val="24"/>
          <w:szCs w:val="24"/>
        </w:rPr>
        <w:t>ТОВ</w:t>
      </w:r>
      <w:proofErr w:type="gramEnd"/>
      <w:r w:rsidRPr="00EF49BC">
        <w:rPr>
          <w:rFonts w:ascii="Times New Roman" w:hAnsi="Times New Roman" w:cs="Times New Roman"/>
          <w:sz w:val="24"/>
          <w:szCs w:val="24"/>
        </w:rPr>
        <w:t xml:space="preserve"> «</w:t>
      </w:r>
      <w:proofErr w:type="spellStart"/>
      <w:r w:rsidRPr="00EF49BC">
        <w:rPr>
          <w:rFonts w:ascii="Times New Roman" w:hAnsi="Times New Roman" w:cs="Times New Roman"/>
          <w:sz w:val="24"/>
          <w:szCs w:val="24"/>
        </w:rPr>
        <w:t>Ітердерево</w:t>
      </w:r>
      <w:proofErr w:type="spellEnd"/>
      <w:r w:rsidRPr="00EF49BC">
        <w:rPr>
          <w:rFonts w:ascii="Times New Roman" w:hAnsi="Times New Roman" w:cs="Times New Roman"/>
          <w:sz w:val="24"/>
          <w:szCs w:val="24"/>
        </w:rPr>
        <w:t>» - 367,7 тис.</w:t>
      </w:r>
      <w:r>
        <w:rPr>
          <w:rFonts w:ascii="Times New Roman" w:hAnsi="Times New Roman" w:cs="Times New Roman"/>
          <w:sz w:val="24"/>
          <w:szCs w:val="24"/>
          <w:lang w:val="uk-UA"/>
        </w:rPr>
        <w:t xml:space="preserve"> </w:t>
      </w:r>
      <w:r w:rsidRPr="00EF49BC">
        <w:rPr>
          <w:rFonts w:ascii="Times New Roman" w:hAnsi="Times New Roman" w:cs="Times New Roman"/>
          <w:sz w:val="24"/>
          <w:szCs w:val="24"/>
        </w:rPr>
        <w:t>грн.</w:t>
      </w:r>
    </w:p>
    <w:p w:rsidR="00615214" w:rsidRPr="00EF49BC" w:rsidRDefault="00615214" w:rsidP="00615214">
      <w:pPr>
        <w:pStyle w:val="af3"/>
        <w:numPr>
          <w:ilvl w:val="0"/>
          <w:numId w:val="6"/>
        </w:numPr>
        <w:spacing w:after="0"/>
        <w:jc w:val="both"/>
        <w:rPr>
          <w:rFonts w:ascii="Times New Roman" w:hAnsi="Times New Roman" w:cs="Times New Roman"/>
          <w:sz w:val="24"/>
          <w:szCs w:val="24"/>
        </w:rPr>
      </w:pPr>
      <w:proofErr w:type="spellStart"/>
      <w:r w:rsidRPr="00EF49BC">
        <w:rPr>
          <w:rFonts w:ascii="Times New Roman" w:hAnsi="Times New Roman" w:cs="Times New Roman"/>
          <w:sz w:val="24"/>
          <w:szCs w:val="24"/>
        </w:rPr>
        <w:t>ФОПи</w:t>
      </w:r>
      <w:proofErr w:type="spellEnd"/>
      <w:r w:rsidRPr="00EF49BC">
        <w:rPr>
          <w:rFonts w:ascii="Times New Roman" w:hAnsi="Times New Roman" w:cs="Times New Roman"/>
          <w:sz w:val="24"/>
          <w:szCs w:val="24"/>
        </w:rPr>
        <w:t xml:space="preserve"> – 3157,0 тис</w:t>
      </w:r>
      <w:proofErr w:type="gramStart"/>
      <w:r w:rsidRPr="00EF49BC">
        <w:rPr>
          <w:rFonts w:ascii="Times New Roman" w:hAnsi="Times New Roman" w:cs="Times New Roman"/>
          <w:sz w:val="24"/>
          <w:szCs w:val="24"/>
        </w:rPr>
        <w:t>.</w:t>
      </w:r>
      <w:proofErr w:type="gramEnd"/>
      <w:r>
        <w:rPr>
          <w:rFonts w:ascii="Times New Roman" w:hAnsi="Times New Roman" w:cs="Times New Roman"/>
          <w:sz w:val="24"/>
          <w:szCs w:val="24"/>
          <w:lang w:val="uk-UA"/>
        </w:rPr>
        <w:t xml:space="preserve"> </w:t>
      </w:r>
      <w:proofErr w:type="gramStart"/>
      <w:r w:rsidRPr="00EF49BC">
        <w:rPr>
          <w:rFonts w:ascii="Times New Roman" w:hAnsi="Times New Roman" w:cs="Times New Roman"/>
          <w:sz w:val="24"/>
          <w:szCs w:val="24"/>
        </w:rPr>
        <w:t>г</w:t>
      </w:r>
      <w:proofErr w:type="gramEnd"/>
      <w:r w:rsidRPr="00EF49BC">
        <w:rPr>
          <w:rFonts w:ascii="Times New Roman" w:hAnsi="Times New Roman" w:cs="Times New Roman"/>
          <w:sz w:val="24"/>
          <w:szCs w:val="24"/>
        </w:rPr>
        <w:t>рн.</w:t>
      </w:r>
    </w:p>
    <w:p w:rsidR="00615214" w:rsidRPr="00EF49BC" w:rsidRDefault="00615214" w:rsidP="00615214">
      <w:pPr>
        <w:spacing w:after="0"/>
        <w:jc w:val="both"/>
        <w:rPr>
          <w:rFonts w:ascii="Times New Roman" w:hAnsi="Times New Roman" w:cs="Times New Roman"/>
          <w:sz w:val="24"/>
          <w:szCs w:val="24"/>
        </w:rPr>
      </w:pPr>
    </w:p>
    <w:p w:rsidR="00615214" w:rsidRPr="00EF49BC" w:rsidRDefault="00615214" w:rsidP="00615214">
      <w:pPr>
        <w:spacing w:after="0"/>
        <w:jc w:val="both"/>
        <w:rPr>
          <w:rFonts w:ascii="Times New Roman" w:hAnsi="Times New Roman" w:cs="Times New Roman"/>
          <w:sz w:val="24"/>
          <w:szCs w:val="24"/>
        </w:rPr>
      </w:pPr>
    </w:p>
    <w:p w:rsidR="00615214" w:rsidRPr="00EF49BC" w:rsidRDefault="00615214" w:rsidP="00615214">
      <w:pPr>
        <w:spacing w:after="0"/>
        <w:jc w:val="both"/>
        <w:rPr>
          <w:rFonts w:ascii="Times New Roman" w:hAnsi="Times New Roman" w:cs="Times New Roman"/>
          <w:sz w:val="24"/>
          <w:szCs w:val="24"/>
          <w:lang w:val="ru-RU"/>
        </w:rPr>
      </w:pPr>
      <w:r w:rsidRPr="00EF49BC">
        <w:rPr>
          <w:rFonts w:ascii="Times New Roman" w:hAnsi="Times New Roman" w:cs="Times New Roman"/>
          <w:sz w:val="24"/>
          <w:szCs w:val="24"/>
          <w:lang w:val="ru-RU"/>
        </w:rPr>
        <w:t>Начальник</w:t>
      </w:r>
      <w:r w:rsidRPr="00EF49BC">
        <w:rPr>
          <w:rFonts w:ascii="Times New Roman" w:hAnsi="Times New Roman" w:cs="Times New Roman"/>
          <w:sz w:val="24"/>
          <w:szCs w:val="24"/>
        </w:rPr>
        <w:t xml:space="preserve"> фінансового відділу</w:t>
      </w:r>
      <w:r>
        <w:rPr>
          <w:rFonts w:ascii="Times New Roman" w:hAnsi="Times New Roman" w:cs="Times New Roman"/>
          <w:sz w:val="24"/>
          <w:szCs w:val="24"/>
        </w:rPr>
        <w:t xml:space="preserve">                                         </w:t>
      </w:r>
      <w:r w:rsidRPr="00EF49BC">
        <w:rPr>
          <w:rFonts w:ascii="Times New Roman" w:hAnsi="Times New Roman" w:cs="Times New Roman"/>
          <w:sz w:val="24"/>
          <w:szCs w:val="24"/>
        </w:rPr>
        <w:t xml:space="preserve"> </w:t>
      </w:r>
      <w:proofErr w:type="spellStart"/>
      <w:r w:rsidRPr="00EF49BC">
        <w:rPr>
          <w:rFonts w:ascii="Times New Roman" w:hAnsi="Times New Roman" w:cs="Times New Roman"/>
          <w:sz w:val="24"/>
          <w:szCs w:val="24"/>
          <w:lang w:val="ru-RU"/>
        </w:rPr>
        <w:t>Олександра</w:t>
      </w:r>
      <w:proofErr w:type="spellEnd"/>
      <w:r w:rsidRPr="00EF49BC">
        <w:rPr>
          <w:rFonts w:ascii="Times New Roman" w:hAnsi="Times New Roman" w:cs="Times New Roman"/>
          <w:sz w:val="24"/>
          <w:szCs w:val="24"/>
          <w:lang w:val="ru-RU"/>
        </w:rPr>
        <w:t xml:space="preserve"> ГОЛУБОВСЬКА</w:t>
      </w:r>
    </w:p>
    <w:p w:rsidR="00AC793F" w:rsidRDefault="00AC793F"/>
    <w:sectPr w:rsidR="00AC793F">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onsolas">
    <w:panose1 w:val="020B0609020204030204"/>
    <w:charset w:val="CC"/>
    <w:family w:val="modern"/>
    <w:pitch w:val="fixed"/>
    <w:sig w:usb0="E00006FF" w:usb1="0000F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4CE058A"/>
    <w:multiLevelType w:val="multilevel"/>
    <w:tmpl w:val="43045CA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nsid w:val="3769789E"/>
    <w:multiLevelType w:val="hybridMultilevel"/>
    <w:tmpl w:val="19BA4F16"/>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4FB462B8"/>
    <w:multiLevelType w:val="hybridMultilevel"/>
    <w:tmpl w:val="E03AC7E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55143AB9"/>
    <w:multiLevelType w:val="hybridMultilevel"/>
    <w:tmpl w:val="24788AFE"/>
    <w:lvl w:ilvl="0" w:tplc="0419000B">
      <w:start w:val="1"/>
      <w:numFmt w:val="bullet"/>
      <w:lvlText w:val=""/>
      <w:lvlJc w:val="left"/>
      <w:pPr>
        <w:ind w:left="1429" w:hanging="360"/>
      </w:pPr>
      <w:rPr>
        <w:rFonts w:ascii="Wingdings" w:hAnsi="Wingding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nsid w:val="65CD2413"/>
    <w:multiLevelType w:val="hybridMultilevel"/>
    <w:tmpl w:val="37EA5CDA"/>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6C0A0C7E"/>
    <w:multiLevelType w:val="multilevel"/>
    <w:tmpl w:val="0C28D74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ind w:left="1070" w:hanging="360"/>
      </w:pPr>
      <w:rPr>
        <w:rFonts w:ascii="Times New Roman" w:eastAsia="Times New Roman" w:hAnsi="Times New Roman" w:cs="Times New Roman" w:hint="default"/>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08"/>
  <w:hyphenationZone w:val="425"/>
  <w:characterSpacingControl w:val="doNotCompress"/>
  <w:compat>
    <w:applyBreaking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214"/>
    <w:rsid w:val="00615214"/>
    <w:rsid w:val="00AC793F"/>
  </w:rsids>
  <m:mathPr>
    <m:mathFont m:val="Cambria Math"/>
    <m:brkBin m:val="before"/>
    <m:brkBinSub m:val="--"/>
    <m:smallFrac m:val="0"/>
    <m:dispDef/>
    <m:lMargin m:val="0"/>
    <m:rMargin m:val="0"/>
    <m:defJc m:val="centerGroup"/>
    <m:wrapIndent m:val="1440"/>
    <m:intLim m:val="subSup"/>
    <m:naryLim m:val="undOvr"/>
  </m:mathPr>
  <w:themeFontLang w:val="pt-B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15214"/>
    <w:rPr>
      <w:lang w:val="uk-UA" w:eastAsia="uk-UA"/>
    </w:rPr>
  </w:style>
  <w:style w:type="paragraph" w:styleId="1">
    <w:name w:val="heading 1"/>
    <w:basedOn w:val="a"/>
    <w:next w:val="a"/>
    <w:link w:val="10"/>
    <w:uiPriority w:val="9"/>
    <w:qFormat/>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semiHidden/>
    <w:unhideWhenUsed/>
    <w:qFormat/>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semiHidden/>
    <w:unhideWhenUsed/>
    <w:qFormat/>
    <w:pPr>
      <w:keepNext/>
      <w:keepLines/>
      <w:spacing w:before="200" w:after="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semiHidden/>
    <w:unhideWhenUsed/>
    <w:qFormat/>
    <w:pPr>
      <w:keepNext/>
      <w:keepLines/>
      <w:spacing w:before="200" w:after="0"/>
      <w:outlineLvl w:val="3"/>
    </w:pPr>
    <w:rPr>
      <w:rFonts w:asciiTheme="majorHAnsi" w:eastAsiaTheme="majorEastAsia" w:hAnsiTheme="majorHAnsi" w:cstheme="majorBidi"/>
      <w:b/>
      <w:bCs/>
      <w:i/>
      <w:iCs/>
      <w:color w:val="5B9BD5" w:themeColor="accent1"/>
    </w:rPr>
  </w:style>
  <w:style w:type="paragraph" w:styleId="5">
    <w:name w:val="heading 5"/>
    <w:basedOn w:val="a"/>
    <w:next w:val="a"/>
    <w:link w:val="50"/>
    <w:uiPriority w:val="9"/>
    <w:semiHidden/>
    <w:unhideWhenUsed/>
    <w:qFormat/>
    <w:pPr>
      <w:keepNext/>
      <w:keepLines/>
      <w:spacing w:before="200" w:after="0"/>
      <w:outlineLvl w:val="4"/>
    </w:pPr>
    <w:rPr>
      <w:rFonts w:asciiTheme="majorHAnsi" w:eastAsiaTheme="majorEastAsia" w:hAnsiTheme="majorHAnsi" w:cstheme="majorBidi"/>
      <w:color w:val="1F4D78" w:themeColor="accent1" w:themeShade="7F"/>
    </w:rPr>
  </w:style>
  <w:style w:type="paragraph" w:styleId="6">
    <w:name w:val="heading 6"/>
    <w:basedOn w:val="a"/>
    <w:next w:val="a"/>
    <w:link w:val="60"/>
    <w:uiPriority w:val="9"/>
    <w:semiHidden/>
    <w:unhideWhenUsed/>
    <w:qFormat/>
    <w:pPr>
      <w:keepNext/>
      <w:keepLines/>
      <w:spacing w:before="200" w:after="0"/>
      <w:outlineLvl w:val="5"/>
    </w:pPr>
    <w:rPr>
      <w:rFonts w:asciiTheme="majorHAnsi" w:eastAsiaTheme="majorEastAsia" w:hAnsiTheme="majorHAnsi" w:cstheme="majorBidi"/>
      <w:i/>
      <w:iCs/>
      <w:color w:val="1F4D78" w:themeColor="accent1" w:themeShade="7F"/>
    </w:rPr>
  </w:style>
  <w:style w:type="paragraph" w:styleId="7">
    <w:name w:val="heading 7"/>
    <w:basedOn w:val="a"/>
    <w:next w:val="a"/>
    <w:link w:val="70"/>
    <w:uiPriority w:val="9"/>
    <w:semiHidden/>
    <w:unhideWhenUsed/>
    <w:qFormat/>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pPr>
      <w:keepNext/>
      <w:keepLines/>
      <w:spacing w:before="200" w:after="0"/>
      <w:outlineLvl w:val="7"/>
    </w:pPr>
    <w:rPr>
      <w:rFonts w:asciiTheme="majorHAnsi" w:eastAsiaTheme="majorEastAsia" w:hAnsiTheme="majorHAnsi" w:cstheme="majorBidi"/>
      <w:color w:val="5B9BD5" w:themeColor="accent1"/>
      <w:sz w:val="20"/>
      <w:szCs w:val="20"/>
    </w:rPr>
  </w:style>
  <w:style w:type="paragraph" w:styleId="9">
    <w:name w:val="heading 9"/>
    <w:basedOn w:val="a"/>
    <w:next w:val="a"/>
    <w:link w:val="90"/>
    <w:uiPriority w:val="9"/>
    <w:semiHidden/>
    <w:unhideWhenUsed/>
    <w:qFormat/>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pPr>
      <w:pBdr>
        <w:bottom w:val="single" w:sz="8" w:space="4" w:color="5B9BD5" w:themeColor="accent1"/>
      </w:pBdr>
      <w:spacing w:after="300" w:line="240" w:lineRule="auto"/>
      <w:contextualSpacing/>
    </w:pPr>
    <w:rPr>
      <w:rFonts w:asciiTheme="majorHAnsi" w:eastAsiaTheme="majorEastAsia" w:hAnsiTheme="majorHAnsi" w:cstheme="majorBidi"/>
      <w:color w:val="323E4F" w:themeColor="text2" w:themeShade="BF"/>
      <w:spacing w:val="5"/>
      <w:sz w:val="52"/>
      <w:szCs w:val="52"/>
    </w:rPr>
  </w:style>
  <w:style w:type="character" w:customStyle="1" w:styleId="a4">
    <w:name w:val="Название Знак"/>
    <w:basedOn w:val="a0"/>
    <w:link w:val="a3"/>
    <w:uiPriority w:val="10"/>
    <w:rPr>
      <w:rFonts w:asciiTheme="majorHAnsi" w:eastAsiaTheme="majorEastAsia" w:hAnsiTheme="majorHAnsi" w:cstheme="majorBidi"/>
      <w:color w:val="323E4F" w:themeColor="text2" w:themeShade="BF"/>
      <w:spacing w:val="5"/>
      <w:sz w:val="52"/>
      <w:szCs w:val="52"/>
    </w:rPr>
  </w:style>
  <w:style w:type="paragraph" w:styleId="a5">
    <w:name w:val="Subtitle"/>
    <w:basedOn w:val="a"/>
    <w:next w:val="a"/>
    <w:link w:val="a6"/>
    <w:uiPriority w:val="11"/>
    <w:qFormat/>
    <w:pPr>
      <w:numPr>
        <w:ilvl w:val="1"/>
      </w:numPr>
    </w:pPr>
    <w:rPr>
      <w:rFonts w:asciiTheme="majorHAnsi" w:eastAsiaTheme="majorEastAsia" w:hAnsiTheme="majorHAnsi" w:cstheme="majorBidi"/>
      <w:i/>
      <w:iCs/>
      <w:color w:val="5B9BD5" w:themeColor="accent1"/>
      <w:spacing w:val="15"/>
      <w:sz w:val="24"/>
      <w:szCs w:val="24"/>
    </w:rPr>
  </w:style>
  <w:style w:type="character" w:customStyle="1" w:styleId="a6">
    <w:name w:val="Подзаголовок Знак"/>
    <w:basedOn w:val="a0"/>
    <w:link w:val="a5"/>
    <w:uiPriority w:val="11"/>
    <w:rPr>
      <w:rFonts w:asciiTheme="majorHAnsi" w:eastAsiaTheme="majorEastAsia" w:hAnsiTheme="majorHAnsi" w:cstheme="majorBidi"/>
      <w:i/>
      <w:iCs/>
      <w:color w:val="5B9BD5" w:themeColor="accent1"/>
      <w:spacing w:val="15"/>
      <w:sz w:val="24"/>
      <w:szCs w:val="24"/>
    </w:rPr>
  </w:style>
  <w:style w:type="character" w:customStyle="1" w:styleId="10">
    <w:name w:val="Заголовок 1 Знак"/>
    <w:basedOn w:val="a0"/>
    <w:link w:val="1"/>
    <w:uiPriority w:val="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Pr>
      <w:rFonts w:asciiTheme="majorHAnsi" w:eastAsiaTheme="majorEastAsia" w:hAnsiTheme="majorHAnsi" w:cstheme="majorBidi"/>
      <w:b/>
      <w:bCs/>
      <w:i/>
      <w:iCs/>
      <w:color w:val="5B9BD5" w:themeColor="accent1"/>
    </w:rPr>
  </w:style>
  <w:style w:type="character" w:customStyle="1" w:styleId="50">
    <w:name w:val="Заголовок 5 Знак"/>
    <w:basedOn w:val="a0"/>
    <w:link w:val="5"/>
    <w:uiPriority w:val="9"/>
    <w:rPr>
      <w:rFonts w:asciiTheme="majorHAnsi" w:eastAsiaTheme="majorEastAsia" w:hAnsiTheme="majorHAnsi" w:cstheme="majorBidi"/>
      <w:color w:val="1F4D78" w:themeColor="accent1" w:themeShade="7F"/>
    </w:rPr>
  </w:style>
  <w:style w:type="character" w:customStyle="1" w:styleId="60">
    <w:name w:val="Заголовок 6 Знак"/>
    <w:basedOn w:val="a0"/>
    <w:link w:val="6"/>
    <w:uiPriority w:val="9"/>
    <w:rPr>
      <w:rFonts w:asciiTheme="majorHAnsi" w:eastAsiaTheme="majorEastAsia" w:hAnsiTheme="majorHAnsi" w:cstheme="majorBidi"/>
      <w:i/>
      <w:iCs/>
      <w:color w:val="1F4D78" w:themeColor="accent1" w:themeShade="7F"/>
    </w:rPr>
  </w:style>
  <w:style w:type="character" w:customStyle="1" w:styleId="70">
    <w:name w:val="Заголовок 7 Знак"/>
    <w:basedOn w:val="a0"/>
    <w:link w:val="7"/>
    <w:uiPriority w:val="9"/>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rPr>
      <w:rFonts w:asciiTheme="majorHAnsi" w:eastAsiaTheme="majorEastAsia" w:hAnsiTheme="majorHAnsi" w:cstheme="majorBidi"/>
      <w:color w:val="5B9BD5" w:themeColor="accent1"/>
      <w:sz w:val="20"/>
      <w:szCs w:val="20"/>
    </w:rPr>
  </w:style>
  <w:style w:type="character" w:customStyle="1" w:styleId="90">
    <w:name w:val="Заголовок 9 Знак"/>
    <w:basedOn w:val="a0"/>
    <w:link w:val="9"/>
    <w:uiPriority w:val="9"/>
    <w:rPr>
      <w:rFonts w:asciiTheme="majorHAnsi" w:eastAsiaTheme="majorEastAsia" w:hAnsiTheme="majorHAnsi" w:cstheme="majorBidi"/>
      <w:i/>
      <w:iCs/>
      <w:color w:val="404040" w:themeColor="text1" w:themeTint="BF"/>
      <w:sz w:val="20"/>
      <w:szCs w:val="20"/>
    </w:rPr>
  </w:style>
  <w:style w:type="character" w:styleId="a7">
    <w:name w:val="Subtle Emphasis"/>
    <w:basedOn w:val="a0"/>
    <w:uiPriority w:val="19"/>
    <w:qFormat/>
    <w:rPr>
      <w:i/>
      <w:iCs/>
      <w:color w:val="808080" w:themeColor="text1" w:themeTint="7F"/>
    </w:rPr>
  </w:style>
  <w:style w:type="character" w:styleId="a8">
    <w:name w:val="Emphasis"/>
    <w:basedOn w:val="a0"/>
    <w:uiPriority w:val="20"/>
    <w:qFormat/>
    <w:rPr>
      <w:i/>
      <w:iCs/>
    </w:rPr>
  </w:style>
  <w:style w:type="character" w:styleId="a9">
    <w:name w:val="Intense Emphasis"/>
    <w:basedOn w:val="a0"/>
    <w:uiPriority w:val="21"/>
    <w:qFormat/>
    <w:rPr>
      <w:b/>
      <w:bCs/>
      <w:i/>
      <w:iCs/>
      <w:color w:val="5B9BD5" w:themeColor="accent1"/>
    </w:rPr>
  </w:style>
  <w:style w:type="character" w:styleId="aa">
    <w:name w:val="Strong"/>
    <w:basedOn w:val="a0"/>
    <w:uiPriority w:val="22"/>
    <w:qFormat/>
    <w:rPr>
      <w:b/>
      <w:bCs/>
    </w:rPr>
  </w:style>
  <w:style w:type="paragraph" w:styleId="21">
    <w:name w:val="Quote"/>
    <w:basedOn w:val="a"/>
    <w:next w:val="a"/>
    <w:link w:val="22"/>
    <w:uiPriority w:val="29"/>
    <w:qFormat/>
    <w:rPr>
      <w:i/>
      <w:iCs/>
      <w:color w:val="000000" w:themeColor="text1"/>
    </w:rPr>
  </w:style>
  <w:style w:type="character" w:customStyle="1" w:styleId="22">
    <w:name w:val="Цитата 2 Знак"/>
    <w:basedOn w:val="a0"/>
    <w:link w:val="21"/>
    <w:uiPriority w:val="29"/>
    <w:rPr>
      <w:i/>
      <w:iCs/>
      <w:color w:val="000000" w:themeColor="text1"/>
    </w:rPr>
  </w:style>
  <w:style w:type="paragraph" w:styleId="ab">
    <w:name w:val="Intense Quote"/>
    <w:basedOn w:val="a"/>
    <w:next w:val="a"/>
    <w:link w:val="ac"/>
    <w:uiPriority w:val="30"/>
    <w:qFormat/>
    <w:pPr>
      <w:pBdr>
        <w:bottom w:val="single" w:sz="4" w:space="4" w:color="5B9BD5" w:themeColor="accent1"/>
      </w:pBdr>
      <w:spacing w:before="200" w:after="280"/>
      <w:ind w:left="936" w:right="936"/>
    </w:pPr>
    <w:rPr>
      <w:b/>
      <w:bCs/>
      <w:i/>
      <w:iCs/>
      <w:color w:val="5B9BD5" w:themeColor="accent1"/>
    </w:rPr>
  </w:style>
  <w:style w:type="character" w:customStyle="1" w:styleId="ac">
    <w:name w:val="Выделенная цитата Знак"/>
    <w:basedOn w:val="a0"/>
    <w:link w:val="ab"/>
    <w:uiPriority w:val="30"/>
    <w:rPr>
      <w:b/>
      <w:bCs/>
      <w:i/>
      <w:iCs/>
      <w:color w:val="5B9BD5" w:themeColor="accent1"/>
    </w:rPr>
  </w:style>
  <w:style w:type="character" w:styleId="ad">
    <w:name w:val="Subtle Reference"/>
    <w:basedOn w:val="a0"/>
    <w:uiPriority w:val="31"/>
    <w:qFormat/>
    <w:rPr>
      <w:smallCaps/>
      <w:color w:val="ED7D31" w:themeColor="accent2"/>
      <w:u w:val="single"/>
    </w:rPr>
  </w:style>
  <w:style w:type="character" w:styleId="ae">
    <w:name w:val="Intense Reference"/>
    <w:basedOn w:val="a0"/>
    <w:uiPriority w:val="32"/>
    <w:qFormat/>
    <w:rPr>
      <w:b/>
      <w:bCs/>
      <w:smallCaps/>
      <w:color w:val="ED7D31" w:themeColor="accent2"/>
      <w:spacing w:val="5"/>
      <w:u w:val="single"/>
    </w:rPr>
  </w:style>
  <w:style w:type="character" w:styleId="af">
    <w:name w:val="Book Title"/>
    <w:basedOn w:val="a0"/>
    <w:uiPriority w:val="33"/>
    <w:qFormat/>
    <w:rPr>
      <w:b/>
      <w:bCs/>
      <w:smallCaps/>
      <w:spacing w:val="5"/>
    </w:rPr>
  </w:style>
  <w:style w:type="paragraph" w:styleId="af0">
    <w:name w:val="caption"/>
    <w:basedOn w:val="a"/>
    <w:next w:val="a"/>
    <w:uiPriority w:val="35"/>
    <w:semiHidden/>
    <w:unhideWhenUsed/>
    <w:qFormat/>
    <w:pPr>
      <w:spacing w:line="240" w:lineRule="auto"/>
    </w:pPr>
    <w:rPr>
      <w:b/>
      <w:bCs/>
      <w:color w:val="5B9BD5" w:themeColor="accent1"/>
      <w:sz w:val="18"/>
      <w:szCs w:val="18"/>
    </w:rPr>
  </w:style>
  <w:style w:type="paragraph" w:styleId="af1">
    <w:name w:val="TOC Heading"/>
    <w:basedOn w:val="1"/>
    <w:next w:val="a"/>
    <w:uiPriority w:val="39"/>
    <w:semiHidden/>
    <w:unhideWhenUsed/>
    <w:qFormat/>
    <w:pPr>
      <w:outlineLvl w:val="9"/>
    </w:pPr>
  </w:style>
  <w:style w:type="paragraph" w:styleId="af2">
    <w:name w:val="No Spacing"/>
    <w:uiPriority w:val="1"/>
    <w:qFormat/>
    <w:pPr>
      <w:spacing w:after="0" w:line="240" w:lineRule="auto"/>
    </w:pPr>
  </w:style>
  <w:style w:type="paragraph" w:styleId="af3">
    <w:name w:val="List Paragraph"/>
    <w:basedOn w:val="a"/>
    <w:link w:val="af4"/>
    <w:uiPriority w:val="34"/>
    <w:qFormat/>
    <w:rsid w:val="00615214"/>
    <w:pPr>
      <w:ind w:left="720"/>
      <w:contextualSpacing/>
    </w:pPr>
    <w:rPr>
      <w:rFonts w:eastAsiaTheme="minorHAnsi"/>
      <w:lang w:val="ru-RU" w:eastAsia="en-US"/>
    </w:rPr>
  </w:style>
  <w:style w:type="character" w:customStyle="1" w:styleId="HTML">
    <w:name w:val="Стандартный HTML Знак"/>
    <w:aliases w:val="Знак2 Знак, Знак2 Знак"/>
    <w:link w:val="HTML0"/>
    <w:locked/>
    <w:rsid w:val="00615214"/>
    <w:rPr>
      <w:rFonts w:ascii="Courier New" w:hAnsi="Courier New" w:cs="Courier New"/>
    </w:rPr>
  </w:style>
  <w:style w:type="paragraph" w:styleId="HTML0">
    <w:name w:val="HTML Preformatted"/>
    <w:aliases w:val="Знак2, Знак2"/>
    <w:basedOn w:val="a"/>
    <w:link w:val="HTML"/>
    <w:unhideWhenUsed/>
    <w:rsid w:val="00615214"/>
    <w:pPr>
      <w:tabs>
        <w:tab w:val="left" w:pos="708"/>
      </w:tabs>
      <w:spacing w:after="0" w:line="240" w:lineRule="auto"/>
    </w:pPr>
    <w:rPr>
      <w:rFonts w:ascii="Courier New" w:hAnsi="Courier New" w:cs="Courier New"/>
      <w:lang w:val="en-US" w:eastAsia="ja-JP"/>
    </w:rPr>
  </w:style>
  <w:style w:type="character" w:customStyle="1" w:styleId="HTML1">
    <w:name w:val="Стандартный HTML Знак1"/>
    <w:basedOn w:val="a0"/>
    <w:uiPriority w:val="99"/>
    <w:semiHidden/>
    <w:rsid w:val="00615214"/>
    <w:rPr>
      <w:rFonts w:ascii="Consolas" w:hAnsi="Consolas"/>
      <w:sz w:val="20"/>
      <w:szCs w:val="20"/>
      <w:lang w:val="uk-UA" w:eastAsia="uk-UA"/>
    </w:rPr>
  </w:style>
  <w:style w:type="character" w:customStyle="1" w:styleId="af4">
    <w:name w:val="Абзац списка Знак"/>
    <w:link w:val="af3"/>
    <w:uiPriority w:val="34"/>
    <w:locked/>
    <w:rsid w:val="00615214"/>
    <w:rPr>
      <w:rFonts w:eastAsiaTheme="minorHAnsi"/>
      <w:lang w:val="ru-RU"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15214"/>
    <w:rPr>
      <w:lang w:val="uk-UA" w:eastAsia="uk-UA"/>
    </w:rPr>
  </w:style>
  <w:style w:type="paragraph" w:styleId="1">
    <w:name w:val="heading 1"/>
    <w:basedOn w:val="a"/>
    <w:next w:val="a"/>
    <w:link w:val="10"/>
    <w:uiPriority w:val="9"/>
    <w:qFormat/>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semiHidden/>
    <w:unhideWhenUsed/>
    <w:qFormat/>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semiHidden/>
    <w:unhideWhenUsed/>
    <w:qFormat/>
    <w:pPr>
      <w:keepNext/>
      <w:keepLines/>
      <w:spacing w:before="200" w:after="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semiHidden/>
    <w:unhideWhenUsed/>
    <w:qFormat/>
    <w:pPr>
      <w:keepNext/>
      <w:keepLines/>
      <w:spacing w:before="200" w:after="0"/>
      <w:outlineLvl w:val="3"/>
    </w:pPr>
    <w:rPr>
      <w:rFonts w:asciiTheme="majorHAnsi" w:eastAsiaTheme="majorEastAsia" w:hAnsiTheme="majorHAnsi" w:cstheme="majorBidi"/>
      <w:b/>
      <w:bCs/>
      <w:i/>
      <w:iCs/>
      <w:color w:val="5B9BD5" w:themeColor="accent1"/>
    </w:rPr>
  </w:style>
  <w:style w:type="paragraph" w:styleId="5">
    <w:name w:val="heading 5"/>
    <w:basedOn w:val="a"/>
    <w:next w:val="a"/>
    <w:link w:val="50"/>
    <w:uiPriority w:val="9"/>
    <w:semiHidden/>
    <w:unhideWhenUsed/>
    <w:qFormat/>
    <w:pPr>
      <w:keepNext/>
      <w:keepLines/>
      <w:spacing w:before="200" w:after="0"/>
      <w:outlineLvl w:val="4"/>
    </w:pPr>
    <w:rPr>
      <w:rFonts w:asciiTheme="majorHAnsi" w:eastAsiaTheme="majorEastAsia" w:hAnsiTheme="majorHAnsi" w:cstheme="majorBidi"/>
      <w:color w:val="1F4D78" w:themeColor="accent1" w:themeShade="7F"/>
    </w:rPr>
  </w:style>
  <w:style w:type="paragraph" w:styleId="6">
    <w:name w:val="heading 6"/>
    <w:basedOn w:val="a"/>
    <w:next w:val="a"/>
    <w:link w:val="60"/>
    <w:uiPriority w:val="9"/>
    <w:semiHidden/>
    <w:unhideWhenUsed/>
    <w:qFormat/>
    <w:pPr>
      <w:keepNext/>
      <w:keepLines/>
      <w:spacing w:before="200" w:after="0"/>
      <w:outlineLvl w:val="5"/>
    </w:pPr>
    <w:rPr>
      <w:rFonts w:asciiTheme="majorHAnsi" w:eastAsiaTheme="majorEastAsia" w:hAnsiTheme="majorHAnsi" w:cstheme="majorBidi"/>
      <w:i/>
      <w:iCs/>
      <w:color w:val="1F4D78" w:themeColor="accent1" w:themeShade="7F"/>
    </w:rPr>
  </w:style>
  <w:style w:type="paragraph" w:styleId="7">
    <w:name w:val="heading 7"/>
    <w:basedOn w:val="a"/>
    <w:next w:val="a"/>
    <w:link w:val="70"/>
    <w:uiPriority w:val="9"/>
    <w:semiHidden/>
    <w:unhideWhenUsed/>
    <w:qFormat/>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pPr>
      <w:keepNext/>
      <w:keepLines/>
      <w:spacing w:before="200" w:after="0"/>
      <w:outlineLvl w:val="7"/>
    </w:pPr>
    <w:rPr>
      <w:rFonts w:asciiTheme="majorHAnsi" w:eastAsiaTheme="majorEastAsia" w:hAnsiTheme="majorHAnsi" w:cstheme="majorBidi"/>
      <w:color w:val="5B9BD5" w:themeColor="accent1"/>
      <w:sz w:val="20"/>
      <w:szCs w:val="20"/>
    </w:rPr>
  </w:style>
  <w:style w:type="paragraph" w:styleId="9">
    <w:name w:val="heading 9"/>
    <w:basedOn w:val="a"/>
    <w:next w:val="a"/>
    <w:link w:val="90"/>
    <w:uiPriority w:val="9"/>
    <w:semiHidden/>
    <w:unhideWhenUsed/>
    <w:qFormat/>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pPr>
      <w:pBdr>
        <w:bottom w:val="single" w:sz="8" w:space="4" w:color="5B9BD5" w:themeColor="accent1"/>
      </w:pBdr>
      <w:spacing w:after="300" w:line="240" w:lineRule="auto"/>
      <w:contextualSpacing/>
    </w:pPr>
    <w:rPr>
      <w:rFonts w:asciiTheme="majorHAnsi" w:eastAsiaTheme="majorEastAsia" w:hAnsiTheme="majorHAnsi" w:cstheme="majorBidi"/>
      <w:color w:val="323E4F" w:themeColor="text2" w:themeShade="BF"/>
      <w:spacing w:val="5"/>
      <w:sz w:val="52"/>
      <w:szCs w:val="52"/>
    </w:rPr>
  </w:style>
  <w:style w:type="character" w:customStyle="1" w:styleId="a4">
    <w:name w:val="Название Знак"/>
    <w:basedOn w:val="a0"/>
    <w:link w:val="a3"/>
    <w:uiPriority w:val="10"/>
    <w:rPr>
      <w:rFonts w:asciiTheme="majorHAnsi" w:eastAsiaTheme="majorEastAsia" w:hAnsiTheme="majorHAnsi" w:cstheme="majorBidi"/>
      <w:color w:val="323E4F" w:themeColor="text2" w:themeShade="BF"/>
      <w:spacing w:val="5"/>
      <w:sz w:val="52"/>
      <w:szCs w:val="52"/>
    </w:rPr>
  </w:style>
  <w:style w:type="paragraph" w:styleId="a5">
    <w:name w:val="Subtitle"/>
    <w:basedOn w:val="a"/>
    <w:next w:val="a"/>
    <w:link w:val="a6"/>
    <w:uiPriority w:val="11"/>
    <w:qFormat/>
    <w:pPr>
      <w:numPr>
        <w:ilvl w:val="1"/>
      </w:numPr>
    </w:pPr>
    <w:rPr>
      <w:rFonts w:asciiTheme="majorHAnsi" w:eastAsiaTheme="majorEastAsia" w:hAnsiTheme="majorHAnsi" w:cstheme="majorBidi"/>
      <w:i/>
      <w:iCs/>
      <w:color w:val="5B9BD5" w:themeColor="accent1"/>
      <w:spacing w:val="15"/>
      <w:sz w:val="24"/>
      <w:szCs w:val="24"/>
    </w:rPr>
  </w:style>
  <w:style w:type="character" w:customStyle="1" w:styleId="a6">
    <w:name w:val="Подзаголовок Знак"/>
    <w:basedOn w:val="a0"/>
    <w:link w:val="a5"/>
    <w:uiPriority w:val="11"/>
    <w:rPr>
      <w:rFonts w:asciiTheme="majorHAnsi" w:eastAsiaTheme="majorEastAsia" w:hAnsiTheme="majorHAnsi" w:cstheme="majorBidi"/>
      <w:i/>
      <w:iCs/>
      <w:color w:val="5B9BD5" w:themeColor="accent1"/>
      <w:spacing w:val="15"/>
      <w:sz w:val="24"/>
      <w:szCs w:val="24"/>
    </w:rPr>
  </w:style>
  <w:style w:type="character" w:customStyle="1" w:styleId="10">
    <w:name w:val="Заголовок 1 Знак"/>
    <w:basedOn w:val="a0"/>
    <w:link w:val="1"/>
    <w:uiPriority w:val="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Pr>
      <w:rFonts w:asciiTheme="majorHAnsi" w:eastAsiaTheme="majorEastAsia" w:hAnsiTheme="majorHAnsi" w:cstheme="majorBidi"/>
      <w:b/>
      <w:bCs/>
      <w:i/>
      <w:iCs/>
      <w:color w:val="5B9BD5" w:themeColor="accent1"/>
    </w:rPr>
  </w:style>
  <w:style w:type="character" w:customStyle="1" w:styleId="50">
    <w:name w:val="Заголовок 5 Знак"/>
    <w:basedOn w:val="a0"/>
    <w:link w:val="5"/>
    <w:uiPriority w:val="9"/>
    <w:rPr>
      <w:rFonts w:asciiTheme="majorHAnsi" w:eastAsiaTheme="majorEastAsia" w:hAnsiTheme="majorHAnsi" w:cstheme="majorBidi"/>
      <w:color w:val="1F4D78" w:themeColor="accent1" w:themeShade="7F"/>
    </w:rPr>
  </w:style>
  <w:style w:type="character" w:customStyle="1" w:styleId="60">
    <w:name w:val="Заголовок 6 Знак"/>
    <w:basedOn w:val="a0"/>
    <w:link w:val="6"/>
    <w:uiPriority w:val="9"/>
    <w:rPr>
      <w:rFonts w:asciiTheme="majorHAnsi" w:eastAsiaTheme="majorEastAsia" w:hAnsiTheme="majorHAnsi" w:cstheme="majorBidi"/>
      <w:i/>
      <w:iCs/>
      <w:color w:val="1F4D78" w:themeColor="accent1" w:themeShade="7F"/>
    </w:rPr>
  </w:style>
  <w:style w:type="character" w:customStyle="1" w:styleId="70">
    <w:name w:val="Заголовок 7 Знак"/>
    <w:basedOn w:val="a0"/>
    <w:link w:val="7"/>
    <w:uiPriority w:val="9"/>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rPr>
      <w:rFonts w:asciiTheme="majorHAnsi" w:eastAsiaTheme="majorEastAsia" w:hAnsiTheme="majorHAnsi" w:cstheme="majorBidi"/>
      <w:color w:val="5B9BD5" w:themeColor="accent1"/>
      <w:sz w:val="20"/>
      <w:szCs w:val="20"/>
    </w:rPr>
  </w:style>
  <w:style w:type="character" w:customStyle="1" w:styleId="90">
    <w:name w:val="Заголовок 9 Знак"/>
    <w:basedOn w:val="a0"/>
    <w:link w:val="9"/>
    <w:uiPriority w:val="9"/>
    <w:rPr>
      <w:rFonts w:asciiTheme="majorHAnsi" w:eastAsiaTheme="majorEastAsia" w:hAnsiTheme="majorHAnsi" w:cstheme="majorBidi"/>
      <w:i/>
      <w:iCs/>
      <w:color w:val="404040" w:themeColor="text1" w:themeTint="BF"/>
      <w:sz w:val="20"/>
      <w:szCs w:val="20"/>
    </w:rPr>
  </w:style>
  <w:style w:type="character" w:styleId="a7">
    <w:name w:val="Subtle Emphasis"/>
    <w:basedOn w:val="a0"/>
    <w:uiPriority w:val="19"/>
    <w:qFormat/>
    <w:rPr>
      <w:i/>
      <w:iCs/>
      <w:color w:val="808080" w:themeColor="text1" w:themeTint="7F"/>
    </w:rPr>
  </w:style>
  <w:style w:type="character" w:styleId="a8">
    <w:name w:val="Emphasis"/>
    <w:basedOn w:val="a0"/>
    <w:uiPriority w:val="20"/>
    <w:qFormat/>
    <w:rPr>
      <w:i/>
      <w:iCs/>
    </w:rPr>
  </w:style>
  <w:style w:type="character" w:styleId="a9">
    <w:name w:val="Intense Emphasis"/>
    <w:basedOn w:val="a0"/>
    <w:uiPriority w:val="21"/>
    <w:qFormat/>
    <w:rPr>
      <w:b/>
      <w:bCs/>
      <w:i/>
      <w:iCs/>
      <w:color w:val="5B9BD5" w:themeColor="accent1"/>
    </w:rPr>
  </w:style>
  <w:style w:type="character" w:styleId="aa">
    <w:name w:val="Strong"/>
    <w:basedOn w:val="a0"/>
    <w:uiPriority w:val="22"/>
    <w:qFormat/>
    <w:rPr>
      <w:b/>
      <w:bCs/>
    </w:rPr>
  </w:style>
  <w:style w:type="paragraph" w:styleId="21">
    <w:name w:val="Quote"/>
    <w:basedOn w:val="a"/>
    <w:next w:val="a"/>
    <w:link w:val="22"/>
    <w:uiPriority w:val="29"/>
    <w:qFormat/>
    <w:rPr>
      <w:i/>
      <w:iCs/>
      <w:color w:val="000000" w:themeColor="text1"/>
    </w:rPr>
  </w:style>
  <w:style w:type="character" w:customStyle="1" w:styleId="22">
    <w:name w:val="Цитата 2 Знак"/>
    <w:basedOn w:val="a0"/>
    <w:link w:val="21"/>
    <w:uiPriority w:val="29"/>
    <w:rPr>
      <w:i/>
      <w:iCs/>
      <w:color w:val="000000" w:themeColor="text1"/>
    </w:rPr>
  </w:style>
  <w:style w:type="paragraph" w:styleId="ab">
    <w:name w:val="Intense Quote"/>
    <w:basedOn w:val="a"/>
    <w:next w:val="a"/>
    <w:link w:val="ac"/>
    <w:uiPriority w:val="30"/>
    <w:qFormat/>
    <w:pPr>
      <w:pBdr>
        <w:bottom w:val="single" w:sz="4" w:space="4" w:color="5B9BD5" w:themeColor="accent1"/>
      </w:pBdr>
      <w:spacing w:before="200" w:after="280"/>
      <w:ind w:left="936" w:right="936"/>
    </w:pPr>
    <w:rPr>
      <w:b/>
      <w:bCs/>
      <w:i/>
      <w:iCs/>
      <w:color w:val="5B9BD5" w:themeColor="accent1"/>
    </w:rPr>
  </w:style>
  <w:style w:type="character" w:customStyle="1" w:styleId="ac">
    <w:name w:val="Выделенная цитата Знак"/>
    <w:basedOn w:val="a0"/>
    <w:link w:val="ab"/>
    <w:uiPriority w:val="30"/>
    <w:rPr>
      <w:b/>
      <w:bCs/>
      <w:i/>
      <w:iCs/>
      <w:color w:val="5B9BD5" w:themeColor="accent1"/>
    </w:rPr>
  </w:style>
  <w:style w:type="character" w:styleId="ad">
    <w:name w:val="Subtle Reference"/>
    <w:basedOn w:val="a0"/>
    <w:uiPriority w:val="31"/>
    <w:qFormat/>
    <w:rPr>
      <w:smallCaps/>
      <w:color w:val="ED7D31" w:themeColor="accent2"/>
      <w:u w:val="single"/>
    </w:rPr>
  </w:style>
  <w:style w:type="character" w:styleId="ae">
    <w:name w:val="Intense Reference"/>
    <w:basedOn w:val="a0"/>
    <w:uiPriority w:val="32"/>
    <w:qFormat/>
    <w:rPr>
      <w:b/>
      <w:bCs/>
      <w:smallCaps/>
      <w:color w:val="ED7D31" w:themeColor="accent2"/>
      <w:spacing w:val="5"/>
      <w:u w:val="single"/>
    </w:rPr>
  </w:style>
  <w:style w:type="character" w:styleId="af">
    <w:name w:val="Book Title"/>
    <w:basedOn w:val="a0"/>
    <w:uiPriority w:val="33"/>
    <w:qFormat/>
    <w:rPr>
      <w:b/>
      <w:bCs/>
      <w:smallCaps/>
      <w:spacing w:val="5"/>
    </w:rPr>
  </w:style>
  <w:style w:type="paragraph" w:styleId="af0">
    <w:name w:val="caption"/>
    <w:basedOn w:val="a"/>
    <w:next w:val="a"/>
    <w:uiPriority w:val="35"/>
    <w:semiHidden/>
    <w:unhideWhenUsed/>
    <w:qFormat/>
    <w:pPr>
      <w:spacing w:line="240" w:lineRule="auto"/>
    </w:pPr>
    <w:rPr>
      <w:b/>
      <w:bCs/>
      <w:color w:val="5B9BD5" w:themeColor="accent1"/>
      <w:sz w:val="18"/>
      <w:szCs w:val="18"/>
    </w:rPr>
  </w:style>
  <w:style w:type="paragraph" w:styleId="af1">
    <w:name w:val="TOC Heading"/>
    <w:basedOn w:val="1"/>
    <w:next w:val="a"/>
    <w:uiPriority w:val="39"/>
    <w:semiHidden/>
    <w:unhideWhenUsed/>
    <w:qFormat/>
    <w:pPr>
      <w:outlineLvl w:val="9"/>
    </w:pPr>
  </w:style>
  <w:style w:type="paragraph" w:styleId="af2">
    <w:name w:val="No Spacing"/>
    <w:uiPriority w:val="1"/>
    <w:qFormat/>
    <w:pPr>
      <w:spacing w:after="0" w:line="240" w:lineRule="auto"/>
    </w:pPr>
  </w:style>
  <w:style w:type="paragraph" w:styleId="af3">
    <w:name w:val="List Paragraph"/>
    <w:basedOn w:val="a"/>
    <w:link w:val="af4"/>
    <w:uiPriority w:val="34"/>
    <w:qFormat/>
    <w:rsid w:val="00615214"/>
    <w:pPr>
      <w:ind w:left="720"/>
      <w:contextualSpacing/>
    </w:pPr>
    <w:rPr>
      <w:rFonts w:eastAsiaTheme="minorHAnsi"/>
      <w:lang w:val="ru-RU" w:eastAsia="en-US"/>
    </w:rPr>
  </w:style>
  <w:style w:type="character" w:customStyle="1" w:styleId="HTML">
    <w:name w:val="Стандартный HTML Знак"/>
    <w:aliases w:val="Знак2 Знак, Знак2 Знак"/>
    <w:link w:val="HTML0"/>
    <w:locked/>
    <w:rsid w:val="00615214"/>
    <w:rPr>
      <w:rFonts w:ascii="Courier New" w:hAnsi="Courier New" w:cs="Courier New"/>
    </w:rPr>
  </w:style>
  <w:style w:type="paragraph" w:styleId="HTML0">
    <w:name w:val="HTML Preformatted"/>
    <w:aliases w:val="Знак2, Знак2"/>
    <w:basedOn w:val="a"/>
    <w:link w:val="HTML"/>
    <w:unhideWhenUsed/>
    <w:rsid w:val="00615214"/>
    <w:pPr>
      <w:tabs>
        <w:tab w:val="left" w:pos="708"/>
      </w:tabs>
      <w:spacing w:after="0" w:line="240" w:lineRule="auto"/>
    </w:pPr>
    <w:rPr>
      <w:rFonts w:ascii="Courier New" w:hAnsi="Courier New" w:cs="Courier New"/>
      <w:lang w:val="en-US" w:eastAsia="ja-JP"/>
    </w:rPr>
  </w:style>
  <w:style w:type="character" w:customStyle="1" w:styleId="HTML1">
    <w:name w:val="Стандартный HTML Знак1"/>
    <w:basedOn w:val="a0"/>
    <w:uiPriority w:val="99"/>
    <w:semiHidden/>
    <w:rsid w:val="00615214"/>
    <w:rPr>
      <w:rFonts w:ascii="Consolas" w:hAnsi="Consolas"/>
      <w:sz w:val="20"/>
      <w:szCs w:val="20"/>
      <w:lang w:val="uk-UA" w:eastAsia="uk-UA"/>
    </w:rPr>
  </w:style>
  <w:style w:type="character" w:customStyle="1" w:styleId="af4">
    <w:name w:val="Абзац списка Знак"/>
    <w:link w:val="af3"/>
    <w:uiPriority w:val="34"/>
    <w:locked/>
    <w:rsid w:val="00615214"/>
    <w:rPr>
      <w:rFonts w:eastAsiaTheme="minorHAnsi"/>
      <w:lang w:val="ru-RU"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777\Desktop\temp\Proekt\Default.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Default</Template>
  <TotalTime>0</TotalTime>
  <Pages>13</Pages>
  <Words>4553</Words>
  <Characters>25953</Characters>
  <Application>Microsoft Office Word</Application>
  <DocSecurity>0</DocSecurity>
  <Lines>216</Lines>
  <Paragraphs>60</Paragraphs>
  <ScaleCrop>false</ScaleCrop>
  <Company>SPecialiST RePack</Company>
  <LinksUpToDate>false</LinksUpToDate>
  <CharactersWithSpaces>30446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777</dc:creator>
  <cp:lastModifiedBy>777</cp:lastModifiedBy>
  <cp:revision>1</cp:revision>
  <dcterms:created xsi:type="dcterms:W3CDTF">2021-09-10T06:28:00Z</dcterms:created>
  <dcterms:modified xsi:type="dcterms:W3CDTF">2021-09-10T06:28:00Z</dcterms:modified>
</cp:coreProperties>
</file>