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A1D" w:rsidRPr="004C3041" w:rsidRDefault="005E7A1D" w:rsidP="005E7A1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7A1D" w:rsidRDefault="005E7A1D" w:rsidP="005E7A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E7A1D" w:rsidRDefault="005E7A1D" w:rsidP="005E7A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E7A1D" w:rsidRDefault="005E7A1D" w:rsidP="005E7A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7A1D" w:rsidRDefault="005E7A1D" w:rsidP="005E7A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7A1D" w:rsidRDefault="005E7A1D" w:rsidP="005E7A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7A1D" w:rsidRDefault="005E7A1D" w:rsidP="005E7A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7A1D" w:rsidRDefault="005E7A1D" w:rsidP="005E7A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E7A1D" w:rsidRDefault="005E7A1D" w:rsidP="005E7A1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E7A1D" w:rsidRDefault="005E7A1D" w:rsidP="005E7A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E7A1D" w:rsidRDefault="005E7A1D" w:rsidP="005E7A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E7A1D" w:rsidRDefault="005E7A1D" w:rsidP="005E7A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7A1D" w:rsidRDefault="005E7A1D" w:rsidP="005E7A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E7A1D" w:rsidRDefault="005E7A1D" w:rsidP="005E7A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7A1D" w:rsidRDefault="005E7A1D" w:rsidP="005E7A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E7A1D" w:rsidRDefault="005E7A1D" w:rsidP="005E7A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E7A1D" w:rsidRDefault="005E7A1D" w:rsidP="005E7A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</w:t>
      </w:r>
    </w:p>
    <w:p w:rsidR="005E7A1D" w:rsidRPr="008962DF" w:rsidRDefault="005E7A1D" w:rsidP="005E7A1D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ст.25,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ст.42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жителів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3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24.12.2019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2020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 7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12.01.2018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Програми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sz w:val="24"/>
          <w:szCs w:val="24"/>
        </w:rPr>
        <w:t>»</w:t>
      </w: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</w:t>
      </w: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Гончарук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Леонідівні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Гончарука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Сергійовича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23.01.2011 р. н.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Кравчук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Павлівні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Андрощуку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Петровичу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Андрощук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Ростиславівні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Ковалінській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Антоніні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1.7Дмитрійчук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Петровичу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Поліковській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Ядвізі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Ковба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Валентині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Воробйовій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Раїсі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дев’ятсот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Молодецькій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Казимирівні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1.14 Ковальчук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Ваніні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1.15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Романовій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1.16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Романовій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Михайлівні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Романова Руслана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1.17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Деренчуку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BF238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1.18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Господинюку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Івану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Степановичу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1.19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Душнюк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Антоніні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Дмитрівні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1.20 Остапович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Степановичу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1.21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Войдило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Анатоліївні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свекра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Войдило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Олександровича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1.22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Дубіні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Ігорю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2900.00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дві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дев’ятсот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1.23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Крутій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1.24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Крутій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Віктору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дружини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Крутій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Раїси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Олександрівни</w:t>
      </w:r>
      <w:proofErr w:type="spellEnd"/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1.25 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Козійчук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Миколаївні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1000.00 ( одна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Козійчука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Миколайовича</w:t>
      </w:r>
      <w:proofErr w:type="spellEnd"/>
    </w:p>
    <w:p w:rsidR="005E7A1D" w:rsidRDefault="005E7A1D" w:rsidP="005E7A1D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1.26 Остаповичу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Володимиру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Степановичу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500.00 ( </w:t>
      </w:r>
      <w:proofErr w:type="spellStart"/>
      <w:r>
        <w:rPr>
          <w:rFonts w:ascii="Times New Roman" w:hAnsi="Times New Roman" w:cs="Times New Roman"/>
          <w:sz w:val="24"/>
          <w:szCs w:val="24"/>
        </w:rPr>
        <w:t>п’ятсот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лікування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дружини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Остапович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Йосипівни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вищеназваним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.</w:t>
      </w:r>
    </w:p>
    <w:p w:rsidR="005E7A1D" w:rsidRDefault="005E7A1D" w:rsidP="005E7A1D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бюджету,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E7A1D" w:rsidRDefault="005E7A1D" w:rsidP="005E7A1D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9C0016" w:rsidRDefault="009C0016"/>
    <w:sectPr w:rsidR="009C00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7A1D"/>
    <w:rsid w:val="00171A2E"/>
    <w:rsid w:val="00304C90"/>
    <w:rsid w:val="00505B6D"/>
    <w:rsid w:val="005E7A1D"/>
    <w:rsid w:val="006D3977"/>
    <w:rsid w:val="007D6C18"/>
    <w:rsid w:val="008962DF"/>
    <w:rsid w:val="009C001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5E7A1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5E7A1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E7A1D"/>
    <w:rPr>
      <w:rFonts w:ascii="Consolas" w:hAnsi="Consolas"/>
      <w:sz w:val="20"/>
      <w:szCs w:val="20"/>
      <w:lang w:val="ru-RU" w:eastAsia="ru-RU" w:bidi="ar-SA"/>
    </w:rPr>
  </w:style>
  <w:style w:type="character" w:customStyle="1" w:styleId="af4">
    <w:name w:val="Основной текст_"/>
    <w:link w:val="24"/>
    <w:locked/>
    <w:rsid w:val="005E7A1D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4"/>
    <w:rsid w:val="005E7A1D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5E7A1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5E7A1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E7A1D"/>
    <w:rPr>
      <w:rFonts w:ascii="Consolas" w:hAnsi="Consolas"/>
      <w:sz w:val="20"/>
      <w:szCs w:val="20"/>
      <w:lang w:val="ru-RU" w:eastAsia="ru-RU" w:bidi="ar-SA"/>
    </w:rPr>
  </w:style>
  <w:style w:type="character" w:customStyle="1" w:styleId="af4">
    <w:name w:val="Основной текст_"/>
    <w:link w:val="24"/>
    <w:locked/>
    <w:rsid w:val="005E7A1D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4"/>
    <w:rsid w:val="005E7A1D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551</Words>
  <Characters>3141</Characters>
  <Application>Microsoft Office Word</Application>
  <DocSecurity>0</DocSecurity>
  <Lines>26</Lines>
  <Paragraphs>7</Paragraphs>
  <ScaleCrop>false</ScaleCrop>
  <Company>Microsoft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2020-11-30T15:17:00Z</dcterms:created>
  <dcterms:modified xsi:type="dcterms:W3CDTF">2020-12-01T06:48:00Z</dcterms:modified>
</cp:coreProperties>
</file>