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C49" w:rsidRDefault="00123C49" w:rsidP="00123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 xml:space="preserve">                                                                          </w:t>
      </w:r>
    </w:p>
    <w:p w:rsidR="00123C49" w:rsidRDefault="00123C49" w:rsidP="00123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123C49" w:rsidRPr="0001257C" w:rsidRDefault="00123C49" w:rsidP="00123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 xml:space="preserve">                                                                  </w:t>
      </w: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123C49" w:rsidRPr="0001257C" w:rsidRDefault="00123C49" w:rsidP="00123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123C49" w:rsidRPr="003B50D1" w:rsidRDefault="00123C49" w:rsidP="00123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B7DAB1" wp14:editId="694D7E5B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2507" name="Группа 125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250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C49" w:rsidRDefault="00123C49" w:rsidP="00123C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507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BFPsUA&#10;AADeAAAADwAAAGRycy9kb3ducmV2LnhtbESPT4vCQAzF7wt+hyGCt3VqZVepjiKyigdh8d89dGJb&#10;7GRKZ1brt98cBG8J7+W9X+bLztXqTm2oPBsYDRNQxLm3FRcGzqfN5xRUiMgWa89k4EkBlovexxwz&#10;6x98oPsxFkpCOGRooIyxybQOeUkOw9A3xKJdfeswytoW2rb4kHBX6zRJvrXDiqWhxIbWJeW3458z&#10;4Mfb3f5SpIfxD08ir36n10u3N2bQ71YzUJG6+Da/rndW8NOvRHjlHZlB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sEU+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hSBsYA&#10;AADeAAAADwAAAGRycy9kb3ducmV2LnhtbERPS2sCMRC+F/wPYYRepGYrVOvWKEXYPjwIPqDXYTNu&#10;1m4mS5Lq1l9vhEJv8/E9Z7bobCNO5EPtWMHjMANBXDpdc6VgvysenkGEiKyxcUwKfinAYt67m2Gu&#10;3Zk3dNrGSqQQDjkqMDG2uZShNGQxDF1LnLiD8xZjgr6S2uM5hdtGjrJsLC3WnBoMtrQ0VH5vf6yC&#10;Y7E2X8vJ5c0Pphu6DIrVe/M5Vuq+372+gIjUxX/xn/tDp/mjp2wKt3fSDX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zhSB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jJR8UA&#10;AADeAAAADwAAAGRycy9kb3ducmV2LnhtbESPQWvCQBCF74X+h2UKXopuVCySuoqISvEian/AkB2z&#10;odnZkF1N/Pedg+BthnnvffMWq97X6k5trAIbGI8yUMRFsBWXBn4vu+EcVEzIFuvAZOBBEVbL97cF&#10;5jZ0fKL7OZVKQjjmaMCl1ORax8KRxzgKDbHcrqH1mGRtS21b7CTc13qSZV/aY8VCcNjQxlHxd755&#10;gRyneDxcu8tu32OH24Pjz/XJmMFHv/4GlahPL/HT/WPl/clsLAWkjs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yMlH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B55sQA&#10;AADeAAAADwAAAGRycy9kb3ducmV2LnhtbERPTUvDQBC9C/0Pywje7CahrRK7LaVWEMGDVRBvQ3aa&#10;BLOzy+7YxH/vCoK3ebzPWW8nN6gzxdR7NlDOC1DEjbc9twbeXh+ub0ElQbY4eCYD35Rgu5ldrLG2&#10;fuQXOh+lVTmEU40GOpFQa52ajhymuQ/EmTv56FAyjK22Eccc7gZdFcVKO+w5N3QYaN9R83n8cgae&#10;x0N4ulktT+EjLiqd7q2878WYq8tpdwdKaJJ/8Z/70eb51bIs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Aee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byq8YA&#10;AADeAAAADwAAAGRycy9kb3ducmV2LnhtbESPzWrDMBCE74W8g9hCLqWR49IQ3CjGhDoUX0J+HmCx&#10;NpaptTKWGjtvHxUKve0ys/PNbvLJduJGg28dK1guEhDEtdMtNwou5/J1DcIHZI2dY1JwJw/5dva0&#10;wUy7kY90O4VGxBD2GSowIfSZlL42ZNEvXE8ctasbLIa4Do3UA44x3HYyTZKVtNhyJBjsaWeo/j79&#10;2Ag5vOGhuo7ncj/hiJ+V4ZfiqNT8eSo+QASawr/57/pLx/rp+zKF33fiDH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lbyq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5CCsUA&#10;AADeAAAADwAAAGRycy9kb3ducmV2LnhtbERPTUsDMRC9C/0PYQRvNtvVVlmbllIVitCDVRBvw2a6&#10;u7iZhGTsrv++EQRv83ifs1yPrlcniqnzbGA2LUAR19523Bh4f3u+vgeVBNli75kM/FCC9WpyscTK&#10;+oFf6XSQRuUQThUaaEVCpXWqW3KYpj4QZ+7oo0PJMDbaRhxyuOt1WRQL7bDj3NBioG1L9dfh2xnY&#10;D0/h5W4xP4bPeFvq9GjlYyvGXF2OmwdQQqP8i//cO5vnl/PZDfy+k2/Qq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nkIK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LHl8UA&#10;AADeAAAADwAAAGRycy9kb3ducmV2LnhtbERP32vCMBB+H/g/hBP2IjPVzTE6o6gQJkwQ3WCvR3O2&#10;Zc2lJJmt/70RhL3dx/fz5sveNuJMPtSOFUzGGQjiwpmaSwXfX/rpDUSIyAYbx6TgQgGWi8HDHHPj&#10;Oj7Q+RhLkUI45KigirHNpQxFRRbD2LXEiTs5bzEm6EtpPHYp3DZymmWv0mLNqaHCljYVFb/HP6tg&#10;ve/KZz8q1r37PH38zLQ2eqeVehz2q3cQkfr4L767tybNn84mL3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cseX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4o88IA&#10;AADeAAAADwAAAGRycy9kb3ducmV2LnhtbERP3WrCMBS+H+wdwhnsbqYWK9IZRTYKIrtR9wCH5thU&#10;m5OSxNq9vRkI3p2P7/cs16PtxEA+tI4VTCcZCOLa6ZYbBb/H6mMBIkRkjZ1jUvBHAdar15clltrd&#10;eE/DITYihXAoUYGJsS+lDLUhi2HieuLEnZy3GBP0jdQebyncdjLPsrm02HJqMNjTl6H6crhaBdUu&#10;/xkuV+0rtxlnlgpzXnwbpd7fxs0niEhjfIof7q1O8/NiWsD/O+kG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Dijz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z8e8QA&#10;AADeAAAADwAAAGRycy9kb3ducmV2LnhtbERP32vCMBB+H+x/CDfYi8xUhzKqUVQIGyjInODr0Zxt&#10;sbmUJLPdf28EYW/38f28+bK3jbiSD7VjBaNhBoK4cKbmUsHxR799gAgR2WDjmBT8UYDl4vlpjrlx&#10;HX/T9RBLkUI45KigirHNpQxFRRbD0LXEiTs7bzEm6EtpPHYp3DZynGVTabHm1FBhS5uKisvh1ypY&#10;77vy3Q+Kde+258/TRGujd1qp15d+NQMRqY//4of7y6T548loCvd30g1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s/Hv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ATH8MA&#10;AADeAAAADwAAAGRycy9kb3ducmV2LnhtbERP3WrCMBS+F/YO4Qy809SiTjpTkY2CjN3o9gCH5qzp&#10;2pyUJNb69stgsLvz8f2e/WGyvRjJh9axgtUyA0FcO91yo+Dzo1rsQISIrLF3TAruFOBQPsz2WGh3&#10;4zONl9iIFMKhQAUmxqGQMtSGLIalG4gT9+W8xZigb6T2eEvhtpd5lm2lxZZTg8GBXgzV3eVqFVRv&#10;+fvYXbWv3HFaW9qY792rUWr+OB2fQUSa4r/4z33SaX6+WT3B7zvpBl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ATH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EZhcQA&#10;AADeAAAADwAAAGRycy9kb3ducmV2LnhtbESPwW7CQAxE70j8w8qVuMEmQBBKWVBViaocG/gAK2uS&#10;iKw3ZLck/H19QOrN1oxnnneH0bXqQX1oPBtIFwko4tLbhisDl/NxvgUVIrLF1jMZeFKAw3462WFu&#10;/cA/9ChipSSEQ44G6hi7XOtQ1uQwLHxHLNrV9w6jrH2lbY+DhLtWL5Nkox02LA01dvRZU3krfp2B&#10;9XP4uhfZLTlaR+lp1Z04lpkxs7fx4x1UpDH+m1/X31bwl1kqvPKOzKD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BGYX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+qscIA&#10;AADeAAAADwAAAGRycy9kb3ducmV2LnhtbERPS4vCMBC+C/sfwgh709SCol1TkRVl8bRW3fPQTB/Y&#10;TEoTtf57syB4m4/vOctVbxpxo87VlhVMxhEI4tzqmksFp+N2NAfhPLLGxjIpeJCDVfoxWGKi7Z0P&#10;dMt8KUIIuwQVVN63iZQur8igG9uWOHCF7Qz6ALtS6g7vIdw0Mo6imTRYc2iosKXvivJLdjUKrrO/&#10;+MTFXv9mm8dusdmunTyXSn0O+/UXCE+9f4tf7h8d5sfTyQL+3wk3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j6qx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Z5jMkA&#10;AADeAAAADwAAAGRycy9kb3ducmV2LnhtbESPQU/CQBCF7yb+h82YeJOtVRosLERNSICDRNQDt6E7&#10;tNXubOkuUP69czDxNpN58977JrPeNepEXag9G7gfJKCIC29rLg18fszvRqBCRLbYeCYDFwowm15f&#10;TTC3/szvdNrEUokJhxwNVDG2udahqMhhGPiWWG573zmMsnalth2exdw1Ok2STDusWRIqbOm1ouJn&#10;c3QGvtaj7Gn9snz8Xr3t8MHZw9bWmTG3N/3zGFSkPv6L/74XVuqnw1QABEdm0N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LZ5jM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NLg8MA&#10;AADeAAAADwAAAGRycy9kb3ducmV2LnhtbERPS4vCMBC+C/sfwizsTVO7KlKN4gNd8eQLvA7NbFu2&#10;mZQmavXXbwTB23x8zxlPG1OKK9WusKyg24lAEKdWF5wpOB1X7SEI55E1lpZJwZ0cTCcfrTEm2t54&#10;T9eDz0QIYZeggtz7KpHSpTkZdB1bEQfu19YGfYB1JnWNtxBuShlH0UAaLDg05FjRIqf073AxCh6D&#10;M+7cTzxffmtP995wbbe7tVJfn81sBMJT49/il3ujw/y4H3fh+U64QU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NLg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i8WsIA&#10;AADeAAAADwAAAGRycy9kb3ducmV2LnhtbERPzWoCMRC+F3yHMIK3mjVoqatRpCh4s259gGEzZhc3&#10;k3WT6tqnb4RCb/Px/c5y3btG3KgLtWcNk3EGgrj0pmar4fS1e30HESKywcYzaXhQgPVq8LLE3Pg7&#10;H+lWRCtSCIccNVQxtrmUoazIYRj7ljhxZ985jAl2VpoO7yncNVJl2Zt0WHNqqLClj4rKS/HtNFy9&#10;mpm+2OLhsp1/1tZOrz/HqdajYb9ZgIjUx3/xn3tv0nw1Uwqe76Qb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6Lxa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h/KsQA&#10;AADeAAAADwAAAGRycy9kb3ducmV2LnhtbERPyW7CMBC9I/UfrKnUGzgNAtI0DgKkSlxZDj1O7SFJ&#10;G4/T2EDar68rIXGbp7dOsRxsKy7U+8axgudJAoJYO9NwpeB4eBtnIHxANtg6JgU/5GFZPowKzI27&#10;8o4u+1CJGMI+RwV1CF0updc1WfQT1xFH7uR6iyHCvpKmx2sMt61Mk2QuLTYcG2rsaFOT/tqfrYJt&#10;80GzuT692Gytd++/32G6+DRKPT0Oq1cQgYZwF9/cWxPnp7N0Cv/vxBtk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Yfyr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AeicYA&#10;AADeAAAADwAAAGRycy9kb3ducmV2LnhtbERPXWvCQBB8F/ofji34ppcGWzT1lCoIFq3gB/Z1yW1z&#10;obm9kDtj/PeeUOjb7M7OzM503tlKtNT40rGCl2ECgjh3uuRCwem4GoxB+ICssXJMCm7kYT576k0x&#10;0+7Ke2oPoRDRhH2GCkwIdSalzw1Z9ENXE0fuxzUWQxybQuoGr9HcVjJNkjdpseSYYLCmpaH893Cx&#10;Clrc3ZJvs/iafJbbPN0tzhsd96r/3H28gwjUhf/jP/Vax/fT13QEjzoRg5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NAei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FkiMIA&#10;AADeAAAADwAAAGRycy9kb3ducmV2LnhtbERPTUsDMRC9C/6HMII3mzVQkbVpKULFo64eehw30822&#10;m5klid3VX28Ewds83uesNnMY1Jli6oUt3C4qUMStuJ47C+9vu5t7UCkjOxyEycIXJdisLy9WWDuZ&#10;+JXOTe5UCeFUowWf81hrnVpPAdNCRuLCHSQGzAXGTruIUwkPgzZVdacD9lwaPI706Kk9NZ/BwvTU&#10;fhzNYe/8dxxl17zI0Qxi7fXVvH0AlWnO/+I/97Mr883SLOH3nXKD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kWSI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vq6MQA&#10;AADeAAAADwAAAGRycy9kb3ducmV2LnhtbERP22oCMRB9F/oPYQq+abYLWlmN4hVEKkVr36eb6e62&#10;yWTZRF3/vikIvs3hXGcya60RF2p85VjBSz8BQZw7XXGh4PSx6Y1A+ICs0TgmBTfyMJs+dSaYaXfl&#10;A12OoRAxhH2GCsoQ6kxKn5dk0fddTRy5b9dYDBE2hdQNXmO4NTJNkqG0WHFsKLGmZUn57/FsFWze&#10;V+Yn3R/mnzIs169fZrRbrN6U6j638zGIQG14iO/urY7z00E6hP934g1y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76uj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GS58UA&#10;AADeAAAADwAAAGRycy9kb3ducmV2LnhtbERPTWvCQBC9F/wPywheim5M0UrMKiKIFipYLfQ6yY5J&#10;MDsbsmtM/323UOhtHu9z0nVvatFR6yrLCqaTCARxbnXFhYLPy268AOE8ssbaMin4Jgfr1eApxUTb&#10;B39Qd/aFCCHsElRQet8kUrq8JINuYhviwF1ta9AH2BZSt/gI4aaWcRTNpcGKQ0OJDW1Lym/nu1HQ&#10;nd6z4tC55u22eHazl2y/P+ovpUbDfrME4an3/+I/90GH+fEsfoXfd8IN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AZLn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23C49" w:rsidRDefault="00123C49" w:rsidP="00123C49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J4iMgA&#10;AADeAAAADwAAAGRycy9kb3ducmV2LnhtbESPQW/CMAyF70j7D5En7QbpKkCsI6AxCWmXSYPtMG6m&#10;8dqKxumSDAq/fj4gcbP1nt/7PF/2rlVHCrHxbOBxlIEiLr1tuDLw9bkezkDFhGyx9UwGzhRhubgb&#10;zLGw/sQbOm5TpSSEY4EG6pS6QutY1uQwjnxHLNqPDw6TrKHSNuBJwl2r8yybaocNS0ONHb3WVB62&#10;f87A6mm2+v0Y8/tls9/R7nt/mOQhM+bhvn95BpWoTzfz9frNCn4+yYVX3pEZ9OI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8niIyAAAAN4AAAAPAAAAAAAAAAAAAAAAAJgCAABk&#10;cnMvZG93bnJldi54bWxQSwUGAAAAAAQABAD1AAAAjQMAAAAA&#10;" fillcolor="black" stroked="f">
                  <v:textbox>
                    <w:txbxContent>
                      <w:p w:rsidR="00123C49" w:rsidRDefault="00123C49" w:rsidP="00123C49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3TE8UA&#10;AADeAAAADwAAAGRycy9kb3ducmV2LnhtbERPTWvCQBC9F/wPywje6saAotFVqm2hoD2oPfQ4ZqfJ&#10;kuxsyK4a/fVdodDbPN7nLFadrcWFWm8cKxgNExDEudOGCwVfx/fnKQgfkDXWjknBjTyslr2nBWba&#10;XXlPl0MoRAxhn6GCMoQmk9LnJVn0Q9cQR+7HtRZDhG0hdYvXGG5rmSbJRFo0HBtKbGhTUl4dzlbB&#10;93ZipntD6Wl3X7/p3bhaf75WSg363cscRKAu/Iv/3B86zk/H6Qwe78Qb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fdMT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yBYccA&#10;AADeAAAADwAAAGRycy9kb3ducmV2LnhtbESPT0/DMAzF70j7DpGRuLGUIdBUlk3TEIILB/ZHXK3G&#10;a7o2Tkmyrdunxwckbrb8/N77zRaD79SJYmoCG3gYF6CIq2Abrg1sN2/3U1ApI1vsApOBCyVYzEc3&#10;MyxtOPMXnda5VmLCqUQDLue+1DpVjjymceiJ5bYP0WOWNdbaRjyLue/0pCietceGJcFhTytHVbs+&#10;egNx+f3aXvm4a4vr5yW9H4afKTpj7m6H5QuoTEP+F/99f1ipP3l6FADBkRn0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LMgWH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GSscUA&#10;AADeAAAADwAAAGRycy9kb3ducmV2LnhtbERP22rCQBB9L/gPywh9KboxpVVTV5FCoVARtH7AmB2T&#10;0N3ZkB019uu7hULf5nCus1j13qkLdbEJbGAyzkARl8E2XBk4fL6NZqCiIFt0gcnAjSKsloO7BRY2&#10;XHlHl71UKoVwLNBALdIWWseyJo9xHFrixJ1C51ES7CptO7ymcO90nmXP2mPDqaHGll5rKr/2Z2/A&#10;5Uc3/5jGjdwOepN9e9k9bK0x98N+/QJKqJd/8Z/73ab5+dPjBH7fS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8ZKx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NNnMQA&#10;AADeAAAADwAAAGRycy9kb3ducmV2LnhtbERPTWsCMRC9F/ofwgi9adYtSlmNYivCXjx0tXgdN+Nm&#10;MZksm1S3/fVNodDbPN7nLNeDs+JGfWg9K5hOMhDEtdctNwqOh934BUSIyBqtZ1LwRQHWq8eHJRba&#10;3/mdblVsRArhUKACE2NXSBlqQw7DxHfEibv43mFMsG+k7vGewp2VeZbNpcOWU4PBjt4M1dfq0ynY&#10;Vp3Nj6V5DaeP/flsy+8dnbZKPY2GzQJEpCH+i//cpU7z89lzDr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zTZz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paMcMA&#10;AADeAAAADwAAAGRycy9kb3ducmV2LnhtbERPS2sCMRC+C/0PYQreNKmilu1mpZQKgidfh96GZLq7&#10;7WaybKK7/feNIHibj+85+XpwjbhSF2rPGl6mCgSx8bbmUsPpuJm8gggR2WLjmTT8UYB18TTKMbO+&#10;5z1dD7EUKYRDhhqqGNtMymAqchimviVO3LfvHMYEu1LaDvsU7ho5U2opHdacGips6aMi83u4OA0/&#10;G7nzRqE5n8791q6+PpfUKK3Hz8P7G4hIQ3yI7+6tTfNni/kcbu+kG2T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paM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sxIsQA&#10;AADeAAAADwAAAGRycy9kb3ducmV2LnhtbERPS2vCQBC+F/wPywjedGNsRaKraKEgLT34QDyO2TEJ&#10;yc6G3VXTf98tCL3Nx/ecxaozjbiT85VlBeNRAoI4t7riQsHx8DGcgfABWWNjmRT8kIfVsveywEzb&#10;B+/ovg+FiCHsM1RQhtBmUvq8JIN+ZFviyF2tMxgidIXUDh8x3DQyTZKpNFhxbCixpfeS8np/MwrO&#10;ty++fk8+124TTrY7+Dq9zGqlBv1uPQcRqAv/4qd7q+P89G3yCn/vxBv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7MSL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23C49" w:rsidRDefault="00123C49" w:rsidP="00123C49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pBy8YA&#10;AADeAAAADwAAAGRycy9kb3ducmV2LnhtbERPTWvCQBC9C/0Pywi96ca0KTZ1lVoQehHU9lBvY3aa&#10;BLOz6e6q0V/vCkJv83ifM5l1phFHcr62rGA0TEAQF1bXXCr4/loMxiB8QNbYWCYFZ/Iwmz70Jphr&#10;e+I1HTehFDGEfY4KqhDaXEpfVGTQD21LHLlf6wyGCF0ptcNTDDeNTJPkRRqsOTZU2NJHRcV+czAK&#10;5q/j+d/qmZeX9W5L25/dPktdotRjv3t/AxGoC//iu/tTx/lp9pTB7Z14g5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pBy8YAAADeAAAADwAAAAAAAAAAAAAAAACYAgAAZHJz&#10;L2Rvd25yZXYueG1sUEsFBgAAAAAEAAQA9QAAAIsDAAAAAA==&#10;" fillcolor="black" stroked="f">
                  <v:textbox>
                    <w:txbxContent>
                      <w:p w:rsidR="00123C49" w:rsidRDefault="00123C49" w:rsidP="00123C49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7UFsQA&#10;AADeAAAADwAAAGRycy9kb3ducmV2LnhtbERPS0sDMRC+C/6HMII3m7XFUrZNy1IoFU/bh3idbqab&#10;xc1kSWK6/nsjCN7m43vOajPaXiTyoXOs4HlSgCBunO64VXA+7Z4WIEJE1tg7JgXfFGCzvr9bYand&#10;jQ+UjrEVOYRDiQpMjEMpZWgMWQwTNxBn7uq8xZihb6X2eMvhtpfTophLix3nBoMDbQ01n8cvqyBd&#10;tnU1Sx/JHN581XpX798vtVKPD2O1BBFpjP/iP/erzvOnL7M5/L6Tb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O1Bb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23C49" w:rsidRDefault="00123C49" w:rsidP="00123C49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41hMYA&#10;AADeAAAADwAAAGRycy9kb3ducmV2LnhtbERPTUvDQBC9F/wPywje2k0qbTVmW6TYol6ssVCPQ3bM&#10;BrOzIbtNo7/eFQq9zeN9Tr4abCN66nztWEE6SUAQl07XXCnYf2zGdyB8QNbYOCYFP+Rhtbwa5Zhp&#10;d+J36otQiRjCPkMFJoQ2k9KXhiz6iWuJI/flOoshwq6SusNTDLeNnCbJXFqsOTYYbGltqPwujlaB&#10;T9dPh1f7e99/bg2/FS9mvquMUjfXw+MDiEBDuIjP7mcd509ntwv4fyfe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41hM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23C49" w:rsidRDefault="00123C49" w:rsidP="00123C49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23C49" w:rsidRPr="003B50D1" w:rsidRDefault="00123C49" w:rsidP="00123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123C49" w:rsidRPr="003B50D1" w:rsidRDefault="00123C49" w:rsidP="00123C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123C49" w:rsidRPr="003B50D1" w:rsidRDefault="00123C49" w:rsidP="00123C4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123C49" w:rsidRPr="003B50D1" w:rsidRDefault="00123C49" w:rsidP="00123C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123C49" w:rsidRPr="003B50D1" w:rsidRDefault="00123C49" w:rsidP="00123C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123C49" w:rsidRPr="003B50D1" w:rsidRDefault="00123C49" w:rsidP="00123C4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3C49" w:rsidRPr="003B50D1" w:rsidRDefault="00123C49" w:rsidP="00123C4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123C49" w:rsidRPr="003B50D1" w:rsidRDefault="00123C49" w:rsidP="00123C4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3C49" w:rsidRPr="003B50D1" w:rsidRDefault="00123C49" w:rsidP="00123C4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123C49" w:rsidRPr="003B50D1" w:rsidRDefault="00123C49" w:rsidP="00123C4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123C49" w:rsidRPr="003B50D1" w:rsidRDefault="00123C49" w:rsidP="00123C4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123C49" w:rsidRPr="003B50D1" w:rsidRDefault="00123C49" w:rsidP="00123C4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123C49" w:rsidRPr="003B50D1" w:rsidRDefault="00123C49" w:rsidP="00123C4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23C49" w:rsidRPr="003B50D1" w:rsidRDefault="00123C49" w:rsidP="00123C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3C49" w:rsidRPr="003B50D1" w:rsidRDefault="00123C49" w:rsidP="00123C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123C49" w:rsidRPr="003B50D1" w:rsidRDefault="00123C49" w:rsidP="00123C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123C49" w:rsidRPr="003B50D1" w:rsidRDefault="00123C49" w:rsidP="00123C4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123C49" w:rsidRPr="003B50D1" w:rsidRDefault="00123C49" w:rsidP="00123C4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Поліщук Л. В.</w:t>
      </w:r>
    </w:p>
    <w:p w:rsidR="00123C49" w:rsidRPr="003B50D1" w:rsidRDefault="00123C49" w:rsidP="00123C4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3C49" w:rsidRPr="003B50D1" w:rsidRDefault="00123C49" w:rsidP="00123C4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3C49" w:rsidRPr="003B50D1" w:rsidRDefault="00123C49" w:rsidP="00123C4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B50D1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Поліщук Л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123C49" w:rsidRPr="003B50D1" w:rsidRDefault="00123C49" w:rsidP="00123C4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123C49" w:rsidRPr="003B50D1" w:rsidRDefault="00123C49" w:rsidP="00123C4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3C49" w:rsidRPr="003B50D1" w:rsidRDefault="00123C49" w:rsidP="00123C4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 Затвердити Полі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щук Людмилі Володимирівні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та передачі її у приватну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власніть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>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 площею  0,7372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район, за межами населеного пункту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23C49" w:rsidRPr="003B50D1" w:rsidRDefault="00123C49" w:rsidP="00123C4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2.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Передати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Полі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щук Людмилі Володимирівні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 межами населеного пункту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</w:rPr>
        <w:t xml:space="preserve">Шепетівського району Хмельницької </w:t>
      </w:r>
      <w:r w:rsidRPr="003B50D1">
        <w:rPr>
          <w:rFonts w:ascii="Times New Roman" w:eastAsia="Calibri" w:hAnsi="Times New Roman" w:cs="Times New Roman"/>
          <w:sz w:val="24"/>
          <w:szCs w:val="24"/>
        </w:rPr>
        <w:t>області,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01257C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0,7372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</w:rPr>
        <w:t>кадастровий номер: 6823986800:05:005:0021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 Шепетівський район,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 межами населеного пункту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23C49" w:rsidRPr="003B50D1" w:rsidRDefault="00123C49" w:rsidP="00123C4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Поліщук Л. В.,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123C49" w:rsidRDefault="00123C49" w:rsidP="00123C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3B50D1">
        <w:rPr>
          <w:rFonts w:ascii="Times New Roman" w:eastAsia="Calibri" w:hAnsi="Times New Roman" w:cs="Times New Roman"/>
          <w:sz w:val="24"/>
          <w:szCs w:val="24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123C49" w:rsidRDefault="00123C49" w:rsidP="00123C49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123C49" w:rsidRDefault="00123C49" w:rsidP="00123C49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123C49" w:rsidRDefault="00123C49" w:rsidP="00123C49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123C49" w:rsidRDefault="00123C49" w:rsidP="00123C49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123C49" w:rsidRDefault="00123C49" w:rsidP="00123C49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123C49" w:rsidRPr="00123C49" w:rsidRDefault="00123C49" w:rsidP="00123C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uk-UA"/>
        </w:rPr>
        <w:t>Сі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льський   голова 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         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Валерій   МИХАЛЮК</w:t>
      </w:r>
    </w:p>
    <w:p w:rsidR="00123C49" w:rsidRPr="003B50D1" w:rsidRDefault="00123C49" w:rsidP="00123C4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123C49" w:rsidRDefault="00123C49" w:rsidP="00123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38217B" w:rsidRDefault="0038217B"/>
    <w:sectPr w:rsidR="0038217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C49"/>
    <w:rsid w:val="0001257C"/>
    <w:rsid w:val="00123C49"/>
    <w:rsid w:val="0038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C49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C49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4</TotalTime>
  <Pages>1</Pages>
  <Words>306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2022-02-11T12:57:00Z</dcterms:created>
  <dcterms:modified xsi:type="dcterms:W3CDTF">2022-02-14T07:31:00Z</dcterms:modified>
</cp:coreProperties>
</file>