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03A" w:rsidRDefault="001D403A" w:rsidP="001D403A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1D403A" w:rsidRDefault="001D403A" w:rsidP="001D403A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3810" t="6350" r="8890" b="1905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EE2936"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1D403A" w:rsidRDefault="001D403A" w:rsidP="001D403A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1D403A" w:rsidRDefault="001D403A" w:rsidP="001D40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D403A" w:rsidRDefault="001D403A" w:rsidP="001D403A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1D403A" w:rsidRDefault="001D403A" w:rsidP="001D40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D403A" w:rsidRDefault="001D403A" w:rsidP="001D40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D403A" w:rsidRDefault="001D403A" w:rsidP="001D40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03A" w:rsidRDefault="001D403A" w:rsidP="001D40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1D403A" w:rsidRDefault="001D403A" w:rsidP="001D40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403A" w:rsidRDefault="001D403A" w:rsidP="001D40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1D403A" w:rsidRPr="006145E5" w:rsidRDefault="001D403A" w:rsidP="001D40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03A" w:rsidRDefault="001D403A" w:rsidP="001D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18травня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 39</w:t>
      </w:r>
    </w:p>
    <w:p w:rsidR="001D403A" w:rsidRPr="002114E7" w:rsidRDefault="001D403A" w:rsidP="001D403A">
      <w:pPr>
        <w:spacing w:after="0"/>
        <w:rPr>
          <w:rFonts w:ascii="Times New Roman" w:hAnsi="Times New Roman"/>
          <w:sz w:val="24"/>
          <w:szCs w:val="24"/>
        </w:rPr>
      </w:pPr>
    </w:p>
    <w:p w:rsidR="001D403A" w:rsidRDefault="001D403A" w:rsidP="001D403A">
      <w:pPr>
        <w:spacing w:after="0"/>
        <w:rPr>
          <w:rFonts w:ascii="Times New Roman" w:eastAsia="Times New Roman" w:hAnsi="Times New Roman"/>
          <w:b/>
          <w:bCs/>
          <w:sz w:val="24"/>
          <w:szCs w:val="24"/>
        </w:rPr>
      </w:pPr>
      <w:r w:rsidRPr="002114E7">
        <w:rPr>
          <w:rFonts w:ascii="Times New Roman" w:eastAsia="Times New Roman" w:hAnsi="Times New Roman"/>
          <w:b/>
          <w:bCs/>
          <w:sz w:val="24"/>
          <w:szCs w:val="24"/>
        </w:rPr>
        <w:t>Про зарахування на квартирний облік</w:t>
      </w:r>
    </w:p>
    <w:p w:rsidR="001D403A" w:rsidRPr="002114E7" w:rsidRDefault="001D403A" w:rsidP="001D403A">
      <w:pPr>
        <w:spacing w:after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D403A" w:rsidRDefault="001D403A" w:rsidP="001D403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spacing w:val="-1"/>
          <w:sz w:val="24"/>
          <w:szCs w:val="24"/>
          <w:bdr w:val="none" w:sz="0" w:space="0" w:color="auto" w:frame="1"/>
        </w:rPr>
      </w:pPr>
      <w:r w:rsidRPr="00482155">
        <w:rPr>
          <w:rFonts w:ascii="Times New Roman" w:hAnsi="Times New Roman"/>
          <w:sz w:val="24"/>
          <w:szCs w:val="24"/>
        </w:rPr>
        <w:t>Відповідно до</w:t>
      </w:r>
      <w:r>
        <w:rPr>
          <w:rFonts w:ascii="Times New Roman" w:hAnsi="Times New Roman"/>
          <w:sz w:val="24"/>
          <w:szCs w:val="24"/>
        </w:rPr>
        <w:t xml:space="preserve"> підпункту 2 пункту «а» статті 30 </w:t>
      </w:r>
      <w:r w:rsidRPr="00482155">
        <w:rPr>
          <w:rFonts w:ascii="Times New Roman" w:hAnsi="Times New Roman"/>
          <w:sz w:val="24"/>
          <w:szCs w:val="24"/>
        </w:rPr>
        <w:t>Закону України «Про місцеве самоврядування в Україні»,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482155">
        <w:rPr>
          <w:rFonts w:ascii="Times New Roman" w:eastAsia="Times New Roman" w:hAnsi="Times New Roman"/>
          <w:bCs/>
          <w:sz w:val="24"/>
          <w:szCs w:val="24"/>
        </w:rPr>
        <w:t>Житлового кодексу України,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A17B8">
        <w:rPr>
          <w:rFonts w:ascii="Times New Roman" w:eastAsia="Times New Roman" w:hAnsi="Times New Roman"/>
          <w:bCs/>
          <w:sz w:val="24"/>
          <w:szCs w:val="24"/>
        </w:rPr>
        <w:t xml:space="preserve">Правил обліку громадян, які потребують поліпшення житлових умов, та надання їм жилих приміщень в Українській РСР, затверджених постановою Ради Міністрів УРСР і </w:t>
      </w:r>
      <w:proofErr w:type="spellStart"/>
      <w:r w:rsidRPr="006A17B8">
        <w:rPr>
          <w:rFonts w:ascii="Times New Roman" w:eastAsia="Times New Roman" w:hAnsi="Times New Roman"/>
          <w:bCs/>
          <w:sz w:val="24"/>
          <w:szCs w:val="24"/>
        </w:rPr>
        <w:t>Укрпрофради</w:t>
      </w:r>
      <w:proofErr w:type="spellEnd"/>
      <w:r w:rsidRPr="006A17B8">
        <w:rPr>
          <w:rFonts w:ascii="Times New Roman" w:eastAsia="Times New Roman" w:hAnsi="Times New Roman"/>
          <w:bCs/>
          <w:sz w:val="24"/>
          <w:szCs w:val="24"/>
        </w:rPr>
        <w:t xml:space="preserve"> від 11 грудня 1984 року № 470,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482155"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 xml:space="preserve">статті 33 Закону України «Про забезпечення організаційно-правових умов соціального захисту дітей – сиріт та дітей, позбавлених батьківського піклування», Положення про квартирний облік при виконавчому комітеті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сільської ради, затвердженого рішенням виконавчого комітету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сільської ради від 12 липня 2019 року № 54,  враховуючи пропозиції Комісії з житлових питань і квартирного обліку при виконавчому комітеті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сільської ради (протокол засідання від 30.04.20</w:t>
      </w:r>
      <w:r w:rsidRPr="006B4CCB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 р. №1/20</w:t>
      </w:r>
      <w:r w:rsidRPr="006B4CCB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>)</w:t>
      </w:r>
      <w:r w:rsidRPr="00482155">
        <w:rPr>
          <w:rFonts w:ascii="Times New Roman" w:eastAsia="Times New Roman" w:hAnsi="Times New Roman"/>
          <w:spacing w:val="-1"/>
          <w:sz w:val="24"/>
          <w:szCs w:val="24"/>
          <w:bdr w:val="none" w:sz="0" w:space="0" w:color="auto" w:frame="1"/>
        </w:rPr>
        <w:t>, </w:t>
      </w:r>
      <w:r w:rsidRPr="00482155">
        <w:rPr>
          <w:rFonts w:ascii="Times New Roman" w:eastAsia="Times New Roman" w:hAnsi="Times New Roman"/>
          <w:spacing w:val="-1"/>
          <w:sz w:val="24"/>
          <w:szCs w:val="24"/>
        </w:rPr>
        <w:t>виконавчий комітет сільської ради</w:t>
      </w:r>
      <w:r w:rsidRPr="00482155">
        <w:rPr>
          <w:rFonts w:ascii="Times New Roman" w:eastAsia="Times New Roman" w:hAnsi="Times New Roman"/>
          <w:spacing w:val="-1"/>
          <w:sz w:val="24"/>
          <w:szCs w:val="24"/>
          <w:bdr w:val="none" w:sz="0" w:space="0" w:color="auto" w:frame="1"/>
        </w:rPr>
        <w:t>  </w:t>
      </w:r>
    </w:p>
    <w:p w:rsidR="001D403A" w:rsidRDefault="001D403A" w:rsidP="001D403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</w:pPr>
      <w:r w:rsidRPr="006A17B8">
        <w:rPr>
          <w:rFonts w:ascii="Times New Roman" w:eastAsia="Times New Roman" w:hAnsi="Times New Roman"/>
          <w:bCs/>
          <w:spacing w:val="-1"/>
          <w:sz w:val="24"/>
          <w:szCs w:val="24"/>
        </w:rPr>
        <w:t>ВИРІШИВ</w:t>
      </w:r>
      <w:r w:rsidRPr="00482155"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>:</w:t>
      </w:r>
    </w:p>
    <w:p w:rsidR="001D403A" w:rsidRDefault="001D403A" w:rsidP="001D403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>1. Зарахувати на позачерговий  квартирний облік:</w:t>
      </w:r>
    </w:p>
    <w:p w:rsidR="001D403A" w:rsidRDefault="001D403A" w:rsidP="001D403A">
      <w:pPr>
        <w:shd w:val="clear" w:color="auto" w:fill="FFFFFF"/>
        <w:tabs>
          <w:tab w:val="left" w:pos="9639"/>
        </w:tabs>
        <w:spacing w:after="0"/>
        <w:ind w:firstLine="851"/>
        <w:jc w:val="both"/>
        <w:textAlignment w:val="baseline"/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 xml:space="preserve">1.1. </w:t>
      </w:r>
      <w:proofErr w:type="spellStart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>Чулія</w:t>
      </w:r>
      <w:proofErr w:type="spellEnd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 xml:space="preserve"> Андрія Володимировича, 28 серпня 2002 року народження, якому розпорядженням голови </w:t>
      </w:r>
      <w:proofErr w:type="spellStart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>Славутської</w:t>
      </w:r>
      <w:proofErr w:type="spellEnd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 xml:space="preserve">  РДА від 26 лютого  2020 року № 30/2020 - р  надано статус дитини - сироти.</w:t>
      </w:r>
    </w:p>
    <w:p w:rsidR="001D403A" w:rsidRDefault="001D403A" w:rsidP="001D403A">
      <w:pPr>
        <w:shd w:val="clear" w:color="auto" w:fill="FFFFFF"/>
        <w:tabs>
          <w:tab w:val="left" w:pos="9639"/>
        </w:tabs>
        <w:spacing w:after="0"/>
        <w:ind w:firstLine="851"/>
        <w:jc w:val="both"/>
        <w:textAlignment w:val="baseline"/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 xml:space="preserve">1.2. </w:t>
      </w:r>
      <w:proofErr w:type="spellStart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>Шминдрука</w:t>
      </w:r>
      <w:proofErr w:type="spellEnd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 xml:space="preserve"> Артема  Івановича, 26 березня 2004 року народження, якому розпорядженням голови </w:t>
      </w:r>
      <w:proofErr w:type="spellStart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>Славутської</w:t>
      </w:r>
      <w:proofErr w:type="spellEnd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 xml:space="preserve">  РДА від 04  липня 2017 року № 346/2017 - р  надано статус дитини, позбавленої батьківського піклування.</w:t>
      </w:r>
    </w:p>
    <w:p w:rsidR="001D403A" w:rsidRDefault="001D403A" w:rsidP="001D403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 xml:space="preserve">2. Зобов’язати </w:t>
      </w:r>
      <w:proofErr w:type="spellStart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>Славутську</w:t>
      </w:r>
      <w:proofErr w:type="spellEnd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 xml:space="preserve"> РДА, у разі отримання  </w:t>
      </w:r>
      <w:proofErr w:type="spellStart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>Чулія</w:t>
      </w:r>
      <w:proofErr w:type="spellEnd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 xml:space="preserve"> А.В. та </w:t>
      </w:r>
      <w:proofErr w:type="spellStart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>Шминдрука</w:t>
      </w:r>
      <w:proofErr w:type="spellEnd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 xml:space="preserve"> А.І. житла в іншому місці, повідомити про це виконавчий комітет </w:t>
      </w:r>
      <w:proofErr w:type="spellStart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>Крупецької</w:t>
      </w:r>
      <w:proofErr w:type="spellEnd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 xml:space="preserve"> сільської ради.</w:t>
      </w:r>
    </w:p>
    <w:p w:rsidR="001D403A" w:rsidRDefault="001D403A" w:rsidP="001D403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>3. Контроль за виконанням цього рішення покласти на секретаря виконавчого комітету Мазур В.М.</w:t>
      </w:r>
    </w:p>
    <w:p w:rsidR="001D403A" w:rsidRDefault="001D403A" w:rsidP="001D403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</w:pPr>
      <w:bookmarkStart w:id="0" w:name="_GoBack"/>
      <w:bookmarkEnd w:id="0"/>
    </w:p>
    <w:p w:rsidR="00D17755" w:rsidRPr="001D403A" w:rsidRDefault="001D403A" w:rsidP="001D403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 xml:space="preserve">Сільський голова                                                                </w:t>
      </w:r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 xml:space="preserve">          В.А. </w:t>
      </w:r>
      <w:proofErr w:type="spellStart"/>
      <w:r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>Михалюк</w:t>
      </w:r>
      <w:proofErr w:type="spellEnd"/>
    </w:p>
    <w:sectPr w:rsidR="00D17755" w:rsidRPr="001D403A" w:rsidSect="001D403A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03A"/>
    <w:rsid w:val="001D403A"/>
    <w:rsid w:val="00D1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2F5A9"/>
  <w15:chartTrackingRefBased/>
  <w15:docId w15:val="{64727635-842A-49BC-946A-3DA48ED1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03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301</Words>
  <Characters>1716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2020-05-19T07:19:00Z</dcterms:created>
  <dcterms:modified xsi:type="dcterms:W3CDTF">2020-05-19T07:20:00Z</dcterms:modified>
</cp:coreProperties>
</file>