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A2B" w:rsidRPr="006D5A2B" w:rsidRDefault="007B1713" w:rsidP="006D5A2B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val="uk-UA" w:eastAsia="uk-UA"/>
        </w:rPr>
      </w:pPr>
      <w:r w:rsidRPr="006D5A2B">
        <w:rPr>
          <w:rFonts w:ascii="Courier New" w:eastAsia="Calibri" w:hAnsi="Courier New" w:cs="Courier New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36FECFC" wp14:editId="27E36CF2">
                <wp:simplePos x="0" y="0"/>
                <wp:positionH relativeFrom="margin">
                  <wp:posOffset>2910205</wp:posOffset>
                </wp:positionH>
                <wp:positionV relativeFrom="paragraph">
                  <wp:posOffset>67945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D5A2B" w:rsidRDefault="006D5A2B" w:rsidP="006D5A2B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29.15pt;margin-top:5.3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D5A2B" w:rsidRDefault="006D5A2B" w:rsidP="006D5A2B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6D5A2B" w:rsidRDefault="006D5A2B" w:rsidP="006D5A2B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D5A2B" w:rsidRDefault="006D5A2B" w:rsidP="006D5A2B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6D5A2B" w:rsidRDefault="006D5A2B" w:rsidP="006D5A2B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D5A2B" w:rsidRDefault="006D5A2B" w:rsidP="006D5A2B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D5A2B" w:rsidRDefault="006D5A2B" w:rsidP="006D5A2B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D5A2B" w:rsidRPr="006D5A2B" w:rsidRDefault="006D5A2B" w:rsidP="006D5A2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Calibri" w:hAnsi="Times New Roman" w:cs="Courier New"/>
        </w:rPr>
      </w:pPr>
    </w:p>
    <w:p w:rsidR="006D5A2B" w:rsidRPr="006D5A2B" w:rsidRDefault="006D5A2B" w:rsidP="007B171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D5A2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УКРАЇНА</w:t>
      </w:r>
    </w:p>
    <w:p w:rsidR="006D5A2B" w:rsidRPr="006D5A2B" w:rsidRDefault="006D5A2B" w:rsidP="006D5A2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D5A2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КРУПЕЦЬКА СІЛЬСЬКА РАДА</w:t>
      </w: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D5A2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СЛАВУТСЬКОГО РАЙОНУ</w:t>
      </w: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D5A2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ХМЕЛЬНИЦЬКОЇ ОБЛАСТІ</w:t>
      </w: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7B1713" w:rsidRDefault="007B1713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>ВИКОНАВЧИЙ КОМІТЕТ</w:t>
      </w:r>
    </w:p>
    <w:p w:rsidR="007B1713" w:rsidRDefault="007B1713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</w:p>
    <w:p w:rsidR="006D5A2B" w:rsidRPr="006D5A2B" w:rsidRDefault="006D5A2B" w:rsidP="006D5A2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</w:pPr>
      <w:r w:rsidRPr="006D5A2B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uk-UA"/>
        </w:rPr>
        <w:t xml:space="preserve"> РІШЕННЯ</w:t>
      </w:r>
    </w:p>
    <w:p w:rsidR="006D5A2B" w:rsidRPr="006D5A2B" w:rsidRDefault="006D5A2B" w:rsidP="007B1713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D5A2B" w:rsidRPr="006D5A2B" w:rsidRDefault="006D5A2B" w:rsidP="006D5A2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</w:pPr>
    </w:p>
    <w:p w:rsidR="006D5A2B" w:rsidRPr="006D5A2B" w:rsidRDefault="007B1713" w:rsidP="006D5A2B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>28</w:t>
      </w:r>
      <w:r w:rsidR="006D5A2B" w:rsidRPr="006D5A2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.10.2021 року                                         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</w:t>
      </w:r>
      <w:r w:rsidR="006D5A2B" w:rsidRPr="006D5A2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Крупець                           </w:t>
      </w:r>
      <w:r w:rsidR="006D5A2B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uk-UA"/>
        </w:rPr>
        <w:t xml:space="preserve">                            №</w:t>
      </w:r>
    </w:p>
    <w:p w:rsidR="006D5A2B" w:rsidRPr="006D5A2B" w:rsidRDefault="006D5A2B" w:rsidP="006D5A2B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eastAsia="en-US"/>
        </w:rPr>
      </w:pPr>
    </w:p>
    <w:p w:rsidR="003C65F0" w:rsidRDefault="005A40DE" w:rsidP="003C6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Про</w:t>
      </w:r>
      <w:r w:rsidR="003C65F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3C65F0">
        <w:rPr>
          <w:rFonts w:ascii="Times New Roman" w:eastAsia="Times New Roman" w:hAnsi="Times New Roman" w:cs="Times New Roman"/>
          <w:b/>
          <w:sz w:val="24"/>
          <w:szCs w:val="24"/>
        </w:rPr>
        <w:t>затвердження</w:t>
      </w:r>
      <w:proofErr w:type="spellEnd"/>
      <w:r w:rsidR="003C65F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проектно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</w:p>
    <w:p w:rsidR="005A40DE" w:rsidRDefault="005A40DE" w:rsidP="003C6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  <w:r w:rsidRPr="001B5E38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>кошторисної документації</w:t>
      </w:r>
    </w:p>
    <w:p w:rsidR="003C65F0" w:rsidRDefault="003C65F0" w:rsidP="003C6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3C65F0" w:rsidRPr="003C65F0" w:rsidRDefault="003C65F0" w:rsidP="003C65F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/>
        </w:rPr>
      </w:pPr>
    </w:p>
    <w:p w:rsidR="005A40DE" w:rsidRDefault="003C65F0" w:rsidP="005A40D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>Відповідно до вимог Закону України «Про державне прогнозування та розроблення програм економічного і соціального розвитку України», 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Кабінету міністрів України від 11 травня</w:t>
      </w:r>
      <w:r w:rsidRPr="003C65F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>2011</w:t>
      </w:r>
      <w:r w:rsidRPr="003C65F0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року №560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>Крупецької</w:t>
      </w:r>
      <w:proofErr w:type="spellEnd"/>
      <w:r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сільської ради на 2021-2023 рік</w:t>
      </w:r>
      <w:r w:rsidR="005A40D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5A40DE">
        <w:rPr>
          <w:rFonts w:ascii="Times New Roman" w:eastAsia="Times New Roman" w:hAnsi="Times New Roman" w:cs="Times New Roman"/>
          <w:sz w:val="24"/>
          <w:szCs w:val="24"/>
        </w:rPr>
        <w:t>сільська</w:t>
      </w:r>
      <w:proofErr w:type="spellEnd"/>
      <w:r w:rsidR="005A40DE">
        <w:rPr>
          <w:rFonts w:ascii="Times New Roman" w:eastAsia="Times New Roman" w:hAnsi="Times New Roman" w:cs="Times New Roman"/>
          <w:sz w:val="24"/>
          <w:szCs w:val="24"/>
        </w:rPr>
        <w:t xml:space="preserve"> рада</w:t>
      </w:r>
    </w:p>
    <w:p w:rsidR="005A40DE" w:rsidRDefault="005A40DE" w:rsidP="005A40D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ВИРІШИЛА:</w:t>
      </w:r>
    </w:p>
    <w:p w:rsidR="005A40DE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1.Затвердити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кошторисну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документацію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на:</w:t>
      </w:r>
    </w:p>
    <w:p w:rsidR="005A40DE" w:rsidRPr="006D5A2B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</w:rPr>
        <w:t>1.1.«</w:t>
      </w:r>
      <w:r w:rsidR="00A32C26">
        <w:rPr>
          <w:rFonts w:ascii="Times New Roman" w:hAnsi="Times New Roman" w:cs="Times New Roman"/>
          <w:sz w:val="24"/>
          <w:szCs w:val="24"/>
          <w:lang w:val="uk-UA"/>
        </w:rPr>
        <w:t xml:space="preserve">Поточний </w:t>
      </w:r>
      <w:r w:rsidR="00F90B81">
        <w:rPr>
          <w:rFonts w:ascii="Times New Roman" w:hAnsi="Times New Roman" w:cs="Times New Roman"/>
          <w:sz w:val="24"/>
          <w:szCs w:val="24"/>
          <w:lang w:val="uk-UA"/>
        </w:rPr>
        <w:t xml:space="preserve">ремонт системи 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опалення буді</w:t>
      </w:r>
      <w:proofErr w:type="gramStart"/>
      <w:r w:rsidR="00CA08C2">
        <w:rPr>
          <w:rFonts w:ascii="Times New Roman" w:hAnsi="Times New Roman" w:cs="Times New Roman"/>
          <w:sz w:val="24"/>
          <w:szCs w:val="24"/>
          <w:lang w:val="uk-UA"/>
        </w:rPr>
        <w:t>вл</w:t>
      </w:r>
      <w:proofErr w:type="gramEnd"/>
      <w:r w:rsidR="00CA08C2">
        <w:rPr>
          <w:rFonts w:ascii="Times New Roman" w:hAnsi="Times New Roman" w:cs="Times New Roman"/>
          <w:sz w:val="24"/>
          <w:szCs w:val="24"/>
          <w:lang w:val="uk-UA"/>
        </w:rPr>
        <w:t xml:space="preserve">і аптеки №177 </w:t>
      </w:r>
      <w:r w:rsidR="00F90B81">
        <w:rPr>
          <w:rFonts w:ascii="Times New Roman" w:hAnsi="Times New Roman" w:cs="Times New Roman"/>
          <w:sz w:val="24"/>
          <w:szCs w:val="24"/>
          <w:lang w:val="uk-UA"/>
        </w:rPr>
        <w:t>за адресою: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D5A2B">
        <w:rPr>
          <w:rFonts w:ascii="Times New Roman" w:hAnsi="Times New Roman" w:cs="Times New Roman"/>
          <w:sz w:val="24"/>
          <w:szCs w:val="24"/>
          <w:lang w:val="uk-UA"/>
        </w:rPr>
        <w:t>буд. 29, вул. Ярослава Мудрого, м. Славута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Хмельницької області» загальною кошторисною вартістю 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41,785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сорок одна тисяча сімсот вісімдесят п’ять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8E2911">
        <w:rPr>
          <w:rFonts w:ascii="Times New Roman" w:hAnsi="Times New Roman" w:cs="Times New Roman"/>
          <w:sz w:val="24"/>
          <w:szCs w:val="24"/>
          <w:lang w:val="uk-UA"/>
        </w:rPr>
        <w:t>ень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00 коп.);</w:t>
      </w:r>
    </w:p>
    <w:p w:rsidR="005A40DE" w:rsidRPr="006D5A2B" w:rsidRDefault="005A40DE" w:rsidP="005A40DE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D5A2B">
        <w:rPr>
          <w:rFonts w:ascii="Times New Roman" w:hAnsi="Times New Roman" w:cs="Times New Roman"/>
          <w:sz w:val="24"/>
          <w:szCs w:val="24"/>
          <w:lang w:val="uk-UA"/>
        </w:rPr>
        <w:t>1.2. «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Поточний ремонт</w:t>
      </w:r>
      <w:r w:rsidR="006D5A2B" w:rsidRPr="006D5A2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приміщення ПРУ в ліцеї за адресою</w:t>
      </w:r>
      <w:r w:rsidR="001B5E3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вул.</w:t>
      </w:r>
      <w:r w:rsidR="006D5A2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Шкільна,</w:t>
      </w:r>
      <w:r w:rsidR="001B5E38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1а,</w:t>
      </w:r>
      <w:r w:rsidR="006D5A2B" w:rsidRPr="006D5A2B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с. Крупець, </w:t>
      </w:r>
      <w:proofErr w:type="spellStart"/>
      <w:r w:rsidRPr="006D5A2B">
        <w:rPr>
          <w:rFonts w:ascii="Times New Roman" w:hAnsi="Times New Roman" w:cs="Times New Roman"/>
          <w:sz w:val="24"/>
          <w:szCs w:val="24"/>
          <w:lang w:val="uk-UA"/>
        </w:rPr>
        <w:t>Славутського</w:t>
      </w:r>
      <w:proofErr w:type="spellEnd"/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району Хмельницької області» загальною кошторисною вартістю 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31,290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тридцять одна тисяча двісті дев’яносто</w:t>
      </w:r>
      <w:r w:rsidR="00CA08C2"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грив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>е</w:t>
      </w:r>
      <w:r w:rsidR="00CA08C2" w:rsidRPr="006D5A2B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CA08C2">
        <w:rPr>
          <w:rFonts w:ascii="Times New Roman" w:hAnsi="Times New Roman" w:cs="Times New Roman"/>
          <w:sz w:val="24"/>
          <w:szCs w:val="24"/>
          <w:lang w:val="uk-UA"/>
        </w:rPr>
        <w:t xml:space="preserve">ь </w:t>
      </w:r>
      <w:r w:rsidRPr="006D5A2B">
        <w:rPr>
          <w:rFonts w:ascii="Times New Roman" w:hAnsi="Times New Roman" w:cs="Times New Roman"/>
          <w:sz w:val="24"/>
          <w:szCs w:val="24"/>
          <w:lang w:val="uk-UA"/>
        </w:rPr>
        <w:t xml:space="preserve"> 00 коп.).</w:t>
      </w:r>
    </w:p>
    <w:p w:rsidR="003C65F0" w:rsidRPr="003C65F0" w:rsidRDefault="005A40DE" w:rsidP="003C65F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 w:rsidRPr="001B5E38">
        <w:rPr>
          <w:rFonts w:ascii="Times New Roman" w:hAnsi="Times New Roman" w:cs="Times New Roman"/>
          <w:sz w:val="24"/>
          <w:szCs w:val="24"/>
          <w:lang w:val="uk-UA"/>
        </w:rPr>
        <w:t xml:space="preserve">2. </w:t>
      </w:r>
      <w:r w:rsidR="003C65F0"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Контроль за виконанням </w:t>
      </w:r>
      <w:r w:rsidR="007B1713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даного </w:t>
      </w:r>
      <w:r w:rsidR="003C65F0" w:rsidRPr="003C65F0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рішення покласти </w:t>
      </w:r>
      <w:r w:rsidR="007B1713">
        <w:rPr>
          <w:rFonts w:ascii="Times New Roman" w:eastAsia="Times New Roman" w:hAnsi="Times New Roman" w:cs="Times New Roman"/>
          <w:sz w:val="24"/>
          <w:szCs w:val="24"/>
          <w:lang w:val="uk-UA"/>
        </w:rPr>
        <w:t>на заступника сільського голови з питань діяльності виконавчих органів ради Л.П.Ліпську.</w:t>
      </w:r>
      <w:bookmarkStart w:id="0" w:name="_GoBack"/>
      <w:bookmarkEnd w:id="0"/>
    </w:p>
    <w:p w:rsidR="003C65F0" w:rsidRDefault="003C65F0" w:rsidP="001B5E38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5A40DE" w:rsidRPr="007B1713" w:rsidRDefault="005A40DE" w:rsidP="005A40DE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Сільський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голова                                                                     </w:t>
      </w:r>
      <w:r w:rsidR="007B1713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B1713">
        <w:rPr>
          <w:rFonts w:ascii="Times New Roman" w:hAnsi="Times New Roman" w:cs="Times New Roman"/>
          <w:sz w:val="24"/>
          <w:szCs w:val="24"/>
          <w:lang w:val="uk-UA"/>
        </w:rPr>
        <w:t>Валерій МИХАЛЮК</w:t>
      </w:r>
    </w:p>
    <w:p w:rsidR="00826B22" w:rsidRDefault="00826B22"/>
    <w:sectPr w:rsidR="00826B22" w:rsidSect="006D5A2B">
      <w:pgSz w:w="12240" w:h="15840"/>
      <w:pgMar w:top="1134" w:right="850" w:bottom="1134" w:left="1701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F43"/>
    <w:multiLevelType w:val="hybridMultilevel"/>
    <w:tmpl w:val="419ED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40DE"/>
    <w:rsid w:val="00171A2E"/>
    <w:rsid w:val="001B5E38"/>
    <w:rsid w:val="002513F5"/>
    <w:rsid w:val="00304C90"/>
    <w:rsid w:val="003C65F0"/>
    <w:rsid w:val="00505B6D"/>
    <w:rsid w:val="00532559"/>
    <w:rsid w:val="005A40DE"/>
    <w:rsid w:val="006532CF"/>
    <w:rsid w:val="006D3977"/>
    <w:rsid w:val="006D5A2B"/>
    <w:rsid w:val="007B1713"/>
    <w:rsid w:val="007D6C18"/>
    <w:rsid w:val="0081233F"/>
    <w:rsid w:val="00826B22"/>
    <w:rsid w:val="008E2911"/>
    <w:rsid w:val="00A32C26"/>
    <w:rsid w:val="00CA08C2"/>
    <w:rsid w:val="00D1641A"/>
    <w:rsid w:val="00F90B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3588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E6E9EC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new.dotx</Template>
  <TotalTime>132</TotalTime>
  <Pages>1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User</cp:lastModifiedBy>
  <cp:revision>6</cp:revision>
  <dcterms:created xsi:type="dcterms:W3CDTF">2021-11-12T11:51:00Z</dcterms:created>
  <dcterms:modified xsi:type="dcterms:W3CDTF">2021-11-15T09:23:00Z</dcterms:modified>
</cp:coreProperties>
</file>