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851" w:rsidRPr="00B623A8" w:rsidRDefault="001C0851" w:rsidP="001C0851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851" w:rsidRDefault="001C0851" w:rsidP="001C0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0851" w:rsidRDefault="001C0851" w:rsidP="001C0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851" w:rsidRDefault="001C0851" w:rsidP="001C0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0851" w:rsidRDefault="001C0851" w:rsidP="001C0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851" w:rsidRDefault="001C0851" w:rsidP="001C0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0851" w:rsidRDefault="001C0851" w:rsidP="001C0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851" w:rsidRDefault="001C0851" w:rsidP="001C0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0851" w:rsidRDefault="001C0851" w:rsidP="001C0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851" w:rsidRDefault="001C0851" w:rsidP="001C0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0851" w:rsidRDefault="001C0851" w:rsidP="001C0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851" w:rsidRDefault="001C0851" w:rsidP="001C0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0851" w:rsidRDefault="001C0851" w:rsidP="001C0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851" w:rsidRDefault="001C0851" w:rsidP="001C0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0851" w:rsidRDefault="001C0851" w:rsidP="001C0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851" w:rsidRDefault="001C0851" w:rsidP="001C0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0851" w:rsidRDefault="001C0851" w:rsidP="001C0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851" w:rsidRDefault="001C0851" w:rsidP="001C0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0851" w:rsidRDefault="001C0851" w:rsidP="001C0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851" w:rsidRDefault="001C0851" w:rsidP="001C0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0851" w:rsidRDefault="001C0851" w:rsidP="001C0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851" w:rsidRDefault="001C0851" w:rsidP="001C0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851" w:rsidRDefault="001C0851" w:rsidP="001C0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851" w:rsidRDefault="001C0851" w:rsidP="001C0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851" w:rsidRDefault="001C0851" w:rsidP="001C0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851" w:rsidRDefault="001C0851" w:rsidP="001C0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851" w:rsidRDefault="001C0851" w:rsidP="001C0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851" w:rsidRDefault="001C0851" w:rsidP="001C0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851" w:rsidRDefault="001C0851" w:rsidP="001C0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851" w:rsidRDefault="001C0851" w:rsidP="001C0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851" w:rsidRDefault="001C0851" w:rsidP="001C0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C0851" w:rsidRDefault="001C0851" w:rsidP="001C0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C0851" w:rsidRDefault="001C0851" w:rsidP="001C0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C0851" w:rsidRDefault="001C0851" w:rsidP="001C0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C0851" w:rsidRDefault="001C0851" w:rsidP="001C0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C0851" w:rsidRDefault="001C0851" w:rsidP="001C0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C0851" w:rsidRDefault="001C0851" w:rsidP="001C0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C0851" w:rsidRDefault="001C0851" w:rsidP="001C0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C0851" w:rsidRDefault="001C0851" w:rsidP="001C0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C0851" w:rsidRDefault="001C0851" w:rsidP="001C0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C0851" w:rsidRDefault="001C0851" w:rsidP="001C0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C0851" w:rsidRDefault="001C0851" w:rsidP="001C0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C0851" w:rsidRDefault="001C0851" w:rsidP="001C0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C0851" w:rsidRDefault="001C0851" w:rsidP="001C0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C0851" w:rsidRDefault="001C0851" w:rsidP="001C0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C0851" w:rsidRDefault="001C0851" w:rsidP="001C0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C0851" w:rsidRDefault="001C0851" w:rsidP="001C0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C0851" w:rsidRDefault="001C0851" w:rsidP="001C0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C0851" w:rsidRDefault="001C0851" w:rsidP="001C0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C0851" w:rsidRDefault="001C0851" w:rsidP="001C0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C0851" w:rsidRDefault="001C0851" w:rsidP="001C0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C0851" w:rsidRDefault="001C0851" w:rsidP="001C0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C0851" w:rsidRDefault="001C0851" w:rsidP="001C0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C0851" w:rsidRDefault="001C0851" w:rsidP="001C0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C0851" w:rsidRDefault="001C0851" w:rsidP="001C0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C0851" w:rsidRDefault="001C0851" w:rsidP="001C0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C0851" w:rsidRDefault="001C0851" w:rsidP="001C0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C0851" w:rsidRDefault="001C0851" w:rsidP="001C0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C0851" w:rsidRDefault="001C0851" w:rsidP="001C0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C0851" w:rsidRDefault="001C0851" w:rsidP="001C0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C0851" w:rsidRDefault="001C0851" w:rsidP="001C0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C0851" w:rsidRDefault="001C0851" w:rsidP="001C08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C0851" w:rsidRDefault="001C0851" w:rsidP="001C08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C0851" w:rsidRDefault="001C0851" w:rsidP="001C08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C0851" w:rsidRDefault="001C0851" w:rsidP="001C08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C0851" w:rsidRDefault="001C0851" w:rsidP="001C08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C0851" w:rsidRDefault="001C0851" w:rsidP="001C085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C0851" w:rsidRDefault="001C0851" w:rsidP="001C08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C0851" w:rsidRDefault="001C0851" w:rsidP="001C08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C0851" w:rsidRDefault="001C0851" w:rsidP="001C08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C0851" w:rsidRDefault="001C0851" w:rsidP="001C08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1C0851" w:rsidRDefault="001C0851" w:rsidP="001C08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C0851" w:rsidRDefault="001C0851" w:rsidP="001C08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1C0851" w:rsidRDefault="001C0851" w:rsidP="001C085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C0851" w:rsidRDefault="001C0851" w:rsidP="001C085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12.10.2020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№32</w:t>
      </w:r>
    </w:p>
    <w:p w:rsidR="001C0851" w:rsidRPr="008E2C07" w:rsidRDefault="001C0851" w:rsidP="001C0851">
      <w:pPr>
        <w:tabs>
          <w:tab w:val="left" w:pos="2160"/>
        </w:tabs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1C0851" w:rsidRPr="008E2C07" w:rsidRDefault="001C0851" w:rsidP="001C0851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</w:p>
    <w:p w:rsidR="001C0851" w:rsidRPr="008E2C07" w:rsidRDefault="001C0851" w:rsidP="001C0851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проекту  </w:t>
      </w:r>
      <w:proofErr w:type="spellStart"/>
      <w:r w:rsidRPr="008E2C07">
        <w:rPr>
          <w:rFonts w:ascii="Times New Roman" w:hAnsi="Times New Roman"/>
          <w:b/>
          <w:sz w:val="24"/>
        </w:rPr>
        <w:t>із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</w:p>
    <w:p w:rsidR="001C0851" w:rsidRPr="008E2C07" w:rsidRDefault="001C0851" w:rsidP="001C0851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відведення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земельної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ділянки</w:t>
      </w:r>
      <w:proofErr w:type="spellEnd"/>
    </w:p>
    <w:p w:rsidR="001C0851" w:rsidRPr="008E2C07" w:rsidRDefault="001C0851" w:rsidP="001C0851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Данилюку В.А.</w:t>
      </w:r>
    </w:p>
    <w:p w:rsidR="001C0851" w:rsidRPr="008E2C07" w:rsidRDefault="001C0851" w:rsidP="001C0851">
      <w:pPr>
        <w:tabs>
          <w:tab w:val="left" w:pos="945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1C0851" w:rsidRPr="008E2C07" w:rsidRDefault="001C0851" w:rsidP="001C085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spellStart"/>
      <w:r w:rsidRPr="008E2C07">
        <w:rPr>
          <w:rFonts w:ascii="Times New Roman" w:hAnsi="Times New Roman"/>
          <w:sz w:val="24"/>
        </w:rPr>
        <w:t>Відповідно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пункту</w:t>
      </w:r>
      <w:proofErr w:type="gramEnd"/>
      <w:r w:rsidRPr="008E2C07">
        <w:rPr>
          <w:rFonts w:ascii="Times New Roman" w:hAnsi="Times New Roman"/>
          <w:sz w:val="24"/>
        </w:rPr>
        <w:t xml:space="preserve"> 34 </w:t>
      </w:r>
      <w:proofErr w:type="spellStart"/>
      <w:r w:rsidRPr="008E2C07">
        <w:rPr>
          <w:rFonts w:ascii="Times New Roman" w:hAnsi="Times New Roman"/>
          <w:sz w:val="24"/>
        </w:rPr>
        <w:t>частини</w:t>
      </w:r>
      <w:proofErr w:type="spellEnd"/>
      <w:r w:rsidRPr="008E2C07">
        <w:rPr>
          <w:rFonts w:ascii="Times New Roman" w:hAnsi="Times New Roman"/>
          <w:sz w:val="24"/>
        </w:rPr>
        <w:t xml:space="preserve"> 1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місцеве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самоврядуванн</w:t>
      </w:r>
      <w:r>
        <w:rPr>
          <w:rFonts w:ascii="Times New Roman" w:hAnsi="Times New Roman"/>
          <w:sz w:val="24"/>
        </w:rPr>
        <w:t>я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Україні</w:t>
      </w:r>
      <w:proofErr w:type="spellEnd"/>
      <w:r>
        <w:rPr>
          <w:rFonts w:ascii="Times New Roman" w:hAnsi="Times New Roman"/>
          <w:sz w:val="24"/>
        </w:rPr>
        <w:t>», статей 12,  118,</w:t>
      </w:r>
      <w:r w:rsidRPr="008E2C07">
        <w:rPr>
          <w:rFonts w:ascii="Times New Roman" w:hAnsi="Times New Roman"/>
          <w:sz w:val="24"/>
        </w:rPr>
        <w:t xml:space="preserve"> 121 Земельного кодексу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землеустрій</w:t>
      </w:r>
      <w:proofErr w:type="spellEnd"/>
      <w:r w:rsidRPr="008E2C07">
        <w:rPr>
          <w:rFonts w:ascii="Times New Roman" w:hAnsi="Times New Roman"/>
          <w:sz w:val="24"/>
        </w:rPr>
        <w:t xml:space="preserve">», </w:t>
      </w:r>
      <w:proofErr w:type="spellStart"/>
      <w:r w:rsidRPr="008E2C07"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озглянувши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  Данилюку В.А., </w:t>
      </w:r>
      <w:proofErr w:type="spellStart"/>
      <w:r w:rsidRPr="008E2C07">
        <w:rPr>
          <w:rFonts w:ascii="Times New Roman" w:hAnsi="Times New Roman"/>
          <w:sz w:val="24"/>
        </w:rPr>
        <w:t>сільська</w:t>
      </w:r>
      <w:proofErr w:type="spellEnd"/>
      <w:r w:rsidRPr="008E2C07">
        <w:rPr>
          <w:rFonts w:ascii="Times New Roman" w:hAnsi="Times New Roman"/>
          <w:sz w:val="24"/>
        </w:rPr>
        <w:t xml:space="preserve"> рада </w:t>
      </w:r>
    </w:p>
    <w:p w:rsidR="001C0851" w:rsidRDefault="001C0851" w:rsidP="001C085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1C0851" w:rsidRPr="008E2C07" w:rsidRDefault="001C0851" w:rsidP="001C085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1. </w:t>
      </w:r>
      <w:proofErr w:type="spellStart"/>
      <w:r w:rsidRPr="008E2C07">
        <w:rPr>
          <w:rFonts w:ascii="Times New Roman" w:hAnsi="Times New Roman"/>
          <w:sz w:val="24"/>
        </w:rPr>
        <w:t>Надати</w:t>
      </w:r>
      <w:proofErr w:type="spellEnd"/>
      <w:r>
        <w:rPr>
          <w:rFonts w:ascii="Times New Roman" w:hAnsi="Times New Roman"/>
          <w:sz w:val="24"/>
        </w:rPr>
        <w:t xml:space="preserve"> Данилюку </w:t>
      </w:r>
      <w:proofErr w:type="spellStart"/>
      <w:r>
        <w:rPr>
          <w:rFonts w:ascii="Times New Roman" w:hAnsi="Times New Roman"/>
          <w:sz w:val="24"/>
        </w:rPr>
        <w:t>Віталію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Андрійовичу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зареєстрований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 за </w:t>
      </w:r>
      <w:proofErr w:type="spellStart"/>
      <w:r w:rsidRPr="008E2C07">
        <w:rPr>
          <w:rFonts w:ascii="Times New Roman" w:hAnsi="Times New Roman"/>
          <w:sz w:val="24"/>
        </w:rPr>
        <w:t>адре</w:t>
      </w:r>
      <w:r>
        <w:rPr>
          <w:rFonts w:ascii="Times New Roman" w:hAnsi="Times New Roman"/>
          <w:sz w:val="24"/>
        </w:rPr>
        <w:t>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8748BD">
        <w:rPr>
          <w:rFonts w:ascii="Times New Roman" w:hAnsi="Times New Roman"/>
          <w:sz w:val="24"/>
          <w:lang w:val="uk-UA"/>
        </w:rPr>
        <w:t>__________________</w:t>
      </w:r>
      <w:bookmarkStart w:id="0" w:name="_GoBack"/>
      <w:bookmarkEnd w:id="0"/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дозвіл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розробку</w:t>
      </w:r>
      <w:proofErr w:type="spellEnd"/>
      <w:r w:rsidRPr="008E2C07">
        <w:rPr>
          <w:rFonts w:ascii="Times New Roman" w:hAnsi="Times New Roman"/>
          <w:sz w:val="24"/>
        </w:rPr>
        <w:t xml:space="preserve"> проекту </w:t>
      </w:r>
      <w:proofErr w:type="spellStart"/>
      <w:r w:rsidRPr="008E2C07">
        <w:rPr>
          <w:rFonts w:ascii="Times New Roman" w:hAnsi="Times New Roman"/>
          <w:sz w:val="24"/>
        </w:rPr>
        <w:t>із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орієнтовною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площею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2,0000 </w:t>
      </w:r>
      <w:r w:rsidRPr="008E2C07">
        <w:rPr>
          <w:rFonts w:ascii="Times New Roman" w:hAnsi="Times New Roman"/>
          <w:sz w:val="24"/>
        </w:rPr>
        <w:t xml:space="preserve">га, для </w:t>
      </w:r>
      <w:proofErr w:type="spellStart"/>
      <w:r w:rsidRPr="008E2C07">
        <w:rPr>
          <w:rFonts w:ascii="Times New Roman" w:hAnsi="Times New Roman"/>
          <w:sz w:val="24"/>
        </w:rPr>
        <w:t>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особистого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селянського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господарства</w:t>
      </w:r>
      <w:proofErr w:type="spellEnd"/>
      <w:r w:rsidRPr="008E2C07">
        <w:rPr>
          <w:rFonts w:ascii="Times New Roman" w:hAnsi="Times New Roman"/>
          <w:sz w:val="24"/>
        </w:rPr>
        <w:t xml:space="preserve">, яка </w:t>
      </w:r>
      <w:proofErr w:type="spellStart"/>
      <w:r w:rsidRPr="008E2C07">
        <w:rPr>
          <w:rFonts w:ascii="Times New Roman" w:hAnsi="Times New Roman"/>
          <w:sz w:val="24"/>
        </w:rPr>
        <w:t>розташована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території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Крупець</w:t>
      </w:r>
      <w:r>
        <w:rPr>
          <w:rFonts w:ascii="Times New Roman" w:hAnsi="Times New Roman"/>
          <w:sz w:val="24"/>
        </w:rPr>
        <w:t>кої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сільської</w:t>
      </w:r>
      <w:proofErr w:type="spellEnd"/>
      <w:r>
        <w:rPr>
          <w:rFonts w:ascii="Times New Roman" w:hAnsi="Times New Roman"/>
          <w:sz w:val="24"/>
        </w:rPr>
        <w:t xml:space="preserve"> ради в с</w:t>
      </w:r>
      <w:r w:rsidRPr="008E2C07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Колом’</w:t>
      </w:r>
      <w:proofErr w:type="gramStart"/>
      <w:r>
        <w:rPr>
          <w:rFonts w:ascii="Times New Roman" w:hAnsi="Times New Roman"/>
          <w:sz w:val="24"/>
        </w:rPr>
        <w:t>є</w:t>
      </w:r>
      <w:proofErr w:type="spellEnd"/>
      <w:r>
        <w:rPr>
          <w:rFonts w:ascii="Times New Roman" w:hAnsi="Times New Roman"/>
          <w:sz w:val="24"/>
        </w:rPr>
        <w:t>.</w:t>
      </w:r>
      <w:proofErr w:type="gramEnd"/>
    </w:p>
    <w:p w:rsidR="001C0851" w:rsidRPr="008E2C07" w:rsidRDefault="001C0851" w:rsidP="001C085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2</w:t>
      </w:r>
      <w:r>
        <w:rPr>
          <w:rFonts w:ascii="Times New Roman" w:hAnsi="Times New Roman"/>
          <w:sz w:val="24"/>
        </w:rPr>
        <w:t>. Данилюку В.А.</w:t>
      </w:r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розробити</w:t>
      </w:r>
      <w:proofErr w:type="spellEnd"/>
      <w:r w:rsidRPr="008E2C07">
        <w:rPr>
          <w:rFonts w:ascii="Times New Roman" w:hAnsi="Times New Roman"/>
          <w:sz w:val="24"/>
        </w:rPr>
        <w:t xml:space="preserve"> проект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 та подати на </w:t>
      </w:r>
      <w:proofErr w:type="spellStart"/>
      <w:r w:rsidRPr="008E2C07">
        <w:rPr>
          <w:rFonts w:ascii="Times New Roman" w:hAnsi="Times New Roman"/>
          <w:sz w:val="24"/>
        </w:rPr>
        <w:t>розгляд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сесії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сільської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ради</w:t>
      </w:r>
      <w:proofErr w:type="gramEnd"/>
      <w:r w:rsidRPr="008E2C07">
        <w:rPr>
          <w:rFonts w:ascii="Times New Roman" w:hAnsi="Times New Roman"/>
          <w:sz w:val="24"/>
        </w:rPr>
        <w:t>.</w:t>
      </w:r>
    </w:p>
    <w:p w:rsidR="001C0851" w:rsidRPr="008E2C07" w:rsidRDefault="001C0851" w:rsidP="001C0851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1C0851" w:rsidRPr="008E2C07" w:rsidRDefault="001C0851" w:rsidP="001C0851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1C0851" w:rsidRPr="008E2C07" w:rsidRDefault="001C0851" w:rsidP="001C085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1C0851" w:rsidRPr="008E2C07" w:rsidRDefault="001C0851" w:rsidP="001C085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1C0851" w:rsidRPr="008E2C07" w:rsidRDefault="001C0851" w:rsidP="001C085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1C0851" w:rsidRPr="008E2C07" w:rsidRDefault="001C0851" w:rsidP="001C085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8B054F" w:rsidRPr="001C0851" w:rsidRDefault="001C0851" w:rsidP="001C0851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8B054F" w:rsidRPr="001C085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851"/>
    <w:rsid w:val="00171A2E"/>
    <w:rsid w:val="001C0851"/>
    <w:rsid w:val="00304C90"/>
    <w:rsid w:val="00505B6D"/>
    <w:rsid w:val="006D3977"/>
    <w:rsid w:val="007D6C18"/>
    <w:rsid w:val="008748BD"/>
    <w:rsid w:val="008B054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C0851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1C08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1C0851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C0851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1C085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1C0851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9</TotalTime>
  <Pages>1</Pages>
  <Words>227</Words>
  <Characters>1296</Characters>
  <Application>Microsoft Office Word</Application>
  <DocSecurity>0</DocSecurity>
  <Lines>10</Lines>
  <Paragraphs>3</Paragraphs>
  <ScaleCrop>false</ScaleCrop>
  <Company>Microsoft</Company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2020-10-16T17:15:00Z</dcterms:created>
  <dcterms:modified xsi:type="dcterms:W3CDTF">2020-10-16T18:10:00Z</dcterms:modified>
</cp:coreProperties>
</file>