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19B2" w:rsidRPr="00154EFF" w:rsidRDefault="004219B2" w:rsidP="004219B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19B2" w:rsidRDefault="004219B2" w:rsidP="004219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219B2" w:rsidRDefault="004219B2" w:rsidP="004219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219B2" w:rsidRDefault="004219B2" w:rsidP="004219B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19B2" w:rsidRDefault="004219B2" w:rsidP="004219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219B2" w:rsidRDefault="004219B2" w:rsidP="004219B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219B2" w:rsidRDefault="004219B2" w:rsidP="004219B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№20</w:t>
      </w:r>
    </w:p>
    <w:p w:rsidR="004219B2" w:rsidRPr="008D6F85" w:rsidRDefault="004219B2" w:rsidP="004219B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219B2" w:rsidRPr="008D6F85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219B2" w:rsidRPr="008D6F85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219B2" w:rsidRPr="008D6F85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4219B2" w:rsidRPr="008D6F85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219B2" w:rsidRPr="008D6F85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Радчук О.М.</w:t>
      </w:r>
    </w:p>
    <w:p w:rsidR="004219B2" w:rsidRPr="008D6F85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219B2" w:rsidRPr="008D6F85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Радчук О.М.  сільська  рада </w:t>
      </w:r>
    </w:p>
    <w:p w:rsidR="004219B2" w:rsidRPr="008D6F85" w:rsidRDefault="004219B2" w:rsidP="00421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219B2" w:rsidRPr="008D6F85" w:rsidRDefault="004219B2" w:rsidP="00421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1. Затвердити  Радчук Ользі Миколаївні,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D7B70">
        <w:rPr>
          <w:rFonts w:ascii="Times New Roman" w:eastAsia="Calibri" w:hAnsi="Times New Roman" w:cs="Times New Roman"/>
          <w:sz w:val="24"/>
          <w:szCs w:val="24"/>
        </w:rPr>
        <w:t>___________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 w:rsidR="004D7B7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га,  кадастровий номер: 6823982100:0:007:0028,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,  вулиця  Ветеранів, 46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219B2" w:rsidRPr="008D6F85" w:rsidRDefault="004219B2" w:rsidP="00421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Радчук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О.М.посвідчити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4219B2" w:rsidRPr="008D6F85" w:rsidRDefault="004219B2" w:rsidP="004219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219B2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219B2" w:rsidRPr="008D6F85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418F7" w:rsidRPr="004219B2" w:rsidRDefault="004219B2" w:rsidP="004219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3418F7" w:rsidRPr="004219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9B2"/>
    <w:rsid w:val="003418F7"/>
    <w:rsid w:val="004219B2"/>
    <w:rsid w:val="004D7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B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21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219B2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19B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219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219B2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265</Words>
  <Characters>1512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2022-02-08T06:34:00Z</dcterms:created>
  <dcterms:modified xsi:type="dcterms:W3CDTF">2022-02-08T11:11:00Z</dcterms:modified>
</cp:coreProperties>
</file>