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24" w:rsidRPr="00611135" w:rsidRDefault="003C7E24" w:rsidP="003C7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11135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9FCF90" wp14:editId="49EAC198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619" name="Группа 15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6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E24" w:rsidRDefault="003C7E24" w:rsidP="003C7E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19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DjuyXYAAEFZBAAOAAAAZHJzL2Uyb0RvYy54bWzsfW1uJjmS3n8DvsML/RygWsn8zsLULGa6&#10;ugYGxvYA+/oAKklVEizpLUvqrppdLGDAR/BFfANfYfdGfoIMMklVRkROdY/RY7MHmFS3QpFkRJBJ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l1v8UA&#10;AADeAAAADwAAAGRycy9kb3ducmV2LnhtbESPQYvCQAyF7wv+hyGCt3VqZV2pjiKi4kFYdPUeOrEt&#10;djKlM2r99+awsLeEvLz3vvmyc7V6UBsqzwZGwwQUce5txYWB8+/2cwoqRGSLtWcy8KIAy0XvY46Z&#10;9U8+0uMUCyUmHDI0UMbYZFqHvCSHYegbYrldfeswytoW2rb4FHNX6zRJJtphxZJQYkPrkvLb6e4M&#10;+PFuf7gU6XG84e/Iq5/p9dIdjBn0u9UMVKQu/ov/vvdW6n9NUgEQHJlBL9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XW/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Fih8cA&#10;AADeAAAADwAAAGRycy9kb3ducmV2LnhtbERPS0sDMRC+F/wPYQQvpc224FrXpkUKq7UHoQ/wOmzG&#10;zepmsiSx3fbXG0HobT6+58yXvW3FkXxoHCuYjDMQxJXTDdcKDvtyNAMRIrLG1jEpOFOA5eJmMMdC&#10;uxNv6biLtUghHApUYGLsCilDZchiGLuOOHGfzluMCfpaao+nFG5bOc2yXFpsODUY7GhlqPre/VgF&#10;X+W7+Vg9XF788HFLl2G5eW3fcqXubvvnJxCR+ngV/7vXOs2/z6cT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RYo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Y8cUA&#10;AADeAAAADwAAAGRycy9kb3ducmV2LnhtbESP0YrCMBBF3wX/IYywL7KmW1GWahRZdBFfpOoHDM3Y&#10;FJtJaaLt/v1GEHyb4d65585y3dtaPKj1lWMFX5MEBHHhdMWlgst59/kNwgdkjbVjUvBHHtar4WCJ&#10;mXYd5/Q4hVLEEPYZKjAhNJmUvjBk0U9cQxy1q2sthri2pdQtdjHc1jJNkrm0WHEkGGzox1BxO91t&#10;hByneDxcu/Put8cOtwfD402u1Meo3yxABOrD2/y63utYfzZPU3i+E2e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Fj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joUM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i6q8ht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Y6F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VlHsUA&#10;AADeAAAADwAAAGRycy9kb3ducmV2LnhtbESP3YrCMBCF74V9hzAL3oim6x9SjSLLuog3xZ8HGJqx&#10;KTaT0mRtffuNIHg3wzlzvjOrTWcrcafGl44VfI0SEMS50yUXCi7n3XABwgdkjZVjUvAgD5v1R2+F&#10;qXYtH+l+CoWIIexTVGBCqFMpfW7Ioh+5mjhqV9dYDHFtCqkbbGO4reQ4SebSYsmRYLCmb0P57fRn&#10;IySbYHa4tufdb4ct/hwMD7ZHpfqf3XYJIlAX3ubX9V7H+rP5eArPd+IM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tWU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3Vv8QA&#10;AADeAAAADwAAAGRycy9kb3ducmV2LnhtbERPTUvDQBC9C/6HZQRvdmMwUWK3RaqCCB5ahdLbkJ0m&#10;wezssjs28d+7guBtHu9zluvZjepEMQ2eDVwvClDErbcDdwY+3p+v7kAlQbY4eiYD35RgvTo/W2Jj&#10;/cRbOu2kUzmEU4MGepHQaJ3anhymhQ/EmTv66FAyjJ22Eacc7kZdFkWtHQ6cG3oMtOmp/dx9OQNv&#10;01N4va2rYzjEm1KnRyv7jRhzeTE/3IMSmuVf/Od+sXl+VZcV/L6Tb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91b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pWIcQA&#10;AADeAAAADwAAAGRycy9kb3ducmV2LnhtbERP32vCMBB+H/g/hBN8GTOdwyKdUXQQHDgY08Fej+Zs&#10;i82lJNHW/94MBnu7j+/nLdeDbcWVfGgcK3ieZiCIS2carhR8H/XTAkSIyAZbx6TgRgHWq9HDEgvj&#10;ev6i6yFWIoVwKFBBHWNXSBnKmiyGqeuIE3dy3mJM0FfSeOxTuG3lLMtyabHh1FBjR281lefDxSrY&#10;fvbVi38st4Pbn3Y/c62N/tBKTcbD5hVEpCH+i//c7ybNn+ezH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qVi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5RcIA&#10;AADeAAAADwAAAGRycy9kb3ducmV2LnhtbERP3WrCMBS+H/gO4QjezdQynVSjiKMgYzdzPsChOTbV&#10;5qQksda3N4PB7s7H93vW28G2oicfGscKZtMMBHHldMO1gtNP+boEESKyxtYxKXhQgO1m9LLGQrs7&#10;f1N/jLVIIRwKVGBi7AopQ2XIYpi6jjhxZ+ctxgR9LbXHewq3rcyzbCEtNpwaDHa0N1RdjzeroPzM&#10;v/rrTfvS7YY3S3NzWX4YpSbjYbcCEWmI/+I/90Gn+fNF/g6/76Qb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1rlF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nyMgA&#10;AADeAAAADwAAAGRycy9kb3ducmV2LnhtbESPQUsDMRCF70L/Q5iCF7HZVlpkbVpaISgoFGuh12Ez&#10;3V3cTJYkdtd/7xwEbzO8N+99s96OvlNXiqkNbGA+K0ARV8G1XBs4fdr7R1ApIzvsApOBH0qw3Uxu&#10;1li6MPAHXY+5VhLCqUQDTc59qXWqGvKYZqEnFu0Soscsa6y1izhIuO/0oihW2mPL0tBgT88NVV/H&#10;b29gfxjqh3hX7cfwdnk5L6119t0aczsdd0+gMo353/x3/eoEf7laCK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eWfI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WIrMIA&#10;AADeAAAADwAAAGRycy9kb3ducmV2LnhtbERP3WrCMBS+H/gO4QjezdQyRatRxFGQsZu5PcChOTbV&#10;5qQksda3N4PB7s7H93s2u8G2oicfGscKZtMMBHHldMO1gp/v8nUJIkRkja1jUvCgALvt6GWDhXZ3&#10;/qL+FGuRQjgUqMDE2BVShsqQxTB1HXHizs5bjAn6WmqP9xRuW5ln2UJabDg1GOzoYKi6nm5WQfmR&#10;f/bXm/al2w9vlubmsnw3Sk3Gw34NItIQ/8V/7qNO8+eLfAW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BYis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gpBMMA&#10;AADeAAAADwAAAGRycy9kb3ducmV2LnhtbESPQYvCQAyF74L/YYjgTaeuW5HqKCIo63GrPyB0Ylvs&#10;ZGpn1tZ/vzks7C0hL++9b7sfXKNe1IXas4HFPAFFXHhbc2ngdj3N1qBCRLbYeCYDbwqw341HW8ys&#10;7/mbXnkslZhwyNBAFWObaR2KihyGuW+J5Xb3ncMoa1dq22Ev5q7RH0my0g5rloQKWzpWVDzyH2fg&#10;892fn3n6SE7W0eKybC8ci9SY6WQ4bEBFGuK/+O/7y0r9dLUUAMGRG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gpB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aaMMMA&#10;AADeAAAADwAAAGRycy9kb3ducmV2LnhtbERPTYvCMBC9C/sfwix4s6kuFrcaRVYU8aRd9Tw0Y1ts&#10;JqWJWv+9WVjwNo/3ObNFZ2pxp9ZVlhUMoxgEcW51xYWC4+96MAHhPLLG2jIpeJKDxfyjN8NU2wcf&#10;6J75QoQQdikqKL1vUildXpJBF9mGOHAX2xr0AbaF1C0+Qrip5SiOE2mw4tBQYkM/JeXX7GYU3JLz&#10;6MiXnd5nq+fme7VeOnkqlOp/dsspCE+df4v/3Vsd5o+TryH8vRN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aaM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u0WsYA&#10;AADeAAAADwAAAGRycy9kb3ducmV2LnhtbERPS2vCQBC+F/wPywi91U19BJu6ihYK6sGg1oO3aXaa&#10;pM3OptlV03/fFQRv8/E9ZzJrTSXO1LjSsoLnXgSCOLO65FzBx/79aQzCeWSNlWVS8EcOZtPOwwQT&#10;bS+8pfPO5yKEsEtQQeF9nUjpsoIMup6tiQP3ZRuDPsAml7rBSwg3lexHUSwNlhwaCqzpraDsZ3cy&#10;Cg7pOH5JF6vh93rziQOjf4+6jJV67LbzVxCeWn8X39xLHeaP4kEfru+EG+T0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u0W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6GVcQA&#10;AADeAAAADwAAAGRycy9kb3ducmV2LnhtbERPTWvCQBC9F/oflil4azY1GiRmlbZSWzylKngdsmMS&#10;zM6G7Fajv75bEHqbx/ucfDmYVpypd41lBS9RDIK4tLrhSsF+9/E8A+E8ssbWMim4koPl4vEhx0zb&#10;C3/TeesrEULYZaig9r7LpHRlTQZdZDviwB1tb9AH2FdS93gJ4aaV4zhOpcGGQ0ONHb3XVJ62P0bB&#10;LT1g4T7Hb6tEe7pOZmu7KdZKjZ6G1zkIT4P/F9/dXzrMn6ZJAn/vh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uhl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53j8QA&#10;AADeAAAADwAAAGRycy9kb3ducmV2LnhtbERPzWrCQBC+C32HZQq96aYapU3diIgFb9bYBxiy001I&#10;djZmV0379K5Q8DYf3+8sV4NtxYV6XztW8DpJQBCXTtdsFHwfP8dvIHxA1tg6JgW/5GGVP42WmGl3&#10;5QNdimBEDGGfoYIqhC6T0pcVWfQT1xFH7sf1FkOEvZG6x2sMt62cJslCWqw5NlTY0aaisinOVsHJ&#10;Ted6KLa4b7bvX7Ux6envkCr18jysP0AEGsJD/O/e6Th/vpilcH8n3i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+d4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60/8QA&#10;AADeAAAADwAAAGRycy9kb3ducmV2LnhtbERPyW7CMBC9V+o/WFOJW3EgSkpTTFSQkLiyHHqc2kOS&#10;Eo/T2EDar8dIlXqbp7fOvBxsKy7U+8axgsk4AUGsnWm4UnDYr59nIHxANtg6JgU/5KFcPD7MsTDu&#10;ylu67EIlYgj7AhXUIXSFlF7XZNGPXUccuaPrLYYI+0qaHq8x3LZymiS5tNhwbKixo1VN+rQ7WwWb&#10;5pOyXB9f7Wyptx+/3yF9+TJKjZ6G9zcQgYbwL/5zb0ycn+VpBvd34g1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OtP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3TX8YA&#10;AADeAAAADwAAAGRycy9kb3ducmV2LnhtbERPXWvCQBB8L/gfjhX6Vi9aGjR6Si0UWqqCH+jrkltz&#10;wdxeyF1j/Pe9guDb7M7OzM5s0dlKtNT40rGC4SABQZw7XXKh4LD/fBmD8AFZY+WYFNzIw2Lee5ph&#10;pt2Vt9TuQiGiCfsMFZgQ6kxKnxuy6AeuJo7c2TUWQxybQuoGr9HcVnKUJKm0WHJMMFjTh6H8svu1&#10;Clrc3JKTWa4n3+UqH22Wxx8d9+q5371PQQTqwuP4rv7S8f239DWF/zoRg5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3TX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ypXsMA&#10;AADeAAAADwAAAGRycy9kb3ducmV2LnhtbERPTUvDQBC9C/6HZQRvdmPEVmK3pRQqHjXtweOYnWZT&#10;szNhd22iv94VBG/zeJ+zXE++V2cKsRM2cDsrQBE3YjtuDRz2u5sHUDEhW+yFycAXRVivLi+WWFkZ&#10;+ZXOdWpVDuFYoQGX0lBpHRtHHuNMBuLMHSV4TBmGVtuAYw73vS6LYq49dpwbHA60ddR81J/ewPjU&#10;vJ/K45t132GQXf0ip7IXY66vps0jqERT+hf/uZ9tnn8/v1v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ypX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stO8kA&#10;AADeAAAADwAAAGRycy9kb3ducmV2LnhtbESPS08DMQyE70j8h8hIvdEsRX1oaVqVPiRUtUItcDcb&#10;s7uQOKtN2m7/PT4gcbM145nP03nnnTpTG+vABh76GSjiItiaSwPvb5v7CaiYkC26wGTgShHms9ub&#10;KeY2XPhA52MqlYRwzNFAlVKTax2LijzGfmiIRfsKrccka1tq2+JFwr3TgywbaY81S0OFDS0rKn6O&#10;J29g87py34P9YfGh03I9/nST7fNqZ0zvrls8gUrUpX/z3/WLFfzh6FF45R2ZQc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JstO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FVNMQA&#10;AADeAAAADwAAAGRycy9kb3ducmV2LnhtbERP24rCMBB9F/yHMMK+iKarKFqNIguiCyt4A1/HZmyL&#10;zaQ02dr9eyMs+DaHc535sjGFqKlyuWUFn/0IBHFidc6pgvNp3ZuAcB5ZY2GZFPyRg+Wi3ZpjrO2D&#10;D1QffSpCCLsYFWTel7GULsnIoOvbkjhwN1sZ9AFWqdQVPkK4KeQgisbSYM6hIcOSvjJK7sdfo6De&#10;/1zTbe3K7/uk60bD62az0xelPjrNagbCU+Pf4n/3Vof5o/FwCq93wg1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hVTT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7E24" w:rsidRDefault="003C7E24" w:rsidP="003C7E2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HxycgA&#10;AADeAAAADwAAAGRycy9kb3ducmV2LnhtbESPQW/CMAyF75P2HyIj7TZSECBWCGggTdoFabAdxs00&#10;pq1onJJkUPbr58Mkbrb8/N775svONepCIdaeDQz6GSjiwtuaSwNfn2/PU1AxIVtsPJOBG0VYLh4f&#10;5phbf+UtXXapVGLCMUcDVUptrnUsKnIY+74lltvRB4dJ1lBqG/Aq5q7RwyybaIc1S0KFLa0rKk67&#10;H2dg9TJdnT9GvPndHva0/z6cxsOQGfPU615noBJ16S7+/363Un88GQmA4MgMevE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cfHJyAAAAN4AAAAPAAAAAAAAAAAAAAAAAJgCAABk&#10;cnMvZG93bnJldi54bWxQSwUGAAAAAAQABAD1AAAAjQMAAAAA&#10;" fillcolor="black" stroked="f">
                  <v:textbox>
                    <w:txbxContent>
                      <w:p w:rsidR="003C7E24" w:rsidRDefault="003C7E24" w:rsidP="003C7E2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5aUsYA&#10;AADeAAAADwAAAGRycy9kb3ducmV2LnhtbERPTWvCQBC9F/wPywi91Y2iQaKr1FZBqB60HjyO2Wmy&#10;JDsbsluN/vpuodDbPN7nzJedrcWVWm8cKxgOEhDEudOGCwWnz83LFIQPyBprx6TgTh6Wi97THDPt&#10;bnyg6zEUIoawz1BBGUKTSenzkiz6gWuII/flWoshwraQusVbDLe1HCVJKi0ajg0lNvRWUl4dv62C&#10;80dqpgdDo8vusVrr3aRa7d8rpZ773esMRKAu/Iv/3Fsd50/S8RB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5aU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6pF8QA&#10;AADeAAAADwAAAGRycy9kb3ducmV2LnhtbERPS2sCMRC+F/wPYYTealZpRbZGEYvoxYMveh020812&#10;N5NtEnX11zdCobf5+J4znXe2ERfyoXKsYDjIQBAXTldcKjgeVi8TECEia2wck4IbBZjPek9TzLW7&#10;8o4u+1iKFMIhRwUmxjaXMhSGLIaBa4kT9+W8xZigL6X2eE3htpGjLBtLixWnBoMtLQ0V9f5sFfjF&#10;50d95/Opzu7bW1h/dz8TNEo997vFO4hIXfwX/7k3Os1/G7+O4P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+qR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O6x8UA&#10;AADeAAAADwAAAGRycy9kb3ducmV2LnhtbERP22oCMRB9L/gPYQRfimZrq223RimCUFAErR8w3Ux3&#10;lyaTZTPq2q9vBKFvczjXmS0679SJ2lgHNvAwykARF8HWXBo4fK6GL6CiIFt0gcnAhSIs5r27GeY2&#10;nHlHp72UKoVwzNFAJdLkWseiIo9xFBrixH2H1qMk2JbatnhO4d7pcZZNtceaU0OFDS0rKn72R2/A&#10;jb/c6/o5buRy0Jvs18vufmuNGfS79zdQQp38i2/uD5vmT6ZPj3B9J92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Q7rH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pj6cQA&#10;AADeAAAADwAAAGRycy9kb3ducmV2LnhtbERPTWsCMRC9F/wPYQrearZiRbZG0YqwFw9dFa/jZrpZ&#10;TCbLJtXVX98UCr3N433OfNk7K67UhcazgtdRBoK48rrhWsFhv32ZgQgRWaP1TAruFGC5GDzNMdf+&#10;xp90LWMtUgiHHBWYGNtcylAZchhGviVO3JfvHMYEu1rqDm8p3Fk5zrKpdNhwajDY0oeh6lJ+OwWb&#10;srXjQ2HW4XTcnc+2eGzptFFq+Nyv3kFE6uO/+M9d6DT/bTqZwO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6Y+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0RMMA&#10;AADeAAAADwAAAGRycy9kb3ducmV2LnhtbERPS2sCMRC+F/wPYQRvNbHUVVajlFJB8FQfB29DMu6u&#10;bibLJnXXf28Khd7m43vOct27WtypDZVnDZOxAkFsvK240HA8bF7nIEJEtlh7Jg0PCrBeDV6WmFvf&#10;8Tfd97EQKYRDjhrKGJtcymBKchjGviFO3MW3DmOCbSFti10Kd7V8UyqTDitODSU29FmSue1/nIbr&#10;Ru68UWhOx1O3tbPzV0a10no07D8WICL18V/8597aNH+avU/h9510g1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N0R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ZVMQA&#10;AADeAAAADwAAAGRycy9kb3ducmV2LnhtbERPS2vCQBC+F/wPywje6kZtg0RX0UJBlB58UHocs2MS&#10;kp0Nu6um/94tFLzNx/ec+bIzjbiR85VlBaNhAoI4t7riQsHp+Pk6BeEDssbGMin4JQ/LRe9ljpm2&#10;d97T7RAKEUPYZ6igDKHNpPR5SQb90LbEkbtYZzBE6AqpHd5juGnkOElSabDi2FBiSx8l5fXhahT8&#10;XHd8+ZpsV24dvm139PX4PK2VGvS71QxEoC48xf/ujY7z39O3FP7eiT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JGV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7E24" w:rsidRDefault="003C7E24" w:rsidP="003C7E2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hpvcUA&#10;AADeAAAADwAAAGRycy9kb3ducmV2LnhtbERPS2sCMRC+C/0PYQRvmlV8rkaphUIvhfo46G3cjLuL&#10;m8k2ibrtr2+Egrf5+J6zWDWmEjdyvrSsoN9LQBBnVpecK9jv3rtTED4ga6wsk4If8rBavrQWmGp7&#10;5w3dtiEXMYR9igqKEOpUSp8VZND3bE0cubN1BkOELpfa4T2Gm0oOkmQsDZYcGwqs6a2g7LK9GgXr&#10;2XT9/TXkz9/N6UjHw+kyGrhEqU67eZ2DCNSEp/jf/aHj/NF4OIHHO/EG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mGm9xQAAAN4AAAAPAAAAAAAAAAAAAAAAAJgCAABkcnMv&#10;ZG93bnJldi54bWxQSwUGAAAAAAQABAD1AAAAigMAAAAA&#10;" fillcolor="black" stroked="f">
                  <v:textbox>
                    <w:txbxContent>
                      <w:p w:rsidR="003C7E24" w:rsidRDefault="003C7E24" w:rsidP="003C7E2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H2ZcYA&#10;AADeAAAADwAAAGRycy9kb3ducmV2LnhtbESPT0/DMAzF70h8h8hI3FjKvwmVZVM1CYE4dRuIq9eY&#10;pqJxqiRk5dvjAxI3W+/5vZ9Xm9mPqlBMQ2AD14sKFHEX7MC9gbfD09UDqJSRLY6BycAPJdisz89W&#10;WNtw4h2Vfe6VhHCq0YDLeaq1Tp0jj2kRJmLRPkP0mGWNvbYRTxLuR31TVUvtcWBpcDjR1lH3tf/2&#10;Bspx2za35aO43Wts+hja5/dja8zlxdw8gso053/z3/WLFfz75Z3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H2Z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7E24" w:rsidRDefault="003C7E24" w:rsidP="003C7E2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EX98UA&#10;AADeAAAADwAAAGRycy9kb3ducmV2LnhtbERPTWvCQBC9F/wPyxR6042lhhpdpUhbtBfbVNDjkJ1m&#10;g9nZkN3G6K93C0Jv83ifM1/2thYdtb5yrGA8SkAQF05XXCrYfb8Nn0H4gKyxdkwKzuRhuRjczTHT&#10;7sRf1OWhFDGEfYYKTAhNJqUvDFn0I9cQR+7HtRZDhG0pdYunGG5r+ZgkqbRYcWww2NDKUHHMf60C&#10;P1697j/sZdod3g1v841JP0uj1MN9/zIDEagP/+Kbe63j/En6NIW/d+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URf3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7E24" w:rsidRDefault="003C7E24" w:rsidP="003C7E2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7E24" w:rsidRPr="00611135" w:rsidRDefault="003C7E24" w:rsidP="003C7E2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C7E24" w:rsidRPr="00611135" w:rsidRDefault="003C7E24" w:rsidP="003C7E2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7E24" w:rsidRPr="00611135" w:rsidRDefault="003C7E24" w:rsidP="003C7E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C7E24" w:rsidRPr="00611135" w:rsidRDefault="003C7E24" w:rsidP="003C7E2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C7E24" w:rsidRPr="00611135" w:rsidRDefault="003C7E24" w:rsidP="003C7E2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3C7E24" w:rsidRPr="00611135" w:rsidRDefault="003C7E24" w:rsidP="003C7E2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C7E24" w:rsidRPr="00611135" w:rsidRDefault="003C7E24" w:rsidP="003C7E2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C7E24" w:rsidRPr="00611135" w:rsidRDefault="003C7E24" w:rsidP="003C7E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3C7E24" w:rsidRPr="00611135" w:rsidRDefault="003C7E24" w:rsidP="003C7E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3C7E24" w:rsidRPr="00611135" w:rsidRDefault="003C7E24" w:rsidP="003C7E2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3C7E24" w:rsidRPr="00611135" w:rsidRDefault="003C7E24" w:rsidP="003C7E2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Томчаківській</w:t>
      </w:r>
      <w:proofErr w:type="spellEnd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В.О</w:t>
      </w:r>
    </w:p>
    <w:p w:rsidR="003C7E24" w:rsidRPr="00611135" w:rsidRDefault="003C7E24" w:rsidP="003C7E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7E24" w:rsidRPr="00611135" w:rsidRDefault="003C7E24" w:rsidP="003C7E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7E24" w:rsidRPr="00611135" w:rsidRDefault="003C7E24" w:rsidP="003C7E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11135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Томчаківської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В.О., 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3C7E24" w:rsidRPr="00611135" w:rsidRDefault="003C7E24" w:rsidP="003C7E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3C7E24" w:rsidRPr="00611135" w:rsidRDefault="003C7E24" w:rsidP="003C7E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7E24" w:rsidRPr="00611135" w:rsidRDefault="003C7E24" w:rsidP="003C7E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Томчаківській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Вікторії Олександрівні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індивідуального садівництва  площею  0.1200 га, яка розташована Хмельницька область, 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за межами населеного пункту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C7E24" w:rsidRPr="00611135" w:rsidRDefault="003C7E24" w:rsidP="003C7E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Томчаківській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Вікторії Олександрівні, </w:t>
      </w:r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11135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56E8C"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56E8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6823984000:03:013:0073,  для індивідуального садівництва  яка розташована Хмельницька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область,Славутський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за межами населеного пункту 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3C7E24" w:rsidRPr="00611135" w:rsidRDefault="003C7E24" w:rsidP="003C7E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Томчаківській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В.О.,</w:t>
      </w:r>
      <w:r w:rsidRPr="0061113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3C7E24" w:rsidRPr="00611135" w:rsidRDefault="003C7E24" w:rsidP="003C7E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C7E24" w:rsidRPr="00611135" w:rsidRDefault="003C7E24" w:rsidP="003C7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7740" w:rsidRPr="00556E8C" w:rsidRDefault="003C7E24" w:rsidP="00556E8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8A7740" w:rsidRPr="00556E8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E24"/>
    <w:rsid w:val="003C7E24"/>
    <w:rsid w:val="00556E8C"/>
    <w:rsid w:val="008A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2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2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273</Words>
  <Characters>1558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2021-06-22T10:35:00Z</dcterms:created>
  <dcterms:modified xsi:type="dcterms:W3CDTF">2021-06-22T13:32:00Z</dcterms:modified>
</cp:coreProperties>
</file>