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23" w:rsidRPr="00D815F3" w:rsidRDefault="00B43723" w:rsidP="00B4372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B43723" w:rsidRPr="001869AA" w:rsidRDefault="00B43723" w:rsidP="00B4372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880" name="Группа 10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8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885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iT5r8A&#10;AADeAAAADwAAAGRycy9kb3ducmV2LnhtbERPSwrCMBDdC94hjOBOUxW0VKOIqLgQxN9+aMa22ExK&#10;E7Xe3giCu3m878wWjSnFk2pXWFYw6EcgiFOrC84UXM6bXgzCeWSNpWVS8CYHi3m7NcNE2xcf6Xny&#10;mQgh7BJUkHtfJVK6NCeDrm8r4sDdbG3QB1hnUtf4CuGmlMMoGkuDBYeGHCta5ZTeTw+jwI62u/01&#10;Gx5Ha554Xh7i27XZK9XtNMspCE+N/4t/7p0O86M4HsD3nXCDn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mJPm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6/MsYA&#10;AADeAAAADwAAAGRycy9kb3ducmV2LnhtbERPS2sCMRC+F/wPYQpeRLP1YLerUUTYvg4FreB12Ew3&#10;224mSxJ16683QqG3+fies1j1thUn8qFxrOBhkoEgrpxuuFaw/yzHOYgQkTW2jknBLwVYLQd3Cyy0&#10;O/OWTrtYixTCoUAFJsaukDJUhiyGieuIE/flvMWYoK+l9nhO4baV0yybSYsNpwaDHW0MVT+7o1Xw&#10;XX6Yw+bx8uxHT1u6jMr3l/ZtptTwvl/PQUTq47/4z/2q0/wsz6dweyfd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o6/M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G+qMUA&#10;AADeAAAADwAAAGRycy9kb3ducmV2LnhtbESP3YrCMBCF74V9hzAL3oimriCl21RkWRfxRvx5gKEZ&#10;m7LNpDTR1rc3guDdDOfM+c7kq8E24kadrx0rmM8SEMSl0zVXCs6nzTQF4QOyxsYxKbiTh1XxMcox&#10;067nA92OoRIxhH2GCkwIbSalLw1Z9DPXEkft4jqLIa5dJXWHfQy3jfxKkqW0WHMkGGzpx1D5f7za&#10;CNkvcL+79KfN34A9/u4MT9YHpcafw/obRKAhvM2v662O9ZM0XcDznTiDL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0b6o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wz5sQA&#10;AADeAAAADwAAAGRycy9kb3ducmV2LnhtbERPTUsDMRC9C/0PYYTebNZS67I2LaVWEMGDVSi9DZvp&#10;7uJmEpKxu/57Iwje5vE+Z7UZXa8uFFPn2cDtrABFXHvbcWPg4/3ppgSVBNli75kMfFOCzXpytcLK&#10;+oHf6HKQRuUQThUaaEVCpXWqW3KYZj4QZ+7so0PJMDbaRhxyuOv1vCiW2mHHuaHFQLuW6s/DlzPw&#10;OuzDy/3y7hxOcTHX6dHKcSfGTK/H7QMooVH+xX/uZ5vnF2W5g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8M+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INrMcA&#10;AADeAAAADwAAAGRycy9kb3ducmV2LnhtbESPzWrDMBCE74W8g9hAL6WR05b8OJZDKHUpuYQkfYDF&#10;2lgm1spYiu2+fVUo5LbLzM43m21H24ieOl87VjCfJSCIS6drrhR8n4vnFQgfkDU2jknBD3nY5pOH&#10;DFPtBj5SfwqViCHsU1RgQmhTKX1pyKKfuZY4ahfXWQxx7SqpOxxiuG3kS5IspMWaI8FgS++Gyuvp&#10;ZiPk8IqH/WU4F58jDvixN/y0Oyr1OB13GxCBxnA3/19/6Vg/Wb8t4e+dOIP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yDaz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mM5MYA&#10;AADeAAAADwAAAGRycy9kb3ducmV2LnhtbESPQUsDQQyF74L/YYjgzc5aatW10yJVQYQerIJ4Czvp&#10;7uJOZpiJ3fXfm4PgLeG9vPdltZnCYI6USx/ZweWsAkPcRN9z6+D97eniBkwRZI9DZHLwQwU269OT&#10;FdY+jvxKx720RkO41OigE0m1taXpKGCZxUSs2iHmgKJrbq3POGp4GOy8qpY2YM/a0GGibUfN1/47&#10;ONiNj+nlenl1SJ95MbflwcvHVpw7P5vu78AITfJv/rt+9opf3S6UV9/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mM5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A0lsUA&#10;AADeAAAADwAAAGRycy9kb3ducmV2LnhtbERP22oCMRB9L/QfwhT6UjRrW0W3RqmFoNCCeIG+Dptx&#10;d3EzWZLUXf/eFAp9m8O5znzZ20ZcyIfasYLRMANBXDhTc6ngeNCDKYgQkQ02jknBlQIsF/d3c8yN&#10;63hHl30sRQrhkKOCKsY2lzIUFVkMQ9cSJ+7kvMWYoC+l8dilcNvI5yybSIs1p4YKW/qoqDjvf6yC&#10;1bYrX/xTserd52n9Pdba6C+t1OND//4GIlIf/8V/7o1J87PZ6wx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4DSW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BKcYA&#10;AADeAAAADwAAAGRycy9kb3ducmV2LnhtbESPQW/CMAyF70j7D5En7TbSoTFBISC0qdKEdhnbD7Aa&#10;0xQap0pC6f79fEDiZsvP771vvR19pwaKqQ1s4GVagCKug225MfD7Uz0vQKWMbLELTAb+KMF28zBZ&#10;Y2nDlb9pOORGiQmnEg24nPtS61Q78pimoSeW2zFEj1nW2Ggb8SrmvtOzonjTHluWBIc9vTuqz4eL&#10;N1DtZ1/D+WJjFXbjq6e5Oy0+nDFPj+NuBSrTmO/i2/enlfrFci4AgiMz6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NBK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+uTcUA&#10;AADeAAAADwAAAGRycy9kb3ducmV2LnhtbERP22oCMRB9L/gPYYS+SM3aorSrUVQIFlooXqCvw2bc&#10;XdxMliS6279vCkLf5nCus1j1thE38qF2rGAyzkAQF87UXCo4HfXTK4gQkQ02jknBDwVYLQcPC8yN&#10;63hPt0MsRQrhkKOCKsY2lzIUFVkMY9cSJ+7svMWYoC+l8dilcNvI5yybSYs1p4YKW9pWVFwOV6tg&#10;89WVL35UbHr3cd59T7U2+lMr9Tjs13MQkfr4L767302an71NJ/D3Trp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T65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16xcIA&#10;AADeAAAADwAAAGRycy9kb3ducmV2LnhtbERP3WrCMBS+H/gO4QjezdSiQ6tRRCmMsZupD3Bojk21&#10;OSlJrN3bL4PB7s7H93s2u8G2oicfGscKZtMMBHHldMO1gsu5fF2CCBFZY+uYFHxTgN129LLBQrsn&#10;f1F/irVIIRwKVGBi7AopQ2XIYpi6jjhxV+ctxgR9LbXHZwq3rcyz7E1abDg1GOzoYKi6nx5WQfmR&#10;f/b3h/al2w9zSwtzWx6NUpPxsF+DiDTEf/Gf+12n+dlqkcP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rXrF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9BtsIA&#10;AADeAAAADwAAAGRycy9kb3ducmV2LnhtbERPS2rDMBDdB3oHMYXuYslNXBIniimFlGRZpwcYrIlt&#10;bI1cS42d21eFQnfzeN/ZF7PtxY1G3zrWkCYKBHHlTMu1hs/LcbkB4QOywd4xabiTh+LwsNhjbtzE&#10;H3QrQy1iCPscNTQhDLmUvmrIok/cQBy5qxsthgjHWpoRpxhue/ms1Iu02HJsaHCgt4aqrvy2Gtb3&#10;6f2rzDp1NJbS82o4c6gyrZ8e59cdiEBz+Bf/uU8mzlfbbAW/78Qb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L0G2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TPbcIA&#10;AADeAAAADwAAAGRycy9kb3ducmV2LnhtbERPy6rCMBDdX/AfwgjurqmiotUooiji6lof66EZ22Iz&#10;KU3U+vdGEO5uDuc5s0VjSvGg2hWWFfS6EQji1OqCMwWn4+Z3DMJ5ZI2lZVLwIgeLeetnhrG2Tz7Q&#10;I/GZCCHsYlSQe1/FUro0J4OuayviwF1tbdAHWGdS1/gM4aaU/SgaSYMFh4YcK1rllN6Su1FwH136&#10;J77u9V+yfm0n683SyXOmVKfdLKcgPDX+X/x173SYH02GA/i8E26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xM9t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fa68YA&#10;AADeAAAADwAAAGRycy9kb3ducmV2LnhtbERPS2vCQBC+F/wPywi91Y22Bo2uUguFtgeDr4O3MTsm&#10;sdnZNLvV9N93BcHbfHzPmc5bU4kzNa60rKDfi0AQZ1aXnCvYbt6fRiCcR9ZYWSYFf+RgPus8TDHR&#10;9sIrOq99LkIIuwQVFN7XiZQuK8ig69maOHBH2xj0ATa51A1eQrip5CCKYmmw5NBQYE1vBWXf61+j&#10;YJeO4nG6+Hw5fS0P+Gz0z16XsVKP3fZ1AsJT6+/im/tDh/nReDiE6zvhBj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Ofa6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zTCMQA&#10;AADeAAAADwAAAGRycy9kb3ducmV2LnhtbERPS2vCQBC+F/wPywje6katwUZX8UGteLK24HXIjkkw&#10;Oxuyq0Z/vVsQvM3H95zJrDGluFDtCssKet0IBHFqdcGZgr/fr/cRCOeRNZaWScGNHMymrbcJJtpe&#10;+Ycue5+JEMIuQQW591UipUtzMui6tiIO3NHWBn2AdSZ1jdcQbkrZj6JYGiw4NORY0TKn9LQ/GwX3&#10;+IA7991frAba0+1jtLbb3VqpTruZj0F4avxL/HRvdJgffQ5j+H8n3C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M0wj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kfPcQA&#10;AADeAAAADwAAAGRycy9kb3ducmV2LnhtbERPzWrCQBC+F3yHZQRvdVOJbU1dRSRCb63RBxiy000w&#10;OxuzaxL79N1Cobf5+H5nvR1tI3rqfO1YwdM8AUFcOl2zUXA+HR5fQfiArLFxTAru5GG7mTysMdNu&#10;4CP1RTAihrDPUEEVQptJ6cuKLPq5a4kj9+U6iyHCzkjd4RDDbSMXSfIsLdYcGypsaV9ReSluVsHV&#10;LZZ6LHL8uOSrz9qY9Pp9TJWaTcfdG4hAY/gX/7nfdZyfrJYv8PtOv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5Hz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tpMUA&#10;AADeAAAADwAAAGRycy9kb3ducmV2LnhtbESPQW/CMAyF70j7D5En7TbSMcGgEBBMQuIK7MDRJKYt&#10;a5zSZFD26+fDJG623vN7n2eLztfqSm2sAht462egiG1wFRcGvvbr1zGomJAd1oHJwJ0iLOZPvRnm&#10;Ltx4S9ddKpSEcMzRQJlSk2sdbUkeYz80xKKdQusxydoW2rV4k3Bf60GWjbTHiqWhxIY+S7Lfux9v&#10;YFMdaTiyp4kfr+z28HtJ7x9nZ8zLc7ecgkrUpYf5/3rjBD+bDIVX3pEZ9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mu2k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ex6MUA&#10;AADeAAAADwAAAGRycy9kb3ducmV2LnhtbERP0WoCMRB8L/Qfwgq+1UTB4p1GqYVCpVaoin1dLtvL&#10;0cvmuMTz/HtTEPo2u7Mzs7NY9a4WHbWh8qxhPFIgiAtvKi41HA9vTzMQISIbrD2ThisFWC0fHxaY&#10;G3/hL+r2sRTJhEOOGmyMTS5lKCw5DCPfECfux7cOYxrbUpoWL8nc1XKi1LN0WHFKsNjQq6Xid392&#10;GjrcXdW3XX9mm2pbTHbr04dJez0c9C9zEJH6+H98V7+b9L7Kphn81UkY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97Ho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NUsQA&#10;AADeAAAADwAAAGRycy9kb3ducmV2LnhtbESPQU/DMAyF70j8h8hI3FhKDxOUZRNCGuIIhQNH03hN&#10;R2NXSVgLvx4fkLjZ8vN779vsljiaE6U8CDu4XlVgiDvxA/cO3l73VzdgckH2OAqTg2/KsNuen22w&#10;8TLzC53a0hs14dygg1DK1Fibu0AR80omYr0dJEUsuqbe+oSzmsfR1lW1thEH1oSAEz0E6j7br+hg&#10;fuw+jvXh3YefNMm+fZZjPYpzlxfL/R2YQkv5F/99P3mtX92uFUBxdAa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sDVL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i43sQA&#10;AADeAAAADwAAAGRycy9kb3ducmV2LnhtbERPS2sCMRC+C/0PYQreNKsHtatRfIJIS/F1n26mu6vJ&#10;ZNlEXf99Uyj0Nh/fcyazxhpxp9qXjhX0ugkI4szpknMFp+OmMwLhA7JG45gUPMnDbPrSmmCq3YP3&#10;dD+EXMQQ9ikqKEKoUil9VpBF33UVceS+XW0xRFjnUtf4iOHWyH6SDKTFkmNDgRUtC8quh5tVsPlc&#10;mUv/Yz8/y7BcD7/MaLdYvSvVfm3mYxCBmvAv/nNvdZyfvA168PtOvEF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YuN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7PcYA&#10;AADeAAAADwAAAGRycy9kb3ducmV2LnhtbERPTWvCQBC9C/0PyxR6Ed2oVNLUVaRQTKGCRqHXMTtN&#10;gtnZkN0m8d93CwVv83ifs9oMphYdta6yrGA2jUAQ51ZXXCg4n94nMQjnkTXWlknBjRxs1g+jFSba&#10;9nykLvOFCCHsElRQet8kUrq8JINuahviwH3b1qAPsC2kbrEP4aaW8yhaSoMVh4YSG3orKb9mP0ZB&#10;d/i8FGnnmo9rPHbPi8tut9dfSj09DttXEJ4Gfxf/u1Md5kcvyzn8vRNu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z7P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wgu8UA&#10;AADeAAAADwAAAGRycy9kb3ducmV2LnhtbERPTWsCMRC9C/0PYYTeNNG2oqtRaqHQi1CtB72Nm3F3&#10;cTPZJqmu/npTKPQ2j/c5s0Vra3EmHyrHGgZ9BYI4d6biQsP26703BhEissHaMWm4UoDF/KEzw8y4&#10;C6/pvImFSCEcMtRQxthkUoa8JIuh7xrixB2dtxgT9IU0Hi8p3NZyqNRIWqw4NZTY0FtJ+WnzYzUs&#10;J+Pl9+czr27rw572u8PpZeiV1o/d9nUKIlIb/8V/7g+T5qvJ6Al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CC7xQAAAN4AAAAPAAAAAAAAAAAAAAAAAJgCAABkcnMv&#10;ZG93bnJldi54bWxQSwUGAAAAAAQABAD1AAAAigMAAAAA&#10;" fillcolor="black" stroked="f"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a2z8YA&#10;AADeAAAADwAAAGRycy9kb3ducmV2LnhtbERPS2vCQBC+C/6HZYTedKO0QaOraB8gVA8+Dh6n2Wmy&#10;JDsbsluN/fXdQqG3+fies1h1thZXar1xrGA8SkAQ504bLhScT2/DKQgfkDXWjknBnTyslv3eAjPt&#10;bnyg6zEUIoawz1BBGUKTSenzkiz6kWuII/fpWoshwraQusVbDLe1nCRJKi0ajg0lNvRcUl4dv6yC&#10;y3tqpgdDk4/d9+ZV756qzf6lUuph0K3nIAJ14V/8597qOD+ZpY/w+068QS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a2z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h+ZsQA&#10;AADeAAAADwAAAGRycy9kb3ducmV2LnhtbERPTUsDMRC9C/6HMII3m1hoqWvTpSilXjxYFa/DZrrZ&#10;7mayJul2219vBMHbPN7nLMvRdWKgEBvPGu4nCgRx5U3DtYaP983dAkRMyAY7z6ThTBHK1fXVEgvj&#10;T/xGwy7VIodwLFCDTakvpIyVJYdx4nvizO19cJgyDLU0AU853HVyqtRcOmw4N1js6clS1e6OTkNY&#10;fz23Fz5+turyeo7bw/i9QKv17c24fgSRaEz/4j/3i8nz1cN8Br/v5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ofm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tWWsQA&#10;AADeAAAADwAAAGRycy9kb3ducmV2LnhtbERP22oCMRB9L/Qfwgh9KTXRh62uRilCoVApePmA6Wbc&#10;XUwmy2aqa7++KRT6NodzneV6CF5dqE9tZAuTsQFFXEXXcm3heHh9moFKguzQRyYLN0qwXt3fLbF0&#10;8co7uuylVjmEU4kWGpGu1DpVDQVM49gRZ+4U+4CSYV9r1+M1hwevp8YUOmDLuaHBjjYNVef9V7Dg&#10;p59+/v6ctnI76q35DrJ7/HDWPoyGlwUooUH+xX/uN5fnm3lRwO87+Qa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LVl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eym8UA&#10;AADeAAAADwAAAGRycy9kb3ducmV2LnhtbERPPW/CMBDdkfgP1iF1A6cMQFMMKiCkLAxNU7Ee8TWO&#10;ap+j2IW0v76uVIntnt7nrbeDs+JKfWg9K3icZSCIa69bbhRUb8fpCkSIyBqtZ1LwTQG2m/Fojbn2&#10;N36laxkbkUI45KjAxNjlUobakMMw8x1x4j587zAm2DdS93hL4c7KeZYtpMOWU4PBjvaG6s/yyyk4&#10;lJ2dV4XZhfP76XKxxc+RzgelHibDyzOISEO8i//dhU7zs6fFEv7eST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7Kb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2U38UA&#10;AADeAAAADwAAAGRycy9kb3ducmV2LnhtbESPQW/CMAyF75P2HyJP4jaScehGR0DTNCSkncbgwM1K&#10;vLbQOFUTaPn38wGJm633/N7nxWoMrbpQn5rIFl6mBhSxi77hysLud/38BiplZI9tZLJwpQSr5ePD&#10;AksfB/6hyzZXSkI4lWihzrkrtU6upoBpGjti0f5iHzDL2lfa9zhIeGj1zJhCB2xYGmrs6LMmd9qe&#10;g4XjWn9HZ9Dtd/th418PXwW1xtrJ0/jxDirTmO/m2/XGC76ZF8Ir78gM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ZTf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CI8UA&#10;AADeAAAADwAAAGRycy9kb3ducmV2LnhtbERPTWvCQBC9C/0PyxR6040WQoyuIS0UiqWHaikex+yY&#10;hGRnw+6q8d93CwVv83ifsy5G04sLOd9aVjCfJSCIK6tbrhV879+mGQgfkDX2lknBjTwUm4fJGnNt&#10;r/xFl12oRQxhn6OCJoQhl9JXDRn0MzsQR+5kncEQoauldniN4aaXiyRJpcGWY0ODA702VHW7s1Fw&#10;OH/w6fN5W7qX8GPHve8Wx6xT6ulxLFcgAo3hLv53v+s4P1mmS/h7J94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KcIj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coEckA&#10;AADeAAAADwAAAGRycy9kb3ducmV2LnhtbESPT08CMRDF7yZ8h2ZIvEkL8Q8sFAImJl5MBD3IbdgO&#10;uxu207WtsPrpnYOJt5nMm/feb7HqfavOFFMT2MJ4ZEARl8E1XFl4f3u6mYJKGdlhG5gsfFOC1XJw&#10;tcDChQtv6bzLlRITTgVaqHPuCq1TWZPHNAodsdyOIXrMssZKu4gXMfetnhhzrz02LAk1dvRYU3na&#10;fXkLm9l08/l6yy8/28Oe9h+H090kGmuvh/16DipTn//Ff9/PTuqb2YMACI7MoJ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xcoEckAAADeAAAADwAAAAAAAAAAAAAAAACYAgAA&#10;ZHJzL2Rvd25yZXYueG1sUEsFBgAAAAAEAAQA9QAAAI4DAAAAAA==&#10;" fillcolor="black" stroked="f"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2GIMQA&#10;AADeAAAADwAAAGRycy9kb3ducmV2LnhtbERPTUsDMRC9C/6HMEJvNlsLWtemZSmI4mlbK16nm+lm&#10;6WayJDFd/31TELzN433Ocj3aXiTyoXOsYDYtQBA3TnfcKth/vt4vQISIrLF3TAp+KcB6dXuzxFK7&#10;M28p7WIrcgiHEhWYGIdSytAYshimbiDO3NF5izFD30rt8ZzDbS8fiuJRWuw4NxgcaGOoOe1+rIJ0&#10;2NTVPH0ns/3wVetd/fZ1qJWa3I3VC4hIY/wX/7nfdZ5fPD/N4PpOvkG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thiD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NcXsQA&#10;AADeAAAADwAAAGRycy9kb3ducmV2LnhtbERPTWvCQBC9C/6HZYTedKMHW6OriGhpe6mNgh6H7JgN&#10;ZmdDdhujv75bKPQ2j/c5i1VnK9FS40vHCsajBARx7nTJhYLjYTd8AeEDssbKMSm4k4fVst9bYKrd&#10;jb+ozUIhYgj7FBWYEOpUSp8bsuhHriaO3MU1FkOETSF1g7cYbis5SZKptFhybDBY08ZQfs2+rQI/&#10;3mxPH/Yxa8+vhj+zdzPdF0app0G3noMI1IV/8Z/7Tcf5yex5Ar/vxBv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TXF7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43723" w:rsidRPr="00D815F3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B43723" w:rsidRPr="001869AA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43723" w:rsidRPr="001869AA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43723" w:rsidRPr="001869AA" w:rsidRDefault="00B43723" w:rsidP="00B4372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43723" w:rsidRPr="00D815F3" w:rsidRDefault="00B43723" w:rsidP="00B4372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B43723" w:rsidRPr="001869AA" w:rsidRDefault="00B43723" w:rsidP="00B4372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B43723" w:rsidRPr="001869AA" w:rsidRDefault="00B43723" w:rsidP="00B43723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43723" w:rsidRPr="001869AA" w:rsidRDefault="00B43723" w:rsidP="00B4372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B43723" w:rsidRPr="001869AA" w:rsidRDefault="00B43723" w:rsidP="00B4372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43723" w:rsidRPr="001869AA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723" w:rsidRDefault="00B43723" w:rsidP="00B437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1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3723" w:rsidRDefault="00B43723" w:rsidP="00B437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43723" w:rsidRDefault="00B43723" w:rsidP="00B43723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B43723" w:rsidRPr="001869AA" w:rsidRDefault="00B43723" w:rsidP="00B4372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43723" w:rsidRDefault="00B43723" w:rsidP="00B43723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B43723" w:rsidRPr="001869AA" w:rsidRDefault="00B43723" w:rsidP="00B43723">
      <w:pPr>
        <w:spacing w:after="0" w:line="240" w:lineRule="auto"/>
        <w:jc w:val="center"/>
        <w:rPr>
          <w:rFonts w:ascii="Times New Roman" w:hAnsi="Times New Roman"/>
        </w:rPr>
      </w:pPr>
    </w:p>
    <w:p w:rsidR="00B43723" w:rsidRPr="00312454" w:rsidRDefault="00B43723" w:rsidP="00B4372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B43723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43723" w:rsidRDefault="00B43723" w:rsidP="00B4372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43723" w:rsidRPr="00E12288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B43723" w:rsidRPr="00E12288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B43723" w:rsidRPr="00E12288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B43723" w:rsidRPr="00E12288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Є.В.</w:t>
      </w:r>
    </w:p>
    <w:p w:rsidR="00B43723" w:rsidRPr="00E12288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43723" w:rsidRPr="00E12288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43723" w:rsidRPr="00E12288" w:rsidRDefault="00B43723" w:rsidP="00B4372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B43723" w:rsidRPr="00E12288" w:rsidRDefault="00B43723" w:rsidP="00B4372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B43723" w:rsidRPr="00E12288" w:rsidRDefault="00B43723" w:rsidP="00B4372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43723" w:rsidRPr="00E12288" w:rsidRDefault="00B43723" w:rsidP="00B4372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Євгену Васильовичу, </w:t>
      </w:r>
      <w:r>
        <w:rPr>
          <w:rFonts w:ascii="Times New Roman" w:hAnsi="Times New Roman"/>
          <w:sz w:val="24"/>
        </w:rPr>
        <w:t xml:space="preserve"> який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ий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BF49B8">
        <w:rPr>
          <w:rFonts w:ascii="Times New Roman" w:hAnsi="Times New Roman"/>
          <w:sz w:val="24"/>
          <w:lang w:val="en-US"/>
        </w:rPr>
        <w:t>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BF49B8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0,2500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984000:01:009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106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вулиця  Незалежності, 80</w:t>
      </w:r>
    </w:p>
    <w:p w:rsidR="00B43723" w:rsidRPr="00E12288" w:rsidRDefault="00B43723" w:rsidP="00B4372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Є.В.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B43723" w:rsidRPr="00E12288" w:rsidRDefault="00B43723" w:rsidP="00B4372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43723" w:rsidRPr="00E12288" w:rsidRDefault="00B43723" w:rsidP="00B4372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43723" w:rsidRPr="00B43723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</w:p>
    <w:p w:rsidR="00B43723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D4016F" w:rsidRPr="00B43723" w:rsidRDefault="00B43723" w:rsidP="00B4372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D4016F" w:rsidRPr="00B437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23"/>
    <w:rsid w:val="00171A2E"/>
    <w:rsid w:val="00304C90"/>
    <w:rsid w:val="00505B6D"/>
    <w:rsid w:val="006D3977"/>
    <w:rsid w:val="007D6C18"/>
    <w:rsid w:val="00B43723"/>
    <w:rsid w:val="00BF49B8"/>
    <w:rsid w:val="00D1641A"/>
    <w:rsid w:val="00D4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2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2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2020-11-17T16:02:00Z</dcterms:created>
  <dcterms:modified xsi:type="dcterms:W3CDTF">2020-11-18T06:55:00Z</dcterms:modified>
</cp:coreProperties>
</file>