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2440" w:rsidRPr="0066767B" w:rsidRDefault="005B2440" w:rsidP="005B24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B2440" w:rsidRPr="0066767B" w:rsidRDefault="005B2440" w:rsidP="005B24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E3EB55" wp14:editId="66C81F2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2029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0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5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2440" w:rsidRDefault="005B2440" w:rsidP="005B24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CS&#10;Ar4nE3gAAGVZBAAOAAAAAAAAAAAAAAAAAC4CAABkcnMvZTJvRG9jLnhtbFBLAQItABQABgAIAAAA&#10;IQCyHUyb4AAAAAoBAAAPAAAAAAAAAAAAAAAAAG16AABkcnMvZG93bnJldi54bWxQSwUGAAAAAAQA&#10;BADzAAAAe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QgAcQA&#10;AADeAAAADwAAAGRycy9kb3ducmV2LnhtbESPQYvCQAyF7wv+hyGCt3VqC65URxFR8SAsuus9dGJb&#10;7GRKZ9T6781hYW8JeXnvfYtV7xr1oC7Ung1Mxgko4sLbmksDvz+7zxmoEJEtNp7JwIsCrJaDjwXm&#10;1j/5RI9zLJWYcMjRQBVjm2sdioochrFvieV29Z3DKGtXatvhU8xdo9MkmWqHNUtChS1tKipu57sz&#10;4LP94Xgp01O25a/I6+/Z9dIfjRkN+/UcVKQ+/ov/vg9W6qdJJgCCIzPo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EIAH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w3OccA&#10;AADeAAAADwAAAGRycy9kb3ducmV2LnhtbERPTWsCMRC9C/0PYQpepGa1YNutUUTY1noorAq9Dpvp&#10;ZtvNZElSXf31TaHgbR7vc+bL3rbiSD40jhVMxhkI4srphmsFh31x9wgiRGSNrWNScKYAy8XNYI65&#10;dicu6biLtUghHHJUYGLscilDZchiGLuOOHGfzluMCfpaao+nFG5bOc2ymbTYcGow2NHaUPW9+7EK&#10;vop387F+uLz40VNJl1GxfW3fZkoNb/vVM4hIfbyK/90bneZPs/sJ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MNz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3qXMUA&#10;AADeAAAADwAAAGRycy9kb3ducmV2LnhtbESPzWrCQBDH7wXfYZmCl6IbrS0ldRUpWsSL+PEAQ3bM&#10;hmZnQ3Zr4ts7B8HbDPP/+M182ftaXamNVWADk3EGirgItuLSwPm0GX2BignZYh2YDNwownIxeJlj&#10;bkPHB7oeU6kkhGOOBlxKTa51LBx5jOPQEMvtElqPSda21LbFTsJ9radZ9qk9ViwNDhv6cVT8Hf+9&#10;lOzfcb+7dKfNb48drneO31YHY4av/eobVKI+PcUP99YK/vRjJr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Dep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G4cQA&#10;AADeAAAADwAAAGRycy9kb3ducmV2LnhtbERPTUsDMRC9C/0PYQrebNayVrs2LaVVEMGDVSjehs10&#10;d3EzCcnYXf+9EQRv83ifs9qMrldniqnzbOB6VoAirr3tuDHw/vZ4dQcqCbLF3jMZ+KYEm/XkYoWV&#10;9QO/0vkgjcohnCo00IqESutUt+QwzXwgztzJR4eSYWy0jTjkcNfreVEstMOOc0OLgXYt1Z+HL2fg&#10;ZXgIz7eLm1P4iOVcp72V406MuZyO23tQQqP8i//cTzbPL5Zl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khu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2QMcA&#10;AADeAAAADwAAAGRycy9kb3ducmV2LnhtbESP0WrCQBBF3wv+wzJCX0rd2FbRmI1IaUrxRdR+wJAd&#10;s8HsbMiuSfr33ULBtxnunXvuZNvRNqKnzteOFcxnCQji0umaKwXf5+J5BcIHZI2NY1LwQx62+eQh&#10;w1S7gY/Un0IlYgj7FBWYENpUSl8asuhnriWO2sV1FkNcu0rqDocYbhv5kiRLabHmSDDY0ruh8nq6&#10;2Qg5vOJhfxnOxeeIA37sDT/tjko9TsfdBkSgMdzN/9dfOtZP1m8L+Hsnzi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sNk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q9DcQA&#10;AADeAAAADwAAAGRycy9kb3ducmV2LnhtbERPTUsDMRC9C/0PYQrebNZSV7s2LaVVEMGDVSjehs10&#10;d3EzCcnYXf+9EQRv83ifs9qMrldniqnzbOB6VoAirr3tuDHw/vZ4dQcqCbLF3jMZ+KYEm/XkYoWV&#10;9QO/0vkgjcohnCo00IqESutUt+QwzXwgztzJR4eSYWy0jTjkcNfreVGU2mHHuaHFQLuW6s/DlzPw&#10;MjyE59vy5hQ+4mKu097KcSfGXE7H7T0ooVH+xX/uJ5vnF8tF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6vQ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GVocUA&#10;AADeAAAADwAAAGRycy9kb3ducmV2LnhtbERP32vCMBB+H/g/hBP2MjRVcWhnFBWCgw3GVPD1aM62&#10;rLmUJLP1v18Gg73dx/fzVpveNuJGPtSOFUzGGQjiwpmaSwXnkx4tQISIbLBxTAruFGCzHjysMDeu&#10;40+6HWMpUgiHHBVUMba5lKGoyGIYu5Y4cVfnLcYEfSmNxy6F20ZOs+xZWqw5NVTY0r6i4uv4bRXs&#10;Prpy5p+KXe/erofLXGuj37VSj8N++wIiUh//xX/uV5PmZ8v5DH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ZW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AN68IA&#10;AADeAAAADwAAAGRycy9kb3ducmV2LnhtbERP3WrCMBS+H/gO4Qi7m6lFh1ajiKMgYzdTH+DQHJtq&#10;c1KSWOvbL4PB7s7H93vW28G2oicfGscKppMMBHHldMO1gvOpfFuACBFZY+uYFDwpwHYzelljod2D&#10;v6k/xlqkEA4FKjAxdoWUoTJkMUxcR5y4i/MWY4K+ltrjI4XbVuZZ9i4tNpwaDHa0N1TdjneroPzM&#10;v/rbXfvS7YaZpbm5Lj6MUq/jYbcCEWmI/+I/90Gn+fl8toT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A3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N4VMcA&#10;AADeAAAADwAAAGRycy9kb3ducmV2LnhtbESPQUvDQBCF74L/YRmhF7GbViISuy2tsFRQEGuh1yE7&#10;TYLZ2bC7NvHfOwfB2wzz5r33rTaT79WFYuoCG1jMC1DEdXAdNwaOn/buEVTKyA77wGTghxJs1tdX&#10;K6xcGPmDLofcKDHhVKGBNueh0jrVLXlM8zAQy+0coscsa2y0iziKue/1sigetMeOJaHFgZ5bqr8O&#10;397A7n1s7uNtvZvC63l/Kq119s0aM7uZtk+gMk35X/z3/eKk/rIsBUBw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jeF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+XMMIA&#10;AADeAAAADwAAAGRycy9kb3ducmV2LnhtbERP3WrCMBS+H+wdwhnsbqYWK9IZRTYKIrtR9wCH5thU&#10;m5OSxNq9vRkI3p2P7/cs16PtxEA+tI4VTCcZCOLa6ZYbBb/H6mMBIkRkjZ1jUvBHAdar15clltrd&#10;eE/DITYihXAoUYGJsS+lDLUhi2HieuLEnZy3GBP0jdQebyncdjLPsrm02HJqMNjTl6H6crhaBdUu&#10;/xkuV+0rtxlnlgpzXnwbpd7fxs0niEhjfIof7q1O8/OimML/O+kGub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X5c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OXr8IA&#10;AADeAAAADwAAAGRycy9kb3ducmV2LnhtbERPzWqDQBC+F/oOyxR6a9aYGILJGkIhoR5j+wCDO1HR&#10;nTXuNurbdwuB3Obj+539YTKduNPgGssKlosIBHFpdcOVgp/v08cWhPPIGjvLpGAmB4fs9WWPqbYj&#10;X+he+EqEEHYpKqi971MpXVmTQbewPXHgrnYw6AMcKqkHHEO46WQcRRtpsOHQUGNPnzWVbfFrFKzn&#10;8XwrkjY6aUPLfNXn7MtEqfe36bgD4WnyT/HD/aXD/DhJYvh/J9wg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5e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km8QA&#10;AADeAAAADwAAAGRycy9kb3ducmV2LnhtbERPTWvCQBC9F/oflhG86caI0kZXkUpK6cmm0fOQHZNg&#10;djZkNzH++26h0Ns83uds96NpxECdqy0rWMwjEMSF1TWXCvLvdPYCwnlkjY1lUvAgB/vd89MWE23v&#10;/EVD5ksRQtglqKDyvk2kdEVFBt3ctsSBu9rOoA+wK6Xu8B7CTSPjKFpLgzWHhgpbequouGW9UdCv&#10;L3HO1099yo6P99djenDyXCo1nYyHDQhPo/8X/7k/dJgfr1ZL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NJJ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M8sYA&#10;AADeAAAADwAAAGRycy9kb3ducmV2LnhtbERPS2vCQBC+F/oflhG81Y2vYFNXqYJgezBU7cHbmJ0m&#10;abOzMbtq/PduodDbfHzPmc5bU4kLNa60rKDfi0AQZ1aXnCvY71ZPExDOI2usLJOCGzmYzx4fppho&#10;e+UPumx9LkIIuwQVFN7XiZQuK8ig69maOHBftjHoA2xyqRu8hnBTyUEUxdJgyaGhwJqWBWU/27NR&#10;8JlO4ud08Tb6ft8ccWj06aDLWKlup319AeGp9f/iP/dah/mD8XgE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sM8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4+/cQA&#10;AADeAAAADwAAAGRycy9kb3ducmV2LnhtbERPS2vCQBC+F/oflin01mwajUjMKm1FK558gdchO01C&#10;s7Mhu9XYX+8Kgrf5+J6Tz3rTiBN1rras4D2KQRAXVtdcKjjsF29jEM4ja2wsk4ILOZhNn59yzLQ9&#10;85ZOO1+KEMIuQwWV920mpSsqMugi2xIH7sd2Bn2AXSl1h+cQbhqZxPFIGqw5NFTY0ldFxe/uzyj4&#10;Hx1x476Tz/lAe7oMx0u73iyVen3pPyYgPPX+Ib67VzrMT9I0hds74QY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+Pv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JJMMA&#10;AADeAAAADwAAAGRycy9kb3ducmV2LnhtbERPzYrCMBC+L/gOYQRva2qxslajLIsLe1PrPsDQjGmx&#10;mdQmq3Wf3giCt/n4fme57m0jLtT52rGCyTgBQVw6XbNR8Hv4fv8A4QOyxsYxKbiRh/Vq8LbEXLsr&#10;7+lSBCNiCPscFVQhtLmUvqzIoh+7ljhyR9dZDBF2RuoOrzHcNjJNkpm0WHNsqLClr4rKU/FnFZxd&#10;mum+2OD2tJnvamOm5//9VKnRsP9cgAjUh5f46f7RcX6aZTN4vBN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XJJ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KVMQA&#10;AADeAAAADwAAAGRycy9kb3ducmV2LnhtbERPPW/CMBDdK/U/WFeJrTgFhUDAQS0SEivQoeNhH0lo&#10;fE5jN6T99RipUrd7ep+3Wg+2ET11vnas4GWcgCDWztRcKng/bp/nIHxANtg4JgU/5GFdPD6sMDfu&#10;ynvqD6EUMYR9jgqqENpcSq8rsujHriWO3Nl1FkOEXSlNh9cYbhs5SZKZtFhzbKiwpU1F+vPwbRXs&#10;6hOlM31e2Pmb3n/8foVpdjFKjZ6G1yWIQEP4F/+5dybOn6RpBvd34g2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lCl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tn8cUA&#10;AADeAAAADwAAAGRycy9kb3ducmV2LnhtbERPTWvCQBC9F/oflhF6qxsDlja6ihYKLW2Fquh1yI7Z&#10;YHY2ZLcx/vvOoeBt5n3Nm/ly8I3qqYt1YAOTcQaKuAy25srAfvf2+AwqJmSLTWAycKUIy8X93RwL&#10;Gy78Q/02VUpCOBZowKXUFlrH0pHHOA4tsXCn0HlMsnaVth1eJNw3Os+yJ+2xZrngsKVXR+V5++sN&#10;9Li5Zke3/n75qL/KfLM+fFrBzcNoWM1AJRrSTfzvfrdSP59Opa+8IzPo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2f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od8MMA&#10;AADeAAAADwAAAGRycy9kb3ducmV2LnhtbERPTUvDQBC9C/0PyxS82U0DFY3dllKoeNToweOYnWZT&#10;szNhd9tEf70rCN7m8T5nvZ18ry4UYidsYLkoQBE3YjtuDby9Hm7uQMWEbLEXJgNfFGG7mV2tsbIy&#10;8gtd6tSqHMKxQgMupaHSOjaOPMaFDMSZO0rwmDIMrbYBxxzue10Wxa322HFucDjQ3lHzWZ+9gfGx&#10;+TiVx3frvsMgh/pZTmUvxlzPp90DqERT+hf/uZ9snl+uV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9od8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ux8gA&#10;AADeAAAADwAAAGRycy9kb3ducmV2LnhtbESPT0/CQBDF7yZ+h82YcJOtTfiTykIQJDFEYkC9j92x&#10;re7ONt0Vyrd3DiTcZjJv3nu/2aL3Th2pi01gAw/DDBRxGWzDlYGP9839FFRMyBZdYDJwpgiL+e3N&#10;DAsbTryn4yFVSkw4FmigTqkttI5lTR7jMLTEcvsOnccka1dp2+FJzL3TeZaNtceGJaHGllY1lb+H&#10;P29g87Z2P/luv/zUafU8+XLT7dP61ZjBXb98BJWoT1fx5fvFSv18NBYAwZEZ9P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dG7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4WyMUA&#10;AADeAAAADwAAAGRycy9kb3ducmV2LnhtbERPTWvCQBC9C/0PyxS8SN1oUULqKiJIIlRo00KvY3aa&#10;BLOzIbvG9N93BcHbPN7nrDaDaURPnastK5hNIxDEhdU1lwq+v/YvMQjnkTU2lknBHznYrJ9GK0y0&#10;vfIn9bkvRQhhl6CCyvs2kdIVFRl0U9sSB+7XdgZ9gF0pdYfXEG4aOY+ipTRYc2iosKVdRcU5vxgF&#10;/cf7qcx61x7O8cQtXk9petQ/So2fh+0bCE+Df4jv7kyH+fPFcga3d8IN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hb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D2osUA&#10;AADe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k/7gxT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PaixQAAAN4AAAAPAAAAAAAAAAAAAAAAAJgCAABkcnMv&#10;ZG93bnJldi54bWxQSwUGAAAAAAQABAD1AAAAigMAAAAA&#10;" fillcolor="black" stroked="f"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9dOcYA&#10;AADeAAAADwAAAGRycy9kb3ducmV2LnhtbERPTWvCQBC9F/oflin0VjdGDBJdRVsFQXvQ9uBxzI7J&#10;kuxsyG417a/vCoXe5vE+Z7bobSOu1HnjWMFwkIAgLpw2XCr4/Ni8TED4gKyxcUwKvsnDYv74MMNc&#10;uxsf6HoMpYgh7HNUUIXQ5lL6oiKLfuBa4shdXGcxRNiVUnd4i+G2kWmSZNKi4dhQYUuvFRX18csq&#10;OO0yMzkYSs/7n9Va78f16v2tVur5qV9OQQTqw7/4z73VcX46zkZwfyfe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9dO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Sof8QA&#10;AADeAAAADwAAAGRycy9kb3ducmV2LnhtbERPS2sCMRC+F/wPYYTealZpRbZGEYvoxYMveh020812&#10;N5NtEnX11zdCobf5+J4znXe2ERfyoXKsYDjIQBAXTldcKjgeVi8TECEia2wck4IbBZjPek9TzLW7&#10;8o4u+1iKFMIhRwUmxjaXMhSGLIaBa4kT9+W8xZigL6X2eE3htpGjLBtLixWnBoMtLQ0V9f5sFfjF&#10;50d95/Opzu7bW1h/dz8TNEo997vFO4hIXfwX/7k3Os0fvY1f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EqH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m7r8QA&#10;AADeAAAADwAAAGRycy9kb3ducmV2LnhtbERP22rCQBB9L/Qflin0peimAa1GVykFoVARtH7AmB2T&#10;0N3ZkB019uu7BcG3OZzrzJe9d+pMXWwCG3gdZqCIy2Abrgzsv1eDCagoyBZdYDJwpQjLxePDHAsb&#10;Lryl804qlUI4FmigFmkLrWNZk8c4DC1x4o6h8ygJdpW2HV5SuHc6z7Kx9thwaqixpY+ayp/dyRtw&#10;+cFNv97iWq57vc5+vWxfNtaY56f+fQZKqJe7+Ob+tGl+PhqP4P+ddIN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5u6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tkgsQA&#10;AADeAAAADwAAAGRycy9kb3ducmV2LnhtbERPTWvCQBC9C/0PyxS86aYBQ0ldpa0IufRgqngds9Ns&#10;6O5syG417a/vCoK3ebzPWa5HZ8WZhtB5VvA0z0AQN1533CrYf25nzyBCRNZoPZOCXwqwXj1Mllhq&#10;f+EdnevYihTCoUQFJsa+lDI0hhyGue+JE/flB4cxwaGVesBLCndW5llWSIcdpwaDPb0bar7rH6dg&#10;U/c231fmLRwPH6eTrf62dNwoNX0cX19ARBrjXXxzVzrNzxdFAdd30g1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7ZI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lMa8QA&#10;AADeAAAADwAAAGRycy9kb3ducmV2LnhtbERPyWrDMBC9F/IPYgq9NZJLSVI3sgmlgUBOzXLIbZAm&#10;tlNrZCw1dv++ChRym8dbZ1mOrhVX6kPjWUM2VSCIjbcNVxoO+/XzAkSIyBZbz6ThlwKUxeRhibn1&#10;A3/RdRcrkUI45KihjrHLpQymJodh6jvixJ197zAm2FfS9jikcNfKF6Vm0mHDqaHGjj5qMt+7H6fh&#10;spZbbxSa4+E4bOz89DmjVmn99Diu3kFEGuNd/O/e2DQ/e33L4PZOukE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JTGv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5Y0McA&#10;AADeAAAADwAAAGRycy9kb3ducmV2LnhtbESPQWvCQBCF74X+h2WE3urGFMRGV7GCUFp6qBbxOGbH&#10;JCQ7G3ZXTf+9cyj0NsN78943i9XgOnWlEBvPBibjDBRx6W3DlYGf/fZ5BiomZIudZzLwSxFWy8eH&#10;BRbW3/ibrrtUKQnhWKCBOqW+0DqWNTmMY98Ti3b2wWGSNVTaBrxJuOt0nmVT7bBhaaixp01NZbu7&#10;OAPHyyefv14+1uEtHfywj21+mrXGPI2G9RxUoiH9m/+u363g56+58Mo7MoNe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+WN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8oOcUA&#10;AADeAAAADwAAAGRycy9kb3ducmV2LnhtbERPTWvCQBC9F/oflil4qxuDFZO6ihYKXgpqe6i3MTsm&#10;wexs3F01+utdodDbPN7nTGadacSZnK8tKxj0ExDEhdU1lwp+vj9fxyB8QNbYWCYFV/Iwmz4/TTDX&#10;9sJrOm9CKWII+xwVVCG0uZS+qMig79uWOHJ76wyGCF0ptcNLDDeNTJNkJA3WHBsqbOmjouKwORkF&#10;i2y8OK6G/HVb77a0/d0d3lKXKNV76ebvIAJ14V/8517qOD/N0gwe78Qb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yg5xQAAAN4AAAAPAAAAAAAAAAAAAAAAAJgCAABkcnMv&#10;ZG93bnJldi54bWxQSwUGAAAAAAQABAD1AAAAigMAAAAA&#10;" fillcolor="black" stroked="f"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oc08YA&#10;AADeAAAADwAAAGRycy9kb3ducmV2LnhtbESPQUsDMRCF74L/IYzgzWZtQXRtWpaCKJ62reJ1uhk3&#10;i5vJksR0/ffOQfA2w7x5733r7exHVSimIbCB20UFirgLduDewNvx6eYeVMrIFsfAZOCHEmw3lxdr&#10;rG04857KIfdKTDjVaMDlPNVap86Rx7QIE7HcPkP0mGWNvbYRz2LuR72sqjvtcWBJcDjRzlH3dfj2&#10;Bspp1zar8lHc/jU2fQzt8/upNeb6am4eQWWa87/47/vFSv3lw0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oc0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9QcUA&#10;AADeAAAADwAAAGRycy9kb3ducmV2LnhtbERPTWvCQBC9F/wPywje6iYWpEZXEWmL9lIbBT0O2TEb&#10;zM6G7BrT/vpuodDbPN7nLFa9rUVHra8cK0jHCQjiwumKSwXHw+vjMwgfkDXWjknBF3lYLQcPC8y0&#10;u/MndXkoRQxhn6ECE0KTSekLQxb92DXEkbu41mKIsC2lbvEew20tJ0kylRYrjg0GG9oYKq75zSrw&#10;6ebl9G6/Z935zfBHvjPTfWmUGg379RxEoD78i//cWx3nT2ZP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mv1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2440" w:rsidRDefault="005B2440" w:rsidP="005B24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2440" w:rsidRPr="0066767B" w:rsidRDefault="005B2440" w:rsidP="005B244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2440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B2440" w:rsidRPr="0066767B" w:rsidRDefault="005B2440" w:rsidP="005B244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2440" w:rsidRPr="0066767B" w:rsidRDefault="005B2440" w:rsidP="005B24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B2440" w:rsidRPr="0066767B" w:rsidRDefault="005B2440" w:rsidP="005B24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B2440" w:rsidRDefault="005B2440" w:rsidP="005B244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.2021 року                                       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5B2440" w:rsidRDefault="005B2440" w:rsidP="005B244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6823982100:02:003:0023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яка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5B2440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Славутський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5B2440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</w:t>
      </w:r>
    </w:p>
    <w:p w:rsidR="005B2440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2440" w:rsidRPr="001C55EE" w:rsidRDefault="005B2440" w:rsidP="005B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5B2440" w:rsidRPr="001C55EE" w:rsidRDefault="005B2440" w:rsidP="005B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B2440" w:rsidRPr="001C55EE" w:rsidRDefault="005B2440" w:rsidP="005B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2440" w:rsidRPr="001C55EE" w:rsidRDefault="005B2440" w:rsidP="005B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B2440" w:rsidRPr="001C55EE" w:rsidRDefault="005B2440" w:rsidP="005B244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поділута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1,7816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6823982100:02:003:0023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область, 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) район,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Головлівська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 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рада)</w:t>
      </w:r>
      <w:r>
        <w:rPr>
          <w:rFonts w:ascii="Times New Roman" w:eastAsia="Times New Roman" w:hAnsi="Times New Roman" w:cs="Times New Roman"/>
          <w:sz w:val="24"/>
          <w:szCs w:val="24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5B2440" w:rsidRPr="001C55EE" w:rsidRDefault="005B2440" w:rsidP="005B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5B2440" w:rsidRPr="005B2440" w:rsidRDefault="005B2440" w:rsidP="005B24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8664B" w:rsidRPr="005B2440" w:rsidRDefault="005B2440" w:rsidP="005B244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1C55E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8664B" w:rsidRPr="005B244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6AE" w:rsidRDefault="001066AE">
      <w:pPr>
        <w:spacing w:after="0" w:line="240" w:lineRule="auto"/>
      </w:pPr>
      <w:r>
        <w:separator/>
      </w:r>
    </w:p>
  </w:endnote>
  <w:endnote w:type="continuationSeparator" w:id="0">
    <w:p w:rsidR="001066AE" w:rsidRDefault="00106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6AE" w:rsidRDefault="001066AE">
      <w:pPr>
        <w:spacing w:after="0" w:line="240" w:lineRule="auto"/>
      </w:pPr>
      <w:r>
        <w:separator/>
      </w:r>
    </w:p>
  </w:footnote>
  <w:footnote w:type="continuationSeparator" w:id="0">
    <w:p w:rsidR="001066AE" w:rsidRDefault="001066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440"/>
    <w:rsid w:val="001066AE"/>
    <w:rsid w:val="005B2440"/>
    <w:rsid w:val="0078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4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44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2021-03-20T05:01:00Z</dcterms:created>
  <dcterms:modified xsi:type="dcterms:W3CDTF">2021-03-20T05:01:00Z</dcterms:modified>
</cp:coreProperties>
</file>