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D95" w:rsidRDefault="00404D95" w:rsidP="00404D9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D95" w:rsidRDefault="00404D95" w:rsidP="00404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04D95" w:rsidRDefault="00404D95" w:rsidP="00404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04D95" w:rsidRDefault="00404D95" w:rsidP="00404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4D95" w:rsidRDefault="00404D95" w:rsidP="00404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4D95" w:rsidRDefault="00404D95" w:rsidP="00404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4D95" w:rsidRDefault="00404D95" w:rsidP="00404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4D95" w:rsidRDefault="00404D95" w:rsidP="00404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04D95" w:rsidRDefault="00404D95" w:rsidP="00404D9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04D95" w:rsidRDefault="00404D95" w:rsidP="00404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04D95" w:rsidRDefault="00404D95" w:rsidP="00404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04D95" w:rsidRDefault="00404D95" w:rsidP="00404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4D95" w:rsidRDefault="00404D95" w:rsidP="00404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04D95" w:rsidRDefault="00404D95" w:rsidP="00404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4D95" w:rsidRDefault="00404D95" w:rsidP="00404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04D95" w:rsidRDefault="00404D95" w:rsidP="00404D9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04D95" w:rsidRDefault="00404D95" w:rsidP="00404D9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75</w:t>
      </w:r>
    </w:p>
    <w:p w:rsidR="00404D95" w:rsidRPr="0024314B" w:rsidRDefault="00404D95" w:rsidP="00404D9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4D95" w:rsidRPr="0024314B" w:rsidRDefault="00404D95" w:rsidP="00404D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04D95" w:rsidRPr="0024314B" w:rsidRDefault="00404D95" w:rsidP="00404D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04D95" w:rsidRPr="0024314B" w:rsidRDefault="00404D95" w:rsidP="00404D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404D95" w:rsidRPr="0024314B" w:rsidRDefault="00404D95" w:rsidP="00404D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404D95" w:rsidRPr="0024314B" w:rsidRDefault="00404D95" w:rsidP="00404D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Лаврук</w:t>
      </w:r>
      <w:proofErr w:type="spellEnd"/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Г.В.</w:t>
      </w:r>
    </w:p>
    <w:p w:rsidR="00404D95" w:rsidRPr="0024314B" w:rsidRDefault="00404D95" w:rsidP="00404D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04D95" w:rsidRPr="0024314B" w:rsidRDefault="00404D95" w:rsidP="00404D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Лаврук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Г.В.  сільська  рада </w:t>
      </w:r>
    </w:p>
    <w:p w:rsidR="00404D95" w:rsidRPr="0024314B" w:rsidRDefault="00404D95" w:rsidP="00404D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04D95" w:rsidRPr="0024314B" w:rsidRDefault="00404D95" w:rsidP="00404D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Лаврук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Галині Василівні, 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 зареєстрована за </w:t>
      </w:r>
      <w:proofErr w:type="spellStart"/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="00951824" w:rsidRPr="00951824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951824" w:rsidRPr="0095182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0,3409 га, кадастровий номер: 6823984000:03:012:0085, д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ля ведення товарного сільськогосподарського виробництва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)  район,  за межами  населеного пункту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Крупець.</w:t>
      </w:r>
    </w:p>
    <w:p w:rsidR="00404D95" w:rsidRPr="0024314B" w:rsidRDefault="00404D95" w:rsidP="00404D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Лаврук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404D95" w:rsidRPr="0024314B" w:rsidRDefault="00404D95" w:rsidP="00404D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04D95" w:rsidRPr="0024314B" w:rsidRDefault="00404D95" w:rsidP="00404D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04D95" w:rsidRPr="00404D95" w:rsidRDefault="00404D95" w:rsidP="00404D9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404D95" w:rsidRPr="00404D95" w:rsidRDefault="00404D95" w:rsidP="00404D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B9387D" w:rsidRPr="00404D95" w:rsidRDefault="00404D95" w:rsidP="00404D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B9387D" w:rsidRPr="00404D9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95"/>
    <w:rsid w:val="00404D95"/>
    <w:rsid w:val="00951824"/>
    <w:rsid w:val="00B9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9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04D9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04D9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04D95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9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04D9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04D9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04D95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261</Words>
  <Characters>1488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2021-07-26T12:48:00Z</dcterms:created>
  <dcterms:modified xsi:type="dcterms:W3CDTF">2021-07-27T07:34:00Z</dcterms:modified>
</cp:coreProperties>
</file>