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4ADA" w:rsidRDefault="00D84ADA" w:rsidP="00D84AD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84ADA" w:rsidRDefault="00D84ADA" w:rsidP="00D84A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84ADA" w:rsidRDefault="00D84ADA" w:rsidP="00D84A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84ADA" w:rsidRDefault="00D84ADA" w:rsidP="00D84AD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84ADA" w:rsidRDefault="00D84ADA" w:rsidP="00D84A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84ADA" w:rsidRDefault="00D84ADA" w:rsidP="00D84A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№66</w:t>
      </w:r>
    </w:p>
    <w:p w:rsidR="00D84ADA" w:rsidRDefault="00D84ADA" w:rsidP="00D84A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84ADA" w:rsidRPr="00AF2E62" w:rsidRDefault="00D84ADA" w:rsidP="00D84AD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Нікітіну С.М.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</w:t>
      </w:r>
      <w:proofErr w:type="spellStart"/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Нікітіну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С.М.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  <w:proofErr w:type="gramEnd"/>
    </w:p>
    <w:p w:rsidR="00D84ADA" w:rsidRPr="00DC3C37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Нікітіну  Сергію Миколайовичу, який  зареєстрований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31800">
        <w:rPr>
          <w:rFonts w:ascii="Times New Roman" w:eastAsia="Calibri" w:hAnsi="Times New Roman" w:cs="Times New Roman"/>
          <w:sz w:val="24"/>
          <w:lang w:val="ru-RU" w:eastAsia="en-US"/>
        </w:rPr>
        <w:t>__________________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0,08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F048C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Нікітіну  С.М.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84ADA" w:rsidRPr="00AF2E62" w:rsidRDefault="00D84ADA" w:rsidP="00D84A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84ADA" w:rsidRPr="00AF2E62" w:rsidRDefault="00D84ADA" w:rsidP="00D84AD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4ADA" w:rsidRPr="00AF2E62" w:rsidRDefault="00D84ADA" w:rsidP="00D84A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4ADA" w:rsidRDefault="00D84ADA" w:rsidP="00D84AD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84ADA" w:rsidRDefault="00D84ADA" w:rsidP="00D84AD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0F11" w:rsidRPr="00D84ADA" w:rsidRDefault="00D84ADA" w:rsidP="00D84AD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40F11" w:rsidRPr="00D84AD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ADA"/>
    <w:rsid w:val="00831800"/>
    <w:rsid w:val="00C40F11"/>
    <w:rsid w:val="00D84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84A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4A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84AD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AD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84A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84ADA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84AD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236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2021-07-07T06:40:00Z</dcterms:created>
  <dcterms:modified xsi:type="dcterms:W3CDTF">2021-07-07T08:29:00Z</dcterms:modified>
</cp:coreProperties>
</file>