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2C8B" w:rsidRDefault="00DA2C8B" w:rsidP="00DA2C8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DA2C8B" w:rsidRPr="00C92EA5" w:rsidRDefault="00DA2C8B" w:rsidP="00DA2C8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</w:t>
      </w:r>
      <w:r w:rsidRPr="00C92EA5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КТ</w:t>
      </w:r>
    </w:p>
    <w:p w:rsidR="00DA2C8B" w:rsidRPr="00C92EA5" w:rsidRDefault="00DA2C8B" w:rsidP="00DA2C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0" b="0"/>
                <wp:wrapNone/>
                <wp:docPr id="1" name="Группа 102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C8B" w:rsidRDefault="00DA2C8B" w:rsidP="00DA2C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2C8B" w:rsidRPr="00E77963" w:rsidRDefault="00DA2C8B" w:rsidP="00DA2C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C8B" w:rsidRDefault="00DA2C8B" w:rsidP="00DA2C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2C8B" w:rsidRDefault="00DA2C8B" w:rsidP="00DA2C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C8B" w:rsidRDefault="00DA2C8B" w:rsidP="00DA2C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2C8B" w:rsidRDefault="00DA2C8B" w:rsidP="00DA2C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C8B" w:rsidRDefault="00DA2C8B" w:rsidP="00DA2C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2C8B" w:rsidRDefault="00DA2C8B" w:rsidP="00DA2C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C8B" w:rsidRDefault="00DA2C8B" w:rsidP="00DA2C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2C8B" w:rsidRDefault="00DA2C8B" w:rsidP="00DA2C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C8B" w:rsidRDefault="00DA2C8B" w:rsidP="00DA2C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2C8B" w:rsidRDefault="00DA2C8B" w:rsidP="00DA2C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C8B" w:rsidRDefault="00DA2C8B" w:rsidP="00DA2C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2C8B" w:rsidRDefault="00DA2C8B" w:rsidP="00DA2C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C8B" w:rsidRDefault="00DA2C8B" w:rsidP="00DA2C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2C8B" w:rsidRDefault="00DA2C8B" w:rsidP="00DA2C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C8B" w:rsidRDefault="00DA2C8B" w:rsidP="00DA2C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2C8B" w:rsidRDefault="00DA2C8B" w:rsidP="00DA2C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C8B" w:rsidRDefault="00DA2C8B" w:rsidP="00DA2C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2C8B" w:rsidRDefault="00DA2C8B" w:rsidP="00DA2C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C8B" w:rsidRDefault="00DA2C8B" w:rsidP="00DA2C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C8B" w:rsidRDefault="00DA2C8B" w:rsidP="00DA2C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C8B" w:rsidRDefault="00DA2C8B" w:rsidP="00DA2C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C8B" w:rsidRDefault="00DA2C8B" w:rsidP="00DA2C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C8B" w:rsidRDefault="00DA2C8B" w:rsidP="00DA2C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C8B" w:rsidRDefault="00DA2C8B" w:rsidP="00DA2C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C8B" w:rsidRDefault="00DA2C8B" w:rsidP="00DA2C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C8B" w:rsidRDefault="00DA2C8B" w:rsidP="00DA2C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C8B" w:rsidRDefault="00DA2C8B" w:rsidP="00DA2C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2C8B" w:rsidRDefault="00DA2C8B" w:rsidP="00DA2C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284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A2C8B" w:rsidRDefault="00DA2C8B" w:rsidP="00DA2C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A2C8B" w:rsidRPr="00E77963" w:rsidRDefault="00DA2C8B" w:rsidP="00DA2C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A2C8B" w:rsidRDefault="00DA2C8B" w:rsidP="00DA2C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A2C8B" w:rsidRDefault="00DA2C8B" w:rsidP="00DA2C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A2C8B" w:rsidRDefault="00DA2C8B" w:rsidP="00DA2C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A2C8B" w:rsidRDefault="00DA2C8B" w:rsidP="00DA2C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A2C8B" w:rsidRDefault="00DA2C8B" w:rsidP="00DA2C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A2C8B" w:rsidRDefault="00DA2C8B" w:rsidP="00DA2C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A2C8B" w:rsidRDefault="00DA2C8B" w:rsidP="00DA2C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A2C8B" w:rsidRDefault="00DA2C8B" w:rsidP="00DA2C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A2C8B" w:rsidRDefault="00DA2C8B" w:rsidP="00DA2C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A2C8B" w:rsidRDefault="00DA2C8B" w:rsidP="00DA2C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A2C8B" w:rsidRDefault="00DA2C8B" w:rsidP="00DA2C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A2C8B" w:rsidRDefault="00DA2C8B" w:rsidP="00DA2C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A2C8B" w:rsidRDefault="00DA2C8B" w:rsidP="00DA2C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A2C8B" w:rsidRDefault="00DA2C8B" w:rsidP="00DA2C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A2C8B" w:rsidRDefault="00DA2C8B" w:rsidP="00DA2C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A2C8B" w:rsidRDefault="00DA2C8B" w:rsidP="00DA2C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A2C8B" w:rsidRDefault="00DA2C8B" w:rsidP="00DA2C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A2C8B" w:rsidRDefault="00DA2C8B" w:rsidP="00DA2C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DA2C8B" w:rsidRDefault="00DA2C8B" w:rsidP="00DA2C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A2C8B" w:rsidRDefault="00DA2C8B" w:rsidP="00DA2C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A2C8B" w:rsidRDefault="00DA2C8B" w:rsidP="00DA2C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A2C8B" w:rsidRDefault="00DA2C8B" w:rsidP="00DA2C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A2C8B" w:rsidRDefault="00DA2C8B" w:rsidP="00DA2C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A2C8B" w:rsidRDefault="00DA2C8B" w:rsidP="00DA2C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A2C8B" w:rsidRDefault="00DA2C8B" w:rsidP="00DA2C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DA2C8B" w:rsidRDefault="00DA2C8B" w:rsidP="00DA2C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A2C8B" w:rsidRDefault="00DA2C8B" w:rsidP="00DA2C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A2C8B" w:rsidRDefault="00DA2C8B" w:rsidP="00DA2C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A2C8B" w:rsidRPr="00C92EA5" w:rsidRDefault="00DA2C8B" w:rsidP="00DA2C8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A2C8B" w:rsidRPr="00C92EA5" w:rsidRDefault="00DA2C8B" w:rsidP="00DA2C8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A2C8B" w:rsidRPr="00C92EA5" w:rsidRDefault="00DA2C8B" w:rsidP="00DA2C8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A2C8B" w:rsidRDefault="00DA2C8B" w:rsidP="00DA2C8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DA2C8B" w:rsidRPr="00C92EA5" w:rsidRDefault="00DA2C8B" w:rsidP="00DA2C8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A2C8B" w:rsidRPr="00C92EA5" w:rsidRDefault="00DA2C8B" w:rsidP="00DA2C8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A2C8B" w:rsidRPr="00C92EA5" w:rsidRDefault="00DA2C8B" w:rsidP="00DA2C8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A2C8B" w:rsidRPr="00C92EA5" w:rsidRDefault="00DA2C8B" w:rsidP="00DA2C8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A2C8B" w:rsidRPr="00C92EA5" w:rsidRDefault="00DA2C8B" w:rsidP="00DA2C8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A2C8B" w:rsidRPr="00C92EA5" w:rsidRDefault="00DA2C8B" w:rsidP="00DA2C8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A2C8B" w:rsidRPr="00C92EA5" w:rsidRDefault="00DA2C8B" w:rsidP="00DA2C8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A2C8B" w:rsidRPr="00C92EA5" w:rsidRDefault="00DA2C8B" w:rsidP="00DA2C8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DA2C8B" w:rsidRPr="00C92EA5" w:rsidRDefault="00DA2C8B" w:rsidP="00DA2C8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A2C8B" w:rsidRPr="00C92EA5" w:rsidRDefault="00DA2C8B" w:rsidP="00DA2C8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22.04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DA2C8B" w:rsidRPr="00C92EA5" w:rsidRDefault="00DA2C8B" w:rsidP="00DA2C8B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A2C8B" w:rsidRPr="00C92EA5" w:rsidRDefault="00DA2C8B" w:rsidP="00DA2C8B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DA2C8B" w:rsidRPr="00C92EA5" w:rsidRDefault="00DA2C8B" w:rsidP="00DA2C8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DA2C8B" w:rsidRPr="00C92EA5" w:rsidRDefault="00DA2C8B" w:rsidP="00DA2C8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DA2C8B" w:rsidRPr="0040408C" w:rsidRDefault="00DA2C8B" w:rsidP="00DA2C8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Ковалінському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О.Б.</w:t>
      </w:r>
    </w:p>
    <w:p w:rsidR="00DA2C8B" w:rsidRDefault="00DA2C8B" w:rsidP="00DA2C8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DA2C8B" w:rsidRPr="00C92EA5" w:rsidRDefault="00DA2C8B" w:rsidP="00DA2C8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A2C8B" w:rsidRPr="00C92EA5" w:rsidRDefault="00DA2C8B" w:rsidP="00DA2C8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ро</w:t>
      </w:r>
      <w:r>
        <w:rPr>
          <w:rFonts w:ascii="Times New Roman" w:eastAsia="Calibri" w:hAnsi="Times New Roman" w:cs="Times New Roman"/>
          <w:sz w:val="24"/>
        </w:rPr>
        <w:t xml:space="preserve">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Ковалінського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О.Б.</w:t>
      </w:r>
      <w:r w:rsidRPr="00C92EA5">
        <w:rPr>
          <w:rFonts w:ascii="Times New Roman" w:eastAsia="Calibri" w:hAnsi="Times New Roman" w:cs="Times New Roman"/>
          <w:sz w:val="24"/>
        </w:rPr>
        <w:t xml:space="preserve"> сільська рада </w:t>
      </w:r>
    </w:p>
    <w:p w:rsidR="00DA2C8B" w:rsidRPr="00C92EA5" w:rsidRDefault="00DA2C8B" w:rsidP="00DA2C8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DA2C8B" w:rsidRPr="00C92EA5" w:rsidRDefault="00DA2C8B" w:rsidP="00DA2C8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A2C8B" w:rsidRPr="00C92EA5" w:rsidRDefault="00DA2C8B" w:rsidP="00DA2C8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DA2C8B" w:rsidRDefault="00DA2C8B" w:rsidP="00DA2C8B">
      <w:pPr>
        <w:tabs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1</w:t>
      </w:r>
      <w:r w:rsidRPr="002B46B1">
        <w:rPr>
          <w:rFonts w:ascii="Times New Roman" w:eastAsia="Calibri" w:hAnsi="Times New Roman" w:cs="Times New Roman"/>
          <w:color w:val="FF0000"/>
          <w:sz w:val="24"/>
        </w:rPr>
        <w:t xml:space="preserve">. </w:t>
      </w:r>
      <w:r w:rsidRPr="002B46B1">
        <w:rPr>
          <w:rFonts w:ascii="Times New Roman" w:eastAsia="Calibri" w:hAnsi="Times New Roman" w:cs="Times New Roman"/>
          <w:sz w:val="24"/>
        </w:rPr>
        <w:t>Надати</w:t>
      </w:r>
      <w:r w:rsidRPr="002B46B1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Ковалінського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Олега Борисовича,  який зареєстрований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0D2A16">
        <w:rPr>
          <w:rFonts w:ascii="Times New Roman" w:eastAsia="Calibri" w:hAnsi="Times New Roman" w:cs="Times New Roman"/>
          <w:sz w:val="24"/>
        </w:rPr>
        <w:t>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дозвіл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орієнтовною </w:t>
      </w:r>
      <w:r w:rsidRPr="00C92EA5">
        <w:rPr>
          <w:rFonts w:ascii="Times New Roman" w:eastAsia="Calibri" w:hAnsi="Times New Roman" w:cs="Times New Roman"/>
          <w:sz w:val="24"/>
        </w:rPr>
        <w:t xml:space="preserve">площею </w:t>
      </w:r>
      <w:r>
        <w:rPr>
          <w:rFonts w:ascii="Times New Roman" w:eastAsia="Calibri" w:hAnsi="Times New Roman" w:cs="Times New Roman"/>
          <w:sz w:val="24"/>
        </w:rPr>
        <w:t>0,2200</w:t>
      </w:r>
      <w:r w:rsidRPr="00C92EA5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за рахунок земель комунальної власності </w:t>
      </w:r>
      <w:r w:rsidRPr="00A7261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 землі запасу, кадастровий номер</w:t>
      </w:r>
      <w:r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6823984000:01:017:0018,</w:t>
      </w:r>
      <w:r w:rsidRPr="00C92EA5">
        <w:rPr>
          <w:rFonts w:ascii="Times New Roman" w:eastAsia="Calibri" w:hAnsi="Times New Roman" w:cs="Times New Roman"/>
          <w:sz w:val="24"/>
        </w:rPr>
        <w:t xml:space="preserve"> для ведення </w:t>
      </w:r>
      <w:r>
        <w:rPr>
          <w:rFonts w:ascii="Times New Roman" w:eastAsia="Calibri" w:hAnsi="Times New Roman" w:cs="Times New Roman"/>
          <w:sz w:val="24"/>
        </w:rPr>
        <w:t>особистого селянського господарства</w:t>
      </w:r>
      <w:r w:rsidRPr="00C92EA5">
        <w:rPr>
          <w:rFonts w:ascii="Times New Roman" w:eastAsia="Calibri" w:hAnsi="Times New Roman" w:cs="Times New Roman"/>
          <w:sz w:val="24"/>
        </w:rPr>
        <w:t xml:space="preserve">, яка розташована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Хмельницька область,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Шепетівський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район,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території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Крупецької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сільської ради, в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с.Крупець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DA2C8B" w:rsidRPr="00C92EA5" w:rsidRDefault="00DA2C8B" w:rsidP="00DA2C8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Ковалінському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О.Б.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</w:t>
      </w:r>
      <w:r w:rsidRPr="00C92EA5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DA2C8B" w:rsidRPr="00C92EA5" w:rsidRDefault="00DA2C8B" w:rsidP="00DA2C8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DA2C8B" w:rsidRPr="00C92EA5" w:rsidRDefault="00DA2C8B" w:rsidP="00DA2C8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A2C8B" w:rsidRPr="00C92EA5" w:rsidRDefault="00DA2C8B" w:rsidP="00DA2C8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A2C8B" w:rsidRPr="00C92EA5" w:rsidRDefault="00DA2C8B" w:rsidP="00DA2C8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92C05" w:rsidRPr="00DA2C8B" w:rsidRDefault="00DA2C8B" w:rsidP="00DA2C8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092C05" w:rsidRPr="00DA2C8B" w:rsidSect="00DA2C8B">
      <w:pgSz w:w="12240" w:h="15840"/>
      <w:pgMar w:top="567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C8B"/>
    <w:rsid w:val="00092C05"/>
    <w:rsid w:val="000D2A16"/>
    <w:rsid w:val="00171A2E"/>
    <w:rsid w:val="00304C90"/>
    <w:rsid w:val="00505B6D"/>
    <w:rsid w:val="006D3977"/>
    <w:rsid w:val="007D6C18"/>
    <w:rsid w:val="00D1641A"/>
    <w:rsid w:val="00DA2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23D2C"/>
  <w15:docId w15:val="{99F31875-2E1E-4E99-A15D-D4EC9D8F61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C8B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282</Words>
  <Characters>1614</Characters>
  <Application>Microsoft Office Word</Application>
  <DocSecurity>0</DocSecurity>
  <Lines>13</Lines>
  <Paragraphs>3</Paragraphs>
  <ScaleCrop>false</ScaleCrop>
  <Company>Microsoft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2021-04-14T12:09:00Z</dcterms:created>
  <dcterms:modified xsi:type="dcterms:W3CDTF">2021-04-15T12:19:00Z</dcterms:modified>
</cp:coreProperties>
</file>