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B49" w:rsidRDefault="00504B49" w:rsidP="00504B4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4B49" w:rsidRDefault="00504B49" w:rsidP="00504B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04B49" w:rsidRDefault="00504B49" w:rsidP="00504B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04B49" w:rsidRDefault="00504B49" w:rsidP="00504B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4B49" w:rsidRDefault="00504B49" w:rsidP="00504B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4B49" w:rsidRDefault="00504B49" w:rsidP="00504B4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4B49" w:rsidRDefault="00504B49" w:rsidP="00504B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04B49" w:rsidRDefault="00504B49" w:rsidP="00504B4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04B49" w:rsidRDefault="00504B49" w:rsidP="00504B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04B49" w:rsidRDefault="00504B49" w:rsidP="00504B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04B49" w:rsidRDefault="00504B49" w:rsidP="00504B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4B49" w:rsidRDefault="00504B49" w:rsidP="00504B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04B49" w:rsidRDefault="00504B49" w:rsidP="00504B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4B49" w:rsidRDefault="00504B49" w:rsidP="00504B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04B49" w:rsidRDefault="00504B49" w:rsidP="00504B4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04B49" w:rsidRDefault="00504B49" w:rsidP="00504B4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№24</w:t>
      </w:r>
    </w:p>
    <w:p w:rsidR="00504B49" w:rsidRPr="00DE6ED3" w:rsidRDefault="00504B49" w:rsidP="00504B4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04B49" w:rsidRPr="00DE6ED3" w:rsidRDefault="00504B49" w:rsidP="00504B4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504B49" w:rsidRPr="00DE6ED3" w:rsidRDefault="00504B49" w:rsidP="00504B4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504B49" w:rsidRPr="003C25D2" w:rsidRDefault="00504B49" w:rsidP="00504B4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С.А.</w:t>
      </w:r>
    </w:p>
    <w:p w:rsidR="00504B49" w:rsidRPr="00DE6ED3" w:rsidRDefault="00504B49" w:rsidP="00504B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4B49" w:rsidRPr="00DE6ED3" w:rsidRDefault="00504B49" w:rsidP="00504B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С.А.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504B49" w:rsidRPr="00DE6ED3" w:rsidRDefault="00504B49" w:rsidP="00504B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504B49" w:rsidRPr="00DE6ED3" w:rsidRDefault="00504B49" w:rsidP="00504B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Світлані Андріївні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0,0343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  район,  с. 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04B49" w:rsidRPr="00DE6ED3" w:rsidRDefault="00504B49" w:rsidP="00504B4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Світлані Андріївні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адресою: </w:t>
      </w:r>
      <w:r w:rsidR="009E3EEA" w:rsidRPr="009E3EEA">
        <w:rPr>
          <w:rFonts w:ascii="Times New Roman" w:eastAsia="Calibri" w:hAnsi="Times New Roman" w:cs="Times New Roman"/>
          <w:sz w:val="24"/>
          <w:lang w:val="ru-RU"/>
        </w:rPr>
        <w:t>___________</w:t>
      </w:r>
      <w:r w:rsidRPr="00DE6ED3"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9E3EEA" w:rsidRPr="009E3EEA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0,0343 га, кадастровий номер: 6823984000:01:015:0032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  район, с. 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04B49" w:rsidRPr="00DE6ED3" w:rsidRDefault="00504B49" w:rsidP="00504B4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С.А.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504B49" w:rsidRPr="00DE6ED3" w:rsidRDefault="00504B49" w:rsidP="00504B4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04B49" w:rsidRPr="00DE6ED3" w:rsidRDefault="00504B49" w:rsidP="00504B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4B49" w:rsidRDefault="00504B49" w:rsidP="00504B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4B49" w:rsidRDefault="00504B49" w:rsidP="00504B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4B49" w:rsidRPr="00DE6ED3" w:rsidRDefault="00504B49" w:rsidP="00504B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A4835" w:rsidRPr="00504B49" w:rsidRDefault="00504B49" w:rsidP="00504B4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Pr="00DE6ED3">
        <w:rPr>
          <w:rFonts w:ascii="Times New Roman" w:eastAsia="Arial Unicode MS" w:hAnsi="Times New Roman" w:cs="Times New Roman"/>
          <w:sz w:val="24"/>
          <w:szCs w:val="24"/>
        </w:rPr>
        <w:t xml:space="preserve">  Валерій   МИХАЛЮК</w:t>
      </w:r>
    </w:p>
    <w:sectPr w:rsidR="009A4835" w:rsidRPr="00504B4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B49"/>
    <w:rsid w:val="00171A2E"/>
    <w:rsid w:val="00304C90"/>
    <w:rsid w:val="00504B49"/>
    <w:rsid w:val="00505B6D"/>
    <w:rsid w:val="006D3977"/>
    <w:rsid w:val="007D6C18"/>
    <w:rsid w:val="009A4835"/>
    <w:rsid w:val="009E3EE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504B4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504B4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504B49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504B4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504B4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504B4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1139</Words>
  <Characters>650</Characters>
  <Application>Microsoft Office Word</Application>
  <DocSecurity>0</DocSecurity>
  <Lines>5</Lines>
  <Paragraphs>3</Paragraphs>
  <ScaleCrop>false</ScaleCrop>
  <Company>Microsoft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2021-03-30T12:57:00Z</dcterms:created>
  <dcterms:modified xsi:type="dcterms:W3CDTF">2021-03-31T06:04:00Z</dcterms:modified>
</cp:coreProperties>
</file>