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CA" w:rsidRPr="008F5204" w:rsidRDefault="00A835CA" w:rsidP="00A835CA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A835CA" w:rsidRPr="008F5204" w:rsidRDefault="005400CB" w:rsidP="00A835CA">
      <w:pPr>
        <w:rPr>
          <w:rFonts w:ascii="Times New Roman" w:hAnsi="Times New Roman" w:cs="Times New Roman"/>
        </w:rPr>
      </w:pPr>
      <w:r w:rsidRPr="005400CB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4gOnc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I2f7iA6dwAAjVkEAA4AAAAAAAAAAAAAAAAALgIAAGRycy9lMm9Eb2MueG1sUEsB&#10;Ai0AFAAGAAgAAAAhALIdTJvgAAAACgEAAA8AAAAAAAAAAAAAAAAAlHkAAGRycy9kb3ducmV2Lnht&#10;bFBLBQYAAAAABAAEAPMAAACh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9XsYA&#10;AADdAAAADwAAAGRycy9kb3ducmV2LnhtbESPT2vCQBTE7wW/w/KE3upGJTaNriLSigdBTOv9kX35&#10;g9m3IbtN4rfvFgo9DjPzG2azG00jeupcbVnBfBaBIM6trrlU8PX58ZKAcB5ZY2OZFDzIwW47edpg&#10;qu3AV+ozX4oAYZeigsr7NpXS5RUZdDPbEgevsJ1BH2RXSt3hEOCmkYsoWkmDNYeFCls6VJTfs2+j&#10;wC6Pp/OtXFyX7/zqeX9Jitt4Vup5Ou7XIDyN/j/81z5pBav4LY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G9X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XnJ8gA&#10;AADdAAAADwAAAGRycy9kb3ducmV2LnhtbESPS2vDMBCE74X+B7GBXkIit1AncaOEEnBfh0IekOti&#10;bS2n1spIauLm10eBQo/DzHzDzJe9bcWRfGgcK7gfZyCIK6cbrhXstuVoCiJEZI2tY1LwSwGWi9ub&#10;ORbanXhNx02sRYJwKFCBibErpAyVIYth7Dri5H05bzEm6WupPZ4S3LbyIctyabHhtGCwo5Wh6nvz&#10;YxUcyk+zX03OL344W9N5WH68tu+5UneD/vkJRKQ+/of/2m9aQf44y+H6Jj0Bub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pec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gw8MA&#10;AADdAAAADwAAAGRycy9kb3ducmV2LnhtbESP3YrCMBCF74V9hzALeyNrqot/1Sgiq4g3ou4DDM3Y&#10;FJtJaaLtvr0RBC8P5+fjzJetLcWdal84VtDvJSCIM6cLzhX8nTffExA+IGssHZOCf/KwXHx05phq&#10;1/CR7qeQizjCPkUFJoQqldJnhiz6nquIo3dxtcUQZZ1LXWMTx20pB0kykhYLjgSDFa0NZdfTzUbI&#10;4QcP+0tz3mxbbPB3b7i7Oir19dmuZiACteEdfrV3WsFoOB3D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Eg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VhEcMA&#10;AADdAAAADwAAAGRycy9kb3ducmV2LnhtbERPTUsDMRC9C/6HMEJvNmuxq65Ni9QWROjBWijehs10&#10;d3EzCcm0u/57cxA8Pt73YjW6Xl0ops6zgbtpAYq49rbjxsDhc3v7CCoJssXeMxn4oQSr5fXVAivr&#10;B/6gy14alUM4VWigFQmV1qluyWGa+kCcuZOPDiXD2Ggbccjhrtezoii1w45zQ4uB1i3V3/uzM7Ab&#10;NuH9oZyfwle8n+n0auW4FmMmN+PLMyihUf7Ff+43a6CcP+W5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VhE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IRKsMA&#10;AADdAAAADwAAAGRycy9kb3ducmV2LnhtbESP3YrCMBCF74V9hzDC3oimu6Jo1ygiq4g3Rd0HGJqx&#10;KTaT0kTbfXsjCF4ezs/HWaw6W4k7Nb50rOBrlIAgzp0uuVDwd94OZyB8QNZYOSYF/+RhtfzoLTDV&#10;ruUj3U+hEHGEfYoKTAh1KqXPDVn0I1cTR+/iGoshyqaQusE2jttKfifJVFosORIM1rQxlF9PNxsh&#10;2Rizw6U9b3cdtvh7MDxYH5X67HfrHxCBuvAOv9p7rWA6mc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IRK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Z7MMA&#10;AADdAAAADwAAAGRycy9kb3ducmV2LnhtbERPTUsDMRC9C/6HMEJvNmtpV1mbFqktFMFDqyDehs10&#10;d3EzCcnY3f775iB4fLzv5Xp0vTpTTJ1nAw/TAhRx7W3HjYHPj939E6gkyBZ7z2TgQgnWq9ubJVbW&#10;D3yg81EalUM4VWigFQmV1qluyWGa+kCcuZOPDiXD2Ggbccjhrtezoii1w45zQ4uBNi3VP8dfZ+B9&#10;2Ia3x3JxCt9xPtPp1crXRoyZ3I0vz6CERvkX/7n31kBZFnl/fpOfgF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yZ7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cCcYA&#10;AADdAAAADwAAAGRycy9kb3ducmV2LnhtbESPUWvCMBSF3wf7D+EOfJGZOrGMzigqBAcORB3s9dJc&#10;27LmpiSZ7f69EQZ7PJxzvsNZrAbbiiv50DhWMJ1kIIhLZxquFHye9fMriBCRDbaOScEvBVgtHx8W&#10;WBjX85Gup1iJBOFQoII6xq6QMpQ1WQwT1xEn7+K8xZikr6Tx2Ce4beVLluXSYsNpocaOtjWV36cf&#10;q2Bz6KuZH5ebwe0vu6+51kZ/aKVGT8P6DUSkIf6H/9rvRkGeZ1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CcC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pYO8QA&#10;AADd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oshy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qWD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6n5cYA&#10;AADdAAAADwAAAGRycy9kb3ducmV2LnhtbESPUWvCMBSF3wf7D+EO9iIzdWIZnVF0EBQciDrY66W5&#10;tmXNTUkyW/+9EQZ7PJxzvsOZLwfbigv50DhWMBlnIIhLZxquFHyd9MsbiBCRDbaOScGVAiwXjw9z&#10;LIzr+UCXY6xEgnAoUEEdY1dIGcqaLIax64iTd3beYkzSV9J47BPctvI1y3JpseG0UGNHHzWVP8df&#10;q2C976upH5Xrwe3Om++Z1kZ/aqWen4bVO4hIQ/wP/7W3RkGeZ1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6n5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9l1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PM/W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PZd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aacIA&#10;AADdAAAADwAAAGRycy9kb3ducmV2LnhtbESP0YrCMBRE34X9h3AF3zTRtUWqUURwWR+3+gGX5toW&#10;m5tuE239e7Mg7OMwM2eYzW6wjXhQ52vHGuYzBYK4cKbmUsPlfJyuQPiAbLBxTBqe5GG3/RhtMDOu&#10;5x965KEUEcI+Qw1VCG0mpS8qsuhnriWO3tV1FkOUXSlNh32E20YulEqlxZrjQoUtHSoqbvndalg+&#10;+6/fPLmpo7E0P322Jw5FovVkPOzXIAIN4T/8bn8bDWmqEvh7E5+A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tp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dAsUA&#10;AADdAAAADwAAAGRycy9kb3ducmV2LnhtbESPS2vDMBCE74X+B7GF3Bq5PojUiRJCQ0rJqXUe58Xa&#10;2CbWyljyI/++ChR6HGbmG2a1mWwjBup87VjD2zwBQVw4U3Op4XTcvy5A+IBssHFMGu7kYbN+flph&#10;ZtzIPzTkoRQRwj5DDVUIbSalLyqy6OeuJY7e1XUWQ5RdKU2HY4TbRqZJoqTFmuNChS19VFTc8t5q&#10;6NUlPfH1YL7z3f3zfbffenkutZ69TNsliEBT+A//tb+MBqUSBY838Qn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Bl0C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HnsgA&#10;AADdAAAADwAAAGRycy9kb3ducmV2LnhtbESPQUvDQBSE70L/w/IK3uymKmsbsykqCOqhpWl78PbM&#10;PpPU7NuYXdv4792C0OMwM98w2WKwrThQ7xvHGqaTBARx6UzDlYbt5vlqBsIHZIOtY9LwSx4W+egi&#10;w9S4I6/pUIRKRAj7FDXUIXSplL6syaKfuI44ep+utxii7CtpejxGuG3ldZIoabHhuFBjR081lV/F&#10;j9WwW83UfPX4ert/W37gjTXf76ZRWl+Oh4d7EIGGcA7/t1+MBqWSOzi9iU9A5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6Ye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RH8MA&#10;AADdAAAADwAAAGRycy9kb3ducmV2LnhtbERPTWvCQBC9C/0PyxR60021hJC6CW1FK55iWuh1yE6T&#10;0OxsyK4m9te7B8Hj432v88l04kyDay0reF5EIIgrq1uuFXx/becJCOeRNXaWScGFHOTZw2yNqbYj&#10;H+lc+lqEEHYpKmi871MpXdWQQbewPXHgfu1g0Ac41FIPOIZw08llFMXSYMuhocGePhqq/sqTUfAf&#10;/2DhPpfvm5X2dHlJdvZQ7JR6epzeXkF4mvxdfHPvtYI4jsLc8CY8AZ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7RH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nPMUA&#10;AADdAAAADwAAAGRycy9kb3ducmV2LnhtbESPwWrDMBBE74X8g9hCbo3ckJrEjWxCcSC3Nk4+YLG2&#10;som1cizVcfr1VaHQ4zAzb5htMdlOjDT41rGC50UCgrh2umWj4HzaP61B+ICssXNMCu7kochnD1vM&#10;tLvxkcYqGBEh7DNU0ITQZ1L6uiGLfuF64uh9usFiiHIwUg94i3DbyWWSpNJiy3GhwZ7eGqov1ZdV&#10;cHXLFz1VJb5fys1Ha8zq+n1cKTV/nHavIAJN4T/81z5oBWmabOD3TX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ic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SFMIA&#10;AADdAAAADwAAAGRycy9kb3ducmV2LnhtbERPPW/CMBDdkfgP1lViaxxATdMUJwIkJFZoh45X+0jS&#10;xucQG0j76+uhEuPT+15Vo+3ElQbfOlYwT1IQxNqZlmsF72+7xxyED8gGO8ek4Ic8VOV0ssLCuBsf&#10;6HoMtYgh7AtU0ITQF1J63ZBFn7ieOHInN1gMEQ61NAPeYrjt5CJNM2mx5djQYE/bhvT38WIV7NtP&#10;esr06cXmG334+D2H5fOXUWr2MK5fQQQaw138794bBVk2j/vjm/gEZ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JIU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3Ee8IA&#10;AADdAAAADwAAAGRycy9kb3ducmV2LnhtbERPW2vCMBR+H/gfwhH2NtP6ULZqFBWEDS8wFX09NMem&#10;2JyUJqv13y/CYI/fnW86720tOmp95VhBOkpAEBdOV1wqOB3Xb+8gfEDWWDsmBQ/yMJ8NXqaYa3fn&#10;b+oOoRSxhH2OCkwITS6lLwxZ9CPXEEft6lqLIcK2lLrFeyy3tRwnSSYtVhwXDDa0MlTcDj9WQYf7&#10;R3Ixy93HV7UtxvvleaMjr16H/WICIlAf/s1/6U+tIMvSFJ5v4hOQ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cR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TkbMQA&#10;AADdAAAADwAAAGRycy9kb3ducmV2LnhtbESPQUvDQBSE74L/YXmCN7tpDkHSbosILR41evD4mn3N&#10;ps2+F3a3TfTXu4LgcZiZb5j1dvaDulKIvbCB5aIARdyK7bkz8PG+e3gEFROyxUGYDHxRhO3m9maN&#10;tZWJ3+japE5lCMcaDbiUxlrr2DryGBcyEmfvKMFjyjJ02gacMtwPuiyKSnvsOS84HOnZUXtuLt7A&#10;tG8Pp/L4ad13GGXXvMqpHMSY+7v5aQUq0Zz+w3/tF2ugqpYl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05G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HUMYA&#10;AADdAAAADwAAAGRycy9kb3ducmV2LnhtbESP3WoCMRSE7wu+QziCdzWrwlZWo/gLUlpEW+9PN6e7&#10;2yYnyybq9u2NUPBymJlvmOm8tUZcqPGVYwWDfgKCOHe64kLB58f2eQzCB2SNxjEp+CMP81nnaYqZ&#10;dlc+0OUYChEh7DNUUIZQZ1L6vCSLvu9q4uh9u8ZiiLIppG7wGuHWyGGSpNJixXGhxJpWJeW/x7NV&#10;sN2vzc/w/bA4ybDavHyZ8ety/aZUr9suJiACteER/m/vtII0HYzg/iY+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MHU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SnccA&#10;AADdAAAADwAAAGRycy9kb3ducmV2LnhtbESPQWvCQBSE70L/w/KEXqRubGuQNKsUQbRQwUah15fs&#10;Mwlm34bsNqb/vlsQPA4z8w2TrgbTiJ46V1tWMJtGIIgLq2suFZyOm6cFCOeRNTaWScEvOVgtH0Yp&#10;Jtpe+Yv6zJciQNglqKDyvk2kdEVFBt3UtsTBO9vOoA+yK6Xu8BrgppHPURRLgzWHhQpbWldUXLIf&#10;o6A/fOblrnftx2UxcfOXfLvd62+lHsfD+xsIT4O/h2/tnVYQx7NX+H8Tn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dUp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CLz8cA&#10;AADdAAAADwAAAGRycy9kb3ducmV2LnhtbESPT2sCMRTE74V+h/AKvdWsUhddjaKFQi+C/w56e26e&#10;u4ublzVJde2nNwXB4zAzv2HG09bU4kLOV5YVdDsJCOLc6ooLBdvN98cAhA/IGmvLpOBGHqaT15cx&#10;ZtpeeUWXdShEhLDPUEEZQpNJ6fOSDPqObYijd7TOYIjSFVI7vEa4qWUvSVJpsOK4UGJDXyXlp/Wv&#10;UTAfDubn5Scv/laHPe13h1O/5xKl3t/a2QhEoDY8w4/2j1aQpt0+/L+JT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wi8/HAAAA3QAAAA8AAAAAAAAAAAAAAAAAmAIAAGRy&#10;cy9kb3ducmV2LnhtbFBLBQYAAAAABAAEAPUAAACMAwAAAAA=&#10;" fillcolor="black" stroked="f"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WtscA&#10;AADdAAAADwAAAGRycy9kb3ducmV2LnhtbESPQWsCMRSE74X+h/AKvdWsgkFWo2irUKg9aD14fG6e&#10;u2E3L8sm6ra/vikIPQ4z8w0zW/SuEVfqgvWsYTjIQBAX3lguNRy+Ni8TECEiG2w8k4ZvCrCYPz7M&#10;MDf+xju67mMpEoRDjhqqGNtcylBU5DAMfEucvLPvHMYku1KaDm8J7ho5yjIlHVpOCxW29FpRUe8v&#10;TsPxQ9nJztLotP1Zrc12XK8+32qtn5/65RREpD7+h+/td6NBqaGCvzfp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L1r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NmMUA&#10;AADdAAAADwAAAGRycy9kb3ducmV2LnhtbESPQWsCMRSE74X+h/AEb5q1h1W2RhFLqZceqi29PjbP&#10;zbqbl20SdfXXG0HocZiZb5j5sretOJEPtWMFk3EGgrh0uuZKwffufTQDESKyxtYxKbhQgOXi+WmO&#10;hXZn/qLTNlYiQTgUqMDE2BVShtKQxTB2HXHy9s5bjEn6SmqP5wS3rXzJslxarDktGOxobahstker&#10;wK9+35orH3+a7Pp5CR+H/m+GRqnhoF+9gojUx//wo73RCvJ8MoX7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k2Y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8WMIA&#10;AADdAAAADwAAAGRycy9kb3ducmV2LnhtbERPzWrCQBC+F/oOyxS8FN3oIdXoKkUoFBTBnwcYs2MS&#10;ujsbsqPGPn33IPT48f0vVr136kZdbAIbGI8yUMRlsA1XBk7Hr+EUVBRkiy4wGXhQhNXy9WWBhQ13&#10;3tPtIJVKIRwLNFCLtIXWsazJYxyFljhxl9B5lAS7StsO7yncOz3Jslx7bDg11NjSuqby53D1Btzk&#10;7Gabj7iVx0lvs18v+/edNWbw1n/OQQn18i9+ur+tgTwfp7npTXoC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XxY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nWh8YA&#10;AADdAAAADwAAAGRycy9kb3ducmV2LnhtbESPQWvCQBSE70L/w/IKvelGD6GmrtJWhFx6MKZ4fWaf&#10;2eDu25Ddatpf7xYKPQ4z8w2z2ozOiisNofOsYD7LQBA3XnfcKqgPu+kziBCRNVrPpOCbAmzWD5MV&#10;FtrfeE/XKrYiQTgUqMDE2BdShsaQwzDzPXHyzn5wGJMcWqkHvCW4s3KRZbl02HFaMNjTu6HmUn05&#10;Bduqt4u6NG/h+PlxOtnyZ0fHrVJPj+PrC4hIY/wP/7VLrSDP50v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nW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6FsEA&#10;AADdAAAADwAAAGRycy9kb3ducmV2LnhtbERPPWvDMBDdC/kP4gLZGike3OJGCSHEEMhU1xm6HdLV&#10;dmOdjKXE7r+vhkLHx/ve7mfXiweNofOsYbNWIIiNtx03GuqP8vkVRIjIFnvPpOGHAux3i6ctFtZP&#10;/E6PKjYihXAoUEMb41BIGUxLDsPaD8SJ+/Kjw5jg2Eg74pTCXS8zpXLpsOPU0OJAx5bMrbo7Dd+l&#10;vHij0Fzr63S2L5+nnHql9Wo5H95ARJrjv/jPfbYa8jxL+9Ob9AT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+hb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39o8UA&#10;AADdAAAADwAAAGRycy9kb3ducmV2LnhtbESPQWvCQBSE7wX/w/IEb3VjhCDRVVQQSksPaiken9ln&#10;EpJ9G3ZXTf99VxA8DjPzDbNY9aYVN3K+tqxgMk5AEBdW11wq+Dnu3mcgfEDW2FomBX/kYbUcvC0w&#10;1/bOe7odQikihH2OCqoQulxKX1Rk0I9tRxy9i3UGQ5SulNrhPcJNK9MkyaTBmuNChR1tKyqaw9Uo&#10;OF2/+PI9/Vy7Tfi1/dE36XnWKDUa9us5iEB9eIWf7Q+tIMvSCTze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f2j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ZBscA&#10;AADdAAAADwAAAGRycy9kb3ducmV2LnhtbESPQWvCQBSE74L/YXlCb7oxtEGjq2ih4EVQ24Pentln&#10;Esy+TXe3mvbXu4VCj8PMfMPMl51pxI2cry0rGI8SEMSF1TWXCj7e34YTED4ga2wsk4Jv8rBc9Htz&#10;zLW9855uh1CKCGGfo4IqhDaX0hcVGfQj2xJH72KdwRClK6V2eI9w08g0STJpsOa4UGFLrxUV18OX&#10;UbCeTtafu2fe/uzPJzodz9eX1CVKPQ261QxEoC78h//aG60gy9IUft/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12QbHAAAA3QAAAA8AAAAAAAAAAAAAAAAAmAIAAGRy&#10;cy9kb3ducmV2LnhtbFBLBQYAAAAABAAEAPUAAACMAwAAAAA=&#10;" fillcolor="black" stroked="f"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WGnMUA&#10;AADdAAAADwAAAGRycy9kb3ducmV2LnhtbESPwWrDMBBE74X+g9hAb42cBExxowQTKA05OWlLrxtr&#10;Y5lYKyOpivv3VaHQ4zAzb5j1drKDSORD71jBYl6AIG6d7rlT8P728vgEIkRkjYNjUvBNAbab+7s1&#10;Vtrd+EjpFDuRIRwqVGBiHCspQ2vIYpi7kTh7F+ctxix9J7XHW4bbQS6LopQWe84LBkfaGWqvpy+r&#10;IJ13Tb1Kn8kcD77uvGteP86NUg+zqX4GEWmK/+G/9l4rKMvlCn7f5Cc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Ya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+GsYA&#10;AADdAAAADwAAAGRycy9kb3ducmV2LnhtbESPQWvCQBSE7wX/w/KE3upGKUGjq4jYYntpGwU9PrLP&#10;bDD7NmTXmPbXd4VCj8PMfMMsVr2tRUetrxwrGI8SEMSF0xWXCg77l6cpCB+QNdaOScE3eVgtBw8L&#10;zLS78Rd1eShFhLDPUIEJocmk9IUhi37kGuLonV1rMUTZllK3eItwW8tJkqTSYsVxwWBDG0PFJb9a&#10;BX682R7f7c+sO70a/sjfTPpZGqUeh/16DiJQH/7Df+2dVpCmk2e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v+G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35CA" w:rsidRDefault="00A835CA" w:rsidP="00A835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A835CA" w:rsidRPr="008F5204" w:rsidRDefault="00A835CA" w:rsidP="00A835CA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A835CA" w:rsidRPr="008F5204" w:rsidRDefault="00A835CA" w:rsidP="00A835CA">
      <w:pPr>
        <w:jc w:val="center"/>
        <w:rPr>
          <w:rFonts w:ascii="Times New Roman" w:hAnsi="Times New Roman" w:cs="Times New Roman"/>
          <w:b/>
        </w:rPr>
      </w:pPr>
    </w:p>
    <w:p w:rsidR="00A835CA" w:rsidRPr="008F5204" w:rsidRDefault="00A835CA" w:rsidP="00A835CA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A835CA" w:rsidRPr="008F5204" w:rsidRDefault="00A835CA" w:rsidP="00A83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21.02.2020</w:t>
      </w:r>
      <w:r w:rsidRPr="008F5204">
        <w:rPr>
          <w:rFonts w:ascii="Times New Roman" w:hAnsi="Times New Roman" w:cs="Times New Roman"/>
        </w:rPr>
        <w:t xml:space="preserve"> року                                     Крупець                                                       №___</w:t>
      </w:r>
    </w:p>
    <w:p w:rsidR="00A835CA" w:rsidRPr="008F5204" w:rsidRDefault="00A835CA" w:rsidP="00A835CA">
      <w:pPr>
        <w:tabs>
          <w:tab w:val="left" w:pos="2160"/>
        </w:tabs>
        <w:rPr>
          <w:rFonts w:ascii="Times New Roman" w:hAnsi="Times New Roman" w:cs="Times New Roman"/>
        </w:rPr>
      </w:pPr>
    </w:p>
    <w:p w:rsidR="00A835CA" w:rsidRPr="00EF1F94" w:rsidRDefault="00A835CA" w:rsidP="00A835CA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A835CA" w:rsidRPr="00EF1F94" w:rsidRDefault="00A835CA" w:rsidP="00A835CA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A835CA" w:rsidRPr="00EF1F94" w:rsidRDefault="00A835CA" w:rsidP="00A835CA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A835CA" w:rsidRPr="00EF1F94" w:rsidRDefault="00A835CA" w:rsidP="00A835CA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передачі  її у власність Бережній Т.М.</w:t>
      </w:r>
    </w:p>
    <w:p w:rsidR="00A835CA" w:rsidRPr="00EF1F94" w:rsidRDefault="00A835CA" w:rsidP="00A835CA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A835CA" w:rsidRPr="00EF1F94" w:rsidRDefault="00A835CA" w:rsidP="00A835CA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A835CA" w:rsidRPr="00EF1F94" w:rsidRDefault="00A835CA" w:rsidP="00A835CA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A835CA" w:rsidRPr="00EF1F94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>ву Бережній Т.М.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A835CA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A835CA" w:rsidRPr="008F5204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35CA" w:rsidRPr="008F5204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>Бережній Тетяні Миколаївні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1,6587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рада.</w:t>
      </w:r>
    </w:p>
    <w:p w:rsidR="00A835CA" w:rsidRDefault="00A835CA" w:rsidP="00A835CA">
      <w:pPr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 Бережній Тетяні Миколаївні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 за адресою: </w:t>
      </w:r>
      <w:r w:rsidR="006C270F" w:rsidRPr="006C270F">
        <w:rPr>
          <w:rFonts w:ascii="Times New Roman" w:hAnsi="Times New Roman" w:cs="Times New Roman"/>
          <w:lang w:val="ru-RU"/>
        </w:rPr>
        <w:t>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6C270F" w:rsidRPr="006C270F">
        <w:rPr>
          <w:rFonts w:ascii="Times New Roman" w:hAnsi="Times New Roman" w:cs="Times New Roman"/>
          <w:lang w:val="ru-RU"/>
        </w:rPr>
        <w:t>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1,6587га,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18:0294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Крупецька</w:t>
      </w:r>
      <w:proofErr w:type="spellEnd"/>
      <w:r>
        <w:rPr>
          <w:rFonts w:ascii="Times New Roman" w:hAnsi="Times New Roman" w:cs="Times New Roman"/>
        </w:rPr>
        <w:t xml:space="preserve"> сільська рада. </w:t>
      </w:r>
    </w:p>
    <w:p w:rsidR="00A835CA" w:rsidRPr="008F5204" w:rsidRDefault="00A835CA" w:rsidP="00A835CA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Бережній Т.М.,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835CA" w:rsidRPr="008F5204" w:rsidRDefault="00A835CA" w:rsidP="00A835CA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35CA" w:rsidRPr="008F5204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35CA" w:rsidRPr="00A835CA" w:rsidRDefault="00A835CA" w:rsidP="00A835CA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216BEF" w:rsidRPr="00A835CA" w:rsidRDefault="00A835CA" w:rsidP="00A835CA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216BEF" w:rsidRPr="00A835CA" w:rsidSect="00216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835CA"/>
    <w:rsid w:val="00171A2E"/>
    <w:rsid w:val="00216BEF"/>
    <w:rsid w:val="00304C90"/>
    <w:rsid w:val="00505B6D"/>
    <w:rsid w:val="005400CB"/>
    <w:rsid w:val="006C270F"/>
    <w:rsid w:val="006D3977"/>
    <w:rsid w:val="007D6C18"/>
    <w:rsid w:val="00A835CA"/>
    <w:rsid w:val="00D1641A"/>
    <w:rsid w:val="00DE4531"/>
    <w:rsid w:val="00E9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2020-02-13T11:33:00Z</dcterms:created>
  <dcterms:modified xsi:type="dcterms:W3CDTF">2020-02-13T12:16:00Z</dcterms:modified>
</cp:coreProperties>
</file>