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D92" w:rsidRDefault="00A36D92" w:rsidP="00A36D9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36D92" w:rsidRDefault="00D31E39" w:rsidP="00A36D92">
      <w:pPr>
        <w:jc w:val="both"/>
        <w:rPr>
          <w:rFonts w:ascii="Times New Roman" w:hAnsi="Times New Roman" w:cs="Times New Roman"/>
        </w:rPr>
      </w:pPr>
      <w:r w:rsidRPr="00D31E3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36D92" w:rsidRDefault="00A36D92" w:rsidP="00A36D9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6D92" w:rsidRDefault="00A36D92" w:rsidP="00A36D9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36D92" w:rsidRDefault="00A36D92" w:rsidP="00A36D9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36D92" w:rsidRDefault="00A36D92" w:rsidP="00A36D9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36D92" w:rsidRDefault="00A36D92" w:rsidP="00A36D9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36D92" w:rsidRPr="00841667" w:rsidRDefault="00A36D92" w:rsidP="00A36D9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№61</w:t>
      </w:r>
    </w:p>
    <w:p w:rsidR="00A36D92" w:rsidRDefault="00A36D92" w:rsidP="00A36D9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36D92" w:rsidRDefault="00A36D92" w:rsidP="00A36D9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М.М.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М.М.,сільська рада 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Миколі Михайловичу, який зареєстрований за адресою: </w:t>
      </w:r>
      <w:r w:rsidR="0008757B" w:rsidRPr="0008757B">
        <w:rPr>
          <w:rFonts w:ascii="Times New Roman" w:eastAsia="Calibri" w:hAnsi="Times New Roman" w:cs="Times New Roman"/>
          <w:sz w:val="24"/>
        </w:rPr>
        <w:t>______________</w:t>
      </w:r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0,32 га, для ведення особистого селянського господарства, земельна ділянка розташована  в селі Лисиче на території Крупецької сільської ради.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Дмитруку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М.М.,розробити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</w:t>
      </w:r>
      <w:proofErr w:type="spellStart"/>
      <w:r>
        <w:rPr>
          <w:rFonts w:ascii="Times New Roman" w:eastAsia="Calibri" w:hAnsi="Times New Roman" w:cs="Times New Roman"/>
          <w:sz w:val="24"/>
        </w:rPr>
        <w:t>ёсередовища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A36D92" w:rsidRP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24BC2" w:rsidRPr="00A36D92" w:rsidRDefault="00A36D92" w:rsidP="00A36D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A24BC2" w:rsidRPr="00A36D92" w:rsidSect="00A24B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36D92"/>
    <w:rsid w:val="0008757B"/>
    <w:rsid w:val="00171A2E"/>
    <w:rsid w:val="00304C90"/>
    <w:rsid w:val="00505B6D"/>
    <w:rsid w:val="006D3977"/>
    <w:rsid w:val="00722BB6"/>
    <w:rsid w:val="007D6C18"/>
    <w:rsid w:val="00814497"/>
    <w:rsid w:val="00A24BC2"/>
    <w:rsid w:val="00A36D92"/>
    <w:rsid w:val="00D1641A"/>
    <w:rsid w:val="00D31E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D9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1306</Characters>
  <Application>Microsoft Office Word</Application>
  <DocSecurity>0</DocSecurity>
  <Lines>10</Lines>
  <Paragraphs>3</Paragraphs>
  <ScaleCrop>false</ScaleCrop>
  <Company>Microsoft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2019-12-17T14:05:00Z</dcterms:created>
  <dcterms:modified xsi:type="dcterms:W3CDTF">2019-12-18T06:58:00Z</dcterms:modified>
</cp:coreProperties>
</file>