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511" w:rsidRDefault="00223511" w:rsidP="0022351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3511" w:rsidRDefault="00223511" w:rsidP="002235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23511" w:rsidRDefault="00223511" w:rsidP="002235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23511" w:rsidRDefault="00223511" w:rsidP="002235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3511" w:rsidRDefault="00223511" w:rsidP="002235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3511" w:rsidRDefault="00223511" w:rsidP="002235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3511" w:rsidRDefault="00223511" w:rsidP="002235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3511" w:rsidRDefault="00223511" w:rsidP="002235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23511" w:rsidRDefault="00223511" w:rsidP="0022351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23511" w:rsidRDefault="00223511" w:rsidP="002235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23511" w:rsidRDefault="00223511" w:rsidP="002235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23511" w:rsidRDefault="00223511" w:rsidP="002235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3511" w:rsidRDefault="00223511" w:rsidP="002235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23511" w:rsidRDefault="00223511" w:rsidP="002235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3511" w:rsidRDefault="00223511" w:rsidP="002235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23511" w:rsidRDefault="00223511" w:rsidP="002235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23511" w:rsidRDefault="00223511" w:rsidP="002235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№103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223511" w:rsidRPr="00694EED" w:rsidRDefault="00223511" w:rsidP="0022351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23511" w:rsidRPr="00694EED" w:rsidRDefault="00223511" w:rsidP="0022351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23511" w:rsidRPr="00694EED" w:rsidRDefault="00223511" w:rsidP="0022351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23511" w:rsidRPr="00694EED" w:rsidRDefault="00223511" w:rsidP="0022351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23511" w:rsidRPr="00694EED" w:rsidRDefault="00223511" w:rsidP="0022351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Самчук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Т.М</w:t>
      </w:r>
    </w:p>
    <w:p w:rsidR="00223511" w:rsidRPr="00694EED" w:rsidRDefault="00223511" w:rsidP="002235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23511" w:rsidRPr="00694EED" w:rsidRDefault="00223511" w:rsidP="002235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Т.М.,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223511" w:rsidRPr="00694EED" w:rsidRDefault="00223511" w:rsidP="002235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23511" w:rsidRPr="00694EED" w:rsidRDefault="00223511" w:rsidP="002235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Миколаївні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2,0000 га,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23511" w:rsidRPr="00694EED" w:rsidRDefault="00223511" w:rsidP="002235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Миколаївні,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52D22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052D22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6823984700:05:003:0025,  для ведення особистого селянського господарства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223511" w:rsidRPr="00694EED" w:rsidRDefault="00223511" w:rsidP="0022351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Т.М,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223511" w:rsidRPr="00694EED" w:rsidRDefault="00223511" w:rsidP="0022351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23511" w:rsidRPr="00694EED" w:rsidRDefault="00223511" w:rsidP="002235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23511" w:rsidRPr="00694EED" w:rsidRDefault="00223511" w:rsidP="002235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C5B62" w:rsidRPr="00223511" w:rsidRDefault="00223511" w:rsidP="0022351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C5B62" w:rsidRPr="00223511" w:rsidSect="00223511">
      <w:pgSz w:w="12240" w:h="15840"/>
      <w:pgMar w:top="1440" w:right="1440" w:bottom="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3511"/>
    <w:rsid w:val="00052D22"/>
    <w:rsid w:val="00223511"/>
    <w:rsid w:val="004C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1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2351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2351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2351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1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2351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2351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2351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270</Words>
  <Characters>1543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2021-07-07T07:03:00Z</dcterms:created>
  <dcterms:modified xsi:type="dcterms:W3CDTF">2021-07-07T08:42:00Z</dcterms:modified>
</cp:coreProperties>
</file>