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08F" w:rsidRPr="00B623A8" w:rsidRDefault="00BA6699" w:rsidP="00BE408F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pgoP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0JmMQA&#10;AADdAAAADwAAAGRycy9kb3ducmV2LnhtbESPQYvCMBSE7wv7H8Jb8KZpVVytpiLiigdB6ur90Tzb&#10;YvNSmqjdf28EYY/DzHzDLJadqcWdWldZVhAPIhDEudUVFwpOvz/9KQjnkTXWlknBHzlYpp8fC0y0&#10;fXBG96MvRICwS1BB6X2TSOnykgy6gW2Ig3exrUEfZFtI3eIjwE0th1E0kQYrDgslNrQuKb8eb0aB&#10;HW13+3MxzEYb/va8Okwv526vVO+rW81BeOr8f/jd3mkF43g2gdeb8ARk+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NCZj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E408F" w:rsidRDefault="00BE408F" w:rsidP="00BE40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doDcgA&#10;AADdAAAADwAAAGRycy9kb3ducmV2LnhtbESPQWsCMRSE70L/Q3hCL1KzlqJ1a5QibKseClrB62Pz&#10;ulm7eVmSVLf++kYoeBxm5htmtuhsI07kQ+1YwWiYgSAuna65UrD/LB6eQYSIrLFxTAp+KcBifteb&#10;Ya7dmbd02sVKJAiHHBWYGNtcylAashiGriVO3pfzFmOSvpLa4znBbSMfs2wsLdacFgy2tDRUfu9+&#10;rIJj8WEOy8nlzQ+mW7oMis17sx4rdd/vXl9AROriLfzfXmkFT6PpBK5v0hOQ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y12gN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E408F" w:rsidRDefault="00BE408F" w:rsidP="00BE40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CeAMEA&#10;AADdAAAADwAAAGRycy9kb3ducmV2LnhtbERPzWrCQBC+F3yHZQpeim60UtrUVURqES/izwMM2TEb&#10;mp0N2a2Jb+8cBI8f3/982ftaXamNVWADk3EGirgItuLSwPm0GX2CignZYh2YDNwownIxeJljbkPH&#10;B7oeU6kkhGOOBlxKTa51LBx5jOPQEAt3Ca3HJLAttW2xk3Bf62mWfWiPFUuDw4bWjoq/47+Xkv07&#10;7neX7rT57bHDn53jt9XBmOFrv/oGlahPT/HDvbUGZpMvmStv5Ano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QngD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E408F" w:rsidRDefault="00BE408F" w:rsidP="00BE40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fuO8YA&#10;AADdAAAADwAAAGRycy9kb3ducmV2LnhtbESPQUsDMRSE74L/ITzBm8221NauTUtpFUTwYCuU3h6b&#10;193FzUtInt313xtB8DjMzDfMcj24Tl0optazgfGoAEVcedtybeDj8Hz3ACoJssXOMxn4pgTr1fXV&#10;Ekvre36ny15qlSGcSjTQiIRS61Q15DCNfCDO3tlHh5JlrLWN2Ge46/SkKGbaYct5ocFA24aqz/2X&#10;M/DWP4XX+ez+HE5xOtFpZ+W4FWNub4bNIyihQf7Df+0Xa2A6Xizg901+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GfuO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E408F" w:rsidRDefault="00BE408F" w:rsidP="00BE40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lm/cMA&#10;AADdAAAADwAAAGRycy9kb3ducmV2LnhtbESP3YrCMBSE7wXfIRxhb0RT3UWkNoqIyuKN+PMAh+a0&#10;KTYnpYm2+/ZmYWEvh5n5hsk2va3Fi1pfOVYwmyYgiHOnKy4V3G+HyRKED8gaa8ek4Ic8bNbDQYap&#10;dh1f6HUNpYgQ9ikqMCE0qZQ+N2TRT11DHL3CtRZDlG0pdYtdhNtazpNkIS1WHBcMNrQzlD+uTxtH&#10;zp94PhXd7XDsscP9yfB4e1HqY9RvVyAC9eE//Nf+1gq+IhJ+38QnIN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lm/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E408F" w:rsidRDefault="00BE408F" w:rsidP="00BE40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4WxsYA&#10;AADdAAAADwAAAGRycy9kb3ducmV2LnhtbESPQUsDMRSE70L/Q3hCbzbbpdayNi2lVhDBg1Uo3h6b&#10;193FzUtInt313xtB8DjMzDfMeju6Xl0ops6zgfmsAEVce9txY+D97fFmBSoJssXeMxn4pgTbzeRq&#10;jZX1A7/S5SiNyhBOFRpoRUKldapbcphmPhBn7+yjQ8kyNtpGHDLc9bosiqV22HFeaDHQvqX68/jl&#10;DLwMh/B8t7w9h4+4KHV6sHLaizHT63F3D0polP/wX/vJGliUxRx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T4Wx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E408F" w:rsidRDefault="00BE408F" w:rsidP="00BE40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woz8YA&#10;AADdAAAADwAAAGRycy9kb3ducmV2LnhtbESPUWvCMBSF3wf+h3AHvoyZrm5jVKPoIChMGHMDXy/N&#10;tS1rbkoSbf33Rhjs8XDO+Q5nvhxsK87kQ+NYwdMkA0FcOtNwpeDnWz++gQgR2WDrmBRcKMByMbqb&#10;Y2Fcz1903sdKJAiHAhXUMXaFlKGsyWKYuI44eUfnLcYkfSWNxz7BbSvzLHuVFhtOCzV29F5T+bs/&#10;WQXrz76a+odyPbiP4+bworXRO63U+H5YzUBEGuJ/+K+9NQqe8yyH25v0BO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2woz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E408F" w:rsidRDefault="00BE408F" w:rsidP="00BE40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jXEcQA&#10;AADdAAAADwAAAGRycy9kb3ducmV2LnhtbESPwWrDMBBE74X8g9hAb41cNw3BjRxCiyGUXprkAxZr&#10;a7m2VkZSHOfvq0Cgx2Fm3jCb7WR7MZIPrWMFz4sMBHHtdMuNgtOxelqDCBFZY++YFFwpwLacPWyw&#10;0O7C3zQeYiMShEOBCkyMQyFlqA1ZDAs3ECfvx3mLMUnfSO3xkuC2l3mWraTFltOCwYHeDdXd4WwV&#10;VJ/519idta/cblpaejW/6w+j1ON82r2BiDTF//C9vdcKlnn2Arc36QnI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Y1x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E408F" w:rsidRDefault="00BE408F" w:rsidP="00BE40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kVIMYA&#10;AADdAAAADwAAAGRycy9kb3ducmV2LnhtbESPQWsCMRSE7wX/Q3hCL6JZrRXZGkULoUILpSp4fWye&#10;u0s3L0uSutt/bwpCj8PMfMOsNr1txJV8qB0rmE4yEMSFMzWXCk5HPV6CCBHZYOOYFPxSgM168LDC&#10;3LiOv+h6iKVIEA45KqhibHMpQ1GRxTBxLXHyLs5bjEn6UhqPXYLbRs6ybCEt1pwWKmzptaLi+/Bj&#10;Few+u/LJj4pd794vb+dnrY3+0Eo9DvvtC4hIffwP39t7o2A+y+bw9yY9Abm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8kVI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E408F" w:rsidRDefault="00BE408F" w:rsidP="00BE40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3q/sMA&#10;AADdAAAADwAAAGRycy9kb3ducmV2LnhtbESP0YrCMBRE3xf8h3AXfFvTLbpINYooBVl8WfUDLs3d&#10;pmtzU5JY699vBMHHYWbOMMv1YFvRkw+NYwWfkwwEceV0w7WC86n8mIMIEVlj65gU3CnAejV6W2Kh&#10;3Y1/qD/GWiQIhwIVmBi7QspQGbIYJq4jTt6v8xZjkr6W2uMtwW0r8yz7khYbTgsGO9oaqi7Hq1VQ&#10;fueH/nLVvnSbYWppZv7mO6PU+H3YLEBEGuIr/GzvtYJpns3g8SY9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3q/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E408F" w:rsidRDefault="00BE408F" w:rsidP="00BE40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pur8MA&#10;AADdAAAADwAAAGRycy9kb3ducmV2LnhtbESPzWrDMBCE74W8g9hAb41ktwnFjRJKwCU+1ukDLNbW&#10;NrFWrqX45+2rQKHHYeabYfbH2XZipMG3jjUkGwWCuHKm5VrD1yV/egXhA7LBzjFpWMjD8bB62GNm&#10;3MSfNJahFrGEfYYamhD6TEpfNWTRb1xPHL1vN1gMUQ61NANOsdx2MlVqJy22HBca7OnUUHUtb1bD&#10;yzJ9/JTbq8qNpaR47gsO1Vbrx/X8/gYi0Bz+w3/02UQuVTu4v4lPQB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pur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E408F" w:rsidRDefault="00BE408F" w:rsidP="00BE40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TSKMUA&#10;AADdAAAADwAAAGRycy9kb3ducmV2LnhtbESPQWvCQBSE7wX/w/KE3urGINbGrCIGS+mpxtTzI/tM&#10;gtm3IbvR+O+7hUKPw8x8w6Tb0bTiRr1rLCuYzyIQxKXVDVcKitPhZQXCeWSNrWVS8CAH283kKcVE&#10;2zsf6Zb7SgQIuwQV1N53iZSurMmgm9mOOHgX2xv0QfaV1D3eA9y0Mo6ipTTYcFiosaN9TeU1H4yC&#10;YXmOC7586q88e7y/ZYedk9+VUs/TcbcG4Wn0/+G/9odWsIijV/h9E5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dNIo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E408F" w:rsidRDefault="00BE408F" w:rsidP="00BE40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g5XcUA&#10;AADdAAAADwAAAGRycy9kb3ducmV2LnhtbERPu27CMBTdK/UfrFuJrTg8FNGAE0ElJNoB1LQMbJf4&#10;kqSNr9PYhfTv8YDEeHTei6w3jThT52rLCkbDCARxYXXNpYKvz/XzDITzyBoby6Tgnxxk6ePDAhNt&#10;L/xB59yXIoSwS1BB5X2bSOmKigy6oW2JA3eynUEfYFdK3eElhJtGjqMolgZrDg0VtvRaUfGT/xkF&#10;+90sftmt3qbf79sjToz+Peg6Vmrw1C/nIDz1/i6+uTdawXQchbnhTXgCMr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SDld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E408F" w:rsidRDefault="00BE408F" w:rsidP="00BE40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xeNcUA&#10;AADdAAAADwAAAGRycy9kb3ducmV2LnhtbESPT4vCMBTE74LfITzBm6ZbRbRrlF3FP3hyVfD6aN62&#10;ZZuX0kStfnojCHscZuY3zHTemFJcqXaFZQUf/QgEcWp1wZmC03HVG4NwHlljaZkU3MnBfNZuTTHR&#10;9sY/dD34TAQIuwQV5N5XiZQuzcmg69uKOHi/tjbog6wzqWu8BbgpZRxFI2mw4LCQY0WLnNK/w8Uo&#10;eIzOuHeb+Hs50J7uw/Ha7vZrpbqd5usThKfG/4ff7a1WMIyjCbzehCc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fF41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E408F" w:rsidRDefault="00BE408F" w:rsidP="00BE40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cyzcIA&#10;AADdAAAADwAAAGRycy9kb3ducmV2LnhtbERP3WrCMBS+H/gO4Qy8m2lLN7QzFhkKu9usPsChOabF&#10;5qQ2Wdvt6ZeLwS4/vv9tOdtOjDT41rGCdJWAIK6dbtkouJyPT2sQPiBr7ByTgm/yUO4WD1sstJv4&#10;RGMVjIgh7AtU0ITQF1L6uiGLfuV64shd3WAxRDgYqQecYrjtZJYkL9Jiy7GhwZ7eGqpv1ZdVcHfZ&#10;s56rA37cDpvP1pj8/nPKlVo+zvtXEIHm8C/+c79rBXmWxv3xTXw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RzL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E408F" w:rsidRDefault="00BE408F" w:rsidP="00BE40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odPsUA&#10;AADdAAAADwAAAGRycy9kb3ducmV2LnhtbESPzW7CMBCE75V4B2uReitOaAs0jUG0UiWuQA89Lvbm&#10;B+J1iF1IefoaCYnjaGa+0eSL3jbiRJ2vHStIRwkIYu1MzaWC7+3X0wyED8gGG8ek4I88LOaDhxwz&#10;4868ptMmlCJC2GeooAqhzaT0uiKLfuRa4ugVrrMYouxKaTo8R7ht5DhJJtJizXGhwpY+K9KHza9V&#10;sKp39DrRxZudfej1z+UYnqd7o9TjsF++gwjUh3v41l4ZBS/jNIXrm/gE5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Kh0+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E408F" w:rsidRDefault="00BE408F" w:rsidP="00BE40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FwvcEA&#10;AADdAAAADwAAAGRycy9kb3ducmV2LnhtbERPXWvCMBR9F/Yfwh3sTVPLEFeNMgeCQyfoRF8vzbUp&#10;NjelyWr992Yg+Hi+OdN5ZyvRUuNLxwqGgwQEce50yYWCw++yPwbhA7LGyjEpuJGH+eylN8VMuyvv&#10;qN2HQsQS9hkqMCHUmZQ+N2TRD1xNHLWzayyGCJtC6gavsdxWMk2SkbRYclwwWNOXofyy/7MKWtze&#10;kpNZ/Hx8l5s83S6Oax159fbafU5ABOrC0/xIr7SC93SYwv+b+AT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xcL3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E408F" w:rsidRDefault="00BE408F" w:rsidP="00BE40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ZrRsQA&#10;AADdAAAADwAAAGRycy9kb3ducmV2LnhtbESPQUvDQBSE70L/w/IK3uymqYjEbkspVHrU6MHjM/ua&#10;Tc2+F3bXJvrrXUHwOMzMN8x6O/leXSjETtjAclGAIm7EdtwaeH053NyDignZYi9MBr4ownYzu1pj&#10;ZWXkZ7rUqVUZwrFCAy6lodI6No48xoUMxNk7SfCYsgyttgHHDPe9LoviTnvsOC84HGjvqPmoP72B&#10;8bF5P5enN+u+wyCH+knOZS/GXM+n3QOoRFP6D/+1j9bAbblc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Ga0b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E408F" w:rsidRDefault="00BE408F" w:rsidP="00BE40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S1lcYA&#10;AADdAAAADwAAAGRycy9kb3ducmV2LnhtbESP3WoCMRSE7wt9h3AKvatZF6myGsVqhSIW8e/+uDnu&#10;bpucLJtU17c3QsHLYWa+YUaT1hpxpsZXjhV0OwkI4tzpigsF+93ibQDCB2SNxjEpuJKHyfj5aYSZ&#10;dhfe0HkbChEh7DNUUIZQZ1L6vCSLvuNq4uidXGMxRNkUUjd4iXBrZJok79JixXGhxJpmJeW/2z+r&#10;YLGem5/0ezM9yDD77B/NYPkxXyn1+tJOhyACteER/m9/aQW9tNuD+5v4BO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S1l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E408F" w:rsidRDefault="00BE408F" w:rsidP="00BE40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/dt8YA&#10;AADdAAAADwAAAGRycy9kb3ducmV2LnhtbESPQYvCMBSE74L/ITzBi6ypui5SjSKCqLCCugten82z&#10;LTYvpYm1/nuzsOBxmJlvmNmiMYWoqXK5ZQWDfgSCOLE651TB78/6YwLCeWSNhWVS8CQHi3m7NcNY&#10;2wcfqT75VAQIuxgVZN6XsZQuycig69uSOHhXWxn0QVap1BU+AtwUchhFX9JgzmEhw5JWGSW3090o&#10;qA/fl3Rbu3J3m/TceHTZbPb6rFS30yynIDw1/h3+b2+1gs/hYAx/b8ITkPM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/dt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E408F" w:rsidRDefault="00BE408F" w:rsidP="00BE40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w/CccA&#10;AADdAAAADwAAAGRycy9kb3ducmV2LnhtbESPT2sCMRTE74LfITyhN826WLFbo2ih4EXw36HenpvX&#10;3cXNy5qkuvXTG6HQ4zAzv2Gm89bU4krOV5YVDAcJCOLc6ooLBYf9Z38CwgdkjbVlUvBLHuazbmeK&#10;mbY33tJ1FwoRIewzVFCG0GRS+rwkg35gG+LofVtnMETpCqkd3iLc1DJNkrE0WHFcKLGhj5Ly8+7H&#10;KFi+TZaXzYjX9+3pSMev0/k1dYlSL7128Q4iUBv+w3/tlVYwSodjeL6JT0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mcPwnHAAAA3QAAAA8AAAAAAAAAAAAAAAAAmAIAAGRy&#10;cy9kb3ducmV2LnhtbFBLBQYAAAAABAAEAPUAAACMAwAAAAA=&#10;" fillcolor="black" stroked="f">
              <v:textbox>
                <w:txbxContent>
                  <w:p w:rsidR="00BE408F" w:rsidRDefault="00BE408F" w:rsidP="00BE40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lZnMgA&#10;AADdAAAADwAAAGRycy9kb3ducmV2LnhtbESPzWvCQBTE7wX/h+UVeqsbQ6uSuor2AwT14MfB42v2&#10;NVmSfRuyW43967uC4HGYmd8wk1lna3Gi1hvHCgb9BARx7rThQsFh//U8BuEDssbaMSm4kIfZtPcw&#10;wUy7M2/ptAuFiBD2GSooQ2gyKX1ekkXfdw1x9H5cazFE2RZSt3iOcFvLNEmG0qLhuFBiQ+8l5dXu&#10;1yo4roZmvDWUfq//Fp96/VotNh+VUk+P3fwNRKAu3MO39lIreEkHI7i+iU9ATv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+Vmc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E408F" w:rsidRDefault="00BE408F" w:rsidP="00BE40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PzW8IA&#10;AADdAAAADwAAAGRycy9kb3ducmV2LnhtbERPTWsCMRC9F/wPYQRvNauIyGoUsZR68aC19Dpsxs26&#10;m8k2ibr6681B6PHxvherzjbiSj5UjhWMhhkI4sLpiksFx+/P9xmIEJE1No5JwZ0CrJa9twXm2t14&#10;T9dDLEUK4ZCjAhNjm0sZCkMWw9C1xIk7OW8xJuhLqT3eUrht5DjLptJixanBYEsbQ0V9uFgFfv37&#10;UT/48lNnj909fJ27vxkapQb9bj0HEamL/+KXe6sVTMajNDe9SU9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g/Nb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E408F" w:rsidRDefault="00BE408F" w:rsidP="00BE40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vzcsYA&#10;AADdAAAADwAAAGRycy9kb3ducmV2LnhtbESP3WrCQBSE7wXfYTlCb6RuDKXW1FVKoVCoFPx5gGP2&#10;mITung3ZU419+q4geDnMzDfMYtV7p07UxSawgekkA0VcBttwZWC/+3h8ARUF2aILTAYuFGG1HA4W&#10;WNhw5g2dtlKpBOFYoIFapC20jmVNHuMktMTJO4bOoyTZVdp2eE5w73SeZc/aY8NpocaW3msqf7a/&#10;3oDLD27+NYtruez1Ovvzshl/W2MeRv3bKyihXu7hW/vTGnjKp3O4vklPQC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Zvzc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E408F" w:rsidRDefault="00BE408F" w:rsidP="00BE40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GfFsMA&#10;AADdAAAADwAAAGRycy9kb3ducmV2LnhtbERPz2vCMBS+C/sfwhvspunKGKM2lW0i9OJhneL12Tyb&#10;suSlNJlW/3pzGOz48f0uV5Oz4kxj6D0reF5kIIhbr3vuFOy+N/M3ECEia7SeScGVAqyqh1mJhfYX&#10;/qJzEzuRQjgUqMDEOBRShtaQw7DwA3HiTn50GBMcO6lHvKRwZ2WeZa/SYc+pweBAn4ban+bXKVg3&#10;g813tfkIh/32eLT1bUOHtVJPj9P7EkSkKf6L/9y1VvCS52l/epOegK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Gf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E408F" w:rsidRDefault="00BE408F" w:rsidP="00BE40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1PMQA&#10;AADdAAAADwAAAGRycy9kb3ducmV2LnhtbESPQWsCMRSE7wX/Q3iCt5q4FCurUUQUBE+1evD2SJ67&#10;q5uXZZO66783hUKPw8x8wyxWvavFg9pQedYwGSsQxMbbigsNp+/d+wxEiMgWa8+k4UkBVsvB2wJz&#10;6zv+oscxFiJBOOSooYyxyaUMpiSHYewb4uRdfeswJtkW0rbYJbirZabUVDqsOC2U2NCmJHM//jgN&#10;t508eKPQnE/nbm8/L9sp1Urr0bBfz0FE6uN/+K+9txo+smwCv2/S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adTz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E408F" w:rsidRDefault="00BE408F" w:rsidP="00BE40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FJZcYA&#10;AADdAAAADwAAAGRycy9kb3ducmV2LnhtbESPT2sCMRTE70K/Q3gFb5ptLCJbo9hCoVg8+Afp8XXz&#10;3F1287IkUddvbwoFj8PM/IaZL3vbigv5UDvW8DLOQBAXztRcajjsP0czECEiG2wdk4YbBVgungZz&#10;zI278pYuu1iKBOGQo4Yqxi6XMhQVWQxj1xEn7+S8xZikL6XxeE1w20qVZVNpsea0UGFHHxUVze5s&#10;Nfycv/m0maxX/j0eXb8PjfqdNVoPn/vVG4hIfXyE/9tfRsOrUgr+3qQn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lFJZ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E408F" w:rsidRDefault="00BE408F" w:rsidP="00BE40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dWLMcA&#10;AADdAAAADwAAAGRycy9kb3ducmV2LnhtbESPT2sCMRTE7wW/Q3iCt5p1taKrUbRQ6KVQ/xz09tw8&#10;dxc3L9sk1W0/fSMUPA4z8xtmvmxNLa7kfGVZwaCfgCDOra64ULDfvT1PQPiArLG2TAp+yMNy0Xma&#10;Y6btjTd03YZCRAj7DBWUITSZlD4vyaDv24Y4emfrDIYoXSG1w1uEm1qmSTKWBiuOCyU29FpSftl+&#10;GwXr6WT99Tnij9/N6UjHw+nykrpEqV63Xc1ABGrDI/zfftcKRmk6hPub+ATk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eHVizHAAAA3QAAAA8AAAAAAAAAAAAAAAAAmAIAAGRy&#10;cy9kb3ducmV2LnhtbFBLBQYAAAAABAAEAPUAAACMAwAAAAA=&#10;" fillcolor="black" stroked="f">
              <v:textbox>
                <w:txbxContent>
                  <w:p w:rsidR="00BE408F" w:rsidRDefault="00BE408F" w:rsidP="00BE40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I0WcUA&#10;AADdAAAADwAAAGRycy9kb3ducmV2LnhtbESPQUsDMRSE74X+h/AEb23WtYisTctSKIqnbVW8vm5e&#10;N0s3L0sS0/XfG0HwOMzMN8x6O9lBJPKhd6zgblmAIG6d7rlT8P62XzyCCBFZ4+CYFHxTgO1mPltj&#10;pd2VD5SOsRMZwqFCBSbGsZIytIYshqUbibN3dt5izNJ3Unu8ZrgdZFkUD9Jiz3nB4Eg7Q+3l+GUV&#10;pNOuqe/TZzKHV1933jXPH6dGqdubqX4CEWmK/+G/9otWsCrLF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EjRZ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E408F" w:rsidRDefault="00BE408F" w:rsidP="00BE40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lxMMcA&#10;AADdAAAADwAAAGRycy9kb3ducmV2LnhtbESPQWvCQBSE7wX/w/IEb3VjsNJGVymipfZiG4X2+Mg+&#10;s6HZtyG7jdFf7xYKPQ4z8w2zWPW2Fh21vnKsYDJOQBAXTldcKjgetvePIHxA1lg7JgUX8rBaDu4W&#10;mGl35g/q8lCKCGGfoQITQpNJ6QtDFv3YNcTRO7nWYoiyLaVu8RzhtpZpksykxYrjgsGG1oaK7/zH&#10;KvCT9ebzzV6fuq8Xw/t8Z2bvpVFqNOyf5yAC9eE//Nd+1QqmafoAv2/iE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ZcTD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E408F" w:rsidRDefault="00BE408F" w:rsidP="00BE40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E408F" w:rsidRDefault="00BE408F" w:rsidP="00BE40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E408F" w:rsidRDefault="00BE408F" w:rsidP="00BE40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E408F" w:rsidRDefault="00BE408F" w:rsidP="00BE40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E408F" w:rsidRDefault="00BE408F" w:rsidP="00BE40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E408F" w:rsidRDefault="00BE408F" w:rsidP="00BE40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E408F" w:rsidRDefault="00BE408F" w:rsidP="00BE408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E408F" w:rsidRDefault="00BE408F" w:rsidP="00BE40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E408F" w:rsidRDefault="00BE408F" w:rsidP="00BE40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E408F" w:rsidRDefault="00BE408F" w:rsidP="00BE40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E408F" w:rsidRDefault="00BE408F" w:rsidP="00BE40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E408F" w:rsidRDefault="00BE408F" w:rsidP="00BE40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E408F" w:rsidRDefault="00BE408F" w:rsidP="00BE40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E408F" w:rsidRDefault="00BE408F" w:rsidP="00BE408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E408F" w:rsidRPr="00167AAC" w:rsidRDefault="00BE408F" w:rsidP="00BE408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№114</w:t>
      </w:r>
    </w:p>
    <w:p w:rsidR="00BE408F" w:rsidRPr="00A50A65" w:rsidRDefault="00BE408F" w:rsidP="00BE408F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E408F" w:rsidRPr="00A50A65" w:rsidRDefault="00BE408F" w:rsidP="00BE408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A65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A50A65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A50A65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BE408F" w:rsidRPr="00A50A65" w:rsidRDefault="00BE408F" w:rsidP="00BE408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408F" w:rsidRPr="00A50A65" w:rsidRDefault="00BE408F" w:rsidP="00BE408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A65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BE408F" w:rsidRPr="00A50A65" w:rsidRDefault="00BE408F" w:rsidP="00BE408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A65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A50A65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A50A65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Муравцеву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А.І, Шпак О.І.</w:t>
      </w:r>
    </w:p>
    <w:p w:rsidR="00BE408F" w:rsidRPr="00A50A65" w:rsidRDefault="00BE408F" w:rsidP="00BE408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408F" w:rsidRPr="00A50A65" w:rsidRDefault="00BE408F" w:rsidP="00BE408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A65">
        <w:rPr>
          <w:rFonts w:ascii="Times New Roman" w:eastAsia="Times New Roman" w:hAnsi="Times New Roman" w:cs="Times New Roman"/>
          <w:sz w:val="24"/>
        </w:rPr>
        <w:t xml:space="preserve">         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A50A65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A50A65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A50A65">
        <w:rPr>
          <w:rFonts w:ascii="Times New Roman" w:eastAsia="Times New Roman" w:hAnsi="Times New Roman" w:cs="Times New Roman"/>
          <w:sz w:val="24"/>
        </w:rPr>
        <w:t>пункту</w:t>
      </w:r>
      <w:proofErr w:type="gramEnd"/>
      <w:r w:rsidRPr="00A50A65">
        <w:rPr>
          <w:rFonts w:ascii="Times New Roman" w:eastAsia="Times New Roman" w:hAnsi="Times New Roman" w:cs="Times New Roman"/>
          <w:sz w:val="24"/>
        </w:rPr>
        <w:t xml:space="preserve"> 34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>»,</w:t>
      </w:r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Муравцева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А.І., Шпак О.І.,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рада </w:t>
      </w:r>
    </w:p>
    <w:p w:rsidR="00BE408F" w:rsidRPr="00A50A65" w:rsidRDefault="00BE408F" w:rsidP="00BE408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A65">
        <w:rPr>
          <w:rFonts w:ascii="Times New Roman" w:hAnsi="Times New Roman" w:cs="Times New Roman"/>
          <w:sz w:val="24"/>
          <w:szCs w:val="24"/>
        </w:rPr>
        <w:t>ВИРІШИЛА:</w:t>
      </w:r>
    </w:p>
    <w:p w:rsidR="00BE408F" w:rsidRPr="00A50A65" w:rsidRDefault="00BE408F" w:rsidP="00BE408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A65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Муравцеву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Аркадію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Ігоровичу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: </w:t>
      </w:r>
      <w:r w:rsidR="000B17A0">
        <w:rPr>
          <w:rFonts w:ascii="Times New Roman" w:hAnsi="Times New Roman" w:cs="Times New Roman"/>
          <w:sz w:val="24"/>
          <w:szCs w:val="24"/>
        </w:rPr>
        <w:t>________________</w:t>
      </w:r>
      <w:r w:rsidRPr="00A50A65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0B17A0">
        <w:rPr>
          <w:rFonts w:ascii="Times New Roman" w:hAnsi="Times New Roman" w:cs="Times New Roman"/>
          <w:sz w:val="24"/>
          <w:szCs w:val="24"/>
        </w:rPr>
        <w:t>__________</w:t>
      </w:r>
      <w:r w:rsidRPr="00A50A65">
        <w:rPr>
          <w:rFonts w:ascii="Times New Roman" w:hAnsi="Times New Roman" w:cs="Times New Roman"/>
          <w:sz w:val="24"/>
          <w:szCs w:val="24"/>
        </w:rPr>
        <w:t xml:space="preserve">, Шпак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Оксані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Ігорівні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: </w:t>
      </w:r>
      <w:r w:rsidR="000B17A0">
        <w:rPr>
          <w:rFonts w:ascii="Times New Roman" w:hAnsi="Times New Roman" w:cs="Times New Roman"/>
          <w:sz w:val="24"/>
          <w:szCs w:val="24"/>
        </w:rPr>
        <w:t>______________</w:t>
      </w:r>
      <w:r w:rsidRPr="00A50A65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0B17A0">
        <w:rPr>
          <w:rFonts w:ascii="Times New Roman" w:hAnsi="Times New Roman" w:cs="Times New Roman"/>
          <w:sz w:val="24"/>
          <w:szCs w:val="24"/>
        </w:rPr>
        <w:t>__________</w:t>
      </w:r>
      <w:r w:rsidRPr="00A50A65">
        <w:rPr>
          <w:rFonts w:ascii="Times New Roman" w:hAnsi="Times New Roman" w:cs="Times New Roman"/>
          <w:sz w:val="24"/>
          <w:szCs w:val="24"/>
        </w:rPr>
        <w:t>,</w:t>
      </w:r>
      <w:proofErr w:type="spellStart"/>
      <w:proofErr w:type="gramStart"/>
      <w:r w:rsidRPr="00A50A65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A50A65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у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спільну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часткову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0,1088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0A65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номер: 6823984000:03:018:0258), для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район, за межами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пункту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A50A6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50A65">
        <w:rPr>
          <w:rFonts w:ascii="Times New Roman" w:hAnsi="Times New Roman" w:cs="Times New Roman"/>
          <w:sz w:val="24"/>
          <w:szCs w:val="24"/>
        </w:rPr>
        <w:t>рупець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>.</w:t>
      </w:r>
    </w:p>
    <w:p w:rsidR="00BE408F" w:rsidRPr="00A50A65" w:rsidRDefault="00BE408F" w:rsidP="00BE408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A65">
        <w:rPr>
          <w:rFonts w:ascii="Times New Roman" w:hAnsi="Times New Roman" w:cs="Times New Roman"/>
          <w:sz w:val="24"/>
          <w:szCs w:val="24"/>
        </w:rPr>
        <w:t xml:space="preserve">      2.Муравцеву А.І., Шпак О.І.,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BE408F" w:rsidRPr="00A50A65" w:rsidRDefault="00BE408F" w:rsidP="00BE408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A65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50A6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50A6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BE408F" w:rsidRPr="00A50A65" w:rsidRDefault="00BE408F" w:rsidP="00BE408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E408F" w:rsidRPr="00A50A65" w:rsidRDefault="00BE408F" w:rsidP="00BE408F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E408F" w:rsidRPr="00A50A65" w:rsidRDefault="00BE408F" w:rsidP="00BE408F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716D7" w:rsidRPr="00BA6699" w:rsidRDefault="00BE408F" w:rsidP="00BA669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  <w:bookmarkStart w:id="0" w:name="_GoBack"/>
      <w:bookmarkEnd w:id="0"/>
    </w:p>
    <w:sectPr w:rsidR="004716D7" w:rsidRPr="00BA6699" w:rsidSect="00BE408F">
      <w:pgSz w:w="12240" w:h="15840"/>
      <w:pgMar w:top="709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BE408F"/>
    <w:rsid w:val="000B17A0"/>
    <w:rsid w:val="00171A2E"/>
    <w:rsid w:val="00304C90"/>
    <w:rsid w:val="004716D7"/>
    <w:rsid w:val="00505B6D"/>
    <w:rsid w:val="006D3977"/>
    <w:rsid w:val="007D6C18"/>
    <w:rsid w:val="00BA6699"/>
    <w:rsid w:val="00BE408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08F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BE408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BE408F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E408F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5</TotalTime>
  <Pages>1</Pages>
  <Words>269</Words>
  <Characters>1537</Characters>
  <Application>Microsoft Office Word</Application>
  <DocSecurity>0</DocSecurity>
  <Lines>12</Lines>
  <Paragraphs>3</Paragraphs>
  <ScaleCrop>false</ScaleCrop>
  <Company>Microsoft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5</cp:revision>
  <dcterms:created xsi:type="dcterms:W3CDTF">2020-12-01T06:26:00Z</dcterms:created>
  <dcterms:modified xsi:type="dcterms:W3CDTF">2020-12-02T06:57:00Z</dcterms:modified>
</cp:coreProperties>
</file>