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50D" w:rsidRDefault="0000050D" w:rsidP="0000050D">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00050D" w:rsidRDefault="0000050D" w:rsidP="0000050D"/>
    <w:p w:rsidR="0000050D" w:rsidRDefault="0000050D" w:rsidP="0000050D"/>
    <w:p w:rsidR="0000050D" w:rsidRDefault="0000050D" w:rsidP="000005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00050D" w:rsidRDefault="0000050D" w:rsidP="000005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0050D" w:rsidRDefault="0000050D" w:rsidP="000005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0050D" w:rsidRDefault="0000050D" w:rsidP="0000050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0050D" w:rsidRDefault="0000050D" w:rsidP="0000050D">
      <w:pPr>
        <w:widowControl w:val="0"/>
        <w:autoSpaceDE w:val="0"/>
        <w:autoSpaceDN w:val="0"/>
        <w:adjustRightInd w:val="0"/>
        <w:spacing w:after="0"/>
        <w:jc w:val="center"/>
        <w:rPr>
          <w:rFonts w:ascii="Times New Roman" w:hAnsi="Times New Roman" w:cs="Times New Roman"/>
          <w:b/>
          <w:sz w:val="24"/>
          <w:szCs w:val="24"/>
        </w:rPr>
      </w:pPr>
    </w:p>
    <w:p w:rsidR="0000050D" w:rsidRDefault="0000050D" w:rsidP="0000050D">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00050D" w:rsidRDefault="0000050D" w:rsidP="0000050D">
      <w:pPr>
        <w:spacing w:after="0"/>
        <w:jc w:val="center"/>
        <w:rPr>
          <w:rFonts w:ascii="Times New Roman" w:hAnsi="Times New Roman" w:cs="Times New Roman"/>
          <w:sz w:val="24"/>
          <w:szCs w:val="24"/>
        </w:rPr>
      </w:pPr>
    </w:p>
    <w:p w:rsidR="0000050D" w:rsidRDefault="0000050D" w:rsidP="0000050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0050D" w:rsidRDefault="0000050D" w:rsidP="0000050D">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№13</w:t>
      </w:r>
    </w:p>
    <w:p w:rsidR="0000050D" w:rsidRDefault="0000050D" w:rsidP="0000050D">
      <w:pPr>
        <w:spacing w:after="0"/>
        <w:jc w:val="center"/>
        <w:rPr>
          <w:rFonts w:ascii="Times New Roman" w:hAnsi="Times New Roman" w:cs="Times New Roman"/>
          <w:sz w:val="24"/>
          <w:szCs w:val="24"/>
        </w:rPr>
      </w:pPr>
    </w:p>
    <w:p w:rsidR="0000050D" w:rsidRPr="00291103" w:rsidRDefault="0000050D" w:rsidP="0000050D">
      <w:pPr>
        <w:autoSpaceDE w:val="0"/>
        <w:autoSpaceDN w:val="0"/>
        <w:adjustRightInd w:val="0"/>
        <w:spacing w:after="0"/>
        <w:ind w:right="4252"/>
        <w:jc w:val="both"/>
        <w:rPr>
          <w:rFonts w:ascii="Times New Roman" w:hAnsi="Times New Roman"/>
          <w:b/>
          <w:sz w:val="24"/>
          <w:szCs w:val="24"/>
          <w:lang w:eastAsia="en-US"/>
        </w:rPr>
      </w:pPr>
      <w:r w:rsidRPr="00291103">
        <w:rPr>
          <w:rFonts w:ascii="Times New Roman" w:hAnsi="Times New Roman"/>
          <w:b/>
          <w:sz w:val="24"/>
          <w:szCs w:val="24"/>
          <w:lang w:eastAsia="en-US"/>
        </w:rPr>
        <w:t>Про затвердження передавального акта щодо передачі майна Спеціалізованого лісокомунального підприємства «Гай», що реорганізується шляхом злиття</w:t>
      </w:r>
    </w:p>
    <w:p w:rsidR="0000050D" w:rsidRPr="00291103" w:rsidRDefault="0000050D" w:rsidP="0000050D">
      <w:pPr>
        <w:autoSpaceDE w:val="0"/>
        <w:autoSpaceDN w:val="0"/>
        <w:adjustRightInd w:val="0"/>
        <w:spacing w:after="0"/>
        <w:rPr>
          <w:rFonts w:ascii="Times New Roman" w:hAnsi="Times New Roman"/>
          <w:sz w:val="24"/>
          <w:szCs w:val="24"/>
          <w:lang w:eastAsia="en-US"/>
        </w:rPr>
      </w:pPr>
    </w:p>
    <w:p w:rsidR="0000050D" w:rsidRPr="00291103" w:rsidRDefault="0000050D" w:rsidP="0000050D">
      <w:pPr>
        <w:tabs>
          <w:tab w:val="left" w:pos="567"/>
        </w:tabs>
        <w:autoSpaceDE w:val="0"/>
        <w:autoSpaceDN w:val="0"/>
        <w:adjustRightInd w:val="0"/>
        <w:spacing w:after="0"/>
        <w:ind w:firstLine="567"/>
        <w:jc w:val="both"/>
        <w:rPr>
          <w:rFonts w:ascii="Times New Roman" w:hAnsi="Times New Roman"/>
          <w:sz w:val="24"/>
          <w:szCs w:val="24"/>
          <w:lang w:eastAsia="en-US"/>
        </w:rPr>
      </w:pPr>
      <w:r w:rsidRPr="00291103">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21 лютого 2020 року № 96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 сільська рада</w:t>
      </w:r>
    </w:p>
    <w:p w:rsidR="0000050D" w:rsidRPr="00291103" w:rsidRDefault="0000050D" w:rsidP="0000050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 xml:space="preserve">              </w:t>
      </w:r>
      <w:r w:rsidRPr="00291103">
        <w:rPr>
          <w:rFonts w:ascii="Times New Roman" w:hAnsi="Times New Roman"/>
          <w:sz w:val="24"/>
          <w:szCs w:val="24"/>
          <w:lang w:eastAsia="en-US"/>
        </w:rPr>
        <w:t>ВИРІШИЛА:</w:t>
      </w:r>
    </w:p>
    <w:p w:rsidR="0000050D" w:rsidRPr="00291103" w:rsidRDefault="0000050D" w:rsidP="0000050D">
      <w:pPr>
        <w:pStyle w:val="af5"/>
        <w:spacing w:after="0"/>
        <w:ind w:firstLine="709"/>
        <w:jc w:val="both"/>
      </w:pPr>
      <w:r w:rsidRPr="00291103">
        <w:t>1. Затвердити передавальний акт щодо передачі майна Спеціалізованого лісокомунального підприємства «Гай» (ЄДРПОУ 31465840), місцезнаходження: вул. Шкільна, буд. 1, село Лисиче, Славутський район, Хмельницька область, яке припиняється в результаті реорганізації шляхом злиття у нову юридичну особу – Комунальне підприємство Крупецької сільської ради «Спеціалізоване лісокомунальне підприємство» згідно з додатком, що додається.</w:t>
      </w:r>
    </w:p>
    <w:p w:rsidR="0000050D" w:rsidRPr="00291103" w:rsidRDefault="0000050D" w:rsidP="0000050D">
      <w:pPr>
        <w:pStyle w:val="af5"/>
        <w:spacing w:after="0"/>
        <w:ind w:firstLine="709"/>
        <w:jc w:val="both"/>
        <w:rPr>
          <w:lang w:eastAsia="ru-RU"/>
        </w:rPr>
      </w:pPr>
      <w:r w:rsidRPr="00291103">
        <w:t xml:space="preserve">2. Директору новоутвореного Комунального підприємства Крупецької сільської ради «Спеціалізоване лісокомунальне підприємство» </w:t>
      </w:r>
      <w:r w:rsidRPr="00291103">
        <w:rPr>
          <w:lang w:eastAsia="ru-RU"/>
        </w:rPr>
        <w:t>забезпечити облік майна, що підлягає передачі, на балансі підприємства.</w:t>
      </w:r>
    </w:p>
    <w:p w:rsidR="0000050D" w:rsidRPr="00291103" w:rsidRDefault="0000050D" w:rsidP="0000050D">
      <w:pPr>
        <w:pStyle w:val="af5"/>
        <w:spacing w:after="0"/>
        <w:ind w:firstLine="709"/>
        <w:jc w:val="both"/>
        <w:rPr>
          <w:lang w:eastAsia="ru-RU"/>
        </w:rPr>
      </w:pPr>
      <w:r>
        <w:lastRenderedPageBreak/>
        <w:t>3</w:t>
      </w:r>
      <w:r w:rsidRPr="00291103">
        <w:t>.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00050D" w:rsidRDefault="0000050D" w:rsidP="0000050D">
      <w:pPr>
        <w:pStyle w:val="af5"/>
        <w:spacing w:after="0"/>
        <w:jc w:val="both"/>
      </w:pPr>
    </w:p>
    <w:p w:rsidR="0000050D" w:rsidRPr="00291103" w:rsidRDefault="0000050D" w:rsidP="0000050D">
      <w:pPr>
        <w:pStyle w:val="af5"/>
        <w:spacing w:after="0"/>
        <w:jc w:val="both"/>
      </w:pPr>
    </w:p>
    <w:p w:rsidR="0000050D" w:rsidRPr="00291103" w:rsidRDefault="0000050D" w:rsidP="0000050D">
      <w:pPr>
        <w:pStyle w:val="af5"/>
        <w:spacing w:after="0"/>
        <w:ind w:firstLine="709"/>
        <w:jc w:val="both"/>
      </w:pPr>
    </w:p>
    <w:p w:rsidR="0000050D" w:rsidRPr="00FB6E98" w:rsidRDefault="0000050D" w:rsidP="0000050D">
      <w:pPr>
        <w:pStyle w:val="HTML0"/>
        <w:spacing w:line="276" w:lineRule="auto"/>
        <w:rPr>
          <w:rFonts w:ascii="Times New Roman" w:hAnsi="Times New Roman"/>
        </w:rPr>
      </w:pPr>
      <w:r w:rsidRPr="00FB6E98">
        <w:rPr>
          <w:rFonts w:ascii="Times New Roman" w:hAnsi="Times New Roman"/>
        </w:rPr>
        <w:t xml:space="preserve">Сільський голова </w:t>
      </w:r>
      <w:r w:rsidRPr="00FB6E98">
        <w:rPr>
          <w:rFonts w:ascii="Times New Roman" w:hAnsi="Times New Roman"/>
        </w:rPr>
        <w:tab/>
      </w:r>
      <w:r w:rsidRPr="00FB6E98">
        <w:rPr>
          <w:rFonts w:ascii="Times New Roman" w:hAnsi="Times New Roman"/>
        </w:rPr>
        <w:tab/>
      </w:r>
      <w:r w:rsidRPr="00FB6E98">
        <w:rPr>
          <w:rFonts w:ascii="Times New Roman" w:hAnsi="Times New Roman"/>
        </w:rPr>
        <w:tab/>
      </w:r>
      <w:r w:rsidRPr="00FB6E98">
        <w:rPr>
          <w:rFonts w:ascii="Times New Roman" w:hAnsi="Times New Roman"/>
        </w:rPr>
        <w:tab/>
      </w:r>
      <w:r w:rsidRPr="00FB6E98">
        <w:rPr>
          <w:rFonts w:ascii="Times New Roman" w:hAnsi="Times New Roman"/>
        </w:rPr>
        <w:tab/>
        <w:t xml:space="preserve">             В.А. Михалюк </w:t>
      </w:r>
    </w:p>
    <w:p w:rsidR="00AC602A" w:rsidRDefault="00AC602A">
      <w:bookmarkStart w:id="0" w:name="_GoBack"/>
      <w:bookmarkEnd w:id="0"/>
    </w:p>
    <w:sectPr w:rsidR="00AC602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0D"/>
    <w:rsid w:val="0000050D"/>
    <w:rsid w:val="00171A2E"/>
    <w:rsid w:val="00304C90"/>
    <w:rsid w:val="00505B6D"/>
    <w:rsid w:val="006D3977"/>
    <w:rsid w:val="007D6C18"/>
    <w:rsid w:val="00AC602A"/>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00050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00050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0050D"/>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00050D"/>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00050D"/>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00050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00050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0050D"/>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00050D"/>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00050D"/>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2</Pages>
  <Words>297</Words>
  <Characters>1699</Characters>
  <Application>Microsoft Office Word</Application>
  <DocSecurity>0</DocSecurity>
  <Lines>14</Lines>
  <Paragraphs>3</Paragraphs>
  <ScaleCrop>false</ScaleCrop>
  <Company>Microsoft</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2020-07-02T11:01:00Z</dcterms:created>
  <dcterms:modified xsi:type="dcterms:W3CDTF">2020-07-02T11:02:00Z</dcterms:modified>
</cp:coreProperties>
</file>