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BD" w:rsidRPr="00CD53EA" w:rsidRDefault="00FE15BD" w:rsidP="00FE15BD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15BD" w:rsidRDefault="00FE15BD" w:rsidP="00FE15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15BD" w:rsidRDefault="00FE15BD" w:rsidP="00FE15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15BD" w:rsidRDefault="00FE15BD" w:rsidP="00FE15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15BD" w:rsidRDefault="00FE15BD" w:rsidP="00FE15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15BD" w:rsidRDefault="00FE15BD" w:rsidP="00FE15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15BD" w:rsidRDefault="00FE15BD" w:rsidP="00FE15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15BD" w:rsidRDefault="00FE15BD" w:rsidP="00FE15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15BD" w:rsidRDefault="00FE15BD" w:rsidP="00FE15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15BD" w:rsidRDefault="00FE15BD" w:rsidP="00FE15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15BD" w:rsidRDefault="00FE15BD" w:rsidP="00FE15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15BD" w:rsidRDefault="00FE15BD" w:rsidP="00FE15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15BD" w:rsidRDefault="00FE15BD" w:rsidP="00FE15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15BD" w:rsidRDefault="00FE15BD" w:rsidP="00FE15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15BD" w:rsidRDefault="00FE15BD" w:rsidP="00FE15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15BD" w:rsidRDefault="00FE15BD" w:rsidP="00FE15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15BD" w:rsidRDefault="00FE15BD" w:rsidP="00FE15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15BD" w:rsidRDefault="00FE15BD" w:rsidP="00FE15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15BD" w:rsidRDefault="00FE15BD" w:rsidP="00FE15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15BD" w:rsidRDefault="00FE15BD" w:rsidP="00FE15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15BD" w:rsidRDefault="00FE15BD" w:rsidP="00FE15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15BD" w:rsidRDefault="00FE15BD" w:rsidP="00FE15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15BD" w:rsidRDefault="00FE15BD" w:rsidP="00FE15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15BD" w:rsidRDefault="00FE15BD" w:rsidP="00FE15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15BD" w:rsidRDefault="00FE15BD" w:rsidP="00FE15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15BD" w:rsidRDefault="00FE15BD" w:rsidP="00FE15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15BD" w:rsidRDefault="00FE15BD" w:rsidP="00FE15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15BD" w:rsidRDefault="00FE15BD" w:rsidP="00FE15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15BD" w:rsidRDefault="00FE15BD" w:rsidP="00FE15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15BD" w:rsidRDefault="00FE15BD" w:rsidP="00FE15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15BD" w:rsidRDefault="00FE15BD" w:rsidP="00FE15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E15BD" w:rsidRDefault="00FE15BD" w:rsidP="00FE15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E15BD" w:rsidRDefault="00FE15BD" w:rsidP="00FE15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E15BD" w:rsidRDefault="00FE15BD" w:rsidP="00FE15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E15BD" w:rsidRDefault="00FE15BD" w:rsidP="00FE15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E15BD" w:rsidRDefault="00FE15BD" w:rsidP="00FE15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E15BD" w:rsidRDefault="00FE15BD" w:rsidP="00FE15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E15BD" w:rsidRDefault="00FE15BD" w:rsidP="00FE15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E15BD" w:rsidRDefault="00FE15BD" w:rsidP="00FE15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E15BD" w:rsidRDefault="00FE15BD" w:rsidP="00FE15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E15BD" w:rsidRDefault="00FE15BD" w:rsidP="00FE15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E15BD" w:rsidRDefault="00FE15BD" w:rsidP="00FE15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E15BD" w:rsidRDefault="00FE15BD" w:rsidP="00FE15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E15BD" w:rsidRDefault="00FE15BD" w:rsidP="00FE15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E15BD" w:rsidRDefault="00FE15BD" w:rsidP="00FE15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E15BD" w:rsidRDefault="00FE15BD" w:rsidP="00FE15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E15BD" w:rsidRDefault="00FE15BD" w:rsidP="00FE15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E15BD" w:rsidRDefault="00FE15BD" w:rsidP="00FE15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E15BD" w:rsidRDefault="00FE15BD" w:rsidP="00FE15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E15BD" w:rsidRDefault="00FE15BD" w:rsidP="00FE15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E15BD" w:rsidRDefault="00FE15BD" w:rsidP="00FE15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FE15BD" w:rsidRDefault="00FE15BD" w:rsidP="00FE15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E15BD" w:rsidRDefault="00FE15BD" w:rsidP="00FE15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E15BD" w:rsidRDefault="00FE15BD" w:rsidP="00FE15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E15BD" w:rsidRDefault="00FE15BD" w:rsidP="00FE15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E15BD" w:rsidRDefault="00FE15BD" w:rsidP="00FE15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E15BD" w:rsidRDefault="00FE15BD" w:rsidP="00FE15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E15BD" w:rsidRDefault="00FE15BD" w:rsidP="00FE15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FE15BD" w:rsidRDefault="00FE15BD" w:rsidP="00FE15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E15BD" w:rsidRDefault="00FE15BD" w:rsidP="00FE15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E15BD" w:rsidRDefault="00FE15BD" w:rsidP="00FE15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E15BD" w:rsidRDefault="00FE15BD" w:rsidP="00FE15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E15BD" w:rsidRDefault="00FE15BD" w:rsidP="00FE15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E15BD" w:rsidRDefault="00FE15BD" w:rsidP="00FE15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E15BD" w:rsidRDefault="00FE15BD" w:rsidP="00FE15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E15BD" w:rsidRDefault="00FE15BD" w:rsidP="00FE15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E15BD" w:rsidRDefault="00FE15BD" w:rsidP="00FE15B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E15BD" w:rsidRDefault="00FE15BD" w:rsidP="00FE15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E15BD" w:rsidRDefault="00FE15BD" w:rsidP="00FE15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E15BD" w:rsidRDefault="00FE15BD" w:rsidP="00FE15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E15BD" w:rsidRDefault="00FE15BD" w:rsidP="00FE15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FE15BD" w:rsidRDefault="00FE15BD" w:rsidP="00FE15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E15BD" w:rsidRDefault="00FE15BD" w:rsidP="00FE15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FE15BD" w:rsidRDefault="00FE15BD" w:rsidP="00FE15B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E15BD" w:rsidRDefault="00FE15BD" w:rsidP="00FE15B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23.09.2020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№23</w:t>
      </w:r>
    </w:p>
    <w:p w:rsidR="00FE15BD" w:rsidRPr="00CD53EA" w:rsidRDefault="00FE15BD" w:rsidP="00FE15BD">
      <w:pPr>
        <w:pStyle w:val="HTML0"/>
        <w:spacing w:line="276" w:lineRule="auto"/>
        <w:rPr>
          <w:rFonts w:ascii="Times New Roman" w:hAnsi="Times New Roman"/>
        </w:rPr>
      </w:pPr>
    </w:p>
    <w:p w:rsidR="00FE15BD" w:rsidRDefault="00FE15BD" w:rsidP="00FE15BD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</w:p>
    <w:p w:rsidR="00FE15BD" w:rsidRDefault="00FE15BD" w:rsidP="00FE15BD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проекту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</w:p>
    <w:p w:rsidR="00FE15BD" w:rsidRDefault="00FE15BD" w:rsidP="00FE15BD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</w:p>
    <w:p w:rsidR="00FE15BD" w:rsidRDefault="00FE15BD" w:rsidP="00FE15BD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Оксюті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Р.В.</w:t>
      </w:r>
    </w:p>
    <w:p w:rsidR="00FE15BD" w:rsidRDefault="00FE15BD" w:rsidP="00FE15BD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FE15BD" w:rsidRDefault="00FE15BD" w:rsidP="00FE15B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», статей 12,  118 та 121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Оксюти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Р.В.,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рада </w:t>
      </w:r>
    </w:p>
    <w:p w:rsidR="00FE15BD" w:rsidRDefault="00FE15BD" w:rsidP="00FE15B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FE15BD" w:rsidRDefault="00FE15BD" w:rsidP="00FE15B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1.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Оксюті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Роману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Володимировичу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0867DA">
        <w:rPr>
          <w:rFonts w:ascii="Times New Roman" w:eastAsia="Calibri" w:hAnsi="Times New Roman" w:cs="Times New Roman"/>
          <w:sz w:val="24"/>
          <w:szCs w:val="24"/>
          <w:lang w:val="en-US"/>
        </w:rPr>
        <w:t>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проекту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0,1200 га,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індивідуального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садівництва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Колом’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є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FE15BD" w:rsidRDefault="00FE15BD" w:rsidP="00FE15B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Оксюті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Р.В.,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проект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та подати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ради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FE15BD" w:rsidRDefault="00FE15BD" w:rsidP="00FE15B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Т.В.).</w:t>
      </w:r>
    </w:p>
    <w:p w:rsidR="00FE15BD" w:rsidRDefault="00FE15BD" w:rsidP="00FE15B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FE15BD" w:rsidRDefault="00FE15BD" w:rsidP="00FE15B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E15BD" w:rsidRPr="00CD53EA" w:rsidRDefault="00FE15BD" w:rsidP="00FE15BD">
      <w:pPr>
        <w:pStyle w:val="HTML0"/>
        <w:spacing w:line="276" w:lineRule="auto"/>
        <w:rPr>
          <w:rFonts w:ascii="Times New Roman" w:hAnsi="Times New Roman"/>
        </w:rPr>
      </w:pPr>
    </w:p>
    <w:p w:rsidR="00FE15BD" w:rsidRPr="00CD53EA" w:rsidRDefault="00FE15BD" w:rsidP="00FE15BD">
      <w:pPr>
        <w:pStyle w:val="HTML0"/>
        <w:spacing w:line="276" w:lineRule="auto"/>
        <w:rPr>
          <w:rFonts w:ascii="Times New Roman" w:hAnsi="Times New Roman"/>
        </w:rPr>
      </w:pPr>
      <w:proofErr w:type="spellStart"/>
      <w:r w:rsidRPr="00CD53EA">
        <w:rPr>
          <w:rFonts w:ascii="Times New Roman" w:hAnsi="Times New Roman"/>
        </w:rPr>
        <w:t>Сільський</w:t>
      </w:r>
      <w:proofErr w:type="spellEnd"/>
      <w:r w:rsidRPr="00CD53EA">
        <w:rPr>
          <w:rFonts w:ascii="Times New Roman" w:hAnsi="Times New Roman"/>
        </w:rPr>
        <w:t xml:space="preserve"> голова                                                                                  </w:t>
      </w:r>
      <w:proofErr w:type="spellStart"/>
      <w:r w:rsidRPr="00CD53EA">
        <w:rPr>
          <w:rFonts w:ascii="Times New Roman" w:hAnsi="Times New Roman"/>
        </w:rPr>
        <w:t>Валерій</w:t>
      </w:r>
      <w:proofErr w:type="spellEnd"/>
      <w:r w:rsidRPr="00CD53EA">
        <w:rPr>
          <w:rFonts w:ascii="Times New Roman" w:hAnsi="Times New Roman"/>
        </w:rPr>
        <w:t xml:space="preserve"> МИХАЛЮК</w:t>
      </w:r>
    </w:p>
    <w:p w:rsidR="00CA091D" w:rsidRDefault="00CA091D"/>
    <w:sectPr w:rsidR="00CA091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5BD"/>
    <w:rsid w:val="000867DA"/>
    <w:rsid w:val="00171A2E"/>
    <w:rsid w:val="00304C90"/>
    <w:rsid w:val="00505B6D"/>
    <w:rsid w:val="006D3977"/>
    <w:rsid w:val="007D6C18"/>
    <w:rsid w:val="00CA091D"/>
    <w:rsid w:val="00D1641A"/>
    <w:rsid w:val="00FE1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FE15BD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FE15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FE15BD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FE15BD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FE15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FE15BD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133A0-7436-4932-9795-E14E5C757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219</Words>
  <Characters>1249</Characters>
  <Application>Microsoft Office Word</Application>
  <DocSecurity>0</DocSecurity>
  <Lines>10</Lines>
  <Paragraphs>2</Paragraphs>
  <ScaleCrop>false</ScaleCrop>
  <Company>Microsoft</Company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2020-09-29T17:15:00Z</dcterms:created>
  <dcterms:modified xsi:type="dcterms:W3CDTF">2020-09-30T04:17:00Z</dcterms:modified>
</cp:coreProperties>
</file>