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7C4" w:rsidRDefault="008C47C4" w:rsidP="008C47C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8C47C4" w:rsidRDefault="008C47C4" w:rsidP="008C47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7BE6C6" wp14:editId="27511A1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170" name="Группа 151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17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7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8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9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0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7C4" w:rsidRDefault="008C47C4" w:rsidP="008C47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17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wyXMQA&#10;AADeAAAADwAAAGRycy9kb3ducmV2LnhtbERPyWrDMBC9F/oPYgq91bIT0hjXcgghKTkEShbfB2u8&#10;UGtkLCVx/74KFHqbx1snX02mFzcaXWdZQRLFIIgrqztuFFzOu7cUhPPIGnvLpOCHHKyK56ccM23v&#10;fKTbyTcihLDLUEHr/ZBJ6aqWDLrIDsSBq+1o0Ac4NlKPeA/hppezOH6XBjsODS0OtGmp+j5djQI7&#10;/9wfymZ2nG956Xn9ldbldFDq9WVaf4DwNPl/8Z97r8P8RbJM4PFOuEEW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MMlz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oeiMcA&#10;AADeAAAADwAAAGRycy9kb3ducmV2LnhtbERPS2sCMRC+C/0PYQq9iGYVqnVrlCKs1h4KPqDXYTNu&#10;1m4mS5Lq1l/fFAq9zcf3nPmys424kA+1YwWjYQaCuHS65krB8VAMnkCEiKyxcUwKvinAcnHXm2Ou&#10;3ZV3dNnHSqQQDjkqMDG2uZShNGQxDF1LnLiT8xZjgr6S2uM1hdtGjrNsIi3WnBoMtrQyVH7uv6yC&#10;c/FuPlbT29r3Zzu69Yu3TbOdKPVw3708g4jUxX/xn/tVp/mPo+kYft9JN8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aHoj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UfEscA&#10;AADeAAAADwAAAGRycy9kb3ducmV2LnhtbESPwWrDMBBE74H+g9hCL6GRU5M2OJFNKE0ovpgk/YDF&#10;2lim1spYauz+fRUo5LbLzM6b3RaT7cSVBt86VrBcJCCIa6dbbhR8nffPaxA+IGvsHJOCX/JQ5A+z&#10;LWbajXyk6yk0Ioawz1CBCaHPpPS1IYt+4XriqF3cYDHEdWikHnCM4baTL0nyKi22HAkGe3o3VH+f&#10;fmyEVClW5WU87w8TjvhRGp7vjko9PU67DYhAU7ib/68/day/Wr6lcHsnzi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FHxL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iSXMQA&#10;AADeAAAADwAAAGRycy9kb3ducmV2LnhtbERPS0sDMRC+C/0PYYTebLalL9ampdQKIniwCsXbsJnu&#10;Lm4mIRm76783guBtPr7nbHaD69SVYmo9G5hOClDElbct1wbe3x7v1qCSIFvsPJOBb0qw245uNlha&#10;3/MrXU9SqxzCqUQDjUgotU5VQw7TxAfizF18dCgZxlrbiH0Od52eFcVSO2w5NzQY6NBQ9Xn6cgZe&#10;+mN4Xi0Xl/AR5zOdHqycD2LM+HbY34MSGuRf/Od+snn+Yrqaw+87+Qa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okl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Ai/ccA&#10;AADeAAAADwAAAGRycy9kb3ducmV2LnhtbESPzWrDMBCE74W8g9hCLiWRk+I2OJFNCE0pvoT8PMBi&#10;bSxTa2UsNXbePioUettlZueb3RSjbcWNet84VrCYJyCIK6cbrhVczvvZCoQPyBpbx6TgTh6KfPK0&#10;wUy7gY90O4VaxBD2GSowIXSZlL4yZNHPXUcctavrLYa49rXUPQ4x3LZymSRv0mLDkWCwo52h6vv0&#10;YyPk8IqH8jqc958jDvhRGn7ZHpWaPo/bNYhAY/g3/11/6Vg/Xbyn8PtOnEHm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ngIv3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apsMQA&#10;AADeAAAADwAAAGRycy9kb3ducmV2LnhtbERPTUsDMRC9C/6HMII3m22xW1mbltIqiOChrSDehs10&#10;d3EzCcnYXf+9EYTe5vE+Z7keXa/OFFPn2cB0UoAirr3tuDHwfny+ewCVBNli75kM/FCC9er6aomV&#10;9QPv6XyQRuUQThUaaEVCpXWqW3KYJj4QZ+7ko0PJMDbaRhxyuOv1rChK7bDj3NBioG1L9dfh2xl4&#10;G57C66Kcn8JnvJ/ptLPysRVjbm/GzSMooVEu4n/3i83z59NFC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2qb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8RwsUA&#10;AADeAAAADwAAAGRycy9kb3ducmV2LnhtbERP22oCMRB9F/oPYQp9KZq1RS1bo6gQKlQQL9DXYTPu&#10;Lt1MliR1t39vCgXf5nCuM1/2thFX8qF2rGA8ykAQF87UXCo4n/TwDUSIyAYbx6TglwIsFw+DOebG&#10;dXyg6zGWIoVwyFFBFWObSxmKiiyGkWuJE3dx3mJM0JfSeOxSuG3kS5ZNpcWaU0OFLW0qKr6PP1bB&#10;et+Vr/65WPfu8/LxNdHa6J1W6umxX72DiNTHu/jfvTVp/mQ8m8HfO+kG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/xHC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DPT8YA&#10;AADeAAAADwAAAGRycy9kb3ducmV2LnhtbESPQW/CMAyF75P4D5GRuI0UNDbUERBiqjRNuwz2A6zG&#10;awqNUyWhlH8/HybtZus9v/d5sxt9pwaKqQ1sYDEvQBHXwbbcGPg+VY9rUCkjW+wCk4E7JdhtJw8b&#10;LG248RcNx9woCeFUogGXc19qnWpHHtM89MSi/YToMcsaG20j3iTcd3pZFM/aY8vS4LCng6P6crx6&#10;A9XH8nO4XG2swn588rRy5/WbM2Y2HfevoDKN+d/8d/1uBX+1eBFeeU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1DPT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wgK8UA&#10;AADeAAAADwAAAGRycy9kb3ducmV2LnhtbERP32vCMBB+H/g/hBN8GZrqcM5qlDkIDhyMOcHXoznb&#10;suZSksx2/70ZDPZ2H9/PW29724gr+VA7VjCdZCCIC2dqLhWcPvX4CUSIyAYbx6TghwJsN4O7NebG&#10;dfxB12MsRQrhkKOCKsY2lzIUFVkME9cSJ+7ivMWYoC+l8dilcNvIWZY9Sos1p4YKW3qpqPg6flsF&#10;u/eufPD3xa53h8v+PNfa6Det1GjYP69AROrjv/jP/WrS/Pl0sYTfd9IN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LCAr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OzbsUA&#10;AADeAAAADwAAAGRycy9kb3ducmV2LnhtbESPQWvDMAyF74P9B6NCb6vT0o6Q1S1lIzDGLuv2A0Ss&#10;xWljOdhumv776jDYTUJP771vu598r0aKqQtsYLkoQBE3wXbcGvj5rp9KUCkjW+wDk4EbJdjvHh+2&#10;WNlw5S8aj7lVYsKpQgMu56HSOjWOPKZFGIjl9huixyxrbLWNeBVz3+tVUTxrjx1LgsOBXh015+PF&#10;G6g/Vp/j+WJjHQ7T2tPGnco3Z8x8Nh1eQGWa8r/47/vdSv3NshQAwZEZ9O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87Nu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GIHcAA&#10;AADeAAAADwAAAGRycy9kb3ducmV2LnhtbERPzYrCMBC+C75DmAVvmlbtIl2jiKDo0eoDDM1sW2wm&#10;tYm2vr0RBG/z8f3Oct2bWjyodZVlBfEkAkGcW11xoeBy3o0XIJxH1lhbJgVPcrBeDQdLTLXt+ESP&#10;zBcihLBLUUHpfZNK6fKSDLqJbYgD929bgz7AtpC6xS6Em1pOo+hXGqw4NJTY0Lak/JrdjYL5s9vf&#10;suQa7bSh+DhrjuzzRKnRT7/5A+Gp91/xx33QYX4SL2J4vxNukKsX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XGIH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EAxcQA&#10;AADeAAAADwAAAGRycy9kb3ducmV2LnhtbERPTWuDQBC9B/oflin0lqwKDYnJKtKQUnpqTdrz4E5U&#10;4s6Kuxrz77uFQm/zeJ+zz2fTiYkG11pWEK8iEMSV1S3XCs6n43IDwnlkjZ1lUnAnB3n2sNhjqu2N&#10;P2kqfS1CCLsUFTTe96mUrmrIoFvZnjhwFzsY9AEOtdQD3kK46WQSRWtpsOXQ0GBPLw1V13I0Csb1&#10;d3Lmy7v+KA/31+3hWDj5VSv19DgXOxCeZv8v/nO/6TD/Od4k8PtOuEF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hAM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IVQ8YA&#10;AADeAAAADwAAAGRycy9kb3ducmV2LnhtbERPTWvCQBC9C/0PyxR6041VQ5q6ii0I6kFR20Nv0+w0&#10;Sc3Oxuyq8d+7QqG3ebzPGU9bU4kzNa60rKDfi0AQZ1aXnCv42M+7CQjnkTVWlknBlRxMJw+dMaba&#10;XnhL553PRQhhl6KCwvs6ldJlBRl0PVsTB+7HNgZ9gE0udYOXEG4q+RxFsTRYcmgosKb3grLD7mQU&#10;fG6S+GXzthz+rtbfODD6+KXLWKmnx3b2CsJT6//Ff+6FDvNH/WQA93fCDX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4IVQ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Iao8MA&#10;AADeAAAADwAAAGRycy9kb3ducmV2LnhtbERPS4vCMBC+C/6HMII3TXVdKV2jqIsPPLmu4HVoZtti&#10;MylN1OqvN8KCt/n4njOZNaYUV6pdYVnBoB+BIE6tLjhTcPxd9WIQziNrLC2Tgjs5mE3brQkm2t74&#10;h64Hn4kQwi5BBbn3VSKlS3My6Pq2Ig7cn60N+gDrTOoabyHclHIYRWNpsODQkGNFy5zS8+FiFDzG&#10;J9y7zXDx/aE93Ufx2u72a6W6nWb+BcJT49/if/dWh/mfg3gEr3fCD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JIao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fWlsIA&#10;AADeAAAADwAAAGRycy9kb3ducmV2LnhtbERPzYrCMBC+C/sOYYS9aapY0WqURVzYm9rdBxiaMS02&#10;k9pE7fr0RhC8zcf3O8t1Z2txpdZXjhWMhgkI4sLpio2Cv9/vwQyED8gaa8ek4J88rFcfvSVm2t34&#10;QNc8GBFD2GeooAyhyaT0RUkW/dA1xJE7utZiiLA1Urd4i+G2luMkmUqLFceGEhvalFSc8otVcHbj&#10;VHf5Fnen7XxfGTM53w8TpT773dcCRKAuvMUv94+O89PRLIXnO/E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59aW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4kuCsQA&#10;AADeAAAADwAAAGRycy9kb3ducmV2LnhtbERPPW/CMBDdK/EfrEPqVhxaEUKIQaVSJVZoB8bDPpJA&#10;fA6xCWl/fV2pUrd7ep9XrAfbiJ46XztWMJ0kIIi1MzWXCj4/3p8yED4gG2wck4Iv8rBejR4KzI27&#10;8476fShFDGGfo4IqhDaX0uuKLPqJa4kjd3KdxRBhV0rT4T2G20Y+J0kqLdYcGyps6a0ifdnfrIJt&#10;faRZqk8Lm2307vB9DS/zs1HqcTy8LkEEGsK/+M+9NXH+bJql8PtOvEG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uJLg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RyRsYA&#10;AADeAAAADwAAAGRycy9kb3ducmV2LnhtbERP0WrCQBB8L/gPxwq+1UsEWxu9iAqCpa1QlfZ1ya25&#10;YG4v5M4Y/75XKPRtdmdnZmex7G0tOmp95VhBOk5AEBdOV1wqOB23jzMQPiBrrB2Tgjt5WOaDhwVm&#10;2t34k7pDKEU0YZ+hAhNCk0npC0MW/dg1xJE7u9ZiiGNbSt3iLZrbWk6S5ElarDgmGGxoY6i4HK5W&#10;QYf7e/Jt1h8vr9V7Mdmvv9503KvRsF/NQQTqw//xn3qn4/vTdPYMv3UiB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+RyR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Y5rsYA&#10;AADeAAAADwAAAGRycy9kb3ducmV2LnhtbESPQU/DMAyF70j7D5GRuLF0lUBTt2yakDZxhMJhR6/x&#10;mm6NXSVhLfx6ckDiZus9v/d5vZ18r24UYidsYDEvQBE3YjtuDXx+7B+XoGJCttgLk4FvirDdzO7W&#10;WFkZ+Z1udWpVDuFYoQGX0lBpHRtHHuNcBuKsnSV4THkNrbYBxxzue10WxbP22HFucDjQi6PmWn95&#10;A+OhOV3K89G6nzDIvn6TS9mLMQ/3024FKtGU/s1/16824z8tlpk3v5Nn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3Y5r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KMIsYA&#10;AADeAAAADwAAAGRycy9kb3ducmV2LnhtbERP22oCMRB9L/gPYQTfalahut0axXoBkZbipe/TzXR3&#10;NZksm1TXv2+EQt/mcK4zmbXWiAs1vnKsYNBPQBDnTldcKDge1o8pCB+QNRrHpOBGHmbTzsMEM+2u&#10;vKPLPhQihrDPUEEZQp1J6fOSLPq+q4kj9+0aiyHCppC6wWsMt0YOk2QkLVYcG0qsaVFSft7/WAXr&#10;j6U5Dd93808ZFqvxl0m3r8s3pXrddv4CIlAb/sV/7o2O858G6TPc34k3y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KMI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du9sgA&#10;AADeAAAADwAAAGRycy9kb3ducmV2LnhtbESPT2vCQBDF74V+h2WEXkQ3tigaXaUIooUW6h/wOmbH&#10;JJidDdltTL995yD0NsO8ee/9FqvOVaqlJpSeDYyGCSjizNuScwOn42YwBRUissXKMxn4pQCr5fPT&#10;AlPr77yn9hBzJSYcUjRQxFinWoesIIdh6GtiuV194zDK2uTaNngXc1fp1ySZaIclS0KBNa0Lym6H&#10;H2eg/f685Ls21B+3aT+M3y7b7Zc9G/PS697noCJ18V/8+N5ZqT8ezQRAcGQGvfw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1272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e1cMUA&#10;AADeAAAADwAAAGRycy9kb3ducmV2LnhtbERPTWsCMRC9C/6HMAVvml3RolujqCB4EdT2UG/jZrq7&#10;uJmsSdRtf30jFHqbx/uc2aI1tbiT85VlBekgAUGcW11xoeDjfdOfgPABWWNtmRR8k4fFvNuZYabt&#10;gw90P4ZCxBD2GSooQ2gyKX1ekkE/sA1x5L6sMxgidIXUDh8x3NRymCSv0mDFsaHEhtYl5ZfjzShY&#10;TSer637Eu5/D+USnz/NlPHSJUr2XdvkGIlAb/sV/7q2O88fpNIXn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97VwxQAAAN4AAAAPAAAAAAAAAAAAAAAAAJgCAABkcnMv&#10;ZG93bnJldi54bWxQSwUGAAAAAAQABAD1AAAAigMAAAAA&#10;" fillcolor="black" stroked="f"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YlB8YA&#10;AADeAAAADwAAAGRycy9kb3ducmV2LnhtbERPS2vCQBC+C/6HZQredGNAsamr1BcI1YO2hx7H7Jgs&#10;yc6G7Kppf323UOhtPr7nzJedrcWdWm8cKxiPEhDEudOGCwUf77vhDIQPyBprx6TgizwsF/3eHDPt&#10;Hnyi+zkUIoawz1BBGUKTSenzkiz6kWuII3d1rcUQYVtI3eIjhttapkkylRYNx4YSG1qXlFfnm1Xw&#10;+TY1s5Oh9HL4Xm31YVKtjptKqcFT9/oCIlAX/sV/7r2O8yfj5xR+34k3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OYlB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jtrsQA&#10;AADeAAAADwAAAGRycy9kb3ducmV2LnhtbERPTWsCMRC9F/wPYQq91awWxW6NIpaiFw/all6HzXSz&#10;3c1kTaKu/nojCL3N433OdN7ZRhzJh8qxgkE/A0FcOF1xqeDr8+N5AiJEZI2NY1JwpgDzWe9hirl2&#10;J97ScRdLkUI45KjAxNjmUobCkMXQdy1x4n6dtxgT9KXUHk8p3DZymGVjabHi1GCwpaWhot4drAK/&#10;+HmvL3z4rrPL5hxWf91+gkapp8du8QYiUhf/xXf3Wqf5o8HrC9zeST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47a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DDkcQA&#10;AADeAAAADwAAAGRycy9kb3ducmV2LnhtbERP22oCMRB9F/yHMEJfSs0qauvWKKVQKCiC1g+Ybqa7&#10;S5PJspnq6tcboeDbHM51FqvOO3WkNtaBDYyGGSjiItiaSwOHr4+nF1BRkC26wGTgTBFWy35vgbkN&#10;J97RcS+lSiEcczRQiTS51rGoyGMchoY4cT+h9SgJtqW2LZ5SuHd6nGUz7bHm1FBhQ+8VFb/7P2/A&#10;jb/dfP0cN3I+6E128bJ73FpjHgbd2ysooU7u4n/3p03zp6P5BG7vpBv08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gw5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wnUMUA&#10;AADeAAAADwAAAGRycy9kb3ducmV2LnhtbERPTWsCMRC9C/0PYQq9aVZBsVuj2IqwFw9dt3gdN9PN&#10;YjJZNqlu++ubQsHbPN7nrDaDs+JKfWg9K5hOMhDEtdctNwqq4368BBEiskbrmRR8U4DN+mG0wlz7&#10;G7/TtYyNSCEcclRgYuxyKUNtyGGY+I44cZ++dxgT7Bupe7ylcGflLMsW0mHLqcFgR2+G6kv55RTs&#10;ys7OqsK8htPH4Xy2xc+eTjulnh6H7QuISEO8i//dhU7z59PnO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/CdQ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sLEcQA&#10;AADeAAAADwAAAGRycy9kb3ducmV2LnhtbERPyWrDMBC9F/IPYgq9NZILdVI3cgilgUBOzXLIbZAm&#10;tlNrZCw1dv++ChRym8dbZ7EcXSuu1IfGs4ZsqkAQG28brjQc9uvnOYgQkS22nknDLwVYlpOHBRbW&#10;D/xF112sRArhUKCGOsaukDKYmhyGqe+IE3f2vcOYYF9J2+OQwl0rX5TKpcOGU0ONHX3UZL53P07D&#10;ZS233ig0x8Nx2NjZ6TOnVmn99Diu3kFEGuNd/O/e2DT/NXvL4fZOukG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rCxH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9d7cQA&#10;AADeAAAADwAAAGRycy9kb3ducmV2LnhtbERPTWsCMRC9F/wPYQRvNatStatRVCgUiwe1lB7Hzbi7&#10;7GayJFG3/94UBG/zeJ8zX7amFldyvrSsYNBPQBBnVpecK/g+frxOQfiArLG2TAr+yMNy0XmZY6rt&#10;jfd0PYRcxBD2KSooQmhSKX1WkEHftw1x5M7WGQwRulxqh7cYbmo5TJKxNFhybCiwoU1BWXW4GAW/&#10;ly8+70bblVuHH9sefTU8TSulet12NQMRqA1P8cP9qeP8t8H7BP7fiT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qPXe3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0c7ckA&#10;AADeAAAADwAAAGRycy9kb3ducmV2LnhtbESPT2/CMAzF75P2HSIj7TZS0JigENCYNGmXSePPAW6m&#10;MW1F43RJBoVPPx8mcbP1nt/7ebboXKPOFGLt2cCgn4EiLrytuTSw3Xw8j0HFhGyx8UwGrhRhMX98&#10;mGFu/YVXdF6nUkkIxxwNVCm1udaxqMhh7PuWWLSjDw6TrKHUNuBFwl2jh1n2qh3WLA0VtvReUXFa&#10;/zoDy8l4+fP9wl+31WFP+93hNBqGzJinXvc2BZWoS3fz//WnFfzRYCK88o7MoO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pM0c7ckAAADeAAAADwAAAAAAAAAAAAAAAACYAgAA&#10;ZHJzL2Rvd25yZXYueG1sUEsFBgAAAAAEAAQA9QAAAI4DAAAAAA==&#10;" fillcolor="black" stroked="f"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ey3MQA&#10;AADeAAAADwAAAGRycy9kb3ducmV2LnhtbERPTUsDMRC9C/6HMII3m21FabdNy1Ioiqdtq/Q63Yyb&#10;xc1kSWK6/nsjCL3N433OajPaXiTyoXOsYDopQBA3TnfcKng/7h7mIEJE1tg7JgU/FGCzvr1ZYand&#10;hfeUDrEVOYRDiQpMjEMpZWgMWQwTNxBn7tN5izFD30rt8ZLDbS9nRfEsLXacGwwOtDXUfB2+rYJ0&#10;3tbVYzols3/zVetd/fJxrpW6vxurJYhIY7yK/92vOs9/mi4W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3st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6rs8YA&#10;AADeAAAADwAAAGRycy9kb3ducmV2LnhtbESPQWvCQBCF74X+h2UK3urGgmKjq4hUUS+1UbDHITvN&#10;BrOzIbvG6K/vCoXeZnjvffNmOu9sJVpqfOlYwaCfgCDOnS65UHA8rF7HIHxA1lg5JgU38jCfPT9N&#10;MdXuyl/UZqEQEcI+RQUmhDqV0ueGLPq+q4mj9uMaiyGuTSF1g9cIt5V8S5KRtFhyvGCwpqWh/Jxd&#10;rAI/WH6cdvb+3n6vDX9mWzPaF0ap3ku3mIAI1IV/8196o2P9YWTC4504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o6rs8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C47C4" w:rsidRDefault="008C47C4" w:rsidP="008C47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C47C4" w:rsidRDefault="008C47C4" w:rsidP="008C47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C47C4" w:rsidRDefault="008C47C4" w:rsidP="008C47C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C47C4" w:rsidRDefault="008C47C4" w:rsidP="008C47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C47C4" w:rsidRDefault="008C47C4" w:rsidP="008C47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C47C4" w:rsidRDefault="008C47C4" w:rsidP="008C47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8C47C4" w:rsidRDefault="008C47C4" w:rsidP="008C47C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8C47C4" w:rsidRDefault="008C47C4" w:rsidP="008C47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8C47C4" w:rsidRDefault="008C47C4" w:rsidP="008C47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8C47C4" w:rsidRDefault="008C47C4" w:rsidP="008C47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C47C4" w:rsidRDefault="008C47C4" w:rsidP="008C47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8C47C4" w:rsidRDefault="008C47C4" w:rsidP="008C47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8C47C4" w:rsidRDefault="008C47C4" w:rsidP="008C47C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8C47C4" w:rsidRDefault="008C47C4" w:rsidP="008C47C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8C47C4" w:rsidRDefault="008C47C4" w:rsidP="008C47C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8C47C4" w:rsidRDefault="008C47C4" w:rsidP="008C47C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C47C4" w:rsidRDefault="008C47C4" w:rsidP="008C47C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C47C4" w:rsidRDefault="008C47C4" w:rsidP="008C47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C47C4" w:rsidRDefault="008C47C4" w:rsidP="008C47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8C47C4" w:rsidRDefault="008C47C4" w:rsidP="008C47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О.В</w:t>
      </w:r>
    </w:p>
    <w:p w:rsidR="008C47C4" w:rsidRDefault="008C47C4" w:rsidP="008C47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8C47C4" w:rsidRDefault="008C47C4" w:rsidP="008C47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О.В.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8C47C4" w:rsidRDefault="008C47C4" w:rsidP="008C47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8C47C4" w:rsidRDefault="008C47C4" w:rsidP="008C47C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C47C4" w:rsidRDefault="008C47C4" w:rsidP="008C47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Олексію Володимировичу,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93D4D">
        <w:rPr>
          <w:rFonts w:ascii="Times New Roman" w:eastAsia="Calibri" w:hAnsi="Times New Roman" w:cs="Times New Roman"/>
          <w:sz w:val="24"/>
          <w:lang w:val="ru-RU" w:eastAsia="en-US"/>
        </w:rPr>
        <w:t>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0,2200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8C47C4" w:rsidRDefault="008C47C4" w:rsidP="008C47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Теребей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О.В,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C47C4" w:rsidRDefault="008C47C4" w:rsidP="008C47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C47C4" w:rsidRDefault="008C47C4" w:rsidP="008C47C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C47C4" w:rsidRDefault="008C47C4" w:rsidP="008C47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C47C4" w:rsidRDefault="008C47C4" w:rsidP="008C47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C47C4" w:rsidRDefault="008C47C4" w:rsidP="008C47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C47C4" w:rsidRPr="008C47C4" w:rsidRDefault="008C47C4" w:rsidP="008C47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8C47C4" w:rsidRDefault="008C47C4" w:rsidP="008C47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F2D8A" w:rsidRPr="008C47C4" w:rsidRDefault="008C47C4" w:rsidP="008C47C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0F2D8A" w:rsidRPr="008C47C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7C4"/>
    <w:rsid w:val="000F2D8A"/>
    <w:rsid w:val="008C47C4"/>
    <w:rsid w:val="00A93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7C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7C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243</Words>
  <Characters>1387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2021-07-19T05:59:00Z</dcterms:created>
  <dcterms:modified xsi:type="dcterms:W3CDTF">2021-07-19T06:32:00Z</dcterms:modified>
</cp:coreProperties>
</file>