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EF2" w:rsidRDefault="00012EF2" w:rsidP="00012E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12EF2" w:rsidRDefault="00012EF2" w:rsidP="00012EF2"/>
    <w:p w:rsidR="00012EF2" w:rsidRDefault="00012EF2" w:rsidP="00012EF2"/>
    <w:p w:rsidR="00012EF2" w:rsidRDefault="00012EF2" w:rsidP="00012E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12EF2" w:rsidRDefault="00012EF2" w:rsidP="00012E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12EF2" w:rsidRDefault="00012EF2" w:rsidP="00012E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12EF2" w:rsidRDefault="00012EF2" w:rsidP="00012E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12EF2" w:rsidRDefault="00012EF2" w:rsidP="00012E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EF2" w:rsidRDefault="00012EF2" w:rsidP="00012E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12EF2" w:rsidRDefault="00012EF2" w:rsidP="00012E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2EF2" w:rsidRDefault="00012EF2" w:rsidP="00012E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12EF2" w:rsidRDefault="00012EF2" w:rsidP="00012E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12EF2" w:rsidRPr="0083481C" w:rsidRDefault="00012EF2" w:rsidP="00012EF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№105</w:t>
      </w:r>
    </w:p>
    <w:p w:rsidR="00012EF2" w:rsidRDefault="00012EF2" w:rsidP="00012EF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12EF2" w:rsidRPr="005E02D7" w:rsidRDefault="00012EF2" w:rsidP="00012EF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012EF2" w:rsidRPr="005E02D7" w:rsidRDefault="00012EF2" w:rsidP="00012EF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012EF2" w:rsidRPr="005E02D7" w:rsidRDefault="00012EF2" w:rsidP="00012EF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012EF2" w:rsidRPr="005E02D7" w:rsidRDefault="00012EF2" w:rsidP="00012EF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012EF2" w:rsidRPr="005E02D7" w:rsidRDefault="00012EF2" w:rsidP="00012EF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Полейчук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О.В.</w:t>
      </w:r>
    </w:p>
    <w:p w:rsidR="00012EF2" w:rsidRPr="005E02D7" w:rsidRDefault="00012EF2" w:rsidP="00012EF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12EF2" w:rsidRPr="005E02D7" w:rsidRDefault="00012EF2" w:rsidP="00012E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пункту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Полейчук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О.В.,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012EF2" w:rsidRPr="005E02D7" w:rsidRDefault="00012EF2" w:rsidP="00012E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012EF2" w:rsidRPr="005E02D7" w:rsidRDefault="00012EF2" w:rsidP="00012E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Полейчук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Оксані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Володимирівні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="00792CC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0,1227 га, 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омарівка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.Д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жерельна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, 13.</w:t>
      </w:r>
    </w:p>
    <w:p w:rsidR="00012EF2" w:rsidRPr="005E02D7" w:rsidRDefault="00012EF2" w:rsidP="00012E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2.Полейчук О.В.,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012EF2" w:rsidRPr="005E02D7" w:rsidRDefault="00012EF2" w:rsidP="00012EF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E02D7">
        <w:rPr>
          <w:rFonts w:ascii="Times New Roman" w:hAnsi="Times New Roman" w:cs="Times New Roman"/>
          <w:sz w:val="24"/>
          <w:szCs w:val="24"/>
        </w:rPr>
        <w:t xml:space="preserve">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12EF2" w:rsidRPr="00012EF2" w:rsidRDefault="00012EF2" w:rsidP="00012E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012EF2" w:rsidRPr="005E02D7" w:rsidRDefault="00012EF2" w:rsidP="00012E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7FB9" w:rsidRPr="00012EF2" w:rsidRDefault="00012EF2" w:rsidP="00012E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B87FB9" w:rsidRPr="00012E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F2"/>
    <w:rsid w:val="00012EF2"/>
    <w:rsid w:val="00171A2E"/>
    <w:rsid w:val="00304C90"/>
    <w:rsid w:val="00505B6D"/>
    <w:rsid w:val="006D3977"/>
    <w:rsid w:val="00792CC7"/>
    <w:rsid w:val="007D6C18"/>
    <w:rsid w:val="00B87FB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2020-07-02T12:10:00Z</dcterms:created>
  <dcterms:modified xsi:type="dcterms:W3CDTF">2020-07-02T13:22:00Z</dcterms:modified>
</cp:coreProperties>
</file>