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C6" w:rsidRDefault="001A28C6" w:rsidP="001A28C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C6" w:rsidRDefault="001A28C6" w:rsidP="001A28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28C6" w:rsidRDefault="001A28C6" w:rsidP="001A28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A28C6" w:rsidRDefault="001A28C6" w:rsidP="001A28C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8C6" w:rsidRDefault="001A28C6" w:rsidP="001A28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A28C6" w:rsidRDefault="001A28C6" w:rsidP="001A28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28C6" w:rsidRDefault="001A28C6" w:rsidP="001A28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A28C6" w:rsidRPr="005233F6" w:rsidRDefault="001A28C6" w:rsidP="001A28C6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A28C6" w:rsidRPr="00FB2913" w:rsidRDefault="001A28C6" w:rsidP="001A28C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A28C6" w:rsidRPr="00FB2913" w:rsidRDefault="001A28C6" w:rsidP="001A28C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A28C6" w:rsidRPr="00FB2913" w:rsidRDefault="001A28C6" w:rsidP="001A28C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1A28C6" w:rsidRPr="00FB2913" w:rsidRDefault="001A28C6" w:rsidP="001A28C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1A28C6" w:rsidRPr="00FB2913" w:rsidRDefault="001A28C6" w:rsidP="001A28C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Ковалінській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С.О.</w:t>
      </w:r>
    </w:p>
    <w:p w:rsidR="001A28C6" w:rsidRPr="00FB2913" w:rsidRDefault="001A28C6" w:rsidP="001A28C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1A28C6" w:rsidRPr="00FB2913" w:rsidRDefault="001A28C6" w:rsidP="001A28C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статей 12, 122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lang w:eastAsia="en-US"/>
        </w:rPr>
        <w:t>овалінської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С.О.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1A28C6" w:rsidRPr="00FB2913" w:rsidRDefault="001A28C6" w:rsidP="001A28C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A28C6" w:rsidRPr="00FB2913" w:rsidRDefault="001A28C6" w:rsidP="001A28C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Софії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Олександрівні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A15A2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0,2500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і обслуговування житлового будинку, господарських будівель та споруд,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по вул. Лісна, 38</w:t>
      </w:r>
    </w:p>
    <w:p w:rsidR="001A28C6" w:rsidRPr="00FB2913" w:rsidRDefault="001A28C6" w:rsidP="001A28C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С.О.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A28C6" w:rsidRPr="00FB2913" w:rsidRDefault="001A28C6" w:rsidP="001A28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A28C6" w:rsidRPr="00FB2913" w:rsidRDefault="001A28C6" w:rsidP="001A28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28C6" w:rsidRPr="00FB2913" w:rsidRDefault="001A28C6" w:rsidP="001A28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A28C6" w:rsidRPr="00FB2913" w:rsidRDefault="001A28C6" w:rsidP="001A28C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A28C6" w:rsidRPr="00FB2913" w:rsidRDefault="001A28C6" w:rsidP="001A28C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A28C6" w:rsidRPr="00FB2913" w:rsidRDefault="001A28C6" w:rsidP="001A28C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A28C6" w:rsidRDefault="001A28C6" w:rsidP="001A28C6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              Валерій МИХАЛЮК</w:t>
      </w:r>
    </w:p>
    <w:p w:rsidR="007D36CA" w:rsidRDefault="007D36CA"/>
    <w:sectPr w:rsidR="007D36C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C6"/>
    <w:rsid w:val="001A28C6"/>
    <w:rsid w:val="007D36CA"/>
    <w:rsid w:val="00DA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C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A28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A28C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A28C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C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A28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A28C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A28C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2021-07-07T06:18:00Z</dcterms:created>
  <dcterms:modified xsi:type="dcterms:W3CDTF">2021-07-07T08:06:00Z</dcterms:modified>
</cp:coreProperties>
</file>