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711" w:rsidRDefault="00D3631D" w:rsidP="001117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3631D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11711" w:rsidRDefault="00111711" w:rsidP="00111711"/>
    <w:p w:rsidR="00111711" w:rsidRDefault="00111711" w:rsidP="00111711"/>
    <w:p w:rsidR="00111711" w:rsidRDefault="00111711" w:rsidP="00111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11711" w:rsidRDefault="00111711" w:rsidP="00111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11711" w:rsidRDefault="00111711" w:rsidP="00111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11711" w:rsidRDefault="00111711" w:rsidP="00111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11711" w:rsidRDefault="00111711" w:rsidP="00111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1711" w:rsidRDefault="00111711" w:rsidP="00111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11711" w:rsidRDefault="00111711" w:rsidP="001117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1711" w:rsidRDefault="00111711" w:rsidP="001117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11711" w:rsidRDefault="00111711" w:rsidP="0011171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111711" w:rsidRDefault="00111711" w:rsidP="0011171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111711" w:rsidRDefault="00111711" w:rsidP="0011171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11711" w:rsidRDefault="00111711" w:rsidP="0011171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11711" w:rsidRDefault="00111711" w:rsidP="0011171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111711" w:rsidRDefault="00111711" w:rsidP="0011171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Денисюк Р.В.</w:t>
      </w:r>
    </w:p>
    <w:p w:rsidR="00111711" w:rsidRDefault="00111711" w:rsidP="0011171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Денисюк  Р.В.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Денисюк Розі Василівні, яка зареєстрована за адресою: </w:t>
      </w:r>
      <w:r w:rsidR="0034559D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0,05 га, для будівництва і обслуговування житлового будинку, господарських будівель та споруд, земельна ділянка розташована в с. Стригани, по  вулиця Ганни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Охман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Крупецької сільської ради.</w:t>
      </w:r>
      <w:proofErr w:type="gramEnd"/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 Денисюк Р.В.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111711" w:rsidRDefault="00111711" w:rsidP="0011171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11711" w:rsidRDefault="00111711" w:rsidP="0011171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11711" w:rsidRDefault="00111711" w:rsidP="001117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87FDC" w:rsidRPr="00111711" w:rsidRDefault="00111711" w:rsidP="0011171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sectPr w:rsidR="00987FDC" w:rsidRPr="00111711" w:rsidSect="00987F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11711"/>
    <w:rsid w:val="00111711"/>
    <w:rsid w:val="00171A2E"/>
    <w:rsid w:val="00304C90"/>
    <w:rsid w:val="0034559D"/>
    <w:rsid w:val="00505B6D"/>
    <w:rsid w:val="006D3977"/>
    <w:rsid w:val="007D6C18"/>
    <w:rsid w:val="00987FDC"/>
    <w:rsid w:val="00D1641A"/>
    <w:rsid w:val="00D363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71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2020-03-04T08:42:00Z</dcterms:created>
  <dcterms:modified xsi:type="dcterms:W3CDTF">2020-03-04T08:50:00Z</dcterms:modified>
</cp:coreProperties>
</file>