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1A0" w:rsidRDefault="00E521A0" w:rsidP="00E521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9525" r="8890" b="571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141C3DB"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521A0" w:rsidRDefault="00E521A0" w:rsidP="00E521A0"/>
    <w:p w:rsidR="00E521A0" w:rsidRDefault="00E521A0" w:rsidP="00E521A0"/>
    <w:p w:rsidR="00E521A0" w:rsidRDefault="00E521A0" w:rsidP="00E521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521A0" w:rsidRDefault="00E521A0" w:rsidP="00E521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521A0" w:rsidRDefault="00E521A0" w:rsidP="00E521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521A0" w:rsidRDefault="00E521A0" w:rsidP="00E521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521A0" w:rsidRDefault="00E521A0" w:rsidP="00E521A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21A0" w:rsidRDefault="00E521A0" w:rsidP="00E521A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521A0" w:rsidRDefault="00E521A0" w:rsidP="00E521A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521A0" w:rsidRDefault="00E521A0" w:rsidP="00E521A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521A0" w:rsidRDefault="00E521A0" w:rsidP="00E521A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___.04.2020  року                                    Крупець                                                   №</w:t>
      </w:r>
    </w:p>
    <w:p w:rsidR="00E521A0" w:rsidRDefault="00E521A0" w:rsidP="00E521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521A0" w:rsidRDefault="00E521A0" w:rsidP="00E521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E521A0" w:rsidRDefault="00E521A0" w:rsidP="00E521A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521A0" w:rsidRDefault="00E521A0" w:rsidP="00E521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ст.25, ст.42 Закону України «Про місцеве самоврядування в Україні» в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2020 рік», та рішення сесії сільської ради № 7 від 12.01.2018 року «Про затвердження Програми та Положення про надання матеріальної допомоги громадянам»</w:t>
      </w:r>
    </w:p>
    <w:p w:rsidR="00E521A0" w:rsidRDefault="00E521A0" w:rsidP="00E521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E521A0" w:rsidRDefault="00E521A0" w:rsidP="00E521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E521A0" w:rsidRDefault="00E521A0" w:rsidP="00E521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E521A0" w:rsidRDefault="00E521A0" w:rsidP="00E521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Олегу Петровичу в розмірі ________________________________</w:t>
      </w:r>
    </w:p>
    <w:p w:rsidR="00E521A0" w:rsidRDefault="00E521A0" w:rsidP="00E521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Гаврилюк Надії Миколаївні в розмірі _______________________________</w:t>
      </w:r>
    </w:p>
    <w:p w:rsidR="00E521A0" w:rsidRDefault="00E521A0" w:rsidP="00E521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Рожчук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Світлані Володимирівні  в розмірі _______________________________</w:t>
      </w:r>
    </w:p>
    <w:p w:rsidR="00E521A0" w:rsidRDefault="00E521A0" w:rsidP="00E521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</w:t>
      </w:r>
    </w:p>
    <w:p w:rsidR="00E521A0" w:rsidRDefault="00E521A0" w:rsidP="00E521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 Надати матеріальну допомогу багатодітній  матері Рибачук Наталії Миколаївні  в розмірі _______________________________</w:t>
      </w:r>
    </w:p>
    <w:p w:rsidR="00E521A0" w:rsidRDefault="00E521A0" w:rsidP="00E521A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громадянам .</w:t>
      </w:r>
    </w:p>
    <w:p w:rsidR="00E521A0" w:rsidRDefault="00E521A0" w:rsidP="00E521A0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E521A0" w:rsidRDefault="00E521A0" w:rsidP="00E521A0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F140F4" w:rsidRPr="00E521A0" w:rsidRDefault="00E521A0" w:rsidP="00E521A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bookmarkStart w:id="0" w:name="_GoBack"/>
      <w:bookmarkEnd w:id="0"/>
      <w:proofErr w:type="spellEnd"/>
    </w:p>
    <w:sectPr w:rsidR="00F140F4" w:rsidRPr="00E521A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1A0"/>
    <w:rsid w:val="00E521A0"/>
    <w:rsid w:val="00F1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B5B86D"/>
  <w15:chartTrackingRefBased/>
  <w15:docId w15:val="{00A8F6CA-857D-40C9-8E42-9BE605444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21A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Заголовок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87;&#1088;&#1086;&#1077;&#1082;&#1090;&#1080;\new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273</Words>
  <Characters>1561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2020-04-16T05:26:00Z</dcterms:created>
  <dcterms:modified xsi:type="dcterms:W3CDTF">2020-04-16T05:26:00Z</dcterms:modified>
</cp:coreProperties>
</file>