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EE4" w:rsidRDefault="00EC0EE4" w:rsidP="00EC0EE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EC0EE4" w:rsidRDefault="00EC0EE4" w:rsidP="00EC0EE4"/>
    <w:p w:rsidR="00EC0EE4" w:rsidRDefault="00EC0EE4" w:rsidP="00EC0EE4"/>
    <w:p w:rsidR="00EC0EE4" w:rsidRDefault="00EC0EE4" w:rsidP="00EC0EE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EC0EE4" w:rsidRDefault="00EC0EE4" w:rsidP="00EC0EE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EC0EE4" w:rsidRDefault="00EC0EE4" w:rsidP="00EC0EE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EC0EE4" w:rsidRDefault="00EC0EE4" w:rsidP="00EC0EE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EC0EE4" w:rsidRDefault="00EC0EE4" w:rsidP="00EC0EE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0EE4" w:rsidRDefault="00EC0EE4" w:rsidP="00EC0EE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EC0EE4" w:rsidRDefault="00EC0EE4" w:rsidP="00EC0EE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C0EE4" w:rsidRDefault="00EC0EE4" w:rsidP="00EC0EE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EC0EE4" w:rsidRDefault="00EC0EE4" w:rsidP="00EC0EE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C0EE4" w:rsidRDefault="00EC0EE4" w:rsidP="00EC0EE4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№78</w:t>
      </w:r>
    </w:p>
    <w:p w:rsidR="00EC0EE4" w:rsidRDefault="00EC0EE4" w:rsidP="00EC0EE4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lang w:eastAsia="en-US"/>
        </w:rPr>
      </w:pPr>
    </w:p>
    <w:p w:rsidR="00EC0EE4" w:rsidRPr="00241628" w:rsidRDefault="00EC0EE4" w:rsidP="00EC0EE4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EC0EE4" w:rsidRPr="00241628" w:rsidRDefault="00EC0EE4" w:rsidP="00EC0EE4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EC0EE4" w:rsidRPr="00241628" w:rsidRDefault="00EC0EE4" w:rsidP="00EC0EE4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EC0EE4" w:rsidRPr="00241628" w:rsidRDefault="00EC0EE4" w:rsidP="00EC0EE4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Миронюк</w:t>
      </w:r>
      <w:proofErr w:type="spellEnd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В.М.</w:t>
      </w:r>
    </w:p>
    <w:p w:rsidR="00EC0EE4" w:rsidRPr="00241628" w:rsidRDefault="00EC0EE4" w:rsidP="00EC0EE4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EC0EE4" w:rsidRPr="00241628" w:rsidRDefault="00EC0EE4" w:rsidP="00EC0EE4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до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пункту</w:t>
      </w:r>
      <w:proofErr w:type="gram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Миронюк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В.М.,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EC0EE4" w:rsidRPr="00241628" w:rsidRDefault="00EC0EE4" w:rsidP="00EC0EE4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EC0EE4" w:rsidRPr="00241628" w:rsidRDefault="00EC0EE4" w:rsidP="00EC0EE4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Перенести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заяви на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чергове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засідання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Миронюк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Валентини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Миколаївни</w:t>
      </w:r>
      <w:proofErr w:type="gram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,я</w:t>
      </w:r>
      <w:proofErr w:type="gram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ка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804647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</w:t>
      </w:r>
      <w:bookmarkStart w:id="0" w:name="_GoBack"/>
      <w:bookmarkEnd w:id="0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надання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дозволу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0,0820 га, для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, за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за</w:t>
      </w:r>
      <w:proofErr w:type="gram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межами села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 6823984000:03:018:0325).</w:t>
      </w:r>
    </w:p>
    <w:p w:rsidR="00EC0EE4" w:rsidRPr="00241628" w:rsidRDefault="00EC0EE4" w:rsidP="00EC0EE4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1628">
        <w:rPr>
          <w:rFonts w:ascii="Times New Roman" w:hAnsi="Times New Roman" w:cs="Times New Roman"/>
          <w:sz w:val="24"/>
          <w:szCs w:val="24"/>
        </w:rPr>
        <w:t xml:space="preserve">      2. Контроль за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41628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241628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EC0EE4" w:rsidRPr="00241628" w:rsidRDefault="00EC0EE4" w:rsidP="00EC0EE4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C0EE4" w:rsidRPr="00EC0EE4" w:rsidRDefault="00EC0EE4" w:rsidP="00EC0EE4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:rsidR="00EC0EE4" w:rsidRPr="00241628" w:rsidRDefault="00EC0EE4" w:rsidP="00EC0EE4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EC0EE4" w:rsidRPr="00241628" w:rsidRDefault="00EC0EE4" w:rsidP="00EC0EE4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EC0EE4" w:rsidRPr="00241628" w:rsidRDefault="00EC0EE4" w:rsidP="00EC0EE4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A1658D" w:rsidRPr="00EC0EE4" w:rsidRDefault="00EC0EE4" w:rsidP="00EC0EE4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В.А.Михалюк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sectPr w:rsidR="00A1658D" w:rsidRPr="00EC0EE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EE4"/>
    <w:rsid w:val="00171A2E"/>
    <w:rsid w:val="00304C90"/>
    <w:rsid w:val="00505B6D"/>
    <w:rsid w:val="006D3977"/>
    <w:rsid w:val="007D6C18"/>
    <w:rsid w:val="00804647"/>
    <w:rsid w:val="00A1658D"/>
    <w:rsid w:val="00D1641A"/>
    <w:rsid w:val="00EC0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233</Words>
  <Characters>1331</Characters>
  <Application>Microsoft Office Word</Application>
  <DocSecurity>0</DocSecurity>
  <Lines>11</Lines>
  <Paragraphs>3</Paragraphs>
  <ScaleCrop>false</ScaleCrop>
  <Company>Microsoft</Company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2020-07-02T11:39:00Z</dcterms:created>
  <dcterms:modified xsi:type="dcterms:W3CDTF">2020-07-02T13:16:00Z</dcterms:modified>
</cp:coreProperties>
</file>