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23F" w:rsidRDefault="008E111C" w:rsidP="006112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111C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1123F" w:rsidRDefault="0061123F" w:rsidP="0061123F"/>
    <w:p w:rsidR="0061123F" w:rsidRDefault="0061123F" w:rsidP="0061123F"/>
    <w:p w:rsidR="0061123F" w:rsidRDefault="0061123F" w:rsidP="006112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1123F" w:rsidRDefault="0061123F" w:rsidP="006112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1123F" w:rsidRDefault="0061123F" w:rsidP="006112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1123F" w:rsidRDefault="0061123F" w:rsidP="006112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1123F" w:rsidRDefault="0061123F" w:rsidP="0061123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123F" w:rsidRDefault="0061123F" w:rsidP="0061123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1123F" w:rsidRDefault="0061123F" w:rsidP="0061123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1123F" w:rsidRDefault="0061123F" w:rsidP="0061123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1123F" w:rsidRDefault="0061123F" w:rsidP="0061123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24.04.2020  року                                    Крупець                                                   №</w:t>
      </w:r>
    </w:p>
    <w:p w:rsidR="0061123F" w:rsidRDefault="0061123F" w:rsidP="0061123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61123F" w:rsidRDefault="0061123F" w:rsidP="0061123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1123F" w:rsidRDefault="0061123F" w:rsidP="0061123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ізземлеустроющодо</w:t>
      </w:r>
      <w:proofErr w:type="spellEnd"/>
    </w:p>
    <w:p w:rsidR="0061123F" w:rsidRDefault="0061123F" w:rsidP="0061123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відведенняземельноїділянки</w:t>
      </w:r>
      <w:proofErr w:type="spellEnd"/>
    </w:p>
    <w:p w:rsidR="0061123F" w:rsidRDefault="0061123F" w:rsidP="0061123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Заверухи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П.Б.</w:t>
      </w:r>
    </w:p>
    <w:p w:rsidR="0061123F" w:rsidRDefault="0061123F" w:rsidP="0061123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1123F" w:rsidRDefault="0061123F" w:rsidP="0061123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Заверухи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П.Б.,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61123F" w:rsidRDefault="0061123F" w:rsidP="0061123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61123F" w:rsidRDefault="0061123F" w:rsidP="0061123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Заверуха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Петру Борисовичу, який зареєстрований за адресою: </w:t>
      </w:r>
      <w:r w:rsidR="00E32D39" w:rsidRPr="00E32D39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0,40 га,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олянь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61123F" w:rsidRDefault="0061123F" w:rsidP="0061123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Заверуха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П.Б.,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61123F" w:rsidRDefault="0061123F" w:rsidP="0061123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1123F" w:rsidRDefault="0061123F" w:rsidP="0061123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1123F" w:rsidRDefault="0061123F" w:rsidP="0061123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1123F" w:rsidRDefault="0061123F" w:rsidP="0061123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1123F" w:rsidRDefault="0061123F" w:rsidP="0061123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1123F" w:rsidRDefault="0061123F" w:rsidP="0061123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1123F" w:rsidRDefault="0061123F" w:rsidP="0061123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47E00" w:rsidRPr="0061123F" w:rsidRDefault="0061123F" w:rsidP="0061123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sectPr w:rsidR="00C47E00" w:rsidRPr="0061123F" w:rsidSect="00C47E0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61123F"/>
    <w:rsid w:val="00065702"/>
    <w:rsid w:val="001C3FA6"/>
    <w:rsid w:val="0061123F"/>
    <w:rsid w:val="0080608A"/>
    <w:rsid w:val="008E111C"/>
    <w:rsid w:val="00B83D0E"/>
    <w:rsid w:val="00C47E00"/>
    <w:rsid w:val="00E32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3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B83D0E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83D0E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83D0E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83D0E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83D0E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83D0E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83D0E"/>
    <w:pPr>
      <w:spacing w:after="0"/>
      <w:outlineLvl w:val="6"/>
    </w:pPr>
    <w:rPr>
      <w:rFonts w:asciiTheme="majorHAnsi" w:eastAsiaTheme="majorEastAsia" w:hAnsiTheme="majorHAnsi" w:cstheme="majorBidi"/>
      <w:i/>
      <w:iCs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83D0E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83D0E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D0E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83D0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83D0E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B83D0E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B83D0E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B83D0E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B83D0E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B83D0E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B83D0E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  <w:lang w:val="en-US" w:eastAsia="en-US" w:bidi="en-US"/>
    </w:rPr>
  </w:style>
  <w:style w:type="character" w:customStyle="1" w:styleId="a4">
    <w:name w:val="Название Знак"/>
    <w:basedOn w:val="a0"/>
    <w:link w:val="a3"/>
    <w:uiPriority w:val="10"/>
    <w:rsid w:val="00B83D0E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B83D0E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  <w:lang w:val="en-US" w:eastAsia="en-US" w:bidi="en-US"/>
    </w:rPr>
  </w:style>
  <w:style w:type="character" w:customStyle="1" w:styleId="a6">
    <w:name w:val="Подзаголовок Знак"/>
    <w:basedOn w:val="a0"/>
    <w:link w:val="a5"/>
    <w:uiPriority w:val="11"/>
    <w:rsid w:val="00B83D0E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B83D0E"/>
    <w:rPr>
      <w:b/>
      <w:bCs/>
    </w:rPr>
  </w:style>
  <w:style w:type="character" w:styleId="a8">
    <w:name w:val="Emphasis"/>
    <w:uiPriority w:val="20"/>
    <w:qFormat/>
    <w:rsid w:val="00B83D0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B83D0E"/>
    <w:pPr>
      <w:spacing w:after="0" w:line="240" w:lineRule="auto"/>
    </w:pPr>
    <w:rPr>
      <w:lang w:val="en-US" w:eastAsia="en-US" w:bidi="en-US"/>
    </w:rPr>
  </w:style>
  <w:style w:type="paragraph" w:styleId="aa">
    <w:name w:val="List Paragraph"/>
    <w:basedOn w:val="a"/>
    <w:uiPriority w:val="34"/>
    <w:qFormat/>
    <w:rsid w:val="00B83D0E"/>
    <w:pPr>
      <w:ind w:left="720"/>
      <w:contextualSpacing/>
    </w:pPr>
    <w:rPr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B83D0E"/>
    <w:pPr>
      <w:spacing w:before="200" w:after="0"/>
      <w:ind w:left="360" w:right="360"/>
    </w:pPr>
    <w:rPr>
      <w:i/>
      <w:iCs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B83D0E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B83D0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lang w:val="en-US" w:eastAsia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B83D0E"/>
    <w:rPr>
      <w:b/>
      <w:bCs/>
      <w:i/>
      <w:iCs/>
    </w:rPr>
  </w:style>
  <w:style w:type="character" w:styleId="ad">
    <w:name w:val="Subtle Emphasis"/>
    <w:uiPriority w:val="19"/>
    <w:qFormat/>
    <w:rsid w:val="00B83D0E"/>
    <w:rPr>
      <w:i/>
      <w:iCs/>
    </w:rPr>
  </w:style>
  <w:style w:type="character" w:styleId="ae">
    <w:name w:val="Intense Emphasis"/>
    <w:uiPriority w:val="21"/>
    <w:qFormat/>
    <w:rsid w:val="00B83D0E"/>
    <w:rPr>
      <w:b/>
      <w:bCs/>
    </w:rPr>
  </w:style>
  <w:style w:type="character" w:styleId="af">
    <w:name w:val="Subtle Reference"/>
    <w:uiPriority w:val="31"/>
    <w:qFormat/>
    <w:rsid w:val="00B83D0E"/>
    <w:rPr>
      <w:smallCaps/>
    </w:rPr>
  </w:style>
  <w:style w:type="character" w:styleId="af0">
    <w:name w:val="Intense Reference"/>
    <w:uiPriority w:val="32"/>
    <w:qFormat/>
    <w:rsid w:val="00B83D0E"/>
    <w:rPr>
      <w:smallCaps/>
      <w:spacing w:val="5"/>
      <w:u w:val="single"/>
    </w:rPr>
  </w:style>
  <w:style w:type="character" w:styleId="af1">
    <w:name w:val="Book Title"/>
    <w:uiPriority w:val="33"/>
    <w:qFormat/>
    <w:rsid w:val="00B83D0E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B83D0E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emp\nev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nev</Template>
  <TotalTime>1</TotalTime>
  <Pages>1</Pages>
  <Words>953</Words>
  <Characters>544</Characters>
  <Application>Microsoft Office Word</Application>
  <DocSecurity>0</DocSecurity>
  <Lines>4</Lines>
  <Paragraphs>2</Paragraphs>
  <ScaleCrop>false</ScaleCrop>
  <Company>Microsoft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2020-04-22T05:32:00Z</dcterms:created>
  <dcterms:modified xsi:type="dcterms:W3CDTF">2020-04-22T05:37:00Z</dcterms:modified>
</cp:coreProperties>
</file>