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199" w:rsidRDefault="00196191" w:rsidP="00BB51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9619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B5199" w:rsidRDefault="00BB5199" w:rsidP="00BB5199"/>
    <w:p w:rsidR="00BB5199" w:rsidRDefault="00BB5199" w:rsidP="00BB5199"/>
    <w:p w:rsidR="00BB5199" w:rsidRDefault="00BB5199" w:rsidP="00BB5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B5199" w:rsidRDefault="00BB5199" w:rsidP="00BB5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B5199" w:rsidRDefault="00BB5199" w:rsidP="00BB5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B5199" w:rsidRDefault="00BB5199" w:rsidP="00BB5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B5199" w:rsidRDefault="00BB5199" w:rsidP="00BB51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5199" w:rsidRDefault="00BB5199" w:rsidP="00BB519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B5199" w:rsidRDefault="00BB5199" w:rsidP="00BB51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B5199" w:rsidRDefault="00BB5199" w:rsidP="00BB519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B5199" w:rsidRDefault="00BB5199" w:rsidP="00BB519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№41</w:t>
      </w:r>
    </w:p>
    <w:p w:rsidR="00BB5199" w:rsidRDefault="00BB5199" w:rsidP="00BB5199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ізземлеустроющодо</w:t>
      </w:r>
      <w:proofErr w:type="spellEnd"/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відведенняземельноїділянки</w:t>
      </w:r>
      <w:proofErr w:type="spellEnd"/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Чапайло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Чапайло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А.М.,сільська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Чапайло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Анатолію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54908" w:rsidRPr="00A54908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колективної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Чапайло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А.М.,розробити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B5199" w:rsidRDefault="00BB5199" w:rsidP="00BB519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5199" w:rsidRDefault="00BB5199" w:rsidP="00BB5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B5199" w:rsidRDefault="00BB5199" w:rsidP="00BB5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0C07AC" w:rsidRDefault="000C07AC">
      <w:bookmarkStart w:id="0" w:name="_GoBack"/>
      <w:bookmarkEnd w:id="0"/>
    </w:p>
    <w:sectPr w:rsidR="000C07AC" w:rsidSect="0019619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BB5199"/>
    <w:rsid w:val="000C07AC"/>
    <w:rsid w:val="00171A2E"/>
    <w:rsid w:val="00196191"/>
    <w:rsid w:val="00304C90"/>
    <w:rsid w:val="00505B6D"/>
    <w:rsid w:val="006D3977"/>
    <w:rsid w:val="007D6C18"/>
    <w:rsid w:val="00A54908"/>
    <w:rsid w:val="00BB5199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19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1013</Words>
  <Characters>578</Characters>
  <Application>Microsoft Office Word</Application>
  <DocSecurity>0</DocSecurity>
  <Lines>4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2020-04-27T16:00:00Z</dcterms:created>
  <dcterms:modified xsi:type="dcterms:W3CDTF">2020-04-28T06:16:00Z</dcterms:modified>
</cp:coreProperties>
</file>