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C6" w:rsidRDefault="007E37C6" w:rsidP="007E37C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37C6" w:rsidRDefault="008E24F2" w:rsidP="007E37C6">
      <w:pPr>
        <w:jc w:val="both"/>
        <w:rPr>
          <w:rFonts w:ascii="Times New Roman" w:hAnsi="Times New Roman" w:cs="Times New Roman"/>
        </w:rPr>
      </w:pPr>
      <w:r w:rsidRPr="008E24F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E37C6" w:rsidRDefault="007E37C6" w:rsidP="007E37C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37C6" w:rsidRDefault="007E37C6" w:rsidP="007E37C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E37C6" w:rsidRDefault="007E37C6" w:rsidP="007E37C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E37C6" w:rsidRDefault="007E37C6" w:rsidP="007E37C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37C6" w:rsidRDefault="007E37C6" w:rsidP="007E37C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E37C6" w:rsidRDefault="007E37C6" w:rsidP="007E37C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7E37C6" w:rsidRPr="00FD7BB5" w:rsidRDefault="007E37C6" w:rsidP="007E37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7E37C6" w:rsidRPr="00FD7BB5" w:rsidRDefault="007E37C6" w:rsidP="007E37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E37C6" w:rsidRPr="00FD7BB5" w:rsidRDefault="007E37C6" w:rsidP="007E37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E37C6" w:rsidRPr="00FD7BB5" w:rsidRDefault="007E37C6" w:rsidP="007E37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E37C6" w:rsidRPr="00FD7BB5" w:rsidRDefault="007E37C6" w:rsidP="007E37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Ю.В.</w:t>
      </w:r>
    </w:p>
    <w:p w:rsidR="007E37C6" w:rsidRPr="00FD7BB5" w:rsidRDefault="007E37C6" w:rsidP="007E37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7E37C6" w:rsidRPr="00FD7BB5" w:rsidRDefault="007E37C6" w:rsidP="007E37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Юрію Васильовичу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як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032329" w:rsidRPr="00032329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дозвіл на розробку проекту із землеустрою щодо відведення земельної ділянки для передачі її у власність, орієнтовною площею 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0,2000 га, 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омарівка.</w:t>
      </w: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>Яцюку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Ю.В.,</w:t>
      </w: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E37C6" w:rsidRPr="00FD7BB5" w:rsidRDefault="007E37C6" w:rsidP="007E37C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0F4B18" w:rsidRPr="007E37C6" w:rsidRDefault="007E37C6" w:rsidP="007E37C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D7BB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</w:p>
    <w:sectPr w:rsidR="000F4B18" w:rsidRPr="007E37C6" w:rsidSect="000F4B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7E37C6"/>
    <w:rsid w:val="00032329"/>
    <w:rsid w:val="000F4B18"/>
    <w:rsid w:val="00171A2E"/>
    <w:rsid w:val="00292283"/>
    <w:rsid w:val="00304C90"/>
    <w:rsid w:val="00505B6D"/>
    <w:rsid w:val="006D3977"/>
    <w:rsid w:val="007D6C18"/>
    <w:rsid w:val="007E37C6"/>
    <w:rsid w:val="008E24F2"/>
    <w:rsid w:val="00D1641A"/>
    <w:rsid w:val="00EB6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7C6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222</Words>
  <Characters>1270</Characters>
  <Application>Microsoft Office Word</Application>
  <DocSecurity>0</DocSecurity>
  <Lines>10</Lines>
  <Paragraphs>2</Paragraphs>
  <ScaleCrop>false</ScaleCrop>
  <Company>Microsoft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2019-12-11T11:30:00Z</dcterms:created>
  <dcterms:modified xsi:type="dcterms:W3CDTF">2019-12-11T12:04:00Z</dcterms:modified>
</cp:coreProperties>
</file>