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99" w:rsidRPr="00561513" w:rsidRDefault="00157D99" w:rsidP="00157D99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157D99" w:rsidRPr="00561513" w:rsidRDefault="00157D99" w:rsidP="00157D99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157D99" w:rsidRPr="00561513" w:rsidRDefault="00756608" w:rsidP="00157D99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756608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gH7sUA&#10;AADdAAAADwAAAGRycy9kb3ducmV2LnhtbESPT2vCQBTE7wW/w/IEb3Xzh1aJriKligehJK33R/aZ&#10;BLNvQ3aN8du7hUKPw8z8hllvR9OKgXrXWFYQzyMQxKXVDVcKfr73r0sQziNrbC2Tggc52G4mL2vM&#10;tL1zTkPhKxEg7DJUUHvfZVK6siaDbm474uBdbG/QB9lXUvd4D3DTyiSK3qXBhsNCjR191FRei5tR&#10;YNPD8XSukjz95IXn3dfych5PSs2m424FwtPo/8N/7aNW8JbGMf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Af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xdl8gA&#10;AADdAAAADwAAAGRycy9kb3ducmV2LnhtbESPQWsCMRSE74X+h/AKXqRmVWrt1ihFWG17KKiFXh+b&#10;1822m5clibr6641Q6HGYmW+Y2aKzjTiQD7VjBcNBBoK4dLrmSsHnrrifgggRWWPjmBScKMBifnsz&#10;w1y7I2/osI2VSBAOOSowMba5lKE0ZDEMXEucvG/nLcYkfSW1x2OC20aOsmwiLdacFgy2tDRU/m73&#10;VsFP8WG+lo/nle8/bejcL97XzdtEqd5d9/IMIlIX/8N/7Vet4GE8HMH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bF2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ac8MA&#10;AADdAAAADwAAAGRycy9kb3ducmV2LnhtbESP3YrCMBCF74V9hzDC3oimblGWahRZdBFvpLoPMDRj&#10;U2wmpYm2+/ZGELw8nJ+Ps1z3thZ3an3lWMF0koAgLpyuuFTwd96Nv0H4gKyxdkwK/snDevUxWGKm&#10;Xcc53U+hFHGEfYYKTAhNJqUvDFn0E9cQR+/iWoshyraUusUujttafiXJXFqsOBIMNvRjqLiebjZC&#10;jikeD5fuvPvtscPtwfBokyv1Oew3CxCB+vAOv9p7rWCWTl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iac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rXp8YA&#10;AADdAAAADwAAAGRycy9kb3ducmV2LnhtbESPQUsDMRSE74L/ITzBm822tlW2TUtpFUTwYC0Ub4/N&#10;6+7SzUtInt313xtB8DjMzDfMcj24Tl0optazgfGoAEVcedtybeDw8Xz3CCoJssXOMxn4pgTr1fXV&#10;Ekvre36ny15qlSGcSjTQiIRS61Q15DCNfCDO3slHh5JlrLWN2Ge46/SkKObaYct5ocFA24aq8/7L&#10;GXjrn8Lrw3x2Cp9xOtFpZ+W4FWNub4bNApTQIP/hv/aLNTC7H0/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rXp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2nnMQA&#10;AADdAAAADwAAAGRycy9kb3ducmV2LnhtbESP32rCMBTG7we+QziCN2OmrjhGNS0ic0hvRN0DHJpj&#10;U2xOShNtfftFGOzy4/vz41sXo23FnXrfOFawmCcgiCunG64V/Jx3b58gfEDW2DomBQ/yUOSTlzVm&#10;2g18pPsp1CKOsM9QgQmhy6T0lSGLfu464uhdXG8xRNnXUvc4xHHbyvck+ZAWG44Egx1tDVXX081G&#10;yCHFQ3kZzrvvEQf8Kg2/bo5KzabjZgUi0Bj+w3/tvVawTBd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dp5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TsS8YA&#10;AADdAAAADwAAAGRycy9kb3ducmV2LnhtbESPQUsDMRSE70L/Q3iCN5tttausTUupCkXowSqIt8fm&#10;dXdx8xKSZ3f9940geBxm5htmuR5dr04UU+fZwGxagCKuve24MfD+9nx9DyoJssXeMxn4oQTr1eRi&#10;iZX1A7/S6SCNyhBOFRpoRUKldapbcpimPhBn7+ijQ8kyNtpGHDLc9XpeFKV22HFeaDHQtqX66/Dt&#10;DOyHp/ByVy6O4TPeznV6tPKxFWOuLsfNAyihUf7Df+2dNbC4mZ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TsS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prs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Cbjl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jpr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8nmcAA&#10;AADdAAAADwAAAGRycy9kb3ducmV2LnhtbERPzYrCMBC+C75DGMGbpuq6SNcoohRk2cvqPsDQzDbV&#10;ZlKSWOvbm4Pg8eP7X29724iOfKgdK5hNMxDEpdM1Vwr+zsVkBSJEZI2NY1LwoADbzXCwxly7O/9S&#10;d4qVSCEcclRgYmxzKUNpyGKYupY4cf/OW4wJ+kpqj/cUbhs5z7JPabHm1GCwpb2h8nq6WQXF9/yn&#10;u960L9yu/7C0NJfVwSg1HvW7LxCR+vgWv9xHrWC5mKW56U16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8nm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YR8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Cbjt/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vYR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hIsEA&#10;AADdAAAADwAAAGRycy9kb3ducmV2LnhtbERP3WrCMBS+H/gO4QjezdRuilSjiKMgYzdTH+DQHJtq&#10;c1KSWOvbm4vBLj++//V2sK3oyYfGsYLZNANBXDndcK3gfCrflyBCRNbYOiYFTwqw3Yze1lho9+Bf&#10;6o+xFimEQ4EKTIxdIWWoDFkMU9cRJ+7ivMWYoK+l9vhI4baVeZYtpMWGU4PBjvaGqtvxbhWU3/lP&#10;f7trX7rd8Glpbq7LL6PUZDzsViAiDfFf/Oc+aAXzjzz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F4S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en8EA&#10;AADdAAAADwAAAGRycy9kb3ducmV2LnhtbESP0YrCMBRE3xf8h3AF39a0akWqUZYFRR+tfsClubbF&#10;5qY20da/N4Lg4zAzZ5jVpje1eFDrKssK4nEEgji3uuJCwfm0/V2AcB5ZY22ZFDzJwWY9+Flhqm3H&#10;R3pkvhABwi5FBaX3TSqly0sy6Ma2IQ7exbYGfZBtIXWLXYCbWk6iaC4NVhwWSmzov6T8mt2Ngtmz&#10;292y5BpttaH4MG0O7PNEqdGw/1uC8NT7b/jT3msFyXQSw/t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MXp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Z9MUA&#10;AADdAAAADwAAAGRycy9kb3ducmV2LnhtbESPQWvCQBSE70L/w/IKvZlNUyptdA2hYimeNLWeH9ln&#10;Epp9G7KrSf69Wyh4HGbmG2aVjaYVV+pdY1nBcxSDIC6tbrhScPzezt9AOI+ssbVMCiZykK0fZitM&#10;tR34QNfCVyJA2KWooPa+S6V0ZU0GXWQ74uCdbW/QB9lXUvc4BLhpZRLHC2mw4bBQY0cfNZW/xcUo&#10;uCxOyZHPO70vNtPn+2abO/lTKfX0OOZLEJ5Gfw//t7+0gteXJIG/N+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Nn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DaMgA&#10;AADdAAAADwAAAGRycy9kb3ducmV2LnhtbESPQWvCQBSE74X+h+UVvNVNjQabuooKgnpQ1PbQ22v2&#10;NUmbfRuzq8Z/7wqFHoeZ+YYZTVpTiTM1rrSs4KUbgSDOrC45V/B+WDwPQTiPrLGyTAqu5GAyfnwY&#10;YarthXd03vtcBAi7FBUU3teplC4ryKDr2po4eN+2MeiDbHKpG7wEuKlkL4oSabDksFBgTfOCst/9&#10;ySj42A6T1+1s1f9Zb74wNvr4qctEqc5TO30D4an1/+G/9lIrGMS9GO5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YwN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Z78YA&#10;AADdAAAADwAAAGRycy9kb3ducmV2LnhtbESPT2vCQBTE70K/w/IKvemm0YYQXaVVmoon/xR6fWSf&#10;SWj2bchuTeyn7woFj8PM/IZZrAbTiAt1rras4HkSgSAurK65VPB5eh+nIJxH1thYJgVXcrBaPowW&#10;mGnb84EuR1+KAGGXoYLK+zaT0hUVGXQT2xIH72w7gz7IrpS6wz7ATSPjKEqkwZrDQoUtrSsqvo8/&#10;RsFv8oV79xG/baba03WW5na3z5V6ehxe5yA8Df4e/m9vtYKXaTyD2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JZ7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vzMUA&#10;AADdAAAADwAAAGRycy9kb3ducmV2LnhtbESP0WrCQBRE3wX/YbmCb7oxNUWjq5Si0Ldq6gdcstdN&#10;MHs3Zrea9uu7BcHHYWbOMOttbxtxo87XjhXMpgkI4tLpmo2C09d+sgDhA7LGxjEp+CEP281wsMZc&#10;uzsf6VYEIyKEfY4KqhDaXEpfVmTRT11LHL2z6yyGKDsjdYf3CLeNTJPkVVqsOS5U2NJ7ReWl+LYK&#10;ri7NdF/s8POyWx5qY+bX3+NcqfGof1uBCNSHZ/jR/tAKspc0g/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q/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W708UA&#10;AADdAAAADwAAAGRycy9kb3ducmV2LnhtbESPzW7CMBCE70i8g7VIvYEDiEBTDGqRKnHl58BxsZck&#10;EK9DbCDt09eVkDiOZuYbzXzZ2krcqfGlYwXDQQKCWDtTcq5gv/vuz0D4gGywckwKfsjDctHtzDEz&#10;7sEbum9DLiKEfYYKihDqTEqvC7LoB64mjt7JNRZDlE0uTYOPCLeVHCVJKi2WHBcKrGlVkL5sb1bB&#10;ujzSJNWndzv70pvD7zWMp2ej1Fuv/fwAEagNr/CzvTYKJuNRCv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bv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DtvMIA&#10;AADdAAAADwAAAGRycy9kb3ducmV2LnhtbERPW2vCMBR+H+w/hDPY20ytuEs1igoDRSfMib4emmNT&#10;bE5KE2v992Yw2ON35xtPO1uJlhpfOlbQ7yUgiHOnSy4U7H8+X95B+ICssXJMCm7kYTp5fBhjpt2V&#10;v6ndhULEEvYZKjAh1JmUPjdk0fdcTRy1k2sshgibQuoGr7HcVjJNkldpseS4YLCmhaH8vLtYBS1u&#10;b8nRzL8+VuUmT7fzw1pHXj0/dbMRiEBd+Df/pZdawXCQvsHvm/gE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0O2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THrsIA&#10;AADdAAAADwAAAGRycy9kb3ducmV2LnhtbERPPU/DMBDdkfgP1iGxUYegIhTqVgipVUcaOnQ84muc&#10;Et9FtmkCvx4PlTo+ve/FavK9OlOInbCBx1kBirgR23FrYP+5fngBFROyxV6YDPxShNXy9maBlZWR&#10;d3SuU6tyCMcKDbiUhkrr2DjyGGcyEGfuKMFjyjC02gYcc7jvdVkUz9pjx7nB4UDvjprv+scbGDfN&#10;16k8Hqz7C4Os6w85lb0Yc383vb2CSjSlq/ji3loD86cy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dMe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kksgA&#10;AADdAAAADwAAAGRycy9kb3ducmV2LnhtbESP3WoCMRSE7wu+QzhC72rWlVZdjeJPBSktRW3vj5vj&#10;7rbJybJJdfv2jVDwcpiZb5jpvLVGnKnxlWMF/V4Cgjh3uuJCwcdh8zAC4QOyRuOYFPySh/msczfF&#10;TLsL7+i8D4WIEPYZKihDqDMpfV6SRd9zNXH0Tq6xGKJsCqkbvES4NTJNkidpseK4UGJNq5Ly7/2P&#10;VbB5X5uv9G23+JRh9Tw8mtHLcv2q1H23XUxABGrDLfzf3moFj4N0DN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UySS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Wa8IA&#10;AADdAAAADwAAAGRycy9kb3ducmV2LnhtbERPTYvCMBC9C/6HMIIXWVMtilSjiCAqKKi7sNexGdti&#10;MylNrN1/vzkIHh/ve7FqTSkaql1hWcFoGIEgTq0uOFPw8739moFwHlljaZkU/JGD1bLbWWCi7Ysv&#10;1Fx9JkIIuwQV5N5XiZQuzcmgG9qKOHB3Wxv0AdaZ1DW+Qrgp5TiKptJgwaEhx4o2OaWP69MoaM7H&#10;W7ZvXHV4zAZuEt92u5P+Varfa9dzEJ5a/xG/3XutYBLHYX94E5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9Z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oPOccA&#10;AADdAAAADwAAAGRycy9kb3ducmV2LnhtbESPT2sCMRTE74LfITzBm2bVKroapQqFXgr1z0Fvz81z&#10;d3Hzsk1S3fbTN0LB4zAzv2EWq8ZU4kbOl5YVDPoJCOLM6pJzBYf9W28KwgdkjZVlUvBDHlbLdmuB&#10;qbZ33tJtF3IRIexTVFCEUKdS+qwgg75va+LoXawzGKJ0udQO7xFuKjlMkok0WHJcKLCmTUHZdfdt&#10;FKxn0/XX5wt//G7PJzodz9fx0CVKdTvN6xxEoCY8w//td61gPBo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6DznHAAAA3QAAAA8AAAAAAAAAAAAAAAAAmAIAAGRy&#10;cy9kb3ducmV2LnhtbFBLBQYAAAAABAAEAPUAAACMAwAAAAA=&#10;" fillcolor="black" stroked="f"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SQMcA&#10;AADdAAAADwAAAGRycy9kb3ducmV2LnhtbESPT2vCQBTE74LfYXlCb7oxokjqKvVPoVA9qD30+Jp9&#10;TZZk34bsVqOfvlsoeBxm5jfMYtXZWlyo9caxgvEoAUGcO224UPBxfh3OQfiArLF2TApu5GG17PcW&#10;mGl35SNdTqEQEcI+QwVlCE0mpc9LsuhHriGO3rdrLYYo20LqFq8RbmuZJslMWjQcF0psaFNSXp1+&#10;rILP95mZHw2lX/v7eqf302p92FZKPQ26l2cQgbrwCP+337SC6WSSwt+b+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BUkD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JbsYA&#10;AADdAAAADwAAAGRycy9kb3ducmV2LnhtbESPT2sCMRTE7wW/Q3hCbzVblxbZGkUUsZce6h+8Pjav&#10;m+1uXtYk6uqnbwqFHoeZ+Q0znfe2FRfyoXas4HmUgSAuna65UrDfrZ8mIEJE1tg6JgU3CjCfDR6m&#10;WGh35U+6bGMlEoRDgQpMjF0hZSgNWQwj1xEn78t5izFJX0nt8ZrgtpXjLHuVFmtOCwY7Whoqm+3Z&#10;KvCL46q58/nQZPePW9h896cJGqUeh/3iDUSkPv6H/9rvWsFLnufw+yY9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Jb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0qMYA&#10;AADdAAAADwAAAGRycy9kb3ducmV2LnhtbESPUWsCMRCE3wv9D2GFvkjNVW2rV6MUoVBQBK0/YHvZ&#10;3h0mm+Oy6tlf3whCH4eZ+YaZLTrv1InaWAc28DTIQBEXwdZcGth/fTxOQEVBtugCk4ELRVjM7+9m&#10;mNtw5i2ddlKqBOGYo4FKpMm1jkVFHuMgNMTJ+wmtR0myLbVt8Zzg3ulhlr1ojzWnhQobWlZUHHZH&#10;b8ANv9109RrXctnrdfbrZdvfWGMeet37GyihTv7Dt/anNfA8Go3h+iY9AT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hX0q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Ved8YA&#10;AADdAAAADwAAAGRycy9kb3ducmV2LnhtbESPQWsCMRSE7wX/Q3iF3mq2iqWsRtGKsBcPXS1en5vn&#10;ZjF5WTapbv31jSD0OMzMN8xs0TsrLtSFxrOCt2EGgrjyuuFawX63ef0AESKyRuuZFPxSgMV88DTD&#10;XPsrf9GljLVIEA45KjAxtrmUoTLkMAx9S5y8k+8cxiS7WuoOrwnurBxl2bt02HBaMNjSp6HqXP44&#10;BeuytaN9YVbh8L09Hm1x29BhrdTLc7+cgojUx//wo11oBZPxeAL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Ved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PscQA&#10;AADdAAAADwAAAGRycy9kb3ducmV2LnhtbESPT2sCMRTE74LfITzBmyZWui1bo5RSQejJf4feHslz&#10;d3Xzsmyiu/32jSB4HGbmN8xi1bta3KgNlWcNs6kCQWy8rbjQcNivJ+8gQkS2WHsmDX8UYLUcDhaY&#10;W9/xlm67WIgE4ZCjhjLGJpcymJIchqlviJN38q3DmGRbSNtil+Culi9KZdJhxWmhxIa+SjKX3dVp&#10;OK/ljzcKzfFw7Db27fc7o1ppPR71nx8gIvXxGX60N1bD63yewf1Ne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Qj7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IBMYA&#10;AADdAAAADwAAAGRycy9kb3ducmV2LnhtbESPT2vCQBTE7wW/w/KE3nSjoVWiq2ihUCo9+Afx+Mw+&#10;k5Ds27C7avrtu4LQ4zAzv2Hmy8404kbOV5YVjIYJCOLc6ooLBYf952AKwgdkjY1lUvBLHpaL3ssc&#10;M23vvKXbLhQiQthnqKAMoc2k9HlJBv3QtsTRu1hnMETpCqkd3iPcNHKcJO/SYMVxocSWPkrK693V&#10;KDhdN3z5Sb9Xbh2Ottv7enye1kq99rvVDESgLvyHn+0vreAtTSf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WIB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mp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8XAY58Y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ApqTEAAAA3QAAAA8AAAAAAAAAAAAAAAAAmAIAAGRycy9k&#10;b3ducmV2LnhtbFBLBQYAAAAABAAEAPUAAACJAwAAAAA=&#10;" fillcolor="black" stroked="f"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5PsUA&#10;AADdAAAADwAAAGRycy9kb3ducmV2LnhtbESPQUsDMRSE70L/Q3hCbzZrF0W3TctSkIqnbVV6fd08&#10;N4ublyWJ6frvjSB4HGbmG2a9newgEvnQO1ZwuyhAELdO99wpeHt9unkAESKyxsExKfimANvN7GqN&#10;lXYXPlA6xk5kCIcKFZgYx0rK0BqyGBZuJM7eh/MWY5a+k9rjJcPtIJdFcS8t9pwXDI60M9R+Hr+s&#10;gnTeNXWZTskcXnzdedfs38+NUvPrqV6BiDTF//Bf+1kruCvLR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8Pk+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DLM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Wvw1H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Lwyz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57D99" w:rsidRPr="00561513" w:rsidRDefault="00157D99" w:rsidP="00157D99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57D99" w:rsidRPr="00561513" w:rsidRDefault="00157D99" w:rsidP="00157D99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57D99" w:rsidRPr="00561513" w:rsidRDefault="00157D99" w:rsidP="00157D99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57D99" w:rsidRPr="00561513" w:rsidRDefault="00157D99" w:rsidP="00157D99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157D99" w:rsidRPr="00561513" w:rsidRDefault="00157D99" w:rsidP="00157D99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157D99" w:rsidRPr="00561513" w:rsidRDefault="00157D99" w:rsidP="00157D99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157D99" w:rsidRPr="00561513" w:rsidRDefault="00157D99" w:rsidP="00157D99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157D99" w:rsidRPr="00561513" w:rsidRDefault="00157D99" w:rsidP="00157D99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157D99" w:rsidRPr="00561513" w:rsidRDefault="00157D99" w:rsidP="00157D99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157D99" w:rsidRPr="00561513" w:rsidRDefault="00157D99" w:rsidP="00157D99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756608" w:rsidRPr="00756608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2jvsngAAF1ZBAAOAAAAZHJzL2Uyb0RvYy54bWzsfe1uJrmx3v8AuYcX+mlgVs3+7sGOD+yd&#10;HSOAkxg4by5AI2lGQjR6J5J2d845OECQXEJuJMiv/Mst2HeUp8gim5S6qtqza2ODcAG7tatSNVlF&#10;sov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NX3aO+yeAAAXVkE&#10;AA4AAAAAAAAAAAAAAAAALgIAAGRycy9lMm9Eb2MueG1sUEsBAi0AFAAGAAgAAAAhAN/OkDDiAAAA&#10;DQEAAA8AAAAAAAAAAAAAAAAADHsAAGRycy9kb3ducmV2LnhtbFBLBQYAAAAABAAEAPMAAAAbfAAA&#10;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m2hM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t6S1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m2h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PXEc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Y/Dh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pPXE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tGs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JaDy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ItG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VdIc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VD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VdI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W9s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bwlr6u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8Fv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tmzc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czvZ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tmz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Swc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2maa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RSw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CtH8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UsZvM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grR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IGsMA&#10;AADdAAAADwAAAGRycy9kb3ducmV2LnhtbERPXWvCMBR9H+w/hDvwZcxUpWN0RtFBmOBA7ARfL821&#10;LWtuSpLZ7t+bB2GPh/O9XI+2E1fyoXWsYDbNQBBXzrRcKzh965c3ECEiG+wck4I/CrBePT4ssTBu&#10;4CNdy1iLFMKhQAVNjH0hZagashimridO3MV5izFBX0vjcUjhtpPzLHuVFltODQ329NFQ9VP+WgXb&#10;w1Av/HO1Hd3+8nnOtTb6Sys1eRo37yAijfFffHfvjIJ8kaf96U16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vIG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83xMQA&#10;AADdAAAADwAAAGRycy9kb3ducmV2LnhtbESP3WoCMRSE74W+QzgF7zTrz4psjSItC1K8qfYBDpvT&#10;zdbNyZLEdX37RhB6OczMN8xmN9hW9ORD41jBbJqBIK6cbrhW8H0uJ2sQISJrbB2TgjsF2G1fRhss&#10;tLvxF/WnWIsE4VCgAhNjV0gZKkMWw9R1xMn7cd5iTNLXUnu8Jbht5TzLVtJiw2nBYEfvhqrL6WoV&#10;lJ/zY3+5al+6/bC0lJvf9YdRavw67N9ARBrif/jZPmgF+SKfweN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PN8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zlcMA&#10;AADdAAAADwAAAGRycy9kb3ducmV2LnhtbESP0WqDQBRE3wP9h+UG8hbXJDUU4yqlkJI81uQDLu6t&#10;iu5d626j+ftsoNDHYWbOMFkxm17caHStZQWbKAZBXFndcq3gejmu30A4j6yxt0wK7uSgyF8WGaba&#10;TvxFt9LXIkDYpaig8X5IpXRVQwZdZAfi4H3b0aAPcqylHnEKcNPLbRzvpcGWw0KDA300VHXlr1Hw&#10;ep8+f8qki4/a0Oa8G87sq0Sp1XJ+P4DwNPv/8F/7pBUku2QLzzfhCc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izl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PEsMA&#10;AADdAAAADwAAAGRycy9kb3ducmV2LnhtbESPzarCMBSE94LvEI7g7pqqKFqNIooid3WtP+tDc2yL&#10;zUlpota3vxEEl8PMfMPMl40pxYNqV1hW0O9FIIhTqwvOFJyO258JCOeRNZaWScGLHCwX7dYcY22f&#10;fKBH4jMRIOxiVJB7X8VSujQng65nK+LgXW1t0AdZZ1LX+AxwU8pBFI2lwYLDQo4VrXNKb8ndKLiP&#10;L4MTX3/1X7J57aab7crJc6ZUt9OsZiA8Nf4b/rT3WsFoOBrC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YPE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oYckA&#10;AADdAAAADwAAAGRycy9kb3ducmV2LnhtbESPS2/CMBCE75X4D9ZW6q045RFBikFQqRJwICqPQ2/b&#10;eJsE4nUaG0j/fY2E1ONoZr7RTGatqcSFGldaVvDSjUAQZ1aXnCvY796fRyCcR9ZYWSYFv+RgNu08&#10;TDDR9sofdNn6XAQIuwQVFN7XiZQuK8ig69qaOHjftjHog2xyqRu8BripZC+KYmmw5LBQYE1vBWWn&#10;7dkoOKSjeJwuVoPjevOFfaN/PnUZK/X02M5fQXhq/X/43l5qBcP+cAC3N+EJ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YzoYckAAADd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iPCcYA&#10;AADdAAAADwAAAGRycy9kb3ducmV2LnhtbESPQWvCQBSE7wX/w/KE3upG04hEV9GWaukptYVeH9ln&#10;Esy+DdltTPz1rlDocZiZb5jVpje16Kh1lWUF00kEgji3uuJCwffX29MChPPIGmvLpGAgB5v16GGF&#10;qbYX/qTu6AsRIOxSVFB636RSurwkg25iG+LgnWxr0AfZFlK3eAlwU8tZFM2lwYrDQokNvZSUn4+/&#10;RsF1/oOZO8x2r7H2NDwv9vYj2yv1OO63SxCeev8f/mu/awVJnCRwfx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iPC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JCxsUA&#10;AADdAAAADwAAAGRycy9kb3ducmV2LnhtbESP0WrCQBRE3wX/YbmCb7rRmtBGVylFoW/V2A+4ZG83&#10;wezdmN1q9Ou7BcHHYWbOMKtNbxtxoc7XjhXMpgkI4tLpmo2C7+Nu8grCB2SNjWNScCMPm/VwsMJc&#10;uysf6FIEIyKEfY4KqhDaXEpfVmTRT11LHL0f11kMUXZG6g6vEW4bOU+STFqsOS5U2NJHReWp+LUK&#10;zm6e6r7Y4tdp+7avjVmc74eFUuNR/74EEagPz/Cj/akVpC9pB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kL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9tNcUA&#10;AADdAAAADwAAAGRycy9kb3ducmV2LnhtbESPzW7CMBCE75V4B2uRegOHohCaxiBaqRJXoIcet/bm&#10;p8TrELuQ9ukxElKPo5n5RlOsB9uKM/W+caxgNk1AEGtnGq4UfBzeJ0sQPiAbbB2Tgl/ysF6NHgrM&#10;jbvwjs77UIkIYZ+jgjqELpfS65os+qnriKNXut5iiLKvpOnxEuG2lU9JspAWG44LNXb0VpM+7n+s&#10;gm3zRelCl892+ap3n3+nMM++jVKP42HzAiLQEP7D9/bWKEjnaQa3N/EJ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20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Ks8YA&#10;AADdAAAADwAAAGRycy9kb3ducmV2LnhtbESPQWvCQBCF7wX/wzKCt7rRorSpq6hQUGqF2tJeh+w0&#10;G8zOhuwa47/vHAo9zsyb9963WPW+Vh21sQpsYDLOQBEXwVZcGvj8eLl/BBUTssU6MBm4UYTVcnC3&#10;wNyGK79Td0qlEhOOORpwKTW51rFw5DGOQ0Mst5/QekwytqW2LV7F3Nd6mmVz7bFiSXDY0NZRcT5d&#10;vIEOj7fs223envbVoZgeN1+vVvZmNOzXz6AS9elf/Pe9swZmDzOpKzRCAn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kKs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4RSMUA&#10;AADdAAAADwAAAGRycy9kb3ducmV2LnhtbESPQUvDQBSE74L/YXmCN7sxUqmx21IKFY+a9uDxmX3N&#10;pmbfC7trE/31riB4HGbmG2a5nnyvzhRiJ2zgdlaAIm7EdtwaOOx3NwtQMSFb7IXJwBdFWK8uL5ZY&#10;WRn5lc51alWGcKzQgEtpqLSOjSOPcSYDcfaOEjymLEOrbcAxw32vy6K41x47zgsOB9o6aj7qT29g&#10;fGreT+XxzbrvMMiufpFT2Ysx11fT5hFUoin9h//az9bA/G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hF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0z8QA&#10;AADdAAAADwAAAGRycy9kb3ducmV2LnhtbERPy2oCMRTdF/yHcAV3NaPFB6NRrA8oohRtu79OrjOj&#10;yc0wiTr+fbModHk47+m8sUbcqfalYwW9bgKCOHO65FzB99fmdQzCB2SNxjEpeJKH+az1MsVUuwcf&#10;6H4MuYgh7FNUUIRQpVL6rCCLvusq4sidXW0xRFjnUtf4iOHWyH6SDKXFkmNDgRUtC8qux5tVsPlc&#10;mUt/f1j8yLBcj05mvH1f7ZTqtJvFBESgJvyL/9wfWsHgbRj3xzfxCc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DNM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hc7cYA&#10;AADdAAAADwAAAGRycy9kb3ducmV2LnhtbESP3YrCMBSE7xd8h3AEbxZNVSxSjSKC6MIK/oG3x+bY&#10;FpuT0sTaffuNsLCXw8x8w8yXrSlFQ7UrLCsYDiIQxKnVBWcKLudNfwrCeWSNpWVS8EMOlovOxxwT&#10;bV98pObkMxEg7BJUkHtfJVK6NCeDbmAr4uDdbW3QB1lnUtf4CnBTylEUxdJgwWEhx4rWOaWP09Mo&#10;aA7ft2zXuOrrMf10k/Ftu93rq1K9bruagfDU+v/wX3unFUzG8RDe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hc7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+U8gA&#10;AADdAAAADwAAAGRycy9kb3ducmV2LnhtbESPT2sCMRTE74V+h/AKvdWs6x90NUoVBC+C2h7q7bl5&#10;7i5uXrZJqquf3hQKPQ4z8xtmOm9NLS7kfGVZQbeTgCDOra64UPD5sXobgfABWWNtmRTcyMN89vw0&#10;xUzbK+/osg+FiBD2GSooQ2gyKX1ekkHfsQ1x9E7WGQxRukJqh9cIN7VMk2QoDVYcF0psaFlSft7/&#10;GAWL8Wjxve3z5r47HujwdTwPUpco9frSvk9ABGrDf/ivvdYKBr1hCr9v4hOQs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m75TyAAAAN0AAAAPAAAAAAAAAAAAAAAAAJgCAABk&#10;cnMvZG93bnJldi54bWxQSwUGAAAAAAQABAD1AAAAjQMAAAAA&#10;" fillcolor="black" stroked="f"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7YxscA&#10;AADdAAAADwAAAGRycy9kb3ducmV2LnhtbESPT2vCQBTE7wW/w/KE3upGxSDRVaptoVA9+Ofg8Zl9&#10;TZZk34bsVqOfvlsoeBxm5jfMfNnZWlyo9caxguEgAUGcO224UHA8fLxMQfiArLF2TApu5GG56D3N&#10;MdPuyju67EMhIoR9hgrKEJpMSp+XZNEPXEMcvW/XWgxRtoXULV4j3NZylCSptGg4LpTY0LqkvNr/&#10;WAWnr9RMd4ZG58199a43k2q1fauUeu53rzMQgbrwCP+3P7WCyTgdw9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+2Mb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+B8YA&#10;AADdAAAADwAAAGRycy9kb3ducmV2LnhtbESPQWsCMRSE74L/ITzBm2atVmRrFLEUvXioben1sXnd&#10;bHfzsk2irv76piD0OMzMN8xy3dlGnMmHyrGCyTgDQVw4XXGp4P3tZbQAESKyxsYxKbhSgPWq31ti&#10;rt2FX+l8jKVIEA45KjAxtrmUoTBkMYxdS5y8L+ctxiR9KbXHS4LbRj5k2VxarDgtGGxpa6iojyer&#10;wG8+n+sbnz7q7Ha4ht1397NAo9Rw0G2eQETq4n/43t5rBY/T+Qz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J+B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+LsYA&#10;AADdAAAADwAAAGRycy9kb3ducmV2LnhtbESP3WoCMRSE7wu+QziCN6VmtajtapQiFApKwZ8HON0c&#10;dxeTk2Vzqmuf3hQKvRxm5htmseq8UxdqYx3YwGiYgSIugq25NHA8vD+9gIqCbNEFJgM3irBa9h4W&#10;mNtw5R1d9lKqBOGYo4FKpMm1jkVFHuMwNMTJO4XWoyTZltq2eE1w7/Q4y6baY81pocKG1hUV5/23&#10;N+DGX+51M4tbuR31Nvvxsnv8tMYM+t3bHJRQJ//hv/aHNTB5nk7g9016An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p+L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TvHcYA&#10;AADdAAAADwAAAGRycy9kb3ducmV2LnhtbESPQWsCMRSE70L/Q3iF3jRbpYtsjdJWhL300NXi9bl5&#10;bhaTl2UTddtf3xQEj8PMfMMsVoOz4kJ9aD0reJ5kIIhrr1tuFOy2m/EcRIjIGq1nUvBDAVbLh9EC&#10;C+2v/EWXKjYiQTgUqMDE2BVShtqQwzDxHXHyjr53GJPsG6l7vCa4s3KaZbl02HJaMNjRh6H6VJ2d&#10;gnXV2emuNO9h//15ONjyd0P7tVJPj8PbK4hIQ7yHb+1SK3iZ5Tn8v0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TvH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8FN8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92k2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wU3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kza8IA&#10;AADdAAAADwAAAGRycy9kb3ducmV2LnhtbERPTYvCMBC9C/6HMII3TVVWpBpFhYXFZQ9WEY9jM7al&#10;zaQkUbv/fnNY8Ph436tNZxrxJOcrywom4wQEcW51xYWC8+lztADhA7LGxjIp+CUPm3W/t8JU2xcf&#10;6ZmFQsQQ9ikqKENoUyl9XpJBP7YtceTu1hkMEbpCaoevGG4aOU2SuTRYcWwosaV9SXmdPYyC6+Ob&#10;7z+zw9btwsV2J19Pb4taqeGg2y5BBOrCW/zv/tIKPmbzODe+iU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6TNr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8sIs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YweBuO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/LCLHAAAA3QAAAA8AAAAAAAAAAAAAAAAAmAIAAGRy&#10;cy9kb3ducmV2LnhtbFBLBQYAAAAABAAEAPUAAACMAwAAAAA=&#10;" fillcolor="black" stroked="f"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DpY8IA&#10;AADdAAAADwAAAGRycy9kb3ducmV2LnhtbERPy2oCMRTdF/oP4Rbc1UwrfTAaZRCK0tWoLW6vk+tk&#10;cHIzJGkc/75ZFLo8nPdiNdpeJPKhc6zgaVqAIG6c7rhV8HX4eHwHESKyxt4xKbhRgNXy/m6BpXZX&#10;3lHax1bkEA4lKjAxDqWUoTFkMUzdQJy5s/MWY4a+ldrjNYfbXj4Xxau02HFuMDjQ2lBz2f9YBem0&#10;rqtZOiaz+/RV6129+T7VSk0exmoOItIY/8V/7q1W8DJ7y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Olj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usCscA&#10;AADdAAAADwAAAGRycy9kb3ducmV2LnhtbESPQWvCQBSE7wX/w/IEb3UTpWpTVxGxxXqxjYX2+Mi+&#10;ZoPZtyG7jWl/vVso9DjMzDfMct3bWnTU+sqxgnScgCAunK64VPB2erxdgPABWWPtmBR8k4f1anCz&#10;xEy7C79Sl4dSRAj7DBWYEJpMSl8YsujHriGO3qdrLYYo21LqFi8Rbms5SZKZtFhxXDDY0NZQcc6/&#10;rAKfbnfvB/tz3308GT7mz2b2UhqlRsN+8wAiUB/+w3/tvVZwN52n8PsmP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rrAr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57D99" w:rsidRDefault="00157D99" w:rsidP="00157D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57D99" w:rsidRPr="00561513" w:rsidRDefault="00157D99" w:rsidP="00157D99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157D99" w:rsidRPr="00561513" w:rsidRDefault="00157D99" w:rsidP="00157D99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157D99" w:rsidRPr="00561513" w:rsidRDefault="00157D99" w:rsidP="00157D99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157D99" w:rsidRPr="00561513" w:rsidRDefault="00157D99" w:rsidP="00157D99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21.0</w:t>
      </w:r>
      <w:r w:rsidRPr="00E868AC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 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157D99" w:rsidRPr="00E1336B" w:rsidRDefault="00157D99" w:rsidP="00157D9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157D99" w:rsidRPr="00E1336B" w:rsidRDefault="00157D99" w:rsidP="00157D9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157D99" w:rsidRPr="00E1336B" w:rsidRDefault="00157D99" w:rsidP="00157D9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157D99" w:rsidRPr="00D75916" w:rsidRDefault="00157D99" w:rsidP="00157D9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</w:rPr>
        <w:t>Шевцової</w:t>
      </w:r>
      <w:proofErr w:type="spellEnd"/>
      <w:r>
        <w:rPr>
          <w:rFonts w:ascii="Times New Roman" w:hAnsi="Times New Roman" w:cs="Times New Roman"/>
          <w:b/>
        </w:rPr>
        <w:t xml:space="preserve">  Т.Д.</w:t>
      </w:r>
    </w:p>
    <w:p w:rsidR="00157D99" w:rsidRPr="00E1336B" w:rsidRDefault="00157D99" w:rsidP="00157D99">
      <w:pPr>
        <w:tabs>
          <w:tab w:val="left" w:pos="2160"/>
        </w:tabs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hAnsi="Times New Roman" w:cs="Times New Roman"/>
        </w:rPr>
        <w:t>Шевцової</w:t>
      </w:r>
      <w:proofErr w:type="spellEnd"/>
      <w:r>
        <w:rPr>
          <w:rFonts w:ascii="Times New Roman" w:hAnsi="Times New Roman" w:cs="Times New Roman"/>
        </w:rPr>
        <w:t xml:space="preserve"> Т.Д.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proofErr w:type="spellStart"/>
      <w:r>
        <w:rPr>
          <w:rFonts w:ascii="Times New Roman" w:hAnsi="Times New Roman" w:cs="Times New Roman"/>
        </w:rPr>
        <w:t>Шевцової</w:t>
      </w:r>
      <w:proofErr w:type="spellEnd"/>
      <w:r>
        <w:rPr>
          <w:rFonts w:ascii="Times New Roman" w:hAnsi="Times New Roman" w:cs="Times New Roman"/>
        </w:rPr>
        <w:t xml:space="preserve"> Тамари Дмитрівни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26056B" w:rsidRPr="0026056B">
        <w:rPr>
          <w:rFonts w:ascii="Times New Roman" w:hAnsi="Times New Roman" w:cs="Times New Roman"/>
        </w:rPr>
        <w:t>___________________</w:t>
      </w:r>
      <w:r w:rsidRPr="00E1336B">
        <w:rPr>
          <w:rFonts w:ascii="Times New Roman" w:hAnsi="Times New Roman" w:cs="Times New Roman"/>
        </w:rPr>
        <w:t xml:space="preserve">, 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0,01 га, яка розташована в селі Крупець</w:t>
      </w:r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Крупецької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157D99" w:rsidRPr="00E1336B" w:rsidRDefault="00157D99" w:rsidP="00157D99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157D99" w:rsidRDefault="00157D99" w:rsidP="00157D99">
      <w:pPr>
        <w:tabs>
          <w:tab w:val="left" w:pos="2160"/>
        </w:tabs>
        <w:rPr>
          <w:rFonts w:ascii="Times New Roman" w:hAnsi="Times New Roman" w:cs="Times New Roman"/>
        </w:rPr>
      </w:pPr>
    </w:p>
    <w:p w:rsidR="00685C19" w:rsidRDefault="00685C19"/>
    <w:sectPr w:rsidR="00685C19" w:rsidSect="00685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57D99"/>
    <w:rsid w:val="000C7C56"/>
    <w:rsid w:val="00157D99"/>
    <w:rsid w:val="00171A2E"/>
    <w:rsid w:val="0026056B"/>
    <w:rsid w:val="00304C90"/>
    <w:rsid w:val="00505B6D"/>
    <w:rsid w:val="00685C19"/>
    <w:rsid w:val="006D3977"/>
    <w:rsid w:val="00756608"/>
    <w:rsid w:val="007D6C18"/>
    <w:rsid w:val="00A5343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2020-02-13T11:07:00Z</dcterms:created>
  <dcterms:modified xsi:type="dcterms:W3CDTF">2020-02-13T12:04:00Z</dcterms:modified>
</cp:coreProperties>
</file>