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62" w:rsidRPr="00CD53EA" w:rsidRDefault="00040962" w:rsidP="0004096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962" w:rsidRDefault="00040962" w:rsidP="00040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0962" w:rsidRDefault="00040962" w:rsidP="00040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0962" w:rsidRDefault="00040962" w:rsidP="0004096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0962" w:rsidRDefault="00040962" w:rsidP="00040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040962" w:rsidRDefault="00040962" w:rsidP="000409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0962" w:rsidRDefault="00040962" w:rsidP="000409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№38</w:t>
      </w:r>
    </w:p>
    <w:p w:rsidR="00040962" w:rsidRDefault="00040962" w:rsidP="00040962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0962" w:rsidRPr="000816DF" w:rsidRDefault="00040962" w:rsidP="0004096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040962" w:rsidRPr="000816DF" w:rsidRDefault="00040962" w:rsidP="0004096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040962" w:rsidRPr="000816DF" w:rsidRDefault="00040962" w:rsidP="0004096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040962" w:rsidRDefault="00040962" w:rsidP="00040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Крупецької сільської об’єднаної </w:t>
      </w:r>
    </w:p>
    <w:p w:rsidR="00040962" w:rsidRPr="000816DF" w:rsidRDefault="00040962" w:rsidP="00040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територіальної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b/>
          <w:sz w:val="24"/>
          <w:szCs w:val="24"/>
        </w:rPr>
        <w:t>громади</w:t>
      </w:r>
    </w:p>
    <w:p w:rsidR="00040962" w:rsidRPr="000816DF" w:rsidRDefault="00040962" w:rsidP="00040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в особі Крупецької сільської ради</w:t>
      </w:r>
    </w:p>
    <w:p w:rsidR="00040962" w:rsidRPr="000816DF" w:rsidRDefault="00040962" w:rsidP="0004096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0962" w:rsidRPr="000816DF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040962" w:rsidRPr="000816DF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>ВИРІШИЛА:</w:t>
      </w:r>
    </w:p>
    <w:p w:rsidR="00040962" w:rsidRPr="000816DF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1. Надати Крупецькій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7,0000 га,  для іншого сільськогосподарського призначення, земельна  ділянка розташована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 xml:space="preserve">Дідова Гора на території Крупецької сільської ради.  </w:t>
      </w:r>
    </w:p>
    <w:p w:rsidR="00040962" w:rsidRPr="000816DF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2 Крупецькій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040962" w:rsidRPr="000816DF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040962" w:rsidRPr="000816DF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0962" w:rsidRPr="00040962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9203C5" w:rsidRPr="00040962" w:rsidRDefault="00040962" w:rsidP="0004096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Валерій МИХАЛЮК</w:t>
      </w:r>
    </w:p>
    <w:sectPr w:rsidR="009203C5" w:rsidRPr="0004096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62"/>
    <w:rsid w:val="00040962"/>
    <w:rsid w:val="00171A2E"/>
    <w:rsid w:val="00304C90"/>
    <w:rsid w:val="00505B6D"/>
    <w:rsid w:val="006D3977"/>
    <w:rsid w:val="007D6C18"/>
    <w:rsid w:val="009203C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4096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409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4096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4096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409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4096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2020-09-29T17:07:00Z</dcterms:created>
  <dcterms:modified xsi:type="dcterms:W3CDTF">2020-09-29T17:07:00Z</dcterms:modified>
</cp:coreProperties>
</file>