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8FD" w:rsidRPr="00535DCC" w:rsidRDefault="00B138FD" w:rsidP="00B138FD">
      <w:pPr>
        <w:tabs>
          <w:tab w:val="left" w:pos="825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87BAE">
        <w:rPr>
          <w:rFonts w:ascii="Times New Roman" w:hAnsi="Times New Roman" w:cs="Times New Roman"/>
          <w:color w:val="FF0000"/>
          <w:sz w:val="24"/>
          <w:szCs w:val="24"/>
        </w:rPr>
        <w:t>ПРОЄКТ</w:t>
      </w:r>
    </w:p>
    <w:p w:rsidR="00B138FD" w:rsidRDefault="00B138FD" w:rsidP="00B138F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4FAA810" wp14:editId="7F0E525D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4030" name="Группа 40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03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8FD" w:rsidRDefault="00B138FD" w:rsidP="00B138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38FD" w:rsidRDefault="00B138FD" w:rsidP="00B138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8FD" w:rsidRDefault="00B138FD" w:rsidP="00B138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38FD" w:rsidRDefault="00B138FD" w:rsidP="00B138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8FD" w:rsidRDefault="00B138FD" w:rsidP="00B138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38FD" w:rsidRDefault="00B138FD" w:rsidP="00B138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8FD" w:rsidRDefault="00B138FD" w:rsidP="00B138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38FD" w:rsidRDefault="00B138FD" w:rsidP="00B138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8FD" w:rsidRDefault="00B138FD" w:rsidP="00B138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38FD" w:rsidRDefault="00B138FD" w:rsidP="00B138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8FD" w:rsidRDefault="00B138FD" w:rsidP="00B138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38FD" w:rsidRDefault="00B138FD" w:rsidP="00B138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8FD" w:rsidRDefault="00B138FD" w:rsidP="00B138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38FD" w:rsidRDefault="00B138FD" w:rsidP="00B138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8FD" w:rsidRDefault="00B138FD" w:rsidP="00B138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38FD" w:rsidRDefault="00B138FD" w:rsidP="00B138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8FD" w:rsidRDefault="00B138FD" w:rsidP="00B138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38FD" w:rsidRDefault="00B138FD" w:rsidP="00B138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8FD" w:rsidRDefault="00B138FD" w:rsidP="00B138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38FD" w:rsidRDefault="00B138FD" w:rsidP="00B138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8FD" w:rsidRDefault="00B138FD" w:rsidP="00B138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8FD" w:rsidRDefault="00B138FD" w:rsidP="00B138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8FD" w:rsidRDefault="00B138FD" w:rsidP="00B138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8FD" w:rsidRDefault="00B138FD" w:rsidP="00B138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8FD" w:rsidRDefault="00B138FD" w:rsidP="00B138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8FD" w:rsidRDefault="00B138FD" w:rsidP="00B138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8FD" w:rsidRDefault="00B138FD" w:rsidP="00B138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8FD" w:rsidRDefault="00B138FD" w:rsidP="00B138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8FD" w:rsidRDefault="00B138FD" w:rsidP="00B138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8FD" w:rsidRDefault="00B138FD" w:rsidP="00B138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030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PBS8UA&#10;AADdAAAADwAAAGRycy9kb3ducmV2LnhtbESPS2vDMBCE74X8B7GB3ho5cWmCY8WY0hYfAiWv+2Kt&#10;H8RaGUuNnX8fFQo9DjPzDZNmk+nEjQbXWlawXEQgiEurW64VnE+fLxsQziNr7CyTgjs5yHazpxQT&#10;bUc+0O3oaxEg7BJU0HjfJ1K6siGDbmF74uBVdjDogxxqqQccA9x0chVFb9Jgy2GhwZ7eGyqvxx+j&#10;wMZfxf5Srw7xB68959+b6jLtlXqeT/kWhKfJ/4f/2oVW8BrFS/h9E56A3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48FL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138FD" w:rsidRDefault="00B138FD" w:rsidP="00B138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ebMsgA&#10;AADdAAAADwAAAGRycy9kb3ducmV2LnhtbESPQWsCMRSE7wX/Q3hCL6LZ2mLbrVGKsLb2UFALvT42&#10;r5vVzcuSpLr6641Q6HGYmW+Y6byzjTiQD7VjBXejDARx6XTNlYKvbTF8AhEissbGMSk4UYD5rHcz&#10;xVy7I6/psImVSBAOOSowMba5lKE0ZDGMXEucvB/nLcYkfSW1x2OC20aOs2wiLdacFgy2tDBU7je/&#10;VsGu+DTfi8fz0g+e13QeFB9vzWqi1G2/e30BEamL/+G/9rtW8JDdj+H6Jj0BOb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yJ5sy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138FD" w:rsidRDefault="00B138FD" w:rsidP="00B138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Nc1sQA&#10;AADdAAAADwAAAGRycy9kb3ducmV2LnhtbESP32rCMBTG7we+QziCN0NT7RhSjaXIHMMbsd0DHJpj&#10;U2xOSpPZ7u2XwWCXH9+fH98+n2wnHjT41rGC9SoBQVw73XKj4LM6LbcgfEDW2DkmBd/kIT/MnvaY&#10;aTfylR5laEQcYZ+hAhNCn0npa0MW/cr1xNG7ucFiiHJopB5wjOO2k5skeZUWW44Egz0dDdX38stG&#10;yCXFy/k2Vqf3CUd8Oxt+Lq5KLeZTsQMRaAr/4b/2h1bwkqQp/L6JT0Ae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zXNb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138FD" w:rsidRDefault="00B138FD" w:rsidP="00B138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ERAsYA&#10;AADdAAAADwAAAGRycy9kb3ducmV2LnhtbESPQUsDMRSE74L/ITzBm81a1yrbpkWqQhE8WAvF22Pz&#10;urt08xKSZ3f996YgeBxm5htmsRpdr04UU+fZwO2kAEVce9txY2D3+XrzCCoJssXeMxn4oQSr5eXF&#10;AivrB/6g01YalSGcKjTQioRK61S35DBNfCDO3sFHh5JlbLSNOGS46/W0KGbaYcd5ocVA65bq4/bb&#10;GXgfXsLbw+z+EL5iOdXp2cp+LcZcX41Pc1BCo/yH/9oba6As7ko4v8lP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uERA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138FD" w:rsidRDefault="00B138FD" w:rsidP="00B138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ZhOcUA&#10;AADdAAAADwAAAGRycy9kb3ducmV2LnhtbESPy2rDMBBF94H+g5hCN6GRWycluFGCKXUo2Zg8PmCw&#10;JpapNTKWart/XwUKWV7u43A3u8m2YqDeN44VvCwSEMSV0w3XCi7n4nkNwgdkja1jUvBLHnbbh9kG&#10;M+1GPtJwCrWII+wzVGBC6DIpfWXIol+4jjh6V9dbDFH2tdQ9jnHctvI1Sd6kxYYjwWBHH4aq79OP&#10;jZAyxfJwHc/FfsIRPw+G5/lRqafHKX8HEWgK9/B/+0srWCbpCm5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FmE5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138FD" w:rsidRDefault="00B138FD" w:rsidP="00B138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8q7sYA&#10;AADdAAAADwAAAGRycy9kb3ducmV2LnhtbESPQUsDMRSE74L/ITzBm81a6yrbpkWqQhE8WAvF22Pz&#10;urt08xKSZ3f996YgeBxm5htmsRpdr04UU+fZwO2kAEVce9txY2D3+XrzCCoJssXeMxn4oQSr5eXF&#10;AivrB/6g01YalSGcKjTQioRK61S35DBNfCDO3sFHh5JlbLSNOGS46/W0KErtsOO80GKgdUv1cfvt&#10;DLwPL+Htobw/hK84m+r0bGW/FmOur8anOSihUf7Df+2NNTAr7ko4v8lP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X8q7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138FD" w:rsidRDefault="00B138FD" w:rsidP="00B138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MvC8cA&#10;AADdAAAADwAAAGRycy9kb3ducmV2LnhtbESP3WoCMRSE7wt9h3AKvSmatbYqW6NoISi0UPwBbw+b&#10;4+7SzcmSpO769qZQ6OUwM98w82VvG3EhH2rHCkbDDARx4UzNpYLjQQ9mIEJENtg4JgVXCrBc3N/N&#10;MTeu4x1d9rEUCcIhRwVVjG0uZSgqshiGriVO3tl5izFJX0rjsUtw28jnLJtIizWnhQpbeq+o+N7/&#10;WAXrr64c+6di3buP8+b0qrXRn1qpx4d+9QYiUh//w3/trVHwko2n8PsmPQG5u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SzLwv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138FD" w:rsidRDefault="00B138FD" w:rsidP="00B138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ThPMAA&#10;AADdAAAADwAAAGRycy9kb3ducmV2LnhtbERPy4rCMBTdC/MP4Q7MTtPxhVSjyEhhEDc+PuDSXJtq&#10;c1OSWDt/P1kILg/nvdr0thEd+VA7VvA9ykAQl07XXCm4nIvhAkSIyBobx6TgjwJs1h+DFebaPflI&#10;3SlWIoVwyFGBibHNpQylIYth5FrixF2dtxgT9JXUHp8p3DZynGVzabHm1GCwpR9D5f30sAqK/fjQ&#10;3R/aF27bTy3NzG2xM0p9ffbbJYhIfXyLX+5frWCaTdLc9CY9Abn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ThPM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138FD" w:rsidRDefault="00B138FD" w:rsidP="00B138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Ae4scA&#10;AADdAAAADwAAAGRycy9kb3ducmV2LnhtbESP3WoCMRSE7wt9h3AKvSmatbaiW6NoISi0UPwBbw+b&#10;4+7SzcmSpO769qZQ6OUwM98w82VvG3EhH2rHCkbDDARx4UzNpYLjQQ+mIEJENtg4JgVXCrBc3N/N&#10;MTeu4x1d9rEUCcIhRwVVjG0uZSgqshiGriVO3tl5izFJX0rjsUtw28jnLJtIizWnhQpbeq+o+N7/&#10;WAXrr64c+6di3buP8+b0qrXRn1qpx4d+9QYiUh//w3/trVHwko1n8PsmPQG5u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pgHuL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138FD" w:rsidRDefault="00B138FD" w:rsidP="00B138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SeR8AA&#10;AADdAAAADwAAAGRycy9kb3ducmV2LnhtbERPzYrCMBC+L/gOYQRva6pUkWoUcSksi5dVH2Boxqba&#10;TEoSa337zUHY48f3v9kNthU9+dA4VjCbZiCIK6cbrhVczuXnCkSIyBpbx6TgRQF229HHBgvtnvxL&#10;/SnWIoVwKFCBibErpAyVIYth6jrixF2dtxgT9LXUHp8p3LZynmVLabHh1GCwo4Oh6n56WAXlz/zY&#10;3x/al24/5JYW5rb6MkpNxsN+DSLSEP/Fb/e3VpBnedqf3qQnIL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uSeR8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138FD" w:rsidRDefault="00B138FD" w:rsidP="00B138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0h+sEA&#10;AADdAAAADwAAAGRycy9kb3ducmV2LnhtbESP3YrCMBSE7wXfIRzBO026/iDVKLKg6OVWH+DQHNti&#10;c1KbaOvbm4WFvRxmvhlms+ttLV7U+sqxhmSqQBDnzlRcaLheDpMVCB+QDdaOScObPOy2w8EGU+M6&#10;/qFXFgoRS9inqKEMoUml9HlJFv3UNcTRu7nWYoiyLaRpsYvltpZfSi2lxYrjQokNfZeU37On1TB/&#10;d8dHtrirg7GUnGfNmUO+0Ho86vdrEIH68B/+o08mcmqewO+b+ATk9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tIfr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138FD" w:rsidRDefault="00B138FD" w:rsidP="00B138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2mkcMA&#10;AADdAAAADwAAAGRycy9kb3ducmV2LnhtbESPzarCMBSE9xd8h3AEd9fUInKtRhFFEVfe+rM+NMe2&#10;2JyUJmp9eyMILoeZ+YaZzltTiTs1rrSsYNCPQBBnVpecKzge1r9/IJxH1lhZJgVPcjCfdX6mmGj7&#10;4H+6pz4XAcIuQQWF93UipcsKMuj6tiYO3sU2Bn2QTS51g48AN5WMo2gkDZYcFgqsaVlQdk1vRsFt&#10;dI6PfNnpfbp6bsar9cLJU65Ur9suJiA8tf4b/rS3WsEwGsbwfhOegJ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62mk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138FD" w:rsidRDefault="00B138FD" w:rsidP="00B138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J8DccA&#10;AADdAAAADwAAAGRycy9kb3ducmV2LnhtbESPQWvCQBSE74L/YXlCb2ZjDUGjq2ih0HqoVO2ht2f2&#10;maTNvk2zW03/vSsUPA4z8w0zX3amFmdqXWVZwSiKQRDnVldcKDjsn4cTEM4ja6wtk4I/crBc9Htz&#10;zLS98Dudd74QAcIuQwWl900mpctLMugi2xAH72Rbgz7ItpC6xUuAm1o+xnEqDVYcFkps6Kmk/Hv3&#10;axR8bCfpdLt+Tb42b0ccG/3zqatUqYdBt5qB8NT5e/i//aIVJHEyhtub8ATk4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RCfA3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138FD" w:rsidRDefault="00B138FD" w:rsidP="00B138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MmisUA&#10;AADdAAAADwAAAGRycy9kb3ducmV2LnhtbESPQWvCQBSE70L/w/IKvenGNIhEV1FLU+lJbcHrI/ua&#10;hGbfhuzWJP56Vyh4HGbmG2a57k0tLtS6yrKC6SQCQZxbXXGh4PvrfTwH4TyyxtoyKRjIwXr1NFpi&#10;qm3HR7qcfCEChF2KCkrvm1RKl5dk0E1sQxy8H9sa9EG2hdQtdgFuahlH0UwarDgslNjQrqT89/Rn&#10;FFxnZzy4j3j79qo9Dck8s5+HTKmX536zAOGp94/wf3uvFSRRksD9TXgC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0yaK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138FD" w:rsidRDefault="00B138FD" w:rsidP="00B138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fQqcUA&#10;AADdAAAADwAAAGRycy9kb3ducmV2LnhtbESPwWrDMBBE74X8g9hAbo0c45TGiWJCcaC3Nm4+YLE2&#10;som1si01cfv1VaHQ4zAzb5hdMdlO3Gj0rWMFq2UCgrh2umWj4PxxfHwG4QOyxs4xKfgiD8V+9rDD&#10;XLs7n+hWBSMihH2OCpoQ+lxKXzdk0S9dTxy9ixsthihHI/WI9wi3nUyT5ElabDkuNNjTS0P1tfq0&#10;CgaXrvVUlfh2LTfvrTHZ8H3KlFrMp8MWRKAp/If/2q9aQZZka/h9E5+A3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R9Cp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138FD" w:rsidRDefault="00B138FD" w:rsidP="00B138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TEtsUA&#10;AADdAAAADwAAAGRycy9kb3ducmV2LnhtbESPwW7CMBBE70j8g7VI3MAp0BRSnKithMQV2kOPi70k&#10;aeN1iF0I/fq6EhLH0cy80ayL3jbiTJ2vHSt4mCYgiLUzNZcKPt43kyUIH5ANNo5JwZU8FPlwsMbM&#10;uAvv6LwPpYgQ9hkqqEJoMym9rsiin7qWOHpH11kMUXalNB1eItw2cpYkqbRYc1yosKW3ivT3/scq&#10;2NYHekz1cWWXr3r3+XsK86cvo9R41L88gwjUh3v41t4aBYtkkcL/m/gEZP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tMS2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138FD" w:rsidRDefault="00B138FD" w:rsidP="00B138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GS2cIA&#10;AADdAAAADwAAAGRycy9kb3ducmV2LnhtbERPW2vCMBR+H+w/hCPsbSaKbLMaZQ4GDqfgBX09NMem&#10;rDkpTaz135vBYI/fnW8671wlWmpC6VnDoK9AEOfelFxoOOw/n99AhIhssPJMGm4UYD57fJhiZvyV&#10;t9TuYiFSCYcMNdgY60zKkFtyGPq+Jk7a2TcOY4JNIU2D11TuKjlU6kU6LDktWKzpw1L+s7s4DS1u&#10;bupkF+vxV/mdDzeL48okXj/1uvcJiEhd/Df/pZdGw0iNXuH3TXoCcn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8ZLZ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138FD" w:rsidRDefault="00B138FD" w:rsidP="00B138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W4y8IA&#10;AADdAAAADwAAAGRycy9kb3ducmV2LnhtbERPTUvDQBC9C/6HZQRvdmMoRdJuSylUPGrag8cxO82m&#10;zc6E3bWJ/nr3UPD4eN+rzeR7daUQO2EDz7MCFHEjtuPWwPGwf3oBFROyxV6YDPxQhM36/m6FlZWR&#10;P+hap1blEI4VGnApDZXWsXHkMc5kIM7cSYLHlGFotQ045nDf67IoFtpjx7nB4UA7R82l/vYGxtfm&#10;61yePq37DYPs63c5l70Y8/gwbZegEk3pX3xzv1kD82Ke5+Y3+Qno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VbjL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138FD" w:rsidRDefault="00B138FD" w:rsidP="00B138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Jb98cA&#10;AADdAAAADwAAAGRycy9kb3ducmV2LnhtbESP3WoCMRSE74W+QzhC7zSriNWtUfypIKUiq/b+dHO6&#10;uzU5WTapbt++KRS8HGbmG2a2aK0RV2p85VjBoJ+AIM6drrhQcD5texMQPiBrNI5JwQ95WMwfOjNM&#10;tbtxRtdjKESEsE9RQRlCnUrp85Is+r6riaP36RqLIcqmkLrBW4RbI4dJMpYWK44LJda0Lim/HL+t&#10;gu1hY76G+2z5LsP65enDTF5XmzelHrvt8hlEoDbcw//tnVYwSkZT+HsTn4C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9yW/f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138FD" w:rsidRDefault="00B138FD" w:rsidP="00B138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apDsQA&#10;AADdAAAADwAAAGRycy9kb3ducmV2LnhtbERPTWvCQBC9F/wPyxS8FN1Uq4ToGqQgWqjQRsHrmJ0m&#10;IdnZkF1j/PfdQ6HHx/tep4NpRE+dqywreJ1GIIhzqysuFJxPu0kMwnlkjY1lUvAgB+lm9LTGRNs7&#10;f1Of+UKEEHYJKii9bxMpXV6SQTe1LXHgfmxn0AfYFVJ3eA/hppGzKFpKgxWHhhJbei8pr7ObUdB/&#10;fV6LQ+/ajzp+cYv5db8/6otS4+dhuwLhafD/4j/3QSt4ixZhf3gTno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2qQ7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138FD" w:rsidRDefault="00B138FD" w:rsidP="00B138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twXMcA&#10;AADdAAAADwAAAGRycy9kb3ducmV2LnhtbESPT2sCMRTE74V+h/AKvXUTRYtdjaKFQi8F/x3q7bl5&#10;7i5uXtYk1W0/fSMIHoeZ+Q0zmXW2EWfyoXasoZcpEMSFMzWXGrabj5cRiBCRDTaOScMvBZhNHx8m&#10;mBt34RWd17EUCcIhRw1VjG0uZSgqshgy1xIn7+C8xZikL6XxeElw28i+Uq/SYs1pocKW3isqjusf&#10;q2HxNlqclgP++lvtd7T73h+Hfa+0fn7q5mMQkbp4D9/an0bDQA17cH2TnoCc/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3bcFzHAAAA3QAAAA8AAAAAAAAAAAAAAAAAmAIAAGRy&#10;cy9kb3ducmV2LnhtbFBLBQYAAAAABAAEAPUAAACMAwAAAAA=&#10;" fillcolor="black" stroked="f">
                  <v:textbox>
                    <w:txbxContent>
                      <w:p w:rsidR="00B138FD" w:rsidRDefault="00B138FD" w:rsidP="00B138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AtJccA&#10;AADdAAAADwAAAGRycy9kb3ducmV2LnhtbESPzWvCQBTE74X+D8sreKsbQxWJrqL9gIL24MfB4zP7&#10;TJZk34bsqmn/elcQehxm5jfMdN7ZWlyo9caxgkE/AUGcO224ULDffb2OQfiArLF2TAp+ycN89vw0&#10;xUy7K2/osg2FiBD2GSooQ2gyKX1ekkXfdw1x9E6utRiibAupW7xGuK1lmiQjadFwXCixofeS8mp7&#10;tgoOq5EZbwylx/Xf8lOvh9Xy56NSqvfSLSYgAnXhP/xof2sFb8kwhfub+ATk7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0gLSX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138FD" w:rsidRDefault="00B138FD" w:rsidP="00B138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m2C8YA&#10;AADdAAAADwAAAGRycy9kb3ducmV2LnhtbESPQU8CMRSE7yb+h+aZeJNWUUIWCiESohcPIoTry/ax&#10;XXf7urQFFn69NTHxOJmZbzLTee9acaIQa88aHgcKBHHpTc2Vhs3X6mEMIiZkg61n0nChCPPZ7c0U&#10;C+PP/EmndapEhnAsUINNqSukjKUlh3HgO+Ls7X1wmLIMlTQBzxnuWvmk1Eg6rDkvWOzo1VLZrI9O&#10;Q1jsls2Vj9tGXT8u8e27P4zRan1/1y8mIBL16T/81343Gp7VyxB+3+QnIG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om2C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138FD" w:rsidRDefault="00B138FD" w:rsidP="00B138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SLzcYA&#10;AADdAAAADwAAAGRycy9kb3ducmV2LnhtbESPUWsCMRCE3wv9D2ELfRFNKra2p1FKoVBQBK0/YHvZ&#10;3h0mm+Oy1bO/3hSEPg4z8w0zX/bBqyN1qYls4WFkQBGX0TVcWdh/vg+fQSVBdugjk4UzJVgubm/m&#10;WLh44i0dd1KpDOFUoIVapC20TmVNAdMotsTZ+45dQMmyq7Tr8JThweuxMU86YMN5ocaW3moqD7uf&#10;YMGPv/zLaprWct7rtfkNsh1snLX3d/3rDJRQL//ha/vDWZiYxwn8vclPQC8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DSLz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138FD" w:rsidRDefault="00B138FD" w:rsidP="00B138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QhEsYA&#10;AADdAAAADwAAAGRycy9kb3ducmV2LnhtbESPQWsCMRSE7wX/Q3hCbzVbqUVWo7QVYS8euq54fW6e&#10;m8XkZdmkuvXXN4VCj8PMfMMs14Oz4kp9aD0reJ5kIIhrr1tuFFT77dMcRIjIGq1nUvBNAdar0cMS&#10;c+1v/EnXMjYiQTjkqMDE2OVShtqQwzDxHXHyzr53GJPsG6l7vCW4s3KaZa/SYctpwWBHH4bqS/nl&#10;FGzKzk6rwryH42F3OtnivqXjRqnH8fC2ABFpiP/hv3ahFbxksxn8vklP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fQhEs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138FD" w:rsidRDefault="00B138FD" w:rsidP="00B138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Hw1MUA&#10;AADdAAAADwAAAGRycy9kb3ducmV2LnhtbESPzWrDMBCE74W+g9hCb43U0jjFiWxKSSCQU/Nz6G2R&#10;NrYTa2UsJXbePioUehxm5htmUY6uFVfqQ+NZw+tEgSA23jZcadjvVi8fIEJEtth6Jg03ClAWjw8L&#10;zK0f+Juu21iJBOGQo4Y6xi6XMpiaHIaJ74iTd/S9w5hkX0nb45DgrpVvSmXSYcNpocaOvmoy5+3F&#10;aTit5MYbheawPwxrO/tZZtQqrZ+fxs85iEhj/A//tddWw7uaZvD7Jj0BW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sfDU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138FD" w:rsidRDefault="00B138FD" w:rsidP="00B138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T3YcYA&#10;AADdAAAADwAAAGRycy9kb3ducmV2LnhtbESPT2sCMRTE70K/Q3gFb5qtf6psjWIFQVo8VEU8vm6e&#10;u8tuXpYk6vbbN4LgcZiZ3zCzRWtqcSXnS8sK3voJCOLM6pJzBYf9ujcF4QOyxtoyKfgjD4v5S2eG&#10;qbY3/qHrLuQiQtinqKAIoUml9FlBBn3fNsTRO1tnMETpcqkd3iLc1HKQJO/SYMlxocCGVgVl1e5i&#10;FJwu33zeDr+W7jMcbbv31eB3WinVfW2XHyACteEZfrQ3WsEoGU/g/iY+ATn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+T3Y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138FD" w:rsidRDefault="00B138FD" w:rsidP="00B138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HZwcMA&#10;AADdAAAADwAAAGRycy9kb3ducmV2LnhtbERPy2oCMRTdF/oP4Ra6q4miRUejaKHgRvC10N11cp0Z&#10;nNyMSarTfr1ZFFweznsya20tbuRD5VhDt6NAEOfOVFxo2O++P4YgQkQ2WDsmDb8UYDZ9fZlgZtyd&#10;N3TbxkKkEA4ZaihjbDIpQ16SxdBxDXHizs5bjAn6QhqP9xRua9lT6lNarDg1lNjQV0n5ZftjNSxG&#10;w8V13efV3+Z0pOPhdBn0vNL6/a2dj0FEauNT/O9eGg19NUhz05v0BO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HZwcMAAADdAAAADwAAAAAAAAAAAAAAAACYAgAAZHJzL2Rv&#10;d25yZXYueG1sUEsFBgAAAAAEAAQA9QAAAIgDAAAAAA==&#10;" fillcolor="black" stroked="f">
                  <v:textbox>
                    <w:txbxContent>
                      <w:p w:rsidR="00B138FD" w:rsidRDefault="00B138FD" w:rsidP="00B138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GGW8YA&#10;AADdAAAADwAAAGRycy9kb3ducmV2LnhtbESPzWrDMBCE74W+g9hCb42c/pG4UYIJlJSenLQh1421&#10;tUyslZEUxX37qlDocZiZb5jFarS9SORD51jBdFKAIG6c7rhV8PnxejcDESKyxt4xKfimAKvl9dUC&#10;S+0uvKW0i63IEA4lKjAxDqWUoTFkMUzcQJy9L+ctxix9K7XHS4bbXt4XxbO02HFeMDjQ2lBz2p2t&#10;gnRc19VDOiSzffdV61292R9rpW5vxuoFRKQx/of/2m9awWPxNIffN/kJy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dGGW8YAAADd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138FD" w:rsidRDefault="00B138FD" w:rsidP="00B138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AFicMA&#10;AADdAAAADwAAAGRycy9kb3ducmV2LnhtbERPz2vCMBS+C/4P4Qm7rakyilajiOjYvLjVwTw+mrem&#10;rHkpTVa7/fXmMPD48f1ebQbbiJ46XztWME1SEMSl0zVXCj7Oh8c5CB+QNTaOScEvedisx6MV5tpd&#10;+Z36IlQihrDPUYEJoc2l9KUhiz5xLXHkvlxnMUTYVVJ3eI3htpGzNM2kxZpjg8GWdobK7+LHKvDT&#10;3f7zaP8W/eXZ8Kl4NdlbZZR6mAzbJYhAQ7iL/90vWsFTmsX98U18AnJ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gAFic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138FD" w:rsidRDefault="00B138FD" w:rsidP="00B138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138FD" w:rsidRPr="00687BAE" w:rsidRDefault="00B138FD" w:rsidP="00B138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val="ru-RU"/>
        </w:rPr>
      </w:pPr>
    </w:p>
    <w:p w:rsidR="00B138FD" w:rsidRDefault="00B138FD" w:rsidP="00B138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138FD" w:rsidRDefault="00B138FD" w:rsidP="00B138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138FD" w:rsidRDefault="00B138FD" w:rsidP="00B138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138FD" w:rsidRDefault="00B138FD" w:rsidP="00B138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138FD" w:rsidRDefault="00B138FD" w:rsidP="00B138F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138FD" w:rsidRDefault="00B138FD" w:rsidP="00B138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138FD" w:rsidRDefault="00B138FD" w:rsidP="00B138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138FD" w:rsidRDefault="00B138FD" w:rsidP="00B138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138FD" w:rsidRDefault="00B138FD" w:rsidP="00B138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138FD" w:rsidRDefault="00B138FD" w:rsidP="00B138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138FD" w:rsidRDefault="00B138FD" w:rsidP="00B138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II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B138FD" w:rsidRDefault="00B138FD" w:rsidP="00B138F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138FD" w:rsidRDefault="00B138FD" w:rsidP="00B138F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B138FD" w:rsidRDefault="00B138FD" w:rsidP="00B138FD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B138FD" w:rsidRPr="003F7E17" w:rsidRDefault="00B138FD" w:rsidP="00B138FD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Про розгляд заяви Шмагай Н.В</w:t>
      </w:r>
    </w:p>
    <w:p w:rsidR="00B138FD" w:rsidRDefault="00B138FD" w:rsidP="00B138FD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138FD" w:rsidRDefault="00B138FD" w:rsidP="00B138FD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12,116, 118, 121,122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Шмагай Н.В,  сільська  рада </w:t>
      </w:r>
    </w:p>
    <w:p w:rsidR="00B138FD" w:rsidRDefault="00B138FD" w:rsidP="00B138FD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B138FD" w:rsidRPr="00A00975" w:rsidRDefault="00B138FD" w:rsidP="00B138FD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138FD" w:rsidRPr="00A00975" w:rsidRDefault="00B138FD" w:rsidP="00B138FD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У зв’язку з добровільною відмовою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Шмагай  Наталії Василівни,  яка</w:t>
      </w:r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заре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єстрована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262E3E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припинити право користування на земельну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ділянку орієнтовною площею  0,08</w:t>
      </w:r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>00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яка розташована Хмельницька обл.. Шепетівський район,  с.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Головлі</w:t>
      </w:r>
      <w:proofErr w:type="spellEnd"/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та перевести в землі запасу </w:t>
      </w:r>
      <w:proofErr w:type="spellStart"/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ради. </w:t>
      </w:r>
    </w:p>
    <w:p w:rsidR="00B138FD" w:rsidRPr="00A00975" w:rsidRDefault="00B138FD" w:rsidP="00B138FD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B138FD" w:rsidRPr="00A00975" w:rsidRDefault="00B138FD" w:rsidP="00B138FD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138FD" w:rsidRPr="00A00975" w:rsidRDefault="00B138FD" w:rsidP="00B138FD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138FD" w:rsidRDefault="00B138FD" w:rsidP="00B138FD">
      <w:pPr>
        <w:rPr>
          <w:rFonts w:ascii="Times New Roman" w:hAnsi="Times New Roman" w:cs="Times New Roman"/>
        </w:rPr>
      </w:pPr>
    </w:p>
    <w:p w:rsidR="00B138FD" w:rsidRPr="00687BAE" w:rsidRDefault="00B138FD" w:rsidP="00B138FD">
      <w:pPr>
        <w:rPr>
          <w:rFonts w:ascii="Times New Roman" w:hAnsi="Times New Roman" w:cs="Times New Roman"/>
        </w:rPr>
      </w:pPr>
    </w:p>
    <w:p w:rsidR="00B138FD" w:rsidRPr="00687BAE" w:rsidRDefault="00B138FD" w:rsidP="00B138FD">
      <w:pPr>
        <w:rPr>
          <w:rFonts w:ascii="Times New Roman" w:hAnsi="Times New Roman" w:cs="Times New Roman"/>
        </w:rPr>
      </w:pPr>
    </w:p>
    <w:p w:rsidR="00B138FD" w:rsidRDefault="00B138FD" w:rsidP="00B138FD">
      <w:pPr>
        <w:rPr>
          <w:rFonts w:ascii="Times New Roman" w:hAnsi="Times New Roman" w:cs="Times New Roman"/>
        </w:rPr>
      </w:pPr>
    </w:p>
    <w:p w:rsidR="00343ABC" w:rsidRPr="00B138FD" w:rsidRDefault="00B138FD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Сільський голова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>Валерій   МИХАЛЮК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</w:t>
      </w:r>
    </w:p>
    <w:sectPr w:rsidR="00343ABC" w:rsidRPr="00B138F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8FD"/>
    <w:rsid w:val="00262E3E"/>
    <w:rsid w:val="00343ABC"/>
    <w:rsid w:val="00B13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8F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"/>
    <w:basedOn w:val="a0"/>
    <w:link w:val="HTML0"/>
    <w:locked/>
    <w:rsid w:val="00B138F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"/>
    <w:link w:val="HTML"/>
    <w:unhideWhenUsed/>
    <w:rsid w:val="00B138FD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138FD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8F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"/>
    <w:basedOn w:val="a0"/>
    <w:link w:val="HTML0"/>
    <w:locked/>
    <w:rsid w:val="00B138F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"/>
    <w:link w:val="HTML"/>
    <w:unhideWhenUsed/>
    <w:rsid w:val="00B138FD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138FD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203</Words>
  <Characters>1160</Characters>
  <Application>Microsoft Office Word</Application>
  <DocSecurity>0</DocSecurity>
  <Lines>9</Lines>
  <Paragraphs>2</Paragraphs>
  <ScaleCrop>false</ScaleCrop>
  <Company>SPecialiST RePack</Company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2021-07-19T05:31:00Z</dcterms:created>
  <dcterms:modified xsi:type="dcterms:W3CDTF">2021-07-19T06:26:00Z</dcterms:modified>
</cp:coreProperties>
</file>