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756" w:rsidRDefault="00161756" w:rsidP="0016175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161756" w:rsidRDefault="00161756" w:rsidP="00161756"/>
    <w:p w:rsidR="00161756" w:rsidRDefault="00161756" w:rsidP="00161756"/>
    <w:p w:rsidR="00161756" w:rsidRDefault="00161756" w:rsidP="0016175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161756" w:rsidRDefault="00161756" w:rsidP="0016175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161756" w:rsidRDefault="00161756" w:rsidP="0016175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161756" w:rsidRDefault="00161756" w:rsidP="0016175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161756" w:rsidRDefault="00161756" w:rsidP="0016175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1756" w:rsidRDefault="00161756" w:rsidP="0016175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161756" w:rsidRDefault="00161756" w:rsidP="0016175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61756" w:rsidRDefault="00161756" w:rsidP="0016175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161756" w:rsidRDefault="00161756" w:rsidP="00161756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№119</w:t>
      </w:r>
    </w:p>
    <w:p w:rsidR="00161756" w:rsidRDefault="00161756" w:rsidP="00161756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61756" w:rsidRPr="000103EB" w:rsidRDefault="00161756" w:rsidP="00161756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>надання</w:t>
      </w:r>
      <w:proofErr w:type="spellEnd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>дозволу</w:t>
      </w:r>
      <w:proofErr w:type="spellEnd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 xml:space="preserve"> на </w:t>
      </w:r>
      <w:proofErr w:type="spellStart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>розробку</w:t>
      </w:r>
      <w:proofErr w:type="spellEnd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161756" w:rsidRPr="000103EB" w:rsidRDefault="00161756" w:rsidP="00161756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 xml:space="preserve">проекту  </w:t>
      </w:r>
      <w:proofErr w:type="spellStart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>із</w:t>
      </w:r>
      <w:proofErr w:type="spellEnd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>щодо</w:t>
      </w:r>
      <w:proofErr w:type="spellEnd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161756" w:rsidRPr="000103EB" w:rsidRDefault="00161756" w:rsidP="00161756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>відведення</w:t>
      </w:r>
      <w:proofErr w:type="spellEnd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>земельної</w:t>
      </w:r>
      <w:proofErr w:type="spellEnd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161756" w:rsidRPr="000103EB" w:rsidRDefault="00161756" w:rsidP="00161756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>Соколенко В.В.</w:t>
      </w:r>
    </w:p>
    <w:p w:rsidR="00161756" w:rsidRPr="000103EB" w:rsidRDefault="00161756" w:rsidP="00161756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161756" w:rsidRPr="000103EB" w:rsidRDefault="00161756" w:rsidP="00161756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до пункту 34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26,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самоврядування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Україні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», статей 12,  118 та 121 </w:t>
      </w:r>
      <w:proofErr w:type="gramStart"/>
      <w:r w:rsidRPr="000103EB">
        <w:rPr>
          <w:rFonts w:ascii="Times New Roman" w:eastAsia="Times New Roman" w:hAnsi="Times New Roman" w:cs="Times New Roman"/>
          <w:sz w:val="24"/>
          <w:szCs w:val="24"/>
        </w:rPr>
        <w:t>Земельного</w:t>
      </w:r>
      <w:proofErr w:type="gram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кодексу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, Закону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землеустрій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»,  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врахувавши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пропозицію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постійної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комісії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арх</w:t>
      </w:r>
      <w:proofErr w:type="gram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ітектури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благоустрою,</w:t>
      </w:r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Соколенка В.В.,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сільська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рада </w:t>
      </w:r>
    </w:p>
    <w:p w:rsidR="00161756" w:rsidRPr="000103EB" w:rsidRDefault="00161756" w:rsidP="00161756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0103EB">
        <w:rPr>
          <w:rFonts w:ascii="Times New Roman" w:eastAsia="Times New Roman" w:hAnsi="Times New Roman" w:cs="Times New Roman"/>
          <w:sz w:val="24"/>
          <w:szCs w:val="24"/>
        </w:rPr>
        <w:t>ВИРІШИЛА:</w:t>
      </w:r>
    </w:p>
    <w:p w:rsidR="00161756" w:rsidRPr="000103EB" w:rsidRDefault="00161756" w:rsidP="0016175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       1.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Надати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Соколенко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Віктору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Васильовичу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який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зареєстрований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1E4D92">
        <w:rPr>
          <w:rFonts w:ascii="Times New Roman" w:eastAsia="Calibri" w:hAnsi="Times New Roman" w:cs="Times New Roman"/>
          <w:sz w:val="24"/>
          <w:szCs w:val="24"/>
          <w:lang w:val="en-US"/>
        </w:rPr>
        <w:t>____________</w:t>
      </w:r>
      <w:bookmarkStart w:id="0" w:name="_GoBack"/>
      <w:bookmarkEnd w:id="0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, 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дозвіл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розробку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проекту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із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передачі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її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орієнтовною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2,00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га, для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за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рахунок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земель запасу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сільськогосподарського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призначення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земельна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розташована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території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Крупецької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сільської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ради за межами села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Стригани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( </w:t>
      </w:r>
      <w:proofErr w:type="spellStart"/>
      <w:proofErr w:type="gramEnd"/>
      <w:r w:rsidRPr="000103EB">
        <w:rPr>
          <w:rFonts w:ascii="Times New Roman" w:eastAsia="Times New Roman" w:hAnsi="Times New Roman" w:cs="Times New Roman"/>
          <w:sz w:val="24"/>
          <w:szCs w:val="24"/>
        </w:rPr>
        <w:t>кадастровий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номер 6823984000:03:012:0192).</w:t>
      </w:r>
    </w:p>
    <w:p w:rsidR="00161756" w:rsidRPr="000103EB" w:rsidRDefault="00161756" w:rsidP="0016175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      2. Соколенко В.В.,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розробити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проект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передачі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її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та подати на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розгляд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сесії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0103EB">
        <w:rPr>
          <w:rFonts w:ascii="Times New Roman" w:eastAsia="Calibri" w:hAnsi="Times New Roman" w:cs="Times New Roman"/>
          <w:sz w:val="24"/>
          <w:szCs w:val="24"/>
        </w:rPr>
        <w:t>ради</w:t>
      </w:r>
      <w:proofErr w:type="gramEnd"/>
      <w:r w:rsidRPr="000103E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61756" w:rsidRDefault="00161756" w:rsidP="0016175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3. Контроль за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161756" w:rsidRPr="00161756" w:rsidRDefault="00161756" w:rsidP="0016175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3304D" w:rsidRPr="00161756" w:rsidRDefault="00161756" w:rsidP="00161756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0103EB">
        <w:rPr>
          <w:rFonts w:ascii="Times New Roman" w:eastAsia="Arial Unicode MS" w:hAnsi="Times New Roman" w:cs="Times New Roman"/>
          <w:sz w:val="24"/>
          <w:szCs w:val="24"/>
        </w:rPr>
        <w:t>Секретар</w:t>
      </w:r>
      <w:proofErr w:type="spellEnd"/>
      <w:r w:rsidRPr="000103EB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sz w:val="24"/>
          <w:szCs w:val="24"/>
        </w:rPr>
        <w:t>сільської</w:t>
      </w:r>
      <w:proofErr w:type="spellEnd"/>
      <w:r w:rsidRPr="000103EB">
        <w:rPr>
          <w:rFonts w:ascii="Times New Roman" w:eastAsia="Arial Unicode MS" w:hAnsi="Times New Roman" w:cs="Times New Roman"/>
          <w:sz w:val="24"/>
          <w:szCs w:val="24"/>
        </w:rPr>
        <w:t xml:space="preserve"> ради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             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В.М.Мазур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</w:p>
    <w:sectPr w:rsidR="00F3304D" w:rsidRPr="00161756" w:rsidSect="00161756">
      <w:pgSz w:w="12240" w:h="15840"/>
      <w:pgMar w:top="1440" w:right="1440" w:bottom="851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756"/>
    <w:rsid w:val="00161756"/>
    <w:rsid w:val="00171A2E"/>
    <w:rsid w:val="001E4D92"/>
    <w:rsid w:val="00304C90"/>
    <w:rsid w:val="00505B6D"/>
    <w:rsid w:val="006D3977"/>
    <w:rsid w:val="007D6C18"/>
    <w:rsid w:val="00D1641A"/>
    <w:rsid w:val="00F33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279</Words>
  <Characters>1592</Characters>
  <Application>Microsoft Office Word</Application>
  <DocSecurity>0</DocSecurity>
  <Lines>13</Lines>
  <Paragraphs>3</Paragraphs>
  <ScaleCrop>false</ScaleCrop>
  <Company>Microsoft</Company>
  <LinksUpToDate>false</LinksUpToDate>
  <CharactersWithSpaces>1868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2020-07-29T14:36:00Z</dcterms:created>
  <dcterms:modified xsi:type="dcterms:W3CDTF">2020-07-29T18:19:00Z</dcterms:modified>
</cp:coreProperties>
</file>