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5C1" w:rsidRPr="00154EFF" w:rsidRDefault="003515C1" w:rsidP="003515C1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5C1" w:rsidRDefault="003515C1" w:rsidP="003515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515C1" w:rsidRDefault="003515C1" w:rsidP="003515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515C1" w:rsidRDefault="003515C1" w:rsidP="003515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15C1" w:rsidRDefault="003515C1" w:rsidP="003515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15C1" w:rsidRDefault="003515C1" w:rsidP="003515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15C1" w:rsidRDefault="003515C1" w:rsidP="003515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15C1" w:rsidRDefault="003515C1" w:rsidP="003515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515C1" w:rsidRDefault="003515C1" w:rsidP="003515C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515C1" w:rsidRDefault="003515C1" w:rsidP="003515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515C1" w:rsidRDefault="003515C1" w:rsidP="003515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515C1" w:rsidRDefault="003515C1" w:rsidP="003515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15C1" w:rsidRDefault="003515C1" w:rsidP="003515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515C1" w:rsidRDefault="003515C1" w:rsidP="003515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15C1" w:rsidRDefault="003515C1" w:rsidP="003515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515C1" w:rsidRDefault="003515C1" w:rsidP="003515C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515C1" w:rsidRPr="00867DAC" w:rsidRDefault="003515C1" w:rsidP="003515C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№45</w:t>
      </w:r>
    </w:p>
    <w:p w:rsidR="003515C1" w:rsidRPr="008E3616" w:rsidRDefault="003515C1" w:rsidP="003515C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515C1" w:rsidRPr="008E3616" w:rsidRDefault="003515C1" w:rsidP="003515C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дозволу</w:t>
      </w:r>
      <w:proofErr w:type="spellEnd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розробку</w:t>
      </w:r>
      <w:proofErr w:type="spellEnd"/>
    </w:p>
    <w:p w:rsidR="003515C1" w:rsidRPr="008E3616" w:rsidRDefault="003515C1" w:rsidP="003515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п</w:t>
      </w:r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щодо</w:t>
      </w:r>
      <w:proofErr w:type="spellEnd"/>
    </w:p>
    <w:p w:rsidR="003515C1" w:rsidRPr="008E3616" w:rsidRDefault="003515C1" w:rsidP="003515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ділянки</w:t>
      </w:r>
      <w:proofErr w:type="spellEnd"/>
    </w:p>
    <w:p w:rsidR="003515C1" w:rsidRPr="008E3616" w:rsidRDefault="003515C1" w:rsidP="003515C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Колежнюку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В.В.</w:t>
      </w:r>
    </w:p>
    <w:p w:rsidR="003515C1" w:rsidRPr="008E3616" w:rsidRDefault="003515C1" w:rsidP="003515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3515C1" w:rsidRPr="008E3616" w:rsidRDefault="003515C1" w:rsidP="003515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 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пункту</w:t>
      </w:r>
      <w:proofErr w:type="gram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34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частини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26,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42 Закону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самоврядування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Україні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>116,118, 121,122,186</w:t>
      </w:r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Земельного кодексу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землеустрій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 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Колежнюка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В.В.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сільська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рада </w:t>
      </w:r>
    </w:p>
    <w:p w:rsidR="003515C1" w:rsidRPr="00867DAC" w:rsidRDefault="003515C1" w:rsidP="003515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8E3616">
        <w:rPr>
          <w:rFonts w:ascii="Times New Roman" w:eastAsia="Calibri" w:hAnsi="Times New Roman" w:cs="Times New Roman"/>
          <w:sz w:val="24"/>
          <w:szCs w:val="24"/>
          <w:lang w:val="ru-RU"/>
        </w:rPr>
        <w:t>ВИРІШИЛА:</w:t>
      </w:r>
    </w:p>
    <w:p w:rsidR="003515C1" w:rsidRPr="008E3616" w:rsidRDefault="003515C1" w:rsidP="003515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1. Надати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Колежнюку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Василю Володимировичу, який зареєстрований за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05FFE">
        <w:rPr>
          <w:rFonts w:ascii="Times New Roman" w:eastAsia="Calibri" w:hAnsi="Times New Roman" w:cs="Times New Roman"/>
          <w:sz w:val="24"/>
          <w:szCs w:val="24"/>
        </w:rPr>
        <w:t>_________</w:t>
      </w:r>
      <w:bookmarkStart w:id="0" w:name="_GoBack"/>
      <w:bookmarkEnd w:id="0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із землеустрою щодо відведення земельної ділянки для передачі її у власність, орієнтовною площею 0,3800 га, для  ведення особистого селянського господарства,  яка розташована в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Лисиче.</w:t>
      </w:r>
    </w:p>
    <w:p w:rsidR="003515C1" w:rsidRPr="008E3616" w:rsidRDefault="003515C1" w:rsidP="003515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Колежнюку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розробити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515C1" w:rsidRPr="008E3616" w:rsidRDefault="003515C1" w:rsidP="003515C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515C1" w:rsidRPr="008E3616" w:rsidRDefault="003515C1" w:rsidP="003515C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515C1" w:rsidRPr="008E3616" w:rsidRDefault="003515C1" w:rsidP="003515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15C1" w:rsidRPr="008E3616" w:rsidRDefault="003515C1" w:rsidP="003515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15C1" w:rsidRDefault="003515C1" w:rsidP="003515C1">
      <w:pPr>
        <w:tabs>
          <w:tab w:val="left" w:pos="4424"/>
        </w:tabs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FD4DE7" w:rsidRPr="003515C1" w:rsidRDefault="003515C1" w:rsidP="003515C1">
      <w:pPr>
        <w:tabs>
          <w:tab w:val="left" w:pos="4424"/>
        </w:tabs>
        <w:spacing w:after="0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FD4DE7" w:rsidRPr="003515C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5C1"/>
    <w:rsid w:val="003515C1"/>
    <w:rsid w:val="00D05FFE"/>
    <w:rsid w:val="00FD4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5C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3515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515C1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5C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3515C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515C1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233</Words>
  <Characters>1332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2022-02-08T06:43:00Z</dcterms:created>
  <dcterms:modified xsi:type="dcterms:W3CDTF">2022-02-08T11:13:00Z</dcterms:modified>
</cp:coreProperties>
</file>