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D7" w:rsidRPr="004102D1" w:rsidRDefault="00DD29D7" w:rsidP="00DD29D7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9D7" w:rsidRDefault="00DD29D7" w:rsidP="00DD29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D29D7" w:rsidRDefault="00DD29D7" w:rsidP="00DD29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D29D7" w:rsidRPr="000A4F3E" w:rsidRDefault="00DD29D7" w:rsidP="00DD29D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29D7" w:rsidRPr="000A4F3E" w:rsidRDefault="00DD29D7" w:rsidP="00DD29D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29D7" w:rsidRPr="000A4F3E" w:rsidRDefault="00DD29D7" w:rsidP="00DD29D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29D7" w:rsidRPr="000A4F3E" w:rsidRDefault="00DD29D7" w:rsidP="00DD29D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29D7" w:rsidRPr="000A4F3E" w:rsidRDefault="00DD29D7" w:rsidP="00DD29D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D29D7" w:rsidRPr="000A4F3E" w:rsidRDefault="00DD29D7" w:rsidP="00DD29D7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D29D7" w:rsidRPr="000A4F3E" w:rsidRDefault="00DD29D7" w:rsidP="00DD29D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D29D7" w:rsidRPr="000A4F3E" w:rsidRDefault="00DD29D7" w:rsidP="00DD29D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D29D7" w:rsidRPr="000A4F3E" w:rsidRDefault="00DD29D7" w:rsidP="00DD29D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29D7" w:rsidRPr="000A4F3E" w:rsidRDefault="00DD29D7" w:rsidP="00DD29D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D29D7" w:rsidRPr="000A4F3E" w:rsidRDefault="00DD29D7" w:rsidP="00DD29D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29D7" w:rsidRPr="000A4F3E" w:rsidRDefault="00DD29D7" w:rsidP="00DD29D7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D29D7" w:rsidRPr="000A4F3E" w:rsidRDefault="00DD29D7" w:rsidP="00DD29D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D29D7" w:rsidRDefault="00DD29D7" w:rsidP="00DD29D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DD29D7" w:rsidRPr="004102D1" w:rsidRDefault="00DD29D7" w:rsidP="00DD29D7">
      <w:pPr>
        <w:pStyle w:val="HTML0"/>
        <w:spacing w:line="276" w:lineRule="auto"/>
        <w:rPr>
          <w:rFonts w:ascii="Times New Roman" w:hAnsi="Times New Roman"/>
        </w:rPr>
      </w:pPr>
    </w:p>
    <w:p w:rsidR="00DD29D7" w:rsidRPr="00CA5B65" w:rsidRDefault="00DD29D7" w:rsidP="00DD29D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DD29D7" w:rsidRPr="00CA5B65" w:rsidRDefault="00DD29D7" w:rsidP="00DD29D7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DD29D7" w:rsidRPr="00CA5B65" w:rsidRDefault="00DD29D7" w:rsidP="00DD29D7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DD29D7" w:rsidRPr="00CA5B65" w:rsidRDefault="00DD29D7" w:rsidP="00DD29D7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eastAsia="Times New Roman" w:hAnsi="Times New Roman"/>
          <w:b/>
          <w:sz w:val="24"/>
        </w:rPr>
        <w:t>Б</w:t>
      </w:r>
      <w:proofErr w:type="gramEnd"/>
      <w:r>
        <w:rPr>
          <w:rFonts w:ascii="Times New Roman" w:eastAsia="Times New Roman" w:hAnsi="Times New Roman"/>
          <w:b/>
          <w:sz w:val="24"/>
        </w:rPr>
        <w:t>ірюковій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Л.Д.</w:t>
      </w:r>
    </w:p>
    <w:p w:rsidR="00DD29D7" w:rsidRPr="00CA5B65" w:rsidRDefault="00DD29D7" w:rsidP="00DD29D7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DD29D7" w:rsidRPr="00CA5B65" w:rsidRDefault="00DD29D7" w:rsidP="00DD29D7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proofErr w:type="gramStart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Б</w:t>
      </w:r>
      <w:proofErr w:type="gramEnd"/>
      <w:r>
        <w:rPr>
          <w:rFonts w:ascii="Times New Roman" w:eastAsia="Times New Roman" w:hAnsi="Times New Roman"/>
          <w:sz w:val="24"/>
        </w:rPr>
        <w:t>ірюкової</w:t>
      </w:r>
      <w:proofErr w:type="spellEnd"/>
      <w:r>
        <w:rPr>
          <w:rFonts w:ascii="Times New Roman" w:eastAsia="Times New Roman" w:hAnsi="Times New Roman"/>
          <w:sz w:val="24"/>
        </w:rPr>
        <w:t xml:space="preserve"> Л.Д. 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DD29D7" w:rsidRPr="00CA5B65" w:rsidRDefault="00DD29D7" w:rsidP="00DD29D7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DD29D7" w:rsidRPr="00CA5B65" w:rsidRDefault="00DD29D7" w:rsidP="00DD29D7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proofErr w:type="gramStart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551C41">
        <w:rPr>
          <w:rFonts w:ascii="Times New Roman" w:eastAsia="Times New Roman" w:hAnsi="Times New Roman"/>
          <w:sz w:val="24"/>
        </w:rPr>
        <w:t>Б</w:t>
      </w:r>
      <w:proofErr w:type="gramEnd"/>
      <w:r w:rsidRPr="00551C41">
        <w:rPr>
          <w:rFonts w:ascii="Times New Roman" w:eastAsia="Times New Roman" w:hAnsi="Times New Roman"/>
          <w:sz w:val="24"/>
        </w:rPr>
        <w:t>ірюковій</w:t>
      </w:r>
      <w:proofErr w:type="spellEnd"/>
      <w:r w:rsidRPr="00551C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551C41">
        <w:rPr>
          <w:rFonts w:ascii="Times New Roman" w:eastAsia="Times New Roman" w:hAnsi="Times New Roman"/>
          <w:sz w:val="24"/>
        </w:rPr>
        <w:t>Лідії</w:t>
      </w:r>
      <w:proofErr w:type="spellEnd"/>
      <w:r w:rsidRPr="00551C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551C41">
        <w:rPr>
          <w:rFonts w:ascii="Times New Roman" w:eastAsia="Times New Roman" w:hAnsi="Times New Roman"/>
          <w:sz w:val="24"/>
        </w:rPr>
        <w:t>Дмитрівні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D408E8">
        <w:rPr>
          <w:rFonts w:ascii="Times New Roman" w:eastAsia="Times New Roman" w:hAnsi="Times New Roman"/>
          <w:sz w:val="24"/>
          <w:lang w:val="en-US"/>
        </w:rPr>
        <w:t>_______________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0,11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особистого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селянського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в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Крупець</w:t>
      </w:r>
      <w:proofErr w:type="spellEnd"/>
      <w:r w:rsidRPr="00CA5B65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DD29D7" w:rsidRPr="00CA5B65" w:rsidRDefault="00DD29D7" w:rsidP="00DD29D7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CA5B65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Бірюковій</w:t>
      </w:r>
      <w:proofErr w:type="spellEnd"/>
      <w:r>
        <w:rPr>
          <w:rFonts w:ascii="Times New Roman" w:eastAsia="Times New Roman" w:hAnsi="Times New Roman"/>
          <w:sz w:val="24"/>
        </w:rPr>
        <w:t xml:space="preserve"> Л.Д..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розгляд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сесії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eastAsia="Times New Roman" w:hAnsi="Times New Roman"/>
          <w:sz w:val="24"/>
        </w:rPr>
        <w:t>ради</w:t>
      </w:r>
      <w:proofErr w:type="gramEnd"/>
      <w:r w:rsidRPr="00CA5B65">
        <w:rPr>
          <w:rFonts w:ascii="Times New Roman" w:eastAsia="Times New Roman" w:hAnsi="Times New Roman"/>
          <w:sz w:val="24"/>
        </w:rPr>
        <w:t>.</w:t>
      </w:r>
    </w:p>
    <w:p w:rsidR="00DD29D7" w:rsidRPr="00CA5B65" w:rsidRDefault="00DD29D7" w:rsidP="00DD29D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DD29D7" w:rsidRPr="00CA5B65" w:rsidRDefault="00DD29D7" w:rsidP="00DD29D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DD29D7" w:rsidRPr="00CA5B65" w:rsidRDefault="00DD29D7" w:rsidP="00DD29D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DD29D7" w:rsidRPr="00DD29D7" w:rsidRDefault="00DD29D7" w:rsidP="00DD29D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F47D0" w:rsidRPr="00DD29D7" w:rsidRDefault="00DD29D7" w:rsidP="00DD29D7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0F47D0" w:rsidRPr="00DD29D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D7"/>
    <w:rsid w:val="000F47D0"/>
    <w:rsid w:val="00171A2E"/>
    <w:rsid w:val="00304C90"/>
    <w:rsid w:val="00505B6D"/>
    <w:rsid w:val="006D3977"/>
    <w:rsid w:val="007D6C18"/>
    <w:rsid w:val="00D1641A"/>
    <w:rsid w:val="00D408E8"/>
    <w:rsid w:val="00DD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D29D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D29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D29D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D29D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D29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D29D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243</Words>
  <Characters>1390</Characters>
  <Application>Microsoft Office Word</Application>
  <DocSecurity>0</DocSecurity>
  <Lines>11</Lines>
  <Paragraphs>3</Paragraphs>
  <ScaleCrop>false</ScaleCrop>
  <Company>Microsoft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2020-08-20T14:26:00Z</dcterms:created>
  <dcterms:modified xsi:type="dcterms:W3CDTF">2020-08-20T15:50:00Z</dcterms:modified>
</cp:coreProperties>
</file>