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46" w:rsidRPr="004102D1" w:rsidRDefault="00705046" w:rsidP="00705046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046" w:rsidRDefault="00705046" w:rsidP="007050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05046" w:rsidRDefault="00705046" w:rsidP="007050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05046" w:rsidRPr="000A4F3E" w:rsidRDefault="00705046" w:rsidP="0070504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5046" w:rsidRPr="000A4F3E" w:rsidRDefault="00705046" w:rsidP="0070504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05046" w:rsidRPr="000A4F3E" w:rsidRDefault="00705046" w:rsidP="0070504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5046" w:rsidRDefault="00705046" w:rsidP="0070504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705046" w:rsidRDefault="00705046" w:rsidP="0070504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5046" w:rsidRPr="00CA5B65" w:rsidRDefault="00705046" w:rsidP="0070504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705046" w:rsidRPr="00CA5B65" w:rsidRDefault="00705046" w:rsidP="00705046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705046" w:rsidRPr="00CA5B65" w:rsidRDefault="00705046" w:rsidP="00705046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705046" w:rsidRPr="00CA5B65" w:rsidRDefault="00705046" w:rsidP="00705046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Дячук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В.О.</w:t>
      </w:r>
    </w:p>
    <w:p w:rsidR="00705046" w:rsidRPr="00CA5B65" w:rsidRDefault="00705046" w:rsidP="00705046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705046" w:rsidRPr="00CA5B65" w:rsidRDefault="00705046" w:rsidP="00705046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Дячук</w:t>
      </w:r>
      <w:proofErr w:type="spellEnd"/>
      <w:r>
        <w:rPr>
          <w:rFonts w:ascii="Times New Roman" w:eastAsia="Times New Roman" w:hAnsi="Times New Roman"/>
          <w:sz w:val="24"/>
        </w:rPr>
        <w:t xml:space="preserve"> В.О.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705046" w:rsidRPr="00CA5B65" w:rsidRDefault="00705046" w:rsidP="0070504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705046" w:rsidRPr="00CA5B65" w:rsidRDefault="00705046" w:rsidP="0070504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Дячук</w:t>
      </w:r>
      <w:proofErr w:type="spellEnd"/>
      <w:proofErr w:type="gramStart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>ікторії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Олександрівні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0037CA">
        <w:rPr>
          <w:rFonts w:ascii="Times New Roman" w:eastAsia="Times New Roman" w:hAnsi="Times New Roman"/>
          <w:sz w:val="24"/>
          <w:lang w:val="en-US"/>
        </w:rPr>
        <w:t>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2,00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кадастровий</w:t>
      </w:r>
      <w:proofErr w:type="spellEnd"/>
      <w:r>
        <w:rPr>
          <w:rFonts w:ascii="Times New Roman" w:eastAsia="Times New Roman" w:hAnsi="Times New Roman"/>
          <w:sz w:val="24"/>
        </w:rPr>
        <w:t xml:space="preserve"> номер 6823984000:03:002:0165, 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>
        <w:rPr>
          <w:rFonts w:ascii="Times New Roman" w:eastAsia="Times New Roman" w:hAnsi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</w:rPr>
        <w:t>території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сільської</w:t>
      </w:r>
      <w:proofErr w:type="spellEnd"/>
      <w:r>
        <w:rPr>
          <w:rFonts w:ascii="Times New Roman" w:eastAsia="Times New Roman" w:hAnsi="Times New Roman"/>
          <w:sz w:val="24"/>
        </w:rPr>
        <w:t xml:space="preserve"> ради за межами </w:t>
      </w:r>
      <w:proofErr w:type="spellStart"/>
      <w:r>
        <w:rPr>
          <w:rFonts w:ascii="Times New Roman" w:eastAsia="Times New Roman" w:hAnsi="Times New Roman"/>
          <w:sz w:val="24"/>
        </w:rPr>
        <w:t>населеного</w:t>
      </w:r>
      <w:proofErr w:type="spellEnd"/>
      <w:r>
        <w:rPr>
          <w:rFonts w:ascii="Times New Roman" w:eastAsia="Times New Roman" w:hAnsi="Times New Roman"/>
          <w:sz w:val="24"/>
        </w:rPr>
        <w:t xml:space="preserve"> пункту села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05046" w:rsidRPr="00DC5C5B" w:rsidRDefault="00705046" w:rsidP="00705046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Дячук</w:t>
      </w:r>
      <w:proofErr w:type="spellEnd"/>
      <w:r>
        <w:rPr>
          <w:rFonts w:ascii="Times New Roman" w:eastAsia="Times New Roman" w:hAnsi="Times New Roman"/>
          <w:sz w:val="24"/>
        </w:rPr>
        <w:t xml:space="preserve"> В.О.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705046" w:rsidRPr="00CA5B65" w:rsidRDefault="00705046" w:rsidP="0070504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05046" w:rsidRPr="00705046" w:rsidRDefault="00705046" w:rsidP="0070504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705046" w:rsidRPr="004102D1" w:rsidRDefault="00705046" w:rsidP="00705046">
      <w:pPr>
        <w:pStyle w:val="HTML0"/>
        <w:spacing w:line="276" w:lineRule="auto"/>
        <w:rPr>
          <w:rFonts w:ascii="Times New Roman" w:hAnsi="Times New Roman"/>
        </w:rPr>
      </w:pPr>
    </w:p>
    <w:p w:rsidR="00705046" w:rsidRDefault="00705046" w:rsidP="007050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7FE5" w:rsidRPr="00705046" w:rsidRDefault="00705046" w:rsidP="00705046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 </w:t>
      </w:r>
    </w:p>
    <w:sectPr w:rsidR="00F27FE5" w:rsidRPr="007050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046"/>
    <w:rsid w:val="000037CA"/>
    <w:rsid w:val="00171A2E"/>
    <w:rsid w:val="00304C90"/>
    <w:rsid w:val="00505B6D"/>
    <w:rsid w:val="006D3977"/>
    <w:rsid w:val="00705046"/>
    <w:rsid w:val="007D6C18"/>
    <w:rsid w:val="00D1641A"/>
    <w:rsid w:val="00F2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0504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050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0504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0504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050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0504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257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2020-08-20T14:40:00Z</dcterms:created>
  <dcterms:modified xsi:type="dcterms:W3CDTF">2020-08-21T12:27:00Z</dcterms:modified>
</cp:coreProperties>
</file>