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F2F" w:rsidRDefault="004A4F2F" w:rsidP="004A4F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A4F2F" w:rsidRDefault="004A4F2F" w:rsidP="004A4F2F"/>
    <w:p w:rsidR="004A4F2F" w:rsidRDefault="004A4F2F" w:rsidP="004A4F2F"/>
    <w:p w:rsidR="004A4F2F" w:rsidRDefault="004A4F2F" w:rsidP="004A4F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A4F2F" w:rsidRDefault="004A4F2F" w:rsidP="004A4F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A4F2F" w:rsidRDefault="004A4F2F" w:rsidP="004A4F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A4F2F" w:rsidRDefault="004A4F2F" w:rsidP="004A4F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A4F2F" w:rsidRDefault="004A4F2F" w:rsidP="004A4F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F2F" w:rsidRDefault="004A4F2F" w:rsidP="004A4F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A4F2F" w:rsidRDefault="004A4F2F" w:rsidP="004A4F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4F2F" w:rsidRDefault="004A4F2F" w:rsidP="004A4F2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A4F2F" w:rsidRDefault="004A4F2F" w:rsidP="004A4F2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A4F2F" w:rsidRDefault="004A4F2F" w:rsidP="004A4F2F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№27</w:t>
      </w:r>
    </w:p>
    <w:p w:rsidR="004A4F2F" w:rsidRPr="00300969" w:rsidRDefault="004A4F2F" w:rsidP="004A4F2F">
      <w:pPr>
        <w:tabs>
          <w:tab w:val="left" w:pos="4424"/>
        </w:tabs>
        <w:rPr>
          <w:rFonts w:ascii="Times New Roman" w:hAnsi="Times New Roman" w:cs="Times New Roman"/>
        </w:rPr>
      </w:pPr>
    </w:p>
    <w:p w:rsidR="004A4F2F" w:rsidRPr="000F74B5" w:rsidRDefault="004A4F2F" w:rsidP="004A4F2F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74B5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0F74B5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0F74B5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4A4F2F" w:rsidRPr="000F74B5" w:rsidRDefault="004A4F2F" w:rsidP="004A4F2F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A4F2F" w:rsidRPr="000F74B5" w:rsidRDefault="004A4F2F" w:rsidP="004A4F2F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74B5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4A4F2F" w:rsidRPr="000F74B5" w:rsidRDefault="004A4F2F" w:rsidP="004A4F2F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74B5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0F74B5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0F74B5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) 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Токман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О.А.</w:t>
      </w:r>
    </w:p>
    <w:p w:rsidR="004A4F2F" w:rsidRPr="000F74B5" w:rsidRDefault="004A4F2F" w:rsidP="004A4F2F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A4F2F" w:rsidRPr="000F74B5" w:rsidRDefault="004A4F2F" w:rsidP="004A4F2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74B5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самоврядув</w:t>
      </w:r>
      <w:r>
        <w:rPr>
          <w:rFonts w:ascii="Times New Roman" w:hAnsi="Times New Roman" w:cs="Times New Roman"/>
          <w:sz w:val="24"/>
          <w:szCs w:val="24"/>
        </w:rPr>
        <w:t>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</w:t>
      </w:r>
      <w:r w:rsidRPr="000F74B5">
        <w:rPr>
          <w:rFonts w:ascii="Times New Roman" w:hAnsi="Times New Roman" w:cs="Times New Roman"/>
          <w:sz w:val="24"/>
          <w:szCs w:val="24"/>
        </w:rPr>
        <w:t xml:space="preserve"> 121 Земельного кодексу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прав  </w:t>
      </w:r>
      <w:proofErr w:type="gramStart"/>
      <w:r w:rsidRPr="000F74B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Токман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О.А.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4A4F2F" w:rsidRPr="000F74B5" w:rsidRDefault="004A4F2F" w:rsidP="004A4F2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F74B5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Токману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Олександру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Анатолійовичу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B65CE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</w:t>
      </w:r>
      <w:r w:rsidR="00B65C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B65CE3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bookmarkStart w:id="0" w:name="_GoBack"/>
      <w:bookmarkEnd w:id="0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0F74B5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0F74B5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0,3272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74B5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номер: 6823982100:01:002:0018), для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с.Головлі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>.</w:t>
      </w:r>
    </w:p>
    <w:p w:rsidR="004A4F2F" w:rsidRPr="000F74B5" w:rsidRDefault="004A4F2F" w:rsidP="004A4F2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74B5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0F74B5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Токману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О.А.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4A4F2F" w:rsidRPr="000F74B5" w:rsidRDefault="004A4F2F" w:rsidP="004A4F2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74B5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F74B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F74B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4A4F2F" w:rsidRPr="004A4F2F" w:rsidRDefault="004A4F2F" w:rsidP="004A4F2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A4F2F" w:rsidRPr="000F74B5" w:rsidRDefault="004A4F2F" w:rsidP="004A4F2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4F2F" w:rsidRPr="000F74B5" w:rsidRDefault="004A4F2F" w:rsidP="004A4F2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11AA" w:rsidRPr="004A4F2F" w:rsidRDefault="004A4F2F" w:rsidP="004A4F2F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1911AA" w:rsidRPr="004A4F2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F2F"/>
    <w:rsid w:val="00171A2E"/>
    <w:rsid w:val="001911AA"/>
    <w:rsid w:val="00304C90"/>
    <w:rsid w:val="004A4F2F"/>
    <w:rsid w:val="00505B6D"/>
    <w:rsid w:val="006D3977"/>
    <w:rsid w:val="007D6C18"/>
    <w:rsid w:val="00B65CE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252</Words>
  <Characters>1437</Characters>
  <Application>Microsoft Office Word</Application>
  <DocSecurity>0</DocSecurity>
  <Lines>11</Lines>
  <Paragraphs>3</Paragraphs>
  <ScaleCrop>false</ScaleCrop>
  <Company>Microsoft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2020-07-02T11:21:00Z</dcterms:created>
  <dcterms:modified xsi:type="dcterms:W3CDTF">2020-07-02T12:49:00Z</dcterms:modified>
</cp:coreProperties>
</file>