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2D2" w:rsidRPr="00B623A8" w:rsidRDefault="00D642D2" w:rsidP="00D642D2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42D2" w:rsidRDefault="00D642D2" w:rsidP="00D642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642D2" w:rsidRDefault="00D642D2" w:rsidP="00D642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42D2" w:rsidRDefault="00D642D2" w:rsidP="00D642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642D2" w:rsidRDefault="00D642D2" w:rsidP="00D642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42D2" w:rsidRDefault="00D642D2" w:rsidP="00D642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642D2" w:rsidRDefault="00D642D2" w:rsidP="00D642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42D2" w:rsidRDefault="00D642D2" w:rsidP="00D642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642D2" w:rsidRDefault="00D642D2" w:rsidP="00D642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42D2" w:rsidRDefault="00D642D2" w:rsidP="00D642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642D2" w:rsidRDefault="00D642D2" w:rsidP="00D642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42D2" w:rsidRDefault="00D642D2" w:rsidP="00D642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642D2" w:rsidRDefault="00D642D2" w:rsidP="00D642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42D2" w:rsidRDefault="00D642D2" w:rsidP="00D642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642D2" w:rsidRDefault="00D642D2" w:rsidP="00D642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42D2" w:rsidRDefault="00D642D2" w:rsidP="00D642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642D2" w:rsidRDefault="00D642D2" w:rsidP="00D642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42D2" w:rsidRDefault="00D642D2" w:rsidP="00D642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642D2" w:rsidRDefault="00D642D2" w:rsidP="00D642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42D2" w:rsidRDefault="00D642D2" w:rsidP="00D642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642D2" w:rsidRDefault="00D642D2" w:rsidP="00D642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42D2" w:rsidRDefault="00D642D2" w:rsidP="00D642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42D2" w:rsidRDefault="00D642D2" w:rsidP="00D642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42D2" w:rsidRDefault="00D642D2" w:rsidP="00D642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42D2" w:rsidRDefault="00D642D2" w:rsidP="00D642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42D2" w:rsidRDefault="00D642D2" w:rsidP="00D642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42D2" w:rsidRDefault="00D642D2" w:rsidP="00D642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42D2" w:rsidRDefault="00D642D2" w:rsidP="00D642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42D2" w:rsidRDefault="00D642D2" w:rsidP="00D642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42D2" w:rsidRDefault="00D642D2" w:rsidP="00D642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42D2" w:rsidRDefault="00D642D2" w:rsidP="00D642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642D2" w:rsidRDefault="00D642D2" w:rsidP="00D642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642D2" w:rsidRDefault="00D642D2" w:rsidP="00D642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642D2" w:rsidRDefault="00D642D2" w:rsidP="00D642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642D2" w:rsidRDefault="00D642D2" w:rsidP="00D642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642D2" w:rsidRDefault="00D642D2" w:rsidP="00D642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642D2" w:rsidRDefault="00D642D2" w:rsidP="00D642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642D2" w:rsidRDefault="00D642D2" w:rsidP="00D642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642D2" w:rsidRDefault="00D642D2" w:rsidP="00D642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642D2" w:rsidRDefault="00D642D2" w:rsidP="00D642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642D2" w:rsidRDefault="00D642D2" w:rsidP="00D642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642D2" w:rsidRDefault="00D642D2" w:rsidP="00D642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642D2" w:rsidRDefault="00D642D2" w:rsidP="00D642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642D2" w:rsidRDefault="00D642D2" w:rsidP="00D642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642D2" w:rsidRDefault="00D642D2" w:rsidP="00D642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642D2" w:rsidRDefault="00D642D2" w:rsidP="00D642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642D2" w:rsidRDefault="00D642D2" w:rsidP="00D642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642D2" w:rsidRDefault="00D642D2" w:rsidP="00D642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642D2" w:rsidRDefault="00D642D2" w:rsidP="00D642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642D2" w:rsidRDefault="00D642D2" w:rsidP="00D642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642D2" w:rsidRDefault="00D642D2" w:rsidP="00D642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D642D2" w:rsidRDefault="00D642D2" w:rsidP="00D642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642D2" w:rsidRDefault="00D642D2" w:rsidP="00D642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642D2" w:rsidRDefault="00D642D2" w:rsidP="00D642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642D2" w:rsidRDefault="00D642D2" w:rsidP="00D642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642D2" w:rsidRDefault="00D642D2" w:rsidP="00D642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642D2" w:rsidRDefault="00D642D2" w:rsidP="00D642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642D2" w:rsidRDefault="00D642D2" w:rsidP="00D642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D642D2" w:rsidRDefault="00D642D2" w:rsidP="00D642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642D2" w:rsidRDefault="00D642D2" w:rsidP="00D642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642D2" w:rsidRDefault="00D642D2" w:rsidP="00D642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642D2" w:rsidRDefault="00D642D2" w:rsidP="00D642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642D2" w:rsidRDefault="00D642D2" w:rsidP="00D642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642D2" w:rsidRDefault="00D642D2" w:rsidP="00D642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642D2" w:rsidRDefault="00D642D2" w:rsidP="00D642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642D2" w:rsidRDefault="00D642D2" w:rsidP="00D642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D642D2" w:rsidRDefault="00D642D2" w:rsidP="00D642D2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D642D2" w:rsidRDefault="00D642D2" w:rsidP="00D642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D642D2" w:rsidRDefault="00D642D2" w:rsidP="00D642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D642D2" w:rsidRDefault="00D642D2" w:rsidP="00D642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642D2" w:rsidRDefault="00D642D2" w:rsidP="00D642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D642D2" w:rsidRDefault="00D642D2" w:rsidP="00D642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642D2" w:rsidRDefault="00D642D2" w:rsidP="00D642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D642D2" w:rsidRDefault="00D642D2" w:rsidP="00D642D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642D2" w:rsidRDefault="00D642D2" w:rsidP="00D642D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12.10.2020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№11</w:t>
      </w:r>
    </w:p>
    <w:p w:rsidR="00D642D2" w:rsidRPr="00A31AA4" w:rsidRDefault="00D642D2" w:rsidP="00D642D2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D642D2" w:rsidRPr="00A31AA4" w:rsidRDefault="00D642D2" w:rsidP="00D642D2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затвердження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проекту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землеустрою</w:t>
      </w:r>
      <w:proofErr w:type="spellEnd"/>
    </w:p>
    <w:p w:rsidR="00D642D2" w:rsidRPr="00A31AA4" w:rsidRDefault="00D642D2" w:rsidP="00D642D2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щодо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відведення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земельної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ділянки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та</w:t>
      </w:r>
    </w:p>
    <w:p w:rsidR="00D642D2" w:rsidRPr="00721320" w:rsidRDefault="00D642D2" w:rsidP="00D642D2">
      <w:pPr>
        <w:tabs>
          <w:tab w:val="left" w:pos="2160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передачі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її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у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власність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Бурмій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В.А.</w:t>
      </w:r>
    </w:p>
    <w:p w:rsidR="00D642D2" w:rsidRPr="00A31AA4" w:rsidRDefault="00D642D2" w:rsidP="00D642D2">
      <w:pPr>
        <w:tabs>
          <w:tab w:val="left" w:pos="2160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642D2" w:rsidRPr="00A31AA4" w:rsidRDefault="00D642D2" w:rsidP="00D642D2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Відповідно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до пункту  34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частини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1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26, 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42 Закону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місцеве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самоврядування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Україні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», статей 12, 116, 118, 121, 186, та 186-1 Земельного кодексу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 Закону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землеустрій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», Закону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державну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реєстрацію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речових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прав на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нерухоме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майно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та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їх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обтяжень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»,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розглянувши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заяву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Бурмій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В.А.</w:t>
      </w: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 рада    </w:t>
      </w:r>
    </w:p>
    <w:p w:rsidR="00D642D2" w:rsidRPr="00A31AA4" w:rsidRDefault="00D642D2" w:rsidP="00D642D2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D642D2" w:rsidRPr="00A31AA4" w:rsidRDefault="00D642D2" w:rsidP="00D642D2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1.Затвердит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и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Бурмій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Василю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Андрійовичу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проект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землеустрою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щодо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відведення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земельної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ділянки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 w:rsidRPr="00A31AA4">
        <w:rPr>
          <w:rFonts w:ascii="Times New Roman" w:eastAsia="Arial Unicode MS" w:hAnsi="Times New Roman"/>
          <w:sz w:val="24"/>
          <w:szCs w:val="24"/>
        </w:rPr>
        <w:t xml:space="preserve">для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ведення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особистого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селянського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господарства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0,0672</w:t>
      </w: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га, яка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 </w:t>
      </w:r>
      <w:r>
        <w:rPr>
          <w:rFonts w:ascii="Times New Roman" w:eastAsia="Arial Unicode MS" w:hAnsi="Times New Roman"/>
          <w:sz w:val="24"/>
          <w:szCs w:val="24"/>
        </w:rPr>
        <w:t xml:space="preserve">с.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Полянь</w:t>
      </w:r>
      <w:proofErr w:type="spellEnd"/>
      <w:r>
        <w:rPr>
          <w:rFonts w:ascii="Times New Roman" w:eastAsia="Arial Unicode MS" w:hAnsi="Times New Roman"/>
          <w:sz w:val="24"/>
          <w:szCs w:val="24"/>
        </w:rPr>
        <w:t>.</w:t>
      </w:r>
    </w:p>
    <w:p w:rsidR="00D642D2" w:rsidRPr="00A31AA4" w:rsidRDefault="00D642D2" w:rsidP="00D642D2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2.Передат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и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Бурмій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Василю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Андрійовичу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який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зареєстрований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за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адресою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: </w:t>
      </w:r>
      <w:r w:rsidR="00016752">
        <w:rPr>
          <w:rFonts w:ascii="Times New Roman" w:eastAsia="Arial Unicode MS" w:hAnsi="Times New Roman"/>
          <w:color w:val="000000"/>
          <w:sz w:val="24"/>
          <w:szCs w:val="24"/>
          <w:lang w:val="uk-UA"/>
        </w:rPr>
        <w:t>____________</w:t>
      </w:r>
      <w:r w:rsidRPr="00A31AA4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/>
          <w:color w:val="000000"/>
          <w:sz w:val="24"/>
          <w:szCs w:val="24"/>
        </w:rPr>
        <w:t>дентифікаційний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 </w:t>
      </w:r>
      <w:r w:rsidR="00016752">
        <w:rPr>
          <w:rFonts w:ascii="Times New Roman" w:eastAsia="Arial Unicode MS" w:hAnsi="Times New Roman"/>
          <w:color w:val="000000"/>
          <w:sz w:val="24"/>
          <w:szCs w:val="24"/>
          <w:lang w:val="uk-UA"/>
        </w:rPr>
        <w:t>__________</w:t>
      </w:r>
      <w:bookmarkStart w:id="0" w:name="_GoBack"/>
      <w:bookmarkEnd w:id="0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земельну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ділянку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0,0672</w:t>
      </w: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га,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кадастровий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номер: 6823986800:01:007:0023</w:t>
      </w: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для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ведення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 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особистого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селянського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господарства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>,</w:t>
      </w: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яка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 w:rsidRPr="00A31AA4">
        <w:rPr>
          <w:rFonts w:ascii="Times New Roman" w:eastAsia="Arial Unicode MS" w:hAnsi="Times New Roman"/>
          <w:sz w:val="24"/>
          <w:szCs w:val="24"/>
        </w:rPr>
        <w:t>с.</w:t>
      </w:r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Полянь</w:t>
      </w:r>
      <w:proofErr w:type="spellEnd"/>
      <w:r>
        <w:rPr>
          <w:rFonts w:ascii="Times New Roman" w:eastAsia="Arial Unicode MS" w:hAnsi="Times New Roman"/>
          <w:sz w:val="24"/>
          <w:szCs w:val="24"/>
        </w:rPr>
        <w:t>.</w:t>
      </w:r>
    </w:p>
    <w:p w:rsidR="00D642D2" w:rsidRPr="00A31AA4" w:rsidRDefault="00D642D2" w:rsidP="00D642D2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3.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Бурмію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В.А.</w:t>
      </w: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якому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gram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передана</w:t>
      </w:r>
      <w:proofErr w:type="gram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земельна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ділянка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власність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посвідчити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право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власності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в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установленому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законом порядку.</w:t>
      </w:r>
    </w:p>
    <w:p w:rsidR="00D642D2" w:rsidRPr="00A31AA4" w:rsidRDefault="00D642D2" w:rsidP="00D642D2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4. Контроль за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</w:t>
      </w:r>
    </w:p>
    <w:p w:rsidR="00D642D2" w:rsidRPr="00A31AA4" w:rsidRDefault="00D642D2" w:rsidP="00D642D2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51EA6" w:rsidRPr="00D642D2" w:rsidRDefault="00D642D2" w:rsidP="00D642D2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sectPr w:rsidR="00051EA6" w:rsidRPr="00D642D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2D2"/>
    <w:rsid w:val="00016752"/>
    <w:rsid w:val="00051EA6"/>
    <w:rsid w:val="00171A2E"/>
    <w:rsid w:val="00304C90"/>
    <w:rsid w:val="00505B6D"/>
    <w:rsid w:val="006D3977"/>
    <w:rsid w:val="007D6C18"/>
    <w:rsid w:val="00D1641A"/>
    <w:rsid w:val="00D64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D642D2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D642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D642D2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D642D2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D642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D642D2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8</TotalTime>
  <Pages>1</Pages>
  <Words>274</Words>
  <Characters>1564</Characters>
  <Application>Microsoft Office Word</Application>
  <DocSecurity>0</DocSecurity>
  <Lines>13</Lines>
  <Paragraphs>3</Paragraphs>
  <ScaleCrop>false</ScaleCrop>
  <Company>Microsoft</Company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2020-10-16T16:24:00Z</dcterms:created>
  <dcterms:modified xsi:type="dcterms:W3CDTF">2020-10-16T17:39:00Z</dcterms:modified>
</cp:coreProperties>
</file>