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698" w:rsidRDefault="00640698" w:rsidP="0064069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40698" w:rsidRDefault="00640698" w:rsidP="0064069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40698" w:rsidRDefault="00640698" w:rsidP="0064069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40698" w:rsidRDefault="00640698" w:rsidP="0064069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40698" w:rsidRDefault="00640698" w:rsidP="0064069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40698" w:rsidRDefault="00640698" w:rsidP="006406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40698" w:rsidRDefault="00640698" w:rsidP="0064069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</w:t>
      </w:r>
    </w:p>
    <w:p w:rsidR="00640698" w:rsidRPr="00F2698F" w:rsidRDefault="00640698" w:rsidP="00640698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640698" w:rsidRPr="00F2698F" w:rsidRDefault="00640698" w:rsidP="0064069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640698" w:rsidRPr="00F2698F" w:rsidRDefault="00640698" w:rsidP="0064069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640698" w:rsidRPr="00F2698F" w:rsidRDefault="00640698" w:rsidP="0064069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640698" w:rsidRPr="00F2698F" w:rsidRDefault="00640698" w:rsidP="0064069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640698" w:rsidRPr="00F2698F" w:rsidRDefault="00640698" w:rsidP="0064069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Нікітчук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Т.І.</w:t>
      </w:r>
    </w:p>
    <w:p w:rsidR="00640698" w:rsidRPr="00F2698F" w:rsidRDefault="00640698" w:rsidP="00640698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640698" w:rsidRPr="00F2698F" w:rsidRDefault="00640698" w:rsidP="0064069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статей</w:t>
      </w:r>
      <w:r>
        <w:rPr>
          <w:rFonts w:ascii="Times New Roman" w:eastAsia="Calibri" w:hAnsi="Times New Roman" w:cs="Times New Roman"/>
          <w:sz w:val="24"/>
          <w:lang w:eastAsia="en-US"/>
        </w:rPr>
        <w:t>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Т.І.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640698" w:rsidRPr="00F2698F" w:rsidRDefault="00640698" w:rsidP="0064069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640698" w:rsidRPr="00F2698F" w:rsidRDefault="00640698" w:rsidP="0064069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Тетяні Іванівні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431D2" w:rsidRPr="00F431D2">
        <w:rPr>
          <w:rFonts w:ascii="Times New Roman" w:eastAsia="Calibri" w:hAnsi="Times New Roman" w:cs="Times New Roman"/>
          <w:sz w:val="24"/>
          <w:lang w:eastAsia="en-US"/>
        </w:rPr>
        <w:t>_____________________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с. Крупець, по вул.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Л.Українки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20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640698" w:rsidRPr="00F2698F" w:rsidRDefault="00640698" w:rsidP="0064069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Т.І.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40698" w:rsidRPr="00F2698F" w:rsidRDefault="00640698" w:rsidP="0064069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40698" w:rsidRPr="00F2698F" w:rsidRDefault="00640698" w:rsidP="0064069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40698" w:rsidRPr="00F2698F" w:rsidRDefault="00640698" w:rsidP="0064069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40698" w:rsidRPr="00640698" w:rsidRDefault="00640698" w:rsidP="0064069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984B42" w:rsidRPr="00640698" w:rsidRDefault="00640698" w:rsidP="00640698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Сільський  голова                                                                            Валерій  МИХАЛЮК</w:t>
      </w:r>
    </w:p>
    <w:sectPr w:rsidR="00984B42" w:rsidRPr="0064069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698"/>
    <w:rsid w:val="00640698"/>
    <w:rsid w:val="00984B42"/>
    <w:rsid w:val="00F43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9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4069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4069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4069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69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4069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4069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4069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2021-07-07T06:12:00Z</dcterms:created>
  <dcterms:modified xsi:type="dcterms:W3CDTF">2021-07-07T08:03:00Z</dcterms:modified>
</cp:coreProperties>
</file>