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649" w:rsidRPr="00FB2913" w:rsidRDefault="00DE2649" w:rsidP="00DE2649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val="ru-RU" w:eastAsia="en-US"/>
        </w:rPr>
      </w:pPr>
      <w:r w:rsidRPr="00FB2913">
        <w:rPr>
          <w:rFonts w:ascii="Times New Roman" w:eastAsia="Calibri" w:hAnsi="Times New Roman" w:cs="Times New Roman"/>
          <w:color w:val="FF0000"/>
          <w:lang w:val="ru-RU" w:eastAsia="en-US"/>
        </w:rPr>
        <w:t>ПРОЕКТ</w:t>
      </w:r>
    </w:p>
    <w:p w:rsidR="00DE2649" w:rsidRPr="00FB2913" w:rsidRDefault="00DE2649" w:rsidP="00DE2649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  <w:r w:rsidRPr="00FB2913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7918D32" wp14:editId="45E278A7">
                <wp:simplePos x="0" y="0"/>
                <wp:positionH relativeFrom="column">
                  <wp:posOffset>2916200</wp:posOffset>
                </wp:positionH>
                <wp:positionV relativeFrom="paragraph">
                  <wp:posOffset>118461</wp:posOffset>
                </wp:positionV>
                <wp:extent cx="399751" cy="703580"/>
                <wp:effectExtent l="0" t="0" r="635" b="1270"/>
                <wp:wrapNone/>
                <wp:docPr id="15464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9751" cy="703580"/>
                          <a:chOff x="0" y="0"/>
                          <a:chExt cx="1142" cy="1718"/>
                        </a:xfrm>
                      </wpg:grpSpPr>
                      <wps:wsp>
                        <wps:cNvPr id="1546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6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jc w:val="center"/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6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6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6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7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7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7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7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7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7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7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7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7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7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8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8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8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8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8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8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8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8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8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8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9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9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9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9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9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918D32" id="Группа 2508" o:spid="_x0000_s1026" style="position:absolute;margin-left:229.6pt;margin-top:9.35pt;width:31.5pt;height:55.4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E2649" w:rsidRDefault="00DE2649" w:rsidP="00DE2649">
                        <w:pPr>
                          <w:jc w:val="center"/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" fillcolor="black" stroked="f"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" fillcolor="black" stroked="f"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DE2649" w:rsidRPr="00FB2913" w:rsidRDefault="00DE2649" w:rsidP="00DE2649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DE2649" w:rsidRPr="00FB2913" w:rsidRDefault="00DE2649" w:rsidP="00DE2649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DE2649" w:rsidRPr="00FB2913" w:rsidRDefault="00DE2649" w:rsidP="00DE2649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DE2649" w:rsidRPr="00FB2913" w:rsidRDefault="00DE2649" w:rsidP="00DE2649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DE2649" w:rsidRPr="00FB2913" w:rsidRDefault="00DE2649" w:rsidP="00DE2649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</w:p>
    <w:p w:rsidR="00DE2649" w:rsidRPr="00FB2913" w:rsidRDefault="00DE2649" w:rsidP="00DE2649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УКРАЇНА</w:t>
      </w:r>
    </w:p>
    <w:p w:rsidR="00DE2649" w:rsidRPr="00FB2913" w:rsidRDefault="00DE2649" w:rsidP="00DE2649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КРУПЕЦЬКА СІЛЬСЬКА РАДА</w:t>
      </w:r>
    </w:p>
    <w:p w:rsidR="00DE2649" w:rsidRPr="00FB2913" w:rsidRDefault="00DE2649" w:rsidP="00DE2649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СЛАВУТСЬКОГО РАЙОНУ</w:t>
      </w:r>
    </w:p>
    <w:p w:rsidR="00DE2649" w:rsidRPr="00FB2913" w:rsidRDefault="00DE2649" w:rsidP="00DE2649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ХМЕЛЬНИЦЬКОЇ ОБЛАСТІ</w:t>
      </w:r>
    </w:p>
    <w:p w:rsidR="00DE2649" w:rsidRPr="00FB2913" w:rsidRDefault="00DE2649" w:rsidP="00DE2649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  <w:r w:rsidRPr="00FB2913">
        <w:rPr>
          <w:rFonts w:ascii="Times New Roman" w:eastAsia="Calibri" w:hAnsi="Times New Roman" w:cs="Times New Roman"/>
          <w:lang w:val="ru-RU" w:eastAsia="en-US"/>
        </w:rPr>
        <w:t xml:space="preserve"> </w:t>
      </w:r>
      <w:r w:rsidRPr="00FB2913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C3B6F12" wp14:editId="2F20B532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5495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5496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97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98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99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00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01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02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03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04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05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06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07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08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09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10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11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12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13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14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15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16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17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18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19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20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21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22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23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24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25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2649" w:rsidRDefault="00DE2649" w:rsidP="00DE26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3B6F12"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" fillcolor="black" stroked="f"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" fillcolor="black" stroked="f"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E2649" w:rsidRDefault="00DE2649" w:rsidP="00DE26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DE2649" w:rsidRPr="00FB2913" w:rsidRDefault="00DE2649" w:rsidP="00DE2649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РІШЕННЯ</w:t>
      </w:r>
    </w:p>
    <w:p w:rsidR="00DE2649" w:rsidRPr="00FB2913" w:rsidRDefault="00DE2649" w:rsidP="00DE264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FB2913">
        <w:rPr>
          <w:rFonts w:ascii="Times New Roman" w:eastAsia="Calibri" w:hAnsi="Times New Roman" w:cs="Times New Roman"/>
          <w:lang w:val="ru-RU" w:eastAsia="en-US"/>
        </w:rPr>
        <w:t xml:space="preserve"> 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DE2649" w:rsidRPr="00FB2913" w:rsidRDefault="00DE2649" w:rsidP="00DE2649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DE2649" w:rsidRPr="00FB2913" w:rsidRDefault="00DE2649" w:rsidP="00DE2649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DE2649" w:rsidRPr="00FB2913" w:rsidRDefault="00DE2649" w:rsidP="00DE2649">
      <w:pPr>
        <w:spacing w:after="0" w:line="240" w:lineRule="auto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30.06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. 2021р.                                              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Крупець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                        №_____</w:t>
      </w:r>
    </w:p>
    <w:p w:rsidR="00DE2649" w:rsidRPr="00FB2913" w:rsidRDefault="00DE2649" w:rsidP="00DE2649">
      <w:pPr>
        <w:spacing w:after="0" w:line="240" w:lineRule="auto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DE2649" w:rsidRPr="00FB2913" w:rsidRDefault="00DE2649" w:rsidP="00DE2649">
      <w:pPr>
        <w:spacing w:after="0" w:line="240" w:lineRule="auto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DE2649" w:rsidRPr="00FB2913" w:rsidRDefault="00DE2649" w:rsidP="00DE2649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DE2649" w:rsidRPr="00FB2913" w:rsidRDefault="00DE2649" w:rsidP="00DE2649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технічної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DE2649" w:rsidRPr="00FB2913" w:rsidRDefault="00DE2649" w:rsidP="00DE2649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DE2649" w:rsidRPr="00FB2913" w:rsidRDefault="00DE2649" w:rsidP="00DE2649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натурі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місцевості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DE2649" w:rsidRPr="00FB2913" w:rsidRDefault="00DE2649" w:rsidP="00DE2649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Крупецькій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сільській раді</w:t>
      </w:r>
    </w:p>
    <w:p w:rsidR="00DE2649" w:rsidRDefault="00DE2649" w:rsidP="00DE2649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DE2649" w:rsidRDefault="00DE2649" w:rsidP="00DE2649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DE2649" w:rsidRDefault="00DE2649" w:rsidP="00DE2649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DE2649" w:rsidRPr="00FB2913" w:rsidRDefault="00DE2649" w:rsidP="00DE2649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DE2649" w:rsidRPr="00FB2913" w:rsidRDefault="00DE2649" w:rsidP="00DE26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до пункту 34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26,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proofErr w:type="gram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»,  Земельного кодексу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</w:p>
    <w:p w:rsidR="00DE2649" w:rsidRPr="00FB2913" w:rsidRDefault="00DE2649" w:rsidP="00DE26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DE2649" w:rsidRPr="00FB2913" w:rsidRDefault="00DE2649" w:rsidP="00DE26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DE2649" w:rsidRPr="00FB2913" w:rsidRDefault="00DE2649" w:rsidP="00DE26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1. </w:t>
      </w:r>
      <w:proofErr w:type="spellStart"/>
      <w:proofErr w:type="gram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Надати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Крупецькій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раді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04405030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>, дозвіл на розробку технічної документації із землеустрою щодо встановлення (відновлення) меж земельної ділянки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в натурі (на місцевості), орієнтовною площею 0,0900га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 для </w:t>
      </w:r>
      <w:r>
        <w:rPr>
          <w:rFonts w:ascii="Times New Roman" w:eastAsia="Calibri" w:hAnsi="Times New Roman" w:cs="Times New Roman"/>
          <w:sz w:val="24"/>
          <w:lang w:eastAsia="en-US"/>
        </w:rPr>
        <w:t>будівництва та обслуговування  каплиці для проведення церемоніальних  заходів,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земельна ділянка  розташована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в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с.Полянь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сільської ради.</w:t>
      </w:r>
    </w:p>
    <w:p w:rsidR="00DE2649" w:rsidRPr="00FB2913" w:rsidRDefault="00DE2649" w:rsidP="00DE26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Крупецькій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сільській раді, в особі сільського голови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Михалюка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В.А. замовити та 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>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DE2649" w:rsidRPr="00FB2913" w:rsidRDefault="00DE2649" w:rsidP="00DE264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3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E2649" w:rsidRPr="00FB2913" w:rsidRDefault="00DE2649" w:rsidP="00DE264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E2649" w:rsidRPr="00FB2913" w:rsidRDefault="00DE2649" w:rsidP="00DE26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E2649" w:rsidRPr="00FB2913" w:rsidRDefault="00DE2649" w:rsidP="00DE26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bookmarkStart w:id="0" w:name="_GoBack"/>
      <w:bookmarkEnd w:id="0"/>
    </w:p>
    <w:p w:rsidR="007374F0" w:rsidRPr="00DE2649" w:rsidRDefault="00DE2649">
      <w:pPr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eastAsia="en-US"/>
        </w:rPr>
        <w:t>Валерій МИХАЛЮК</w:t>
      </w:r>
    </w:p>
    <w:sectPr w:rsidR="007374F0" w:rsidRPr="00DE264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649"/>
    <w:rsid w:val="007374F0"/>
    <w:rsid w:val="00DE2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B0388"/>
  <w15:chartTrackingRefBased/>
  <w15:docId w15:val="{7013BB9E-42C8-49EA-92B9-50BF9BC5D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64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Заголовок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250</Words>
  <Characters>1427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2021-06-22T07:39:00Z</dcterms:created>
  <dcterms:modified xsi:type="dcterms:W3CDTF">2021-06-22T07:39:00Z</dcterms:modified>
</cp:coreProperties>
</file>