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C35" w:rsidRDefault="004F2C35" w:rsidP="004F2C3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E213CC" wp14:editId="6B1E583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35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2C35" w:rsidRDefault="004F2C35" w:rsidP="004F2C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1I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6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U4OtMLMsQVeDVf0zJLO2XJlbLIH88l18ncTJJ9&#10;XXKduKYXDbYjH0oysH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mcyTrpRP5Qz7XDcUrlOvHtxXUtDjsqKXIFmCuyAQxStjNwD1ikiA8G&#10;rhBbtHpRofEZFNvivs+kc6+vrLbn44xrEdDUxwpHOn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fBv&#10;Po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aPn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ICs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iOPF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Eg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vJMUA&#10;AADdAAAADwAAAGRycy9kb3ducmV2LnhtbERPy2oCMRTdF/yHcAtupGaqMG1HoxRhbOui4AO6vUyu&#10;k6mTmyGJOvXrm0Why8N5z5e9bcWFfGgcK3gcZyCIK6cbrhUc9uXDM4gQkTW2jknBDwVYLgZ3cyy0&#10;u/KWLrtYixTCoUAFJsaukDJUhiyGseuIE3d03mJM0NdSe7ymcNvKSZbl0mLDqcFgRytD1Wl3tgq+&#10;y0/ztXq6rf3oZUu3Ubl5az9ypYb3/esMRKQ+/ov/3O9awXSa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O8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owMIA&#10;AADdAAAADwAAAGRycy9kb3ducmV2LnhtbESP3YrCMBCF7wXfIYzgjWiqBZGuUURUxBvx5wGGZmzK&#10;NpPSRNt9+40geHk4Px9nue5sJV7U+NKxgukkAUGcO11yoeB+248XIHxA1lg5JgV/5GG96veWmGnX&#10;8oVe11CIOMI+QwUmhDqT0ueGLPqJq4mj93CNxRBlU0jdYBvHbSVnSTKXFkuOBIM1bQ3lv9enjZBz&#10;iufTo73tDx22uDsZHm0uSg0H3eYHRKAufMOf9lErSNP5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Cj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jF8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V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1j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TLMMA&#10;AADdAAAADwAAAGRycy9kb3ducmV2LnhtbESP3YrCMBCF74V9hzAL3siaakGk21RkURFvxJ8HGJqx&#10;KdtMShNtfXsjLOzl4fx8nHw12EY8qPO1YwWzaQKCuHS65krB9bL9WoLwAVlj45gUPMnDqvgY5Zhp&#10;1/OJHudQiTjCPkMFJoQ2k9KXhiz6qWuJo3dzncUQZVdJ3WEfx20j50mykBZrjgSDLf0YKn/Pdxsh&#10;xxSPh1t/2e4G7HFzMDxZn5Qafw7rbxCBhvAf/mvvtYI0XaTwfhOfgC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oTL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e+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BY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he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bHc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Dni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Rb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fL8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1gPs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ny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g8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z2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qYP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uxsAA&#10;AADdAAAADwAAAGRycy9kb3ducmV2LnhtbERPy4rCMBTdC/5DuMLsxlSdEalGEYeCDG58fMCluTbV&#10;5qYksda/nywGXB7Oe7XpbSM68qF2rGAyzkAQl07XXCm4nIvPBYgQkTU2jknBiwJs1sPBCnPtnnyk&#10;7hQrkUI45KjAxNjmUobSkMUwdi1x4q7OW4wJ+kpqj88Ubhs5zbK5tFhzajDY0s5QeT89rILid3ro&#10;7g/tC7ftvyx9m9vixyj1Meq3SxCR+vgW/7v3WsFsNk9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2ux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Re8QA&#10;AADdAAAADwAAAGRycy9kb3ducmV2LnhtbESP0WrCQBRE34X+w3ILvukmjYpGN6EIij427Qdcstck&#10;mL2bZrdJ/Hu3UOjjMDNnmEM+mVYM1LvGsoJ4GYEgLq1uuFLw9XlabEE4j6yxtUwKHuQgz15mB0y1&#10;HfmDhsJXIkDYpaig9r5LpXRlTQbd0nbEwbvZ3qAPsq+k7nEMcNPKtyjaSIMNh4UaOzrWVN6LH6Ng&#10;9RjP38X6Hp20ofiadFf25Vqp+ev0vgfhafL/4b/2RStIks0O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EEX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3J8EA&#10;AADdAAAADwAAAGRycy9kb3ducmV2LnhtbERPy4rCMBTdC/5DuMLsbDoKOlZTkRGHwZV21PWluX0w&#10;zU1pota/NwvB5eG8V+veNOJGnastK/iMYhDEudU1lwpOf7vxFwjnkTU2lknBgxys0+FghYm2dz7S&#10;LfOlCCHsElRQed8mUrq8IoMusi1x4ArbGfQBdqXUHd5DuGnkJI5n0mDNoaHClr4ryv+zq1FwnV0m&#10;Jy72+pBtHz+L7W7j5LlU6mPUb5YgPPX+LX65f7WC6XQe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1Ny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rtu8gA&#10;AADdAAAADwAAAGRycy9kb3ducmV2LnhtbESPQWvCQBSE7wX/w/KE3upGI9GmrmILgnqoVO2ht9fs&#10;axLNvo3ZVdN/7xaEHoeZ+YaZzFpTiQs1rrSsoN+LQBBnVpecK9jvFk9jEM4ja6wsk4JfcjCbdh4m&#10;mGp75Q+6bH0uAoRdigoK7+tUSpcVZND1bE0cvB/bGPRBNrnUDV4D3FRyEEWJNFhyWCiwpreCsuP2&#10;bBR8bsbJ8+Z1NTys378xNvr0pctEqcduO38B4an1/+F7e6kVxPGoD39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mu2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xP8YA&#10;AADdAAAADwAAAGRycy9kb3ducmV2LnhtbESPQWvCQBSE7wX/w/KE3uqmSbEhZiPaUiuerBW8PrLP&#10;JDT7NmS3GvvrXUHocZiZb5h8PphWnKh3jWUFz5MIBHFpdcOVgv33x1MKwnlkja1lUnAhB/Ni9JBj&#10;pu2Zv+i085UIEHYZKqi97zIpXVmTQTexHXHwjrY36IPsK6l7PAe4aWUcRVNpsOGwUGNHbzWVP7tf&#10;o+BvesCt+4yX74n2dHlJV3azXSn1OB4WMxCeBv8fvrfXWkGSvMZ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Cx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HHM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Tpaw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HH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VAMUA&#10;AADdAAAADwAAAGRycy9kb3ducmV2LnhtbESPwW7CMBBE70j8g7VI3MCBUKApBgESEldoDz1u7SVJ&#10;idchNhD69XUlpB5HM/NGs1i1thI3anzpWMFomIAg1s6UnCv4eN8N5iB8QDZYOSYFD/KwWnY7C8yM&#10;u/OBbseQiwhhn6GCIoQ6k9Lrgiz6oauJo3dyjcUQZZNL0+A9wm0lx0kylRZLjgsF1rQtSJ+PV6tg&#10;X37Ry1SfXu18ow+fP5eQzr6NUv1eu34DEagN/+Fne28UpOlsAn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FU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Db8MA&#10;AADdAAAADwAAAGRycy9kb3ducmV2LnhtbERPXWvCMBR9H+w/hDvwTdMpc1qNooKwMS1MZXu9NNem&#10;rLkpTVbrv18EYY/nmzNfdrYSLTW+dKzgeZCAIM6dLrlQcDpu+xMQPiBrrByTgit5WC4eH+aYanfh&#10;T2oPoRCxhH2KCkwIdSqlzw1Z9ANXE0ft7BqLIcKmkLrBSyy3lRwmyVhaLDkuGKxpYyj/OfxaBS1m&#10;1+TbrPfT93KXD7P114eOvOo9dasZiEBd+Dff029awWj0+gK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kDb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jeMUA&#10;AADdAAAADwAAAGRycy9kb3ducmV2LnhtbESPQUvDQBSE70L/w/IEb3ZjCrXEbosUKh419tDjM/ua&#10;Tc2+F3bXJvrrXUHwOMzMN8x6O/leXSjETtjA3bwARdyI7bg1cHjb365AxYRssRcmA18UYbuZXa2x&#10;sjLyK13q1KoM4VihAZfSUGkdG0ce41wG4uydJHhMWYZW24Bjhvtel0Wx1B47zgsOB9o5aj7qT29g&#10;fGrez+XpaN13GGRfv8i57MWYm+vp8QFUoin9h//az9bAYnG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CN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fARMcA&#10;AADdAAAADwAAAGRycy9kb3ducmV2LnhtbESPW2sCMRSE3wv9D+EU+lazVXBlNYqXCkUs4u39uDnu&#10;bk1Olk2q239vCgUfh5n5hhlNWmvElRpfOVbw3klAEOdOV1woOOyXbwMQPiBrNI5JwS95mIyfn0aY&#10;aXfjLV13oRARwj5DBWUIdSalz0uy6DuuJo7e2TUWQ5RNIXWDtwi3RnaTpC8tVhwXSqxpXlJ+2f1Y&#10;BcvNwnx3v7bTowzzj/RkBqvZYq3U60s7HYII1IZH+L/9qRX0emkK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nw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+Zj8QA&#10;AADdAAAADwAAAGRycy9kb3ducmV2LnhtbERPTWvCQBC9C/0PyxR6KbqxQSupa5BCiQUFq4LXMTtN&#10;QrKzIbtN0n/fPRQ8Pt73Oh1NI3rqXGVZwXwWgSDOra64UHA5f0xXIJxH1thYJgW/5CDdPEzWmGg7&#10;8Bf1J1+IEMIuQQWl920ipctLMuhmtiUO3LftDPoAu0LqDocQbhr5EkVLabDi0FBiS+8l5fXpxyjo&#10;j/tbsetd+1mvnt0ivmXZQV+Venoct28gPI3+Lv5377SCOH4Nc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m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A3c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brc3gP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QN3HAAAA3QAAAA8AAAAAAAAAAAAAAAAAmAIAAGRy&#10;cy9kb3ducmV2LnhtbFBLBQYAAAAABAAEAPUAAACMAwAAAAA=&#10;" fillcolor="black" stroked="f"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aacQA&#10;AADdAAAADwAAAGRycy9kb3ducmV2LnhtbERPy4rCMBTdD8w/hCu4G1OVkVKNovOAAZ2FjguX1+ba&#10;hjY3pYna8evNQnB5OO/ZorO1uFDrjWMFw0ECgjh32nChYP/3/ZaC8AFZY+2YFPyTh8X89WWGmXZX&#10;3tJlFwoRQ9hnqKAMocmk9HlJFv3ANcSRO7nWYoiwLaRu8RrDbS1HSTKRFg3HhhIb+igpr3Znq+Cw&#10;nph0a2h03NxWX3rzXq1+Pyul+r1uOQURqAtP8cP9oxWMx2n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Wmn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BR8UA&#10;AADdAAAADwAAAGRycy9kb3ducmV2LnhtbESPQWsCMRSE74X+h/CE3mrWCmXZGkUs0l48aJVeH5vn&#10;Zt3Ny5pEXf31jSD0OMzMN8xk1ttWnMmH2rGC0TADQVw6XXOlYPuzfM1BhIissXVMCq4UYDZ9fppg&#10;od2F13TexEokCIcCFZgYu0LKUBqyGIauI07e3nmLMUlfSe3xkuC2lW9Z9i4t1pwWDHa0MFQ2m5NV&#10;4Oe/n82NT7smu62u4evQH3M0Sr0M+vkHiEh9/A8/2t9awXicj+D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cFH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6g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i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6g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QXcYA&#10;AADdAAAADwAAAGRycy9kb3ducmV2LnhtbESPQWvCQBSE74X+h+UVvNVNDRRJXaWtCLn00Jji9Zl9&#10;ZoO7b0N21bS/visIHoeZ+YZZrEZnxZmG0HlW8DLNQBA3XnfcKqi3m+c5iBCRNVrPpOCXAqyWjw8L&#10;LLS/8Dedq9iKBOFQoAITY19IGRpDDsPU98TJO/jBYUxyaKUe8JLgzspZlr1Khx2nBYM9fRpqjtXJ&#10;KVhXvZ3VpfkIu5+v/d6WfxvarZWaPI3vbyAijfEevrVLrSDP5z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QX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WHmMUA&#10;AADdAAAADwAAAGRycy9kb3ducmV2LnhtbESPQWvCQBSE74X+h+UVequ7rWIlugmlVBA8aePB22P3&#10;mcRm34bs1qT/visIHoeZ+YZZFaNrxYX60HjW8DpRIIiNtw1XGsrv9csCRIjIFlvPpOGPAhT548MK&#10;M+sH3tFlHyuRIBwy1FDH2GVSBlOTwzDxHXHyTr53GJPsK2l7HBLctfJNqbl02HBaqLGjz5rMz/7X&#10;aTiv5dYbheZQHoaNfT9+zalVWj8/jR9LEJHGeA/f2hurYTpdzOD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Ye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ALcUA&#10;AADdAAAADwAAAGRycy9kb3ducmV2LnhtbESPQWvCQBSE74L/YXkFb7qpoSVEV9FCQSweqlJ6fGaf&#10;SUj2bdhdNf57t1DwOMzMN8x82ZtWXMn52rKC10kCgriwuuZSwfHwOc5A+ICssbVMCu7kYbkYDuaY&#10;a3vjb7ruQykihH2OCqoQulxKX1Rk0E9sRxy9s3UGQ5SulNrhLcJNK6dJ8i4N1hwXKuzoo6Ki2V+M&#10;gt/LF5936Xbl1uHH9gffTE9Zo9TopV/NQATqwzP8395oBWmavcH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IAt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kiMgA&#10;AADdAAAADwAAAGRycy9kb3ducmV2LnhtbESPT2sCMRTE74V+h/AKvdWs2sq6GqUWhF6E+uegt+fm&#10;ubu4edkmUVc/vSkUPA4z8xtmPG1NLc7kfGVZQbeTgCDOra64ULBZz99SED4ga6wtk4IreZhOnp/G&#10;mGl74SWdV6EQEcI+QwVlCE0mpc9LMug7tiGO3sE6gyFKV0jt8BLhppa9JBlIgxXHhRIb+iopP65O&#10;RsFsmM5+f955cVvud7Tb7o8fPZco9frSfo5ABGrDI/zf/tYK+v10AH9v4hO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eKSIyAAAAN0AAAAPAAAAAAAAAAAAAAAAAJgCAABk&#10;cnMvZG93bnJldi54bWxQSwUGAAAAAAQABAD1AAAAjQMAAAAA&#10;" fillcolor="black" stroked="f"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7EsUA&#10;AADdAAAADwAAAGRycy9kb3ducmV2LnhtbESPQUsDMRSE70L/Q3gFbzZrF7Rsm5alUBRP26p4fd28&#10;bhY3L0sS0/XfG0HwOMzMN8xmN9lBJPKhd6zgflGAIG6d7rlT8PZ6uFuBCBFZ4+CYFHxTgN12drPB&#10;SrsrHymdYicyhEOFCkyMYyVlaA1ZDAs3Emfv4rzFmKXvpPZ4zXA7yGVRPEiLPecFgyPtDbWfpy+r&#10;IJ33TV2mj2SOL77uvGue3s+NUrfzqV6DiDTF//Bf+1krKMvVI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Ps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CPksMA&#10;AADdAAAADwAAAGRycy9kb3ducmV2LnhtbERPz2vCMBS+D/Y/hDfYTVMVxFWjDJlDvbh1gh4fzbMp&#10;Ni+libX615uDsOPH93u26GwlWmp86VjBoJ+AIM6dLrlQsP9b9SYgfEDWWDkmBTfysJi/vsww1e7K&#10;v9RmoRAxhH2KCkwIdSqlzw1Z9H1XE0fu5BqLIcKmkLrBawy3lRwmyVhaLDk2GKxpaSg/ZxerwA+W&#10;X4etvX+0x2/Du2xjxj+FUer9rfucggjUhX/x073WCkajSZwb38Qn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CPk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2C35" w:rsidRDefault="004F2C35" w:rsidP="004F2C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2C35" w:rsidRDefault="004F2C35" w:rsidP="004F2C3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2C35" w:rsidRDefault="004F2C35" w:rsidP="004F2C3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2C35" w:rsidRDefault="004F2C35" w:rsidP="004F2C3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F2C35" w:rsidRDefault="004F2C35" w:rsidP="004F2C3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2C35" w:rsidRDefault="004F2C35" w:rsidP="004F2C3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№133</w:t>
      </w:r>
    </w:p>
    <w:p w:rsidR="004F2C35" w:rsidRPr="004E7A0F" w:rsidRDefault="004F2C35" w:rsidP="004F2C3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F2C35" w:rsidRPr="004E7A0F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4F2C35" w:rsidRPr="004E7A0F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4F2C35" w:rsidRPr="004E7A0F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4F2C35" w:rsidRPr="004E7A0F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4F2C35" w:rsidRPr="004E7A0F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Денисюку Б.Ю.</w:t>
      </w:r>
    </w:p>
    <w:p w:rsidR="004F2C35" w:rsidRPr="004E7A0F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2C35" w:rsidRPr="004E7A0F" w:rsidRDefault="004F2C35" w:rsidP="004F2C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Денисюка Б.Ю.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4F2C35" w:rsidRPr="004E7A0F" w:rsidRDefault="004F2C35" w:rsidP="004F2C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F2C35" w:rsidRPr="004E7A0F" w:rsidRDefault="004F2C35" w:rsidP="004F2C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Денисюку Борису Юхимовичу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C366EB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4E7A0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7A0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E7A0F">
        <w:rPr>
          <w:rFonts w:ascii="Times New Roman" w:eastAsia="Times New Roman" w:hAnsi="Times New Roman" w:cs="Times New Roman"/>
          <w:sz w:val="24"/>
        </w:rPr>
        <w:t>і</w:t>
      </w:r>
      <w:r>
        <w:rPr>
          <w:rFonts w:ascii="Times New Roman" w:eastAsia="Times New Roman" w:hAnsi="Times New Roman" w:cs="Times New Roman"/>
          <w:sz w:val="24"/>
        </w:rPr>
        <w:t>дентифікаційний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номер </w:t>
      </w:r>
      <w:r w:rsidR="00C366EB">
        <w:rPr>
          <w:rFonts w:ascii="Times New Roman" w:eastAsia="Times New Roman" w:hAnsi="Times New Roman" w:cs="Times New Roman"/>
          <w:sz w:val="24"/>
          <w:lang w:val="uk-UA"/>
        </w:rPr>
        <w:t>_________</w:t>
      </w:r>
      <w:bookmarkStart w:id="0" w:name="_GoBack"/>
      <w:bookmarkEnd w:id="0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0,2307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6823984000:02:006:0008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4E7A0F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.С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тригани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Г.Охман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71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F2C35" w:rsidRPr="004E7A0F" w:rsidRDefault="004F2C35" w:rsidP="004F2C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Денисюку Б.Ю. 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4F2C35" w:rsidRPr="004E7A0F" w:rsidRDefault="004F2C35" w:rsidP="004F2C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4F2C35" w:rsidRPr="004E7A0F" w:rsidRDefault="004F2C35" w:rsidP="004F2C3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F2C35" w:rsidRPr="004F2C35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BB652A" w:rsidRPr="004F2C35" w:rsidRDefault="004F2C35" w:rsidP="004F2C3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4E7A0F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4E7A0F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4E7A0F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4E7A0F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BB652A" w:rsidRPr="004F2C3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C35"/>
    <w:rsid w:val="004F2C35"/>
    <w:rsid w:val="00BB652A"/>
    <w:rsid w:val="00C36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3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F2C3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2C3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F2C3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2C3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F2C3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2C3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F2C3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2021-09-13T12:57:00Z</dcterms:created>
  <dcterms:modified xsi:type="dcterms:W3CDTF">2021-09-14T12:50:00Z</dcterms:modified>
</cp:coreProperties>
</file>