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C4" w:rsidRPr="00FB2913" w:rsidRDefault="009A6AC4" w:rsidP="009A6AC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6B14A2" wp14:editId="18033FC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494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49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56B14A2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C4" w:rsidRDefault="009A6AC4" w:rsidP="009A6AC4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" fillcolor="black" stroked="f"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" fillcolor="black" stroked="f"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9A6AC4" w:rsidRPr="00FB2913" w:rsidRDefault="009A6AC4" w:rsidP="009A6AC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FB18BBB" wp14:editId="694A5CBF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003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00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9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0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C4" w:rsidRDefault="009A6AC4" w:rsidP="009A6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FB18BBB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qjin3YAAHd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FWOqOKfdgAAd1kEAA4AAAAAAAAAAAAAAAAALgIA&#10;AGRycy9lMm9Eb2MueG1sUEsBAi0AFAAGAAgAAAAhAN/OkDDiAAAADQEAAA8AAAAAAAAAAAAAAAAA&#10;+XgAAGRycy9kb3ducmV2LnhtbFBLBQYAAAAABAAEAPMAAAAIeg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" fillcolor="black" stroked="f"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" fillcolor="black" stroked="f"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6AC4" w:rsidRDefault="009A6AC4" w:rsidP="009A6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A6AC4" w:rsidRPr="00FB2913" w:rsidRDefault="009A6AC4" w:rsidP="009A6AC4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Н.П.</w:t>
      </w:r>
    </w:p>
    <w:p w:rsidR="009A6AC4" w:rsidRPr="00FB2913" w:rsidRDefault="009A6AC4" w:rsidP="009A6AC4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Н.П.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Василівні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F4850">
        <w:rPr>
          <w:rFonts w:ascii="Times New Roman" w:eastAsia="Calibri" w:hAnsi="Times New Roman" w:cs="Times New Roman"/>
          <w:sz w:val="24"/>
          <w:lang w:eastAsia="en-US"/>
        </w:rPr>
        <w:t>_______</w:t>
      </w:r>
      <w:r>
        <w:rPr>
          <w:rFonts w:ascii="Times New Roman" w:eastAsia="Calibri" w:hAnsi="Times New Roman" w:cs="Times New Roman"/>
          <w:sz w:val="24"/>
          <w:lang w:eastAsia="en-US"/>
        </w:rPr>
        <w:t>;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Наталії Петрівні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F4850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0,2500га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і обслуговування житлового будинку, господарських будівель та споруд,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7.</w:t>
      </w: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Кмитюк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Н.П.,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A6AC4" w:rsidRPr="00FB2913" w:rsidRDefault="009A6AC4" w:rsidP="009A6A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6AC4" w:rsidRPr="00FB2913" w:rsidRDefault="009A6AC4" w:rsidP="009A6A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6AC4" w:rsidRPr="00FB2913" w:rsidRDefault="009A6AC4" w:rsidP="009A6A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11AF6" w:rsidRPr="009A6AC4" w:rsidRDefault="009A6AC4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</w:p>
    <w:sectPr w:rsidR="00D11AF6" w:rsidRPr="009A6A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C4"/>
    <w:rsid w:val="006F4850"/>
    <w:rsid w:val="009A6AC4"/>
    <w:rsid w:val="00D11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61</TotalTime>
  <Pages>1</Pages>
  <Words>273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2021-06-22T07:34:00Z</dcterms:created>
  <dcterms:modified xsi:type="dcterms:W3CDTF">2021-06-22T13:49:00Z</dcterms:modified>
</cp:coreProperties>
</file>